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D60AF9" w:rsidP="00D60AF9">
      <w:pPr>
        <w:pStyle w:val="Heading1"/>
        <w:spacing w:before="0"/>
      </w:pPr>
      <w:bookmarkStart w:id="0" w:name="ChapterNumber"/>
      <w:bookmarkStart w:id="1" w:name="_GoBack"/>
      <w:bookmarkEnd w:id="1"/>
      <w:r>
        <w:t>1</w:t>
      </w:r>
      <w:bookmarkEnd w:id="0"/>
      <w:r>
        <w:tab/>
      </w:r>
      <w:bookmarkStart w:id="2" w:name="ChapterTitle"/>
      <w:r>
        <w:t>Setting the scene</w:t>
      </w:r>
      <w:bookmarkEnd w:id="2"/>
    </w:p>
    <w:p w:rsidR="00D60AF9" w:rsidRPr="00E152F8" w:rsidRDefault="00D60AF9" w:rsidP="00D60AF9">
      <w:pPr>
        <w:pStyle w:val="Heading2"/>
      </w:pPr>
      <w:bookmarkStart w:id="3" w:name="begin"/>
      <w:bookmarkEnd w:id="3"/>
      <w:r>
        <w:t>1.</w:t>
      </w:r>
      <w:r>
        <w:rPr>
          <w:noProof/>
        </w:rPr>
        <w:t>1</w:t>
      </w:r>
      <w:r w:rsidRPr="00E152F8">
        <w:tab/>
        <w:t>What is meant by structural change and structural adjustment?</w:t>
      </w:r>
    </w:p>
    <w:p w:rsidR="00D60AF9" w:rsidRDefault="00D60AF9" w:rsidP="00D60AF9">
      <w:pPr>
        <w:pStyle w:val="BodyText"/>
      </w:pPr>
      <w:r>
        <w:t>There is no simple definition of structural change. This term generally describes the fact that, w</w:t>
      </w:r>
      <w:r w:rsidRPr="00E152F8">
        <w:t>henever supply and/or demand conditions change in markets for intermediate and final goods and services</w:t>
      </w:r>
      <w:r>
        <w:t xml:space="preserve"> produced in a country, there will be direct and indirect consequences for industry outputs and structures, as well as for the use of capital, labour and land in that country. Put another way, structural change is the process through which the sectoral composition of the economy is altered in one or more dimensions (box 1.1). Sectoral shares can change when output and/or employment decrease in absolute terms in some sectors, while they expand in others. Shares can also change when rates of growth of output and/or employment differ across sectors.</w:t>
      </w:r>
    </w:p>
    <w:p w:rsidR="00D60AF9" w:rsidRDefault="00D60AF9" w:rsidP="00D60AF9">
      <w:pPr>
        <w:pStyle w:val="BodyText"/>
      </w:pPr>
      <w:r>
        <w:t>In conjunction with compositional change across sectors, the geographic distribution of activities, the workforce and the population may also undergo significant changes. Such transformations of the economy are also manifestations of structural change.</w:t>
      </w:r>
    </w:p>
    <w:p w:rsidR="00D60AF9" w:rsidRDefault="00D60AF9" w:rsidP="00D60AF9">
      <w:pPr>
        <w:pStyle w:val="BodyText"/>
      </w:pPr>
      <w:r>
        <w:t>In a modern market economy, ‘shocks’ affecting supply and/or demand are ubiquitous and varied. Some shocks (such as those caused by foreign crises) are unanticipated, others (such as seasonal influences) can be factored into decision</w:t>
      </w:r>
      <w:r>
        <w:noBreakHyphen/>
        <w:t>making. Shocks can be short</w:t>
      </w:r>
      <w:r>
        <w:noBreakHyphen/>
        <w:t xml:space="preserve"> or long</w:t>
      </w:r>
      <w:r>
        <w:noBreakHyphen/>
        <w:t>lived, and their effects may or may not be durable. Some supply and demand changes will occur gradually, such as when demographic or income trends cause household consumptions patterns to vary. Other changes occur more suddenly, as shown by the relatively rapid increase in China’s demand for Australia’s resources and the impact of new technologies such as the Internet on production processes and consumer behaviour. Changes can be policy</w:t>
      </w:r>
      <w:r>
        <w:noBreakHyphen/>
        <w:t>induced, for example, those resulting from the imposition or removal of taxes and subsidies.</w:t>
      </w:r>
    </w:p>
    <w:p w:rsidR="00D60AF9" w:rsidRDefault="00D60AF9" w:rsidP="00D60AF9">
      <w:pPr>
        <w:pStyle w:val="BodyText"/>
      </w:pPr>
      <w:r>
        <w:t>Not all supply and demand shocks affecting an economy will result in structural change. That is, some do not significantly alter the pattern of activities. However, there are enough shocks to make structural change a pervasive and continuous feature of the economy.</w:t>
      </w:r>
    </w:p>
    <w:p w:rsidR="00D60AF9" w:rsidRDefault="00D60AF9" w:rsidP="00D60AF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60AF9" w:rsidTr="005A0B58">
        <w:tc>
          <w:tcPr>
            <w:tcW w:w="8771" w:type="dxa"/>
            <w:tcBorders>
              <w:top w:val="single" w:sz="6" w:space="0" w:color="auto"/>
              <w:bottom w:val="nil"/>
            </w:tcBorders>
          </w:tcPr>
          <w:p w:rsidR="00D60AF9" w:rsidRDefault="00D60AF9" w:rsidP="005A0B58">
            <w:pPr>
              <w:pStyle w:val="BoxTitle"/>
            </w:pPr>
            <w:r>
              <w:rPr>
                <w:b w:val="0"/>
              </w:rPr>
              <w:t>Box 1.</w:t>
            </w:r>
            <w:r>
              <w:rPr>
                <w:b w:val="0"/>
                <w:noProof/>
              </w:rPr>
              <w:t>1</w:t>
            </w:r>
            <w:r>
              <w:tab/>
            </w:r>
            <w:r w:rsidRPr="00E152F8">
              <w:t>Defining and measuring structural change</w:t>
            </w:r>
          </w:p>
        </w:tc>
      </w:tr>
      <w:tr w:rsidR="00D60AF9" w:rsidTr="005A0B58">
        <w:trPr>
          <w:cantSplit/>
        </w:trPr>
        <w:tc>
          <w:tcPr>
            <w:tcW w:w="8771" w:type="dxa"/>
            <w:tcBorders>
              <w:top w:val="nil"/>
              <w:left w:val="single" w:sz="6" w:space="0" w:color="auto"/>
              <w:bottom w:val="nil"/>
              <w:right w:val="single" w:sz="6" w:space="0" w:color="auto"/>
            </w:tcBorders>
          </w:tcPr>
          <w:p w:rsidR="00D60AF9" w:rsidRPr="00E152F8" w:rsidRDefault="00D60AF9" w:rsidP="005A0B58">
            <w:pPr>
              <w:pStyle w:val="Box"/>
            </w:pPr>
            <w:r>
              <w:t>S</w:t>
            </w:r>
            <w:r w:rsidRPr="00E152F8">
              <w:t xml:space="preserve">tructural change refers to a change in the structure of an economy. </w:t>
            </w:r>
            <w:r>
              <w:t>That structure is primarily defined in terms of the</w:t>
            </w:r>
            <w:r w:rsidRPr="00E152F8">
              <w:t xml:space="preserve"> distribution of output across sectors</w:t>
            </w:r>
            <w:r>
              <w:t xml:space="preserve"> (broad industry groupings)</w:t>
            </w:r>
            <w:r w:rsidRPr="00E152F8">
              <w:t xml:space="preserve">, industries, states or regions. </w:t>
            </w:r>
            <w:r>
              <w:t xml:space="preserve">However, because production of goods and services requires primary inputs, the distribution of employment and, in some cases, investment is also of interest. </w:t>
            </w:r>
            <w:r w:rsidRPr="00E152F8">
              <w:t>The simplest way to represent the initial distribution is through the respective shares of sectors, industries</w:t>
            </w:r>
            <w:r>
              <w:t xml:space="preserve"> or regions</w:t>
            </w:r>
            <w:r w:rsidRPr="00E152F8">
              <w:t>. Together, the shares add up to 100</w:t>
            </w:r>
            <w:r>
              <w:t> </w:t>
            </w:r>
            <w:r w:rsidRPr="00E152F8">
              <w:t xml:space="preserve">per cent of the economy. Structural change implies that, over time, some shares become larger, others smaller. The larger the total proportion of </w:t>
            </w:r>
            <w:r>
              <w:t>(for example) output</w:t>
            </w:r>
            <w:r w:rsidRPr="00E152F8">
              <w:t xml:space="preserve"> that ‘changes’ sectors from one period to another, the greater the magnitude of structural change</w:t>
            </w:r>
            <w:r>
              <w:t xml:space="preserve"> in the sectoral dimension</w:t>
            </w:r>
            <w:r w:rsidRPr="00E152F8">
              <w:t>.</w:t>
            </w:r>
          </w:p>
          <w:p w:rsidR="00D60AF9" w:rsidRPr="00E152F8" w:rsidRDefault="00D60AF9" w:rsidP="005A0B58">
            <w:pPr>
              <w:pStyle w:val="Box"/>
            </w:pPr>
            <w:r w:rsidRPr="00E152F8">
              <w:t>Changing sectoral shares of</w:t>
            </w:r>
            <w:r>
              <w:t>, for example,</w:t>
            </w:r>
            <w:r w:rsidRPr="00E152F8">
              <w:t xml:space="preserve"> employment may translate into changing shares of other variables, such as female employment or casual employees. However, the changing gender balance or casualisation of the workforce</w:t>
            </w:r>
            <w:r>
              <w:t>, per se,</w:t>
            </w:r>
            <w:r w:rsidRPr="00E152F8">
              <w:t xml:space="preserve"> are not</w:t>
            </w:r>
            <w:r>
              <w:t xml:space="preserve"> usually</w:t>
            </w:r>
            <w:r w:rsidRPr="00E152F8">
              <w:t xml:space="preserve"> </w:t>
            </w:r>
            <w:r>
              <w:t>regarded</w:t>
            </w:r>
            <w:r w:rsidRPr="00E152F8">
              <w:t xml:space="preserve"> </w:t>
            </w:r>
            <w:r>
              <w:t xml:space="preserve">as </w:t>
            </w:r>
            <w:r w:rsidRPr="00E152F8">
              <w:t>structural change.</w:t>
            </w:r>
          </w:p>
          <w:p w:rsidR="00D60AF9" w:rsidRPr="00E152F8" w:rsidRDefault="00D60AF9" w:rsidP="005A0B58">
            <w:pPr>
              <w:pStyle w:val="Box"/>
            </w:pPr>
            <w:r w:rsidRPr="00E152F8">
              <w:t>When distinguishing between many sectors, comparing individual shares over time becomes impractical. For this reason, changes over time in a multitude of shares are often summarised through a ‘structural change index’ (chapters</w:t>
            </w:r>
            <w:r>
              <w:t> </w:t>
            </w:r>
            <w:r w:rsidRPr="00E152F8">
              <w:t>3 and 4).</w:t>
            </w:r>
          </w:p>
          <w:p w:rsidR="00D60AF9" w:rsidRPr="00E152F8" w:rsidRDefault="00D60AF9" w:rsidP="005A0B58">
            <w:pPr>
              <w:pStyle w:val="Box"/>
            </w:pPr>
            <w:r w:rsidRPr="00E152F8">
              <w:t xml:space="preserve">Structural change </w:t>
            </w:r>
            <w:r>
              <w:t>is normally</w:t>
            </w:r>
            <w:r w:rsidRPr="00E152F8">
              <w:t xml:space="preserve"> measured over the medium</w:t>
            </w:r>
            <w:r>
              <w:noBreakHyphen/>
            </w:r>
            <w:r w:rsidRPr="00E152F8">
              <w:t>to</w:t>
            </w:r>
            <w:r>
              <w:noBreakHyphen/>
            </w:r>
            <w:r w:rsidRPr="00E152F8">
              <w:t xml:space="preserve">long run, </w:t>
            </w:r>
            <w:r>
              <w:t>even though it can be the result of short</w:t>
            </w:r>
            <w:r>
              <w:noBreakHyphen/>
              <w:t>term shocks such as an economic downturn</w:t>
            </w:r>
            <w:r w:rsidRPr="00E152F8">
              <w:t xml:space="preserve">. </w:t>
            </w:r>
            <w:r>
              <w:t>There is a risk that measuring structural change over the short run</w:t>
            </w:r>
            <w:r w:rsidRPr="00E152F8">
              <w:t xml:space="preserve"> </w:t>
            </w:r>
            <w:r>
              <w:t>could</w:t>
            </w:r>
            <w:r w:rsidRPr="00E152F8">
              <w:t xml:space="preserve"> provide a distorted picture of durable economic transformations</w:t>
            </w:r>
            <w:r>
              <w:t>. Short</w:t>
            </w:r>
            <w:r>
              <w:noBreakHyphen/>
              <w:t>run fluctuations</w:t>
            </w:r>
            <w:r w:rsidRPr="00E152F8">
              <w:t xml:space="preserve"> can be driven by changes in capacity utilisation, lumpy investment, market ‘bubbles’, cyclical crises, natural events</w:t>
            </w:r>
            <w:r>
              <w:t xml:space="preserve"> such as droughts and cyclones</w:t>
            </w:r>
            <w:r w:rsidRPr="00E152F8">
              <w:t xml:space="preserve"> and other irregularities.</w:t>
            </w:r>
          </w:p>
          <w:p w:rsidR="00D60AF9" w:rsidRPr="00E152F8" w:rsidRDefault="00D60AF9" w:rsidP="005A0B58">
            <w:pPr>
              <w:pStyle w:val="Box"/>
            </w:pPr>
            <w:r w:rsidRPr="00E152F8">
              <w:t xml:space="preserve">Structural change </w:t>
            </w:r>
            <w:r>
              <w:t>is usually</w:t>
            </w:r>
            <w:r w:rsidRPr="00E152F8">
              <w:t xml:space="preserve"> measured as changing shares in ‘real’ indicators, such as quantities, workers employed or hours worked. </w:t>
            </w:r>
            <w:r>
              <w:t>On occasions</w:t>
            </w:r>
            <w:r w:rsidRPr="00E152F8">
              <w:t xml:space="preserve">, structural change </w:t>
            </w:r>
            <w:r>
              <w:t>is</w:t>
            </w:r>
            <w:r w:rsidRPr="00E152F8">
              <w:t xml:space="preserve"> also measured in terms of shares </w:t>
            </w:r>
            <w:r>
              <w:t xml:space="preserve">of output and investment </w:t>
            </w:r>
            <w:r w:rsidRPr="00E152F8">
              <w:t xml:space="preserve">at current prices. This ‘value’ approach has the advantage of accounting for the total amount of structural change, once price and quantity adjustments have taken place. However, output shares measured at current prices conflate the proximate causes of change (price movements) with their consequences (output changes). </w:t>
            </w:r>
          </w:p>
          <w:p w:rsidR="00D60AF9" w:rsidRPr="00E152F8" w:rsidRDefault="00D60AF9" w:rsidP="005A0B58">
            <w:pPr>
              <w:pStyle w:val="Box"/>
            </w:pPr>
            <w:r w:rsidRPr="00E152F8">
              <w:t xml:space="preserve">Changes in the share of a particular industry should not be always construed as being caused by factors specific to that industry. Industries are mutually interdependent for their supply of inputs or their deliveries. For example, a driver of structural change that directly impacts on industry A may have significant </w:t>
            </w:r>
            <w:r>
              <w:t xml:space="preserve">indirect </w:t>
            </w:r>
            <w:r w:rsidRPr="00E152F8">
              <w:t xml:space="preserve">repercussions in industry B, through upstream or downstream linkages. </w:t>
            </w:r>
          </w:p>
          <w:p w:rsidR="00D60AF9" w:rsidRDefault="00D60AF9" w:rsidP="005A0B58">
            <w:pPr>
              <w:pStyle w:val="Box"/>
            </w:pPr>
            <w:r w:rsidRPr="00E152F8">
              <w:t xml:space="preserve">Structural change can happen with varying speed or intensity. Some change unfolds gradually, reflecting the nature of the forces driving it, such as: population ageing; rising educational attainment; or resource depletion. Other structural change may occur relatively quickly, such as when change is caused by: inventions or innovations; policy decisions; or international developments such as </w:t>
            </w:r>
            <w:r>
              <w:t>a financial</w:t>
            </w:r>
            <w:r w:rsidRPr="00E152F8">
              <w:t xml:space="preserve"> crisis.</w:t>
            </w:r>
          </w:p>
        </w:tc>
      </w:tr>
      <w:tr w:rsidR="00D60AF9" w:rsidTr="005A0B58">
        <w:trPr>
          <w:cantSplit/>
        </w:trPr>
        <w:tc>
          <w:tcPr>
            <w:tcW w:w="8771" w:type="dxa"/>
            <w:tcBorders>
              <w:top w:val="nil"/>
              <w:left w:val="single" w:sz="6" w:space="0" w:color="auto"/>
              <w:bottom w:val="nil"/>
              <w:right w:val="single" w:sz="6" w:space="0" w:color="auto"/>
            </w:tcBorders>
          </w:tcPr>
          <w:p w:rsidR="00D60AF9" w:rsidRDefault="00D60AF9" w:rsidP="005A0B58">
            <w:pPr>
              <w:pStyle w:val="BoxSource"/>
            </w:pPr>
            <w:r w:rsidRPr="00E152F8">
              <w:rPr>
                <w:i/>
              </w:rPr>
              <w:t>Sources</w:t>
            </w:r>
            <w:r w:rsidRPr="00E152F8">
              <w:t>: IAC (1977); PC (1998).</w:t>
            </w:r>
          </w:p>
        </w:tc>
      </w:tr>
      <w:tr w:rsidR="00D60AF9" w:rsidTr="005A0B58">
        <w:trPr>
          <w:cantSplit/>
        </w:trPr>
        <w:tc>
          <w:tcPr>
            <w:tcW w:w="8771" w:type="dxa"/>
            <w:tcBorders>
              <w:top w:val="nil"/>
              <w:left w:val="single" w:sz="6" w:space="0" w:color="auto"/>
              <w:bottom w:val="single" w:sz="6" w:space="0" w:color="auto"/>
              <w:right w:val="single" w:sz="6" w:space="0" w:color="auto"/>
            </w:tcBorders>
          </w:tcPr>
          <w:p w:rsidR="00D60AF9" w:rsidRDefault="00D60AF9" w:rsidP="005A0B58">
            <w:pPr>
              <w:pStyle w:val="Box"/>
              <w:spacing w:before="0" w:line="120" w:lineRule="exact"/>
            </w:pPr>
          </w:p>
        </w:tc>
      </w:tr>
      <w:tr w:rsidR="00D60AF9" w:rsidRPr="000863A5" w:rsidTr="005A0B58">
        <w:tc>
          <w:tcPr>
            <w:tcW w:w="8771" w:type="dxa"/>
            <w:tcBorders>
              <w:top w:val="nil"/>
              <w:left w:val="nil"/>
              <w:bottom w:val="nil"/>
              <w:right w:val="nil"/>
            </w:tcBorders>
          </w:tcPr>
          <w:p w:rsidR="00D60AF9" w:rsidRPr="00626D32" w:rsidRDefault="00D60AF9" w:rsidP="005A0B58">
            <w:pPr>
              <w:pStyle w:val="BoxSpaceBelow"/>
            </w:pPr>
          </w:p>
        </w:tc>
      </w:tr>
    </w:tbl>
    <w:p w:rsidR="00D60AF9" w:rsidRDefault="00D60AF9" w:rsidP="00D60AF9">
      <w:pPr>
        <w:pStyle w:val="BodyText"/>
      </w:pPr>
      <w:r>
        <w:lastRenderedPageBreak/>
        <w:t>As the supply of factors of production (capital, labour and land) is not unlimited in the economy, expansion of one industry or sector can only occur if some others contract in relative or absolute terms.</w:t>
      </w:r>
      <w:r>
        <w:rPr>
          <w:rStyle w:val="FootnoteReference"/>
        </w:rPr>
        <w:footnoteReference w:id="1"/>
      </w:r>
      <w:r>
        <w:t xml:space="preserve"> </w:t>
      </w:r>
    </w:p>
    <w:p w:rsidR="00D60AF9" w:rsidRDefault="00D60AF9" w:rsidP="00D60AF9">
      <w:pPr>
        <w:pStyle w:val="BodyText"/>
      </w:pPr>
      <w:r>
        <w:t xml:space="preserve">The process through which expansion and contraction occur is known as the structural adjustment process (box 1.2). It is driven by changes in the </w:t>
      </w:r>
      <w:r w:rsidRPr="00513037">
        <w:rPr>
          <w:i/>
        </w:rPr>
        <w:t>relative</w:t>
      </w:r>
      <w:r>
        <w:t xml:space="preserve"> prices of goods, services and factors. Price changes initially ‘equilibrate’ excess demands or supplies and are the market signalling mechanism for bringing about shifts in outputs and factor use across industries. For example, higher output prices resulting from increased demand for a product signal the opportunity for higher returns from producing that product over others. As firms respond to this signal and investment and output expand, in the absence of further shocks, prices will tend to fall over time to reflect long</w:t>
      </w:r>
      <w:r>
        <w:noBreakHyphen/>
        <w:t>run production costs. Similar price signalling occurs in markets for factors of production,</w:t>
      </w:r>
      <w:r w:rsidRPr="00967065">
        <w:t xml:space="preserve"> </w:t>
      </w:r>
      <w:r>
        <w:t>which leads to capital, labour and land being reallocated to uses in which they are most valued.</w:t>
      </w:r>
    </w:p>
    <w:p w:rsidR="00D60AF9" w:rsidRDefault="00D60AF9" w:rsidP="00D60AF9">
      <w:pPr>
        <w:pStyle w:val="BodyText"/>
      </w:pPr>
      <w:r>
        <w:t>While relative price changes occur virtually instantaneously (unless prices are regulated),</w:t>
      </w:r>
      <w:r>
        <w:rPr>
          <w:rStyle w:val="FootnoteReference"/>
        </w:rPr>
        <w:footnoteReference w:id="2"/>
      </w:r>
      <w:r>
        <w:t xml:space="preserve"> the process of changing industry outputs and shifting factors of production generally takes more time. This is because there are real costs involved in adjusting quantities. For example, labour and capital are not homogeneous across industries and jobs.</w:t>
      </w:r>
      <w:r>
        <w:rPr>
          <w:rStyle w:val="FootnoteReference"/>
        </w:rPr>
        <w:footnoteReference w:id="3"/>
      </w:r>
      <w:r>
        <w:t xml:space="preserve"> Displaced workers may require retraining in order to secure another job. Investment in new plant and equipment can have a long lead time, and only some types of capital are easily deployed to other uses.</w:t>
      </w:r>
    </w:p>
    <w:p w:rsidR="00D60AF9" w:rsidRDefault="00D60AF9" w:rsidP="00D60AF9">
      <w:pPr>
        <w:pStyle w:val="BodyText"/>
      </w:pPr>
      <w:r>
        <w:t>There will be natural as well as ‘man</w:t>
      </w:r>
      <w:r>
        <w:noBreakHyphen/>
        <w:t>made’ impediments to structural adjustment. Some people simply may not be suited to other types of work. Man</w:t>
      </w:r>
      <w:r>
        <w:noBreakHyphen/>
        <w:t>made impediments include regulatory impediments (such as barriers to new investments), or policies (such as subsidies) designed to cushion certain industries from market pressures. With scarce resources, protecting selected industries or firms from those pressures will generally mean that even greater adjustment pressures are placed on others.</w:t>
      </w:r>
    </w:p>
    <w:p w:rsidR="00D60AF9" w:rsidRDefault="00D60AF9" w:rsidP="00D60AF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60AF9" w:rsidTr="005A0B58">
        <w:tc>
          <w:tcPr>
            <w:tcW w:w="8771" w:type="dxa"/>
            <w:tcBorders>
              <w:top w:val="single" w:sz="6" w:space="0" w:color="auto"/>
              <w:bottom w:val="nil"/>
            </w:tcBorders>
          </w:tcPr>
          <w:p w:rsidR="00D60AF9" w:rsidRDefault="00D60AF9" w:rsidP="005A0B58">
            <w:pPr>
              <w:pStyle w:val="BoxTitle"/>
            </w:pPr>
            <w:r>
              <w:rPr>
                <w:b w:val="0"/>
              </w:rPr>
              <w:t>Box 1.</w:t>
            </w:r>
            <w:r>
              <w:rPr>
                <w:b w:val="0"/>
                <w:noProof/>
              </w:rPr>
              <w:t>2</w:t>
            </w:r>
            <w:r>
              <w:tab/>
            </w:r>
            <w:r w:rsidRPr="00E152F8">
              <w:t>Defining and measuring structural adjustment</w:t>
            </w:r>
          </w:p>
        </w:tc>
      </w:tr>
      <w:tr w:rsidR="00D60AF9" w:rsidTr="005A0B58">
        <w:trPr>
          <w:cantSplit/>
        </w:trPr>
        <w:tc>
          <w:tcPr>
            <w:tcW w:w="8771" w:type="dxa"/>
            <w:tcBorders>
              <w:top w:val="nil"/>
              <w:left w:val="single" w:sz="6" w:space="0" w:color="auto"/>
              <w:bottom w:val="nil"/>
              <w:right w:val="single" w:sz="6" w:space="0" w:color="auto"/>
            </w:tcBorders>
          </w:tcPr>
          <w:p w:rsidR="00D60AF9" w:rsidRPr="00E152F8" w:rsidRDefault="00D60AF9" w:rsidP="005A0B58">
            <w:pPr>
              <w:pStyle w:val="Box"/>
            </w:pPr>
            <w:r w:rsidRPr="00E152F8">
              <w:t xml:space="preserve">Structural adjustment is the process whereby </w:t>
            </w:r>
            <w:r>
              <w:t>factors of production</w:t>
            </w:r>
            <w:r w:rsidRPr="00E152F8">
              <w:t xml:space="preserve"> — land, </w:t>
            </w:r>
            <w:r>
              <w:t xml:space="preserve">labour and </w:t>
            </w:r>
            <w:r w:rsidRPr="00E152F8">
              <w:t xml:space="preserve">capital — are reallocated from one activity to another. </w:t>
            </w:r>
            <w:r>
              <w:t>Factors</w:t>
            </w:r>
            <w:r w:rsidRPr="00E152F8">
              <w:t xml:space="preserve"> move more or less rapidly between activities in search of higher returns. Mechanisms underlying the</w:t>
            </w:r>
            <w:r>
              <w:t>se</w:t>
            </w:r>
            <w:r w:rsidRPr="00E152F8">
              <w:t xml:space="preserve"> movements differ, depending on the factor of production</w:t>
            </w:r>
            <w:r>
              <w:t xml:space="preserve"> involved.</w:t>
            </w:r>
            <w:r w:rsidRPr="00E152F8">
              <w:t xml:space="preserve"> </w:t>
            </w:r>
          </w:p>
          <w:p w:rsidR="00D60AF9" w:rsidRPr="00E152F8" w:rsidRDefault="00D60AF9" w:rsidP="005A0B58">
            <w:pPr>
              <w:pStyle w:val="BoxHeading2"/>
            </w:pPr>
            <w:r w:rsidRPr="00E152F8">
              <w:t>Labour reallocation</w:t>
            </w:r>
          </w:p>
          <w:p w:rsidR="00D60AF9" w:rsidRPr="00E152F8" w:rsidRDefault="00D60AF9" w:rsidP="005A0B58">
            <w:pPr>
              <w:pStyle w:val="Box"/>
            </w:pPr>
            <w:r w:rsidRPr="00E152F8">
              <w:t xml:space="preserve">Labour </w:t>
            </w:r>
            <w:r>
              <w:t>is reallocated when workers</w:t>
            </w:r>
            <w:r w:rsidRPr="00E152F8">
              <w:t xml:space="preserve"> chang</w:t>
            </w:r>
            <w:r>
              <w:t>e</w:t>
            </w:r>
            <w:r w:rsidRPr="00E152F8">
              <w:t xml:space="preserve"> one or more aspects of their employment.</w:t>
            </w:r>
            <w:r>
              <w:t xml:space="preserve"> This can occur</w:t>
            </w:r>
            <w:r w:rsidRPr="00E152F8">
              <w:t xml:space="preserve"> through labour mobility, that is, the physical movement of workers between jobs, industries or locations. Labour reallocation can also take place without any worker changing his or her job. If, over time, new jobs are created at differing rates in different industries, the structure of overall employment will progressively alter. </w:t>
            </w:r>
            <w:r>
              <w:t>(</w:t>
            </w:r>
            <w:r w:rsidRPr="00E152F8">
              <w:t>Note that overseas immigration is not regarded as a form of labour mobility, in a domestic context. Nonetheless, it is one of the reasons why net job creation in one industry may take place without domestic workers changing jobs.</w:t>
            </w:r>
            <w:r>
              <w:t xml:space="preserve">) Finally, labour reallocation can occur through a change in a person’s work arrangement so that, for example, he or she carries out a new set of tasks, according to a different schedule (Shomos et al. 2013). </w:t>
            </w:r>
          </w:p>
          <w:p w:rsidR="00D60AF9" w:rsidRPr="00E152F8" w:rsidRDefault="00D60AF9" w:rsidP="005A0B58">
            <w:pPr>
              <w:pStyle w:val="BoxHeading2"/>
            </w:pPr>
            <w:r w:rsidRPr="00E152F8">
              <w:t>Capital reallocation</w:t>
            </w:r>
          </w:p>
          <w:p w:rsidR="00D60AF9" w:rsidRPr="00E152F8" w:rsidRDefault="00D60AF9" w:rsidP="005A0B58">
            <w:pPr>
              <w:pStyle w:val="Box"/>
            </w:pPr>
            <w:r w:rsidRPr="00E152F8">
              <w:t>As in the case of labour, reallocation of capital can take the form of existing equipment, plants and buildings being switched between activities. This type of reallocation includes trade in second</w:t>
            </w:r>
            <w:r>
              <w:noBreakHyphen/>
            </w:r>
            <w:r w:rsidRPr="00E152F8">
              <w:t xml:space="preserve">hand capital goods between firms, as well as the transfer of productive capacity within a firm (for example, between establishments or product lines). As with labour, structural adjustment in capital can take place ‘at the margin’, via differential rates of net capital creation across industries, </w:t>
            </w:r>
            <w:r>
              <w:t xml:space="preserve">sectors or </w:t>
            </w:r>
            <w:r w:rsidRPr="00E152F8">
              <w:t>regions. Capital creation within an industry may be the result of investment by established producers, or of net entry of new firms (or of firms switching between industries).</w:t>
            </w:r>
            <w:r>
              <w:t xml:space="preserve"> Conversely, capital destruction occurs when redundant assets cannot be traded and are scrapped.</w:t>
            </w:r>
          </w:p>
          <w:p w:rsidR="00D60AF9" w:rsidRPr="00E152F8" w:rsidRDefault="00D60AF9" w:rsidP="005A0B58">
            <w:pPr>
              <w:pStyle w:val="Box"/>
            </w:pPr>
            <w:r w:rsidRPr="00E152F8">
              <w:t>Net investment, therefore, is a structural adjustment mechanism</w:t>
            </w:r>
            <w:r>
              <w:t xml:space="preserve"> that</w:t>
            </w:r>
            <w:r w:rsidRPr="00E152F8">
              <w:t xml:space="preserve"> explains how some industries are able to increase their installed productive capacity</w:t>
            </w:r>
            <w:r>
              <w:t xml:space="preserve"> over time</w:t>
            </w:r>
            <w:r w:rsidRPr="00E152F8">
              <w:t xml:space="preserve">. An alternative way of looking at investment flows is as a ‘leading indicator’ of structural change. That is, today’s changes in the industry distribution of net investment may </w:t>
            </w:r>
            <w:r>
              <w:t>foreshadow</w:t>
            </w:r>
            <w:r w:rsidRPr="00E152F8">
              <w:t xml:space="preserve"> tomorrow’s distribution of output (with the caveat that </w:t>
            </w:r>
            <w:r>
              <w:t xml:space="preserve">future </w:t>
            </w:r>
            <w:r w:rsidRPr="00E152F8">
              <w:t xml:space="preserve">productive capacity may not be fully utilised at all times). For this reason, some authors include investment trends in their analysis of </w:t>
            </w:r>
            <w:r w:rsidRPr="00E152F8">
              <w:rPr>
                <w:i/>
              </w:rPr>
              <w:t>structural change</w:t>
            </w:r>
            <w:r w:rsidRPr="00E152F8">
              <w:t xml:space="preserve"> (Connolly and Lewis</w:t>
            </w:r>
            <w:r>
              <w:t> </w:t>
            </w:r>
            <w:r w:rsidRPr="00E152F8">
              <w:t>2010; Connolly and Orsmond 2011</w:t>
            </w:r>
            <w:r>
              <w:t>). This</w:t>
            </w:r>
            <w:r w:rsidRPr="00E152F8">
              <w:t xml:space="preserve"> approach </w:t>
            </w:r>
            <w:r>
              <w:t xml:space="preserve">is </w:t>
            </w:r>
            <w:r w:rsidRPr="00E152F8">
              <w:t xml:space="preserve">adopted in this </w:t>
            </w:r>
            <w:r>
              <w:t>supplement</w:t>
            </w:r>
            <w:r w:rsidRPr="00E152F8">
              <w:t>.</w:t>
            </w:r>
          </w:p>
          <w:p w:rsidR="00D60AF9" w:rsidRPr="00E152F8" w:rsidRDefault="00D60AF9" w:rsidP="005A0B58">
            <w:pPr>
              <w:pStyle w:val="BoxHeading2"/>
            </w:pPr>
            <w:r w:rsidRPr="00E152F8">
              <w:t>Land reallocation</w:t>
            </w:r>
          </w:p>
          <w:p w:rsidR="00D60AF9" w:rsidRDefault="00D60AF9" w:rsidP="005A0B58">
            <w:pPr>
              <w:pStyle w:val="Box"/>
            </w:pPr>
            <w:r w:rsidRPr="00E152F8">
              <w:t>Land (</w:t>
            </w:r>
            <w:r>
              <w:t>including</w:t>
            </w:r>
            <w:r w:rsidRPr="00E152F8">
              <w:t xml:space="preserve"> natural resources) can </w:t>
            </w:r>
            <w:r>
              <w:t xml:space="preserve">sometimes </w:t>
            </w:r>
            <w:r w:rsidRPr="00E152F8">
              <w:t xml:space="preserve">be reallocated from one type of activity to another through changes in </w:t>
            </w:r>
            <w:r>
              <w:t>land use</w:t>
            </w:r>
            <w:r w:rsidRPr="00E152F8">
              <w:t xml:space="preserve"> and, where required, rezoning. For example, agricultural land on the periphery of capital cities </w:t>
            </w:r>
            <w:r>
              <w:t>may be</w:t>
            </w:r>
            <w:r w:rsidRPr="00E152F8">
              <w:t xml:space="preserve"> rezoned to </w:t>
            </w:r>
            <w:r>
              <w:t>allow</w:t>
            </w:r>
            <w:r w:rsidRPr="00E152F8">
              <w:t xml:space="preserve"> light industrial or service activities.</w:t>
            </w:r>
            <w:r>
              <w:t xml:space="preserve"> Regulatory impediments to, for example, the establishment of large retail operations in some areas because of planning guidelines, may result in land not being allocated to its highest</w:t>
            </w:r>
            <w:r>
              <w:noBreakHyphen/>
              <w:t>value uses (PC 2011c).</w:t>
            </w:r>
          </w:p>
        </w:tc>
      </w:tr>
      <w:tr w:rsidR="00D60AF9" w:rsidTr="005A0B58">
        <w:trPr>
          <w:cantSplit/>
        </w:trPr>
        <w:tc>
          <w:tcPr>
            <w:tcW w:w="8771" w:type="dxa"/>
            <w:tcBorders>
              <w:top w:val="nil"/>
              <w:left w:val="single" w:sz="6" w:space="0" w:color="auto"/>
              <w:bottom w:val="single" w:sz="6" w:space="0" w:color="auto"/>
              <w:right w:val="single" w:sz="6" w:space="0" w:color="auto"/>
            </w:tcBorders>
          </w:tcPr>
          <w:p w:rsidR="00D60AF9" w:rsidRDefault="00D60AF9" w:rsidP="005A0B58">
            <w:pPr>
              <w:pStyle w:val="Box"/>
              <w:spacing w:before="0" w:line="120" w:lineRule="exact"/>
            </w:pPr>
          </w:p>
        </w:tc>
      </w:tr>
      <w:tr w:rsidR="00D60AF9" w:rsidRPr="000863A5" w:rsidTr="005A0B58">
        <w:tc>
          <w:tcPr>
            <w:tcW w:w="8771" w:type="dxa"/>
            <w:tcBorders>
              <w:top w:val="nil"/>
              <w:left w:val="nil"/>
              <w:bottom w:val="nil"/>
              <w:right w:val="nil"/>
            </w:tcBorders>
          </w:tcPr>
          <w:p w:rsidR="00D60AF9" w:rsidRPr="00626D32" w:rsidRDefault="00D60AF9" w:rsidP="005A0B58">
            <w:pPr>
              <w:pStyle w:val="BoxSpaceBelow"/>
            </w:pPr>
          </w:p>
        </w:tc>
      </w:tr>
    </w:tbl>
    <w:p w:rsidR="00D60AF9" w:rsidRDefault="00D60AF9" w:rsidP="00D60AF9">
      <w:pPr>
        <w:pStyle w:val="BodyText"/>
      </w:pPr>
      <w:r>
        <w:lastRenderedPageBreak/>
        <w:t>Moreover, policies that unnecessarily ‘throw sand in the wheels’ will essentially mean that national income is lower than it could be. Generally speaking, the quicker shifts occur such that resources can be deployed in higher</w:t>
      </w:r>
      <w:r>
        <w:noBreakHyphen/>
        <w:t xml:space="preserve">valued uses revealed by price signals, the better. That said, if shifts are induced by </w:t>
      </w:r>
      <w:r w:rsidRPr="00513037">
        <w:rPr>
          <w:i/>
        </w:rPr>
        <w:t>distorted</w:t>
      </w:r>
      <w:r>
        <w:t xml:space="preserve"> price signals — for example, because of unpriced, policy-relevant externalities or inefficient policy interventions — then they may not deliver net community benefits. </w:t>
      </w:r>
    </w:p>
    <w:p w:rsidR="00D60AF9" w:rsidRPr="00E152F8" w:rsidRDefault="00D60AF9" w:rsidP="00D60AF9">
      <w:pPr>
        <w:pStyle w:val="BodyText"/>
      </w:pPr>
      <w:r w:rsidRPr="00E152F8">
        <w:t>To understand the structural adjustment process is to be able to answer the following questions. Where did the additional resources flowing into an industry come from? How rapidly did resources move from one part of the economy</w:t>
      </w:r>
      <w:r>
        <w:t xml:space="preserve"> or </w:t>
      </w:r>
      <w:r w:rsidRPr="00E152F8">
        <w:t>country to another? What motivated these movements? Were there any impediments to this movement? Did one sector’s expansion lead to the net creation of jobs or businesses in the economy, or was this expansion entirely offset by job destruction and/or business exits in other sectors?</w:t>
      </w:r>
    </w:p>
    <w:p w:rsidR="00D60AF9" w:rsidRPr="00E152F8" w:rsidRDefault="00D60AF9" w:rsidP="00D60AF9">
      <w:pPr>
        <w:pStyle w:val="Heading2"/>
      </w:pPr>
      <w:r>
        <w:t>1.</w:t>
      </w:r>
      <w:r>
        <w:rPr>
          <w:noProof/>
        </w:rPr>
        <w:t>2</w:t>
      </w:r>
      <w:r w:rsidRPr="00E152F8">
        <w:tab/>
        <w:t>Sources of structural change</w:t>
      </w:r>
    </w:p>
    <w:p w:rsidR="00D60AF9" w:rsidRPr="00E152F8" w:rsidRDefault="00D60AF9" w:rsidP="00D60AF9">
      <w:pPr>
        <w:pStyle w:val="BodyText"/>
      </w:pPr>
      <w:r w:rsidRPr="00E152F8">
        <w:t>Modern economies are constantly buffeted by global and domestic forces, giving rise to structural change. The</w:t>
      </w:r>
      <w:r>
        <w:t xml:space="preserve"> sources of change</w:t>
      </w:r>
      <w:r w:rsidRPr="00E152F8">
        <w:t xml:space="preserve"> may </w:t>
      </w:r>
      <w:r>
        <w:t xml:space="preserve">or may not </w:t>
      </w:r>
      <w:r w:rsidRPr="00E152F8">
        <w:t xml:space="preserve">be expected, recurring </w:t>
      </w:r>
      <w:r>
        <w:t>or</w:t>
      </w:r>
      <w:r w:rsidRPr="00E152F8">
        <w:t xml:space="preserve"> reversible. Before </w:t>
      </w:r>
      <w:r>
        <w:t>they</w:t>
      </w:r>
      <w:r w:rsidRPr="00E152F8">
        <w:t xml:space="preserve"> can be discussed in</w:t>
      </w:r>
      <w:r>
        <w:t xml:space="preserve"> more detail in</w:t>
      </w:r>
      <w:r w:rsidRPr="00E152F8">
        <w:t xml:space="preserve"> the next chapter, it is necessary to explain how the</w:t>
      </w:r>
      <w:r>
        <w:t>se sources</w:t>
      </w:r>
      <w:r w:rsidRPr="00E152F8">
        <w:t xml:space="preserve"> lead to a change in the economy’s structure.</w:t>
      </w:r>
    </w:p>
    <w:p w:rsidR="00D60AF9" w:rsidRPr="00E152F8" w:rsidRDefault="00D60AF9" w:rsidP="00D60AF9">
      <w:pPr>
        <w:pStyle w:val="Heading3"/>
      </w:pPr>
      <w:r w:rsidRPr="00E152F8">
        <w:t xml:space="preserve">Structural change as a </w:t>
      </w:r>
      <w:r>
        <w:t>new equilibrium on</w:t>
      </w:r>
      <w:r w:rsidRPr="00E152F8">
        <w:t xml:space="preserve"> the production frontier</w:t>
      </w:r>
    </w:p>
    <w:p w:rsidR="00D60AF9" w:rsidRPr="00E152F8" w:rsidRDefault="00D60AF9" w:rsidP="00D60AF9">
      <w:pPr>
        <w:pStyle w:val="BodyText"/>
      </w:pPr>
      <w:r w:rsidRPr="00E152F8">
        <w:t>For structural change to take place, there must be a change in one or more of the three key variables that can be used to describe any economic system (Prescott</w:t>
      </w:r>
      <w:r>
        <w:t> </w:t>
      </w:r>
      <w:r w:rsidRPr="00E152F8">
        <w:t>200</w:t>
      </w:r>
      <w:r>
        <w:t>6</w:t>
      </w:r>
      <w:r w:rsidRPr="00E152F8">
        <w:t>):</w:t>
      </w:r>
    </w:p>
    <w:p w:rsidR="00D60AF9" w:rsidRPr="00E152F8" w:rsidRDefault="00D60AF9" w:rsidP="00D60AF9">
      <w:pPr>
        <w:pStyle w:val="ListBullet"/>
      </w:pPr>
      <w:r w:rsidRPr="00E152F8">
        <w:t xml:space="preserve">Endowments — this refers to the stock of </w:t>
      </w:r>
      <w:r>
        <w:t>factors of production (land, labour and capital)</w:t>
      </w:r>
      <w:r w:rsidRPr="00E152F8">
        <w:t xml:space="preserve"> available to an economy at a point in time</w:t>
      </w:r>
      <w:r>
        <w:t xml:space="preserve"> for use in the production process</w:t>
      </w:r>
      <w:r w:rsidRPr="00E152F8">
        <w:t xml:space="preserve">. </w:t>
      </w:r>
      <w:r>
        <w:t>E</w:t>
      </w:r>
      <w:r w:rsidRPr="00E152F8">
        <w:t xml:space="preserve">ndowments of land are defined to include stocks of </w:t>
      </w:r>
      <w:r>
        <w:t>minerals, energy</w:t>
      </w:r>
      <w:r w:rsidRPr="00E152F8">
        <w:t>, timber and water. Endowments of labour depend in part on demography, so that population ageing and immigration can bring about changes in the available supply of labour.</w:t>
      </w:r>
      <w:r>
        <w:t xml:space="preserve"> Endowments of physical capital are measured through the stock of productive assets available to businesses and governments. This stock increases through investment and depreciates because of wear and tear.</w:t>
      </w:r>
    </w:p>
    <w:p w:rsidR="00D60AF9" w:rsidRPr="00E152F8" w:rsidRDefault="00D60AF9" w:rsidP="00D60AF9">
      <w:pPr>
        <w:pStyle w:val="ListBullet"/>
      </w:pPr>
      <w:r w:rsidRPr="00E152F8">
        <w:t xml:space="preserve">Technology — this term encompasses the way in which inputs are combined to produce goods and services. Technology includes not only the knowledge </w:t>
      </w:r>
      <w:r w:rsidRPr="00E152F8">
        <w:lastRenderedPageBreak/>
        <w:t xml:space="preserve">embodied </w:t>
      </w:r>
      <w:r>
        <w:t>in hardware</w:t>
      </w:r>
      <w:r w:rsidRPr="00E152F8">
        <w:t xml:space="preserve">, but </w:t>
      </w:r>
      <w:r>
        <w:t>also such intangible factors as</w:t>
      </w:r>
      <w:r w:rsidRPr="00E152F8">
        <w:t xml:space="preserve"> management practices and </w:t>
      </w:r>
      <w:r>
        <w:t>‘</w:t>
      </w:r>
      <w:r w:rsidRPr="00E152F8">
        <w:t>know</w:t>
      </w:r>
      <w:r>
        <w:noBreakHyphen/>
      </w:r>
      <w:r w:rsidRPr="00E152F8">
        <w:t>how</w:t>
      </w:r>
      <w:r>
        <w:t>’</w:t>
      </w:r>
      <w:r w:rsidRPr="00E152F8">
        <w:t>.</w:t>
      </w:r>
    </w:p>
    <w:p w:rsidR="00D60AF9" w:rsidRPr="00E152F8" w:rsidRDefault="00D60AF9" w:rsidP="00D60AF9">
      <w:pPr>
        <w:pStyle w:val="ListBullet"/>
      </w:pPr>
      <w:r w:rsidRPr="00E152F8">
        <w:t>Preferences — this refers to the varying levels of utility consumers derive from the consumption of different goods and services, in different quantities and combinations.</w:t>
      </w:r>
      <w:r>
        <w:t xml:space="preserve"> Preferences can change for a number of reasons, but changing income levels and demographic change are the main long</w:t>
      </w:r>
      <w:r>
        <w:noBreakHyphen/>
        <w:t>term reasons.</w:t>
      </w:r>
    </w:p>
    <w:p w:rsidR="00D60AF9" w:rsidRDefault="00D60AF9" w:rsidP="00D60AF9">
      <w:pPr>
        <w:pStyle w:val="BodyText"/>
      </w:pPr>
      <w:r w:rsidRPr="00E152F8">
        <w:t xml:space="preserve">To these three economic ‘fundamentals’, a fourth one is often added, termed ‘institutions’. This refers to the set of laws, rules and regulations, governance frameworks and policies that constrain or encourage the acts of producing and consuming. In a structural change context, institutions are important for two main reasons. First, a change in some institutions can trigger structural change directly. An example is when reductions in tariff protection cause some industries to grow more </w:t>
      </w:r>
      <w:r>
        <w:t xml:space="preserve">rapidly, due to the lower costs of imported inputs. At the same time, those industries receiving less protection decline in relative terms, unless they can improve their competitiveness. </w:t>
      </w:r>
      <w:r w:rsidRPr="00E152F8">
        <w:t xml:space="preserve">Second, institutions can condition the structural change impact of other factors. A case in point is the workplace relations framework </w:t>
      </w:r>
      <w:r>
        <w:t>that</w:t>
      </w:r>
      <w:r w:rsidRPr="00E152F8">
        <w:t xml:space="preserve"> — among setting other rules and principles — affects the flexibility of employment and workplace arrangements. For example, the impact of changing female work preferences on the economy’s endowment of labour depends in part on employers’ ability to offer part</w:t>
      </w:r>
      <w:r>
        <w:noBreakHyphen/>
      </w:r>
      <w:r w:rsidRPr="00E152F8">
        <w:t>time and casual positions.</w:t>
      </w:r>
    </w:p>
    <w:p w:rsidR="00D60AF9" w:rsidRDefault="00D60AF9" w:rsidP="00D60AF9">
      <w:pPr>
        <w:pStyle w:val="BodyText"/>
      </w:pPr>
      <w:r>
        <w:t>If an economy did not engage in foreign trade, then it would form its own closed system. In that case, its</w:t>
      </w:r>
      <w:r w:rsidRPr="00E152F8">
        <w:t xml:space="preserve"> combination of </w:t>
      </w:r>
      <w:r>
        <w:t xml:space="preserve">domestic factor </w:t>
      </w:r>
      <w:r w:rsidRPr="00E152F8">
        <w:t xml:space="preserve">endowments, technology, preferences and institutions </w:t>
      </w:r>
      <w:r>
        <w:t xml:space="preserve">would </w:t>
      </w:r>
      <w:r w:rsidRPr="00E152F8">
        <w:t xml:space="preserve">determine the structure of </w:t>
      </w:r>
      <w:r>
        <w:t>that</w:t>
      </w:r>
      <w:r w:rsidRPr="00E152F8">
        <w:t xml:space="preserve"> economy </w:t>
      </w:r>
      <w:r>
        <w:t xml:space="preserve">at a given time </w:t>
      </w:r>
      <w:r w:rsidRPr="00E152F8">
        <w:t xml:space="preserve">— </w:t>
      </w:r>
      <w:r>
        <w:t xml:space="preserve">that is, the goods and services produced and consumed and the mix of factors used to make them. Prices of those goods, services and factors of production would also be entirely determined domestically. </w:t>
      </w:r>
    </w:p>
    <w:p w:rsidR="00D60AF9" w:rsidRDefault="00D60AF9" w:rsidP="00D60AF9">
      <w:pPr>
        <w:pStyle w:val="BodyText"/>
      </w:pPr>
      <w:r>
        <w:t xml:space="preserve">But virtually all economies are open to foreign trade and international factor flows to some degree, and the relevant economic system consists of all trading partners considered as a group. It is then the </w:t>
      </w:r>
      <w:r w:rsidRPr="00F0357D">
        <w:rPr>
          <w:i/>
        </w:rPr>
        <w:t>distribution</w:t>
      </w:r>
      <w:r>
        <w:t xml:space="preserve"> of the fundamentals across all trading partners that determines the structures of these economies. Differences in fundamentals will dictate each country’s comparative advantage and, therefore, the extent and nature of its exchanges with others.</w:t>
      </w:r>
      <w:r>
        <w:rPr>
          <w:rStyle w:val="FootnoteReference"/>
        </w:rPr>
        <w:footnoteReference w:id="4"/>
      </w:r>
    </w:p>
    <w:p w:rsidR="00D60AF9" w:rsidRDefault="00D60AF9" w:rsidP="00D60AF9">
      <w:pPr>
        <w:pStyle w:val="BodyText"/>
      </w:pPr>
      <w:r>
        <w:lastRenderedPageBreak/>
        <w:t>Given this interdependence, i</w:t>
      </w:r>
      <w:r w:rsidRPr="00E152F8">
        <w:t>f one or more of the</w:t>
      </w:r>
      <w:r>
        <w:t xml:space="preserve"> fundamentals</w:t>
      </w:r>
      <w:r w:rsidRPr="00E152F8">
        <w:t xml:space="preserve"> changes</w:t>
      </w:r>
      <w:r>
        <w:t xml:space="preserve"> in the domestic economy or in one of its trading partners’, affecting relative prices for some goods or services,</w:t>
      </w:r>
      <w:r w:rsidRPr="00E152F8">
        <w:t xml:space="preserve"> then </w:t>
      </w:r>
      <w:r>
        <w:t>all of these economies’</w:t>
      </w:r>
      <w:r w:rsidRPr="00E152F8">
        <w:t xml:space="preserve"> structure</w:t>
      </w:r>
      <w:r>
        <w:t>s</w:t>
      </w:r>
      <w:r w:rsidRPr="00E152F8">
        <w:t xml:space="preserve"> will generally change also</w:t>
      </w:r>
      <w:r>
        <w:t>, reflecting new comparative advantages, world prices and trade patterns</w:t>
      </w:r>
      <w:r w:rsidRPr="00E152F8">
        <w:t xml:space="preserve">. </w:t>
      </w:r>
    </w:p>
    <w:p w:rsidR="00D60AF9" w:rsidRDefault="00D60AF9" w:rsidP="00D60AF9">
      <w:pPr>
        <w:pStyle w:val="BodyText"/>
      </w:pPr>
      <w:r w:rsidRPr="00E152F8">
        <w:t>Th</w:t>
      </w:r>
      <w:r>
        <w:t>e influence of fundamentals</w:t>
      </w:r>
      <w:r w:rsidRPr="00E152F8">
        <w:t xml:space="preserve"> is illustrated</w:t>
      </w:r>
      <w:r>
        <w:t xml:space="preserve"> graphically</w:t>
      </w:r>
      <w:r w:rsidRPr="00E152F8">
        <w:t xml:space="preserve"> in figure</w:t>
      </w:r>
      <w:r>
        <w:t> </w:t>
      </w:r>
      <w:r w:rsidRPr="00E152F8">
        <w:t>1.1, in the context of a simplified two</w:t>
      </w:r>
      <w:r>
        <w:noBreakHyphen/>
      </w:r>
      <w:r w:rsidRPr="00E152F8">
        <w:t xml:space="preserve">sector economy </w:t>
      </w:r>
      <w:r>
        <w:t>that</w:t>
      </w:r>
      <w:r w:rsidRPr="00E152F8">
        <w:t xml:space="preserve"> produces two tradeable goods: manufactures and </w:t>
      </w:r>
      <w:r>
        <w:t xml:space="preserve">natural </w:t>
      </w:r>
      <w:r w:rsidRPr="00E152F8">
        <w:t>resources</w:t>
      </w:r>
      <w:r>
        <w:t xml:space="preserve"> (minerals and energy)</w:t>
      </w:r>
      <w:r w:rsidRPr="00E152F8">
        <w:t>.</w:t>
      </w:r>
    </w:p>
    <w:p w:rsidR="00D60AF9" w:rsidRPr="00E152F8" w:rsidRDefault="00D60AF9" w:rsidP="00D60AF9">
      <w:pPr>
        <w:pStyle w:val="BodyText"/>
      </w:pPr>
      <w:r w:rsidRPr="00E152F8">
        <w:t xml:space="preserve">The first two panels of that figure illustrate how changes in </w:t>
      </w:r>
      <w:r>
        <w:t xml:space="preserve">factor </w:t>
      </w:r>
      <w:r w:rsidRPr="00E152F8">
        <w:t>endowments (panel A) and technology (panel B) affect equilibrium in a small, open economy</w:t>
      </w:r>
      <w:r>
        <w:t xml:space="preserve"> such as Australia</w:t>
      </w:r>
      <w:r w:rsidRPr="00E152F8">
        <w:t>. In that economy, relative prices for the two goods are set in world markets, independently of domestic supply and demand conditions</w:t>
      </w:r>
      <w:r>
        <w:t>, including endowments and technology</w:t>
      </w:r>
      <w:r w:rsidRPr="00E152F8">
        <w:t>. In both scenarios, a change in one fundamental leads unequivocally to a change in the economy’s structure, as the economy moves from point A to point B.</w:t>
      </w:r>
    </w:p>
    <w:p w:rsidR="00D60AF9" w:rsidRPr="00E152F8" w:rsidRDefault="00D60AF9" w:rsidP="00D60AF9">
      <w:pPr>
        <w:pStyle w:val="BodyText"/>
      </w:pPr>
      <w:r w:rsidRPr="00E152F8">
        <w:t>The next two panels (C and D) illustrate the consequences of a change in consumer preferences. In panel C, it is domestic preferences that are changing, in favour of manufactures. This time, the economy is assumed to be non</w:t>
      </w:r>
      <w:r>
        <w:noBreakHyphen/>
      </w:r>
      <w:r w:rsidRPr="00E152F8">
        <w:t>trading, which means that relative prices do respond to the changed demand conditions. Once equilibrium is restored at point B, more manufactures and less resources are being produced and consumed than was the case at point A.</w:t>
      </w:r>
    </w:p>
    <w:p w:rsidR="00D60AF9" w:rsidRDefault="00D60AF9" w:rsidP="00D60AF9">
      <w:pPr>
        <w:pStyle w:val="BodyText"/>
      </w:pPr>
      <w:r w:rsidRPr="00E152F8">
        <w:t>Finally, in panel D, an increase in foreigners’ preferences for Australian resources is illustrated. This time, it is assumed that such a change is sufficient to alter relative world prices in favour of resources</w:t>
      </w:r>
      <w:r>
        <w:t xml:space="preserve"> — </w:t>
      </w:r>
      <w:r w:rsidRPr="00E152F8">
        <w:t xml:space="preserve">a broad illustration of Australia’s experience during the </w:t>
      </w:r>
      <w:r>
        <w:t>natural resources boom</w:t>
      </w:r>
      <w:r w:rsidRPr="00E152F8">
        <w:t>. This leads to an expansion of Australian resources output as well as an increase in resources exports. Conversely, domestic manufacturing output falls and imports rise.</w:t>
      </w:r>
      <w:r>
        <w:t xml:space="preserve"> This scenario illustrates the importance of </w:t>
      </w:r>
      <w:r w:rsidRPr="00311B5C">
        <w:rPr>
          <w:i/>
        </w:rPr>
        <w:t>international relativities</w:t>
      </w:r>
      <w:r>
        <w:t xml:space="preserve"> in fundamentals for the economic structure of Australia. In this instance, foreign preferences for resources have increased, while Australia’s have not.</w:t>
      </w:r>
    </w:p>
    <w:p w:rsidR="00D60AF9" w:rsidRPr="00E152F8" w:rsidRDefault="00D60AF9" w:rsidP="00D60AF9">
      <w:pPr>
        <w:pStyle w:val="BodyText"/>
      </w:pPr>
      <w:r w:rsidRPr="00E152F8">
        <w:t>It is worth noting that expanding foreign trade, in panel D</w:t>
      </w:r>
      <w:r>
        <w:t xml:space="preserve"> of figure 1.1</w:t>
      </w:r>
      <w:r w:rsidRPr="00E152F8">
        <w:t>, allows Australian consumers to derive greater utility from their consumption of the two commodities, relative to the initial equilibrium. This is due to the fact that, in an open economy, the gains from specialisation and exchange can be exploited, so that consumption possibilities are not limited by what Australia alone can produce.</w:t>
      </w:r>
    </w:p>
    <w:p w:rsidR="00D60AF9" w:rsidRPr="00E152F8" w:rsidRDefault="00D60AF9" w:rsidP="00D60AF9">
      <w:pPr>
        <w:pStyle w:val="BodyText"/>
      </w:pPr>
    </w:p>
    <w:p w:rsidR="00D60AF9" w:rsidRPr="00E152F8" w:rsidRDefault="00D60AF9" w:rsidP="00D60AF9">
      <w:pPr>
        <w:pStyle w:val="FigureTitle"/>
        <w:spacing w:before="0"/>
      </w:pPr>
      <w:r w:rsidRPr="00E152F8">
        <w:rPr>
          <w:b w:val="0"/>
        </w:rPr>
        <w:lastRenderedPageBreak/>
        <w:t xml:space="preserve">Figure </w:t>
      </w:r>
      <w:r>
        <w:rPr>
          <w:b w:val="0"/>
        </w:rPr>
        <w:t>1.</w:t>
      </w:r>
      <w:r>
        <w:rPr>
          <w:b w:val="0"/>
          <w:noProof/>
        </w:rPr>
        <w:t>1</w:t>
      </w:r>
      <w:r w:rsidRPr="00E152F8">
        <w:tab/>
        <w:t>Structural change: analytical framework and examples</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525"/>
        <w:gridCol w:w="4252"/>
      </w:tblGrid>
      <w:tr w:rsidR="00D60AF9" w:rsidRPr="00E152F8" w:rsidTr="005A0B58">
        <w:trPr>
          <w:trHeight w:val="108"/>
        </w:trPr>
        <w:tc>
          <w:tcPr>
            <w:tcW w:w="4525" w:type="dxa"/>
            <w:tcBorders>
              <w:bottom w:val="single" w:sz="4" w:space="0" w:color="auto"/>
            </w:tcBorders>
          </w:tcPr>
          <w:p w:rsidR="00D60AF9" w:rsidRPr="00E152F8" w:rsidRDefault="005E211B" w:rsidP="005A0B58">
            <w:pPr>
              <w:pStyle w:val="Figure"/>
              <w:jc w:val="left"/>
              <w:rPr>
                <w:rFonts w:ascii="Arial" w:hAnsi="Arial" w:cs="Arial"/>
                <w:sz w:val="22"/>
                <w:szCs w:val="22"/>
              </w:rPr>
            </w:pPr>
            <w:r w:rsidRPr="00E152F8">
              <w:rPr>
                <w:rFonts w:ascii="Arial" w:hAnsi="Arial" w:cs="Arial"/>
                <w:noProof/>
                <w:sz w:val="22"/>
                <w:szCs w:val="22"/>
              </w:rPr>
              <mc:AlternateContent>
                <mc:Choice Requires="wps">
                  <w:drawing>
                    <wp:anchor distT="0" distB="0" distL="114300" distR="114300" simplePos="0" relativeHeight="251669504" behindDoc="0" locked="0" layoutInCell="1" allowOverlap="1" wp14:anchorId="6B505F4B" wp14:editId="0564BBA8">
                      <wp:simplePos x="0" y="0"/>
                      <wp:positionH relativeFrom="column">
                        <wp:posOffset>-136525</wp:posOffset>
                      </wp:positionH>
                      <wp:positionV relativeFrom="paragraph">
                        <wp:posOffset>1335405</wp:posOffset>
                      </wp:positionV>
                      <wp:extent cx="424180" cy="248920"/>
                      <wp:effectExtent l="0" t="0" r="0" b="0"/>
                      <wp:wrapNone/>
                      <wp:docPr id="5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180" cy="248920"/>
                              </a:xfrm>
                              <a:prstGeom prst="rect">
                                <a:avLst/>
                              </a:prstGeom>
                              <a:noFill/>
                              <a:ln w="9525">
                                <a:noFill/>
                                <a:miter lim="800000"/>
                                <a:headEnd/>
                                <a:tailEnd/>
                              </a:ln>
                            </wps:spPr>
                            <wps:txbx>
                              <w:txbxContent>
                                <w:p w:rsidR="00D60AF9" w:rsidRPr="00D32B83" w:rsidRDefault="00D60AF9" w:rsidP="00D60AF9">
                                  <w:pPr>
                                    <w:rPr>
                                      <w:rFonts w:ascii="Arial" w:hAnsi="Arial" w:cs="Arial"/>
                                      <w:sz w:val="18"/>
                                      <w:szCs w:val="18"/>
                                    </w:rPr>
                                  </w:pPr>
                                  <w:r w:rsidRPr="00D32B83">
                                    <w:rPr>
                                      <w:rFonts w:ascii="Arial" w:hAnsi="Arial" w:cs="Arial"/>
                                      <w:sz w:val="18"/>
                                      <w:szCs w:val="18"/>
                                    </w:rPr>
                                    <w:t>Q</w:t>
                                  </w:r>
                                  <w:r w:rsidRPr="00D32B83">
                                    <w:rPr>
                                      <w:rFonts w:ascii="Arial" w:hAnsi="Arial" w:cs="Arial"/>
                                      <w:sz w:val="18"/>
                                      <w:szCs w:val="18"/>
                                      <w:vertAlign w:val="subscript"/>
                                    </w:rPr>
                                    <w:t>M</w:t>
                                  </w:r>
                                  <w:r w:rsidRPr="00BA0955">
                                    <w:rPr>
                                      <w:rFonts w:ascii="Arial" w:hAnsi="Arial" w:cs="Arial"/>
                                      <w:sz w:val="16"/>
                                      <w:szCs w:val="18"/>
                                      <w:vertAlign w:val="superscript"/>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0.75pt;margin-top:105.15pt;width:33.4pt;height:19.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" filled="f" stroked="f">
                      <v:textbox>
                        <w:txbxContent>
                          <w:p w:rsidR="00D60AF9" w:rsidRPr="00D32B83" w:rsidRDefault="00D60AF9" w:rsidP="00D60AF9">
                            <w:pPr>
                              <w:rPr>
                                <w:rFonts w:ascii="Arial" w:hAnsi="Arial" w:cs="Arial"/>
                                <w:sz w:val="18"/>
                                <w:szCs w:val="18"/>
                              </w:rPr>
                            </w:pPr>
                            <w:r w:rsidRPr="00D32B83">
                              <w:rPr>
                                <w:rFonts w:ascii="Arial" w:hAnsi="Arial" w:cs="Arial"/>
                                <w:sz w:val="18"/>
                                <w:szCs w:val="18"/>
                              </w:rPr>
                              <w:t>Q</w:t>
                            </w:r>
                            <w:r w:rsidRPr="00D32B83">
                              <w:rPr>
                                <w:rFonts w:ascii="Arial" w:hAnsi="Arial" w:cs="Arial"/>
                                <w:sz w:val="18"/>
                                <w:szCs w:val="18"/>
                                <w:vertAlign w:val="subscript"/>
                              </w:rPr>
                              <w:t>M</w:t>
                            </w:r>
                            <w:r w:rsidRPr="00BA0955">
                              <w:rPr>
                                <w:rFonts w:ascii="Arial" w:hAnsi="Arial" w:cs="Arial"/>
                                <w:sz w:val="16"/>
                                <w:szCs w:val="18"/>
                                <w:vertAlign w:val="superscript"/>
                              </w:rPr>
                              <w:t>2</w:t>
                            </w:r>
                          </w:p>
                        </w:txbxContent>
                      </v:textbox>
                    </v:shape>
                  </w:pict>
                </mc:Fallback>
              </mc:AlternateContent>
            </w:r>
            <w:r w:rsidRPr="00E152F8">
              <w:rPr>
                <w:rFonts w:ascii="Arial" w:hAnsi="Arial" w:cs="Arial"/>
                <w:noProof/>
                <w:sz w:val="22"/>
                <w:szCs w:val="22"/>
              </w:rPr>
              <mc:AlternateContent>
                <mc:Choice Requires="wps">
                  <w:drawing>
                    <wp:anchor distT="0" distB="0" distL="114300" distR="114300" simplePos="0" relativeHeight="251663360" behindDoc="0" locked="0" layoutInCell="1" allowOverlap="1" wp14:anchorId="72326323" wp14:editId="12123240">
                      <wp:simplePos x="0" y="0"/>
                      <wp:positionH relativeFrom="column">
                        <wp:posOffset>-136525</wp:posOffset>
                      </wp:positionH>
                      <wp:positionV relativeFrom="paragraph">
                        <wp:posOffset>1115695</wp:posOffset>
                      </wp:positionV>
                      <wp:extent cx="427355" cy="288290"/>
                      <wp:effectExtent l="0" t="0" r="0" b="0"/>
                      <wp:wrapNone/>
                      <wp:docPr id="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355" cy="288290"/>
                              </a:xfrm>
                              <a:prstGeom prst="rect">
                                <a:avLst/>
                              </a:prstGeom>
                              <a:noFill/>
                              <a:ln w="9525">
                                <a:noFill/>
                                <a:miter lim="800000"/>
                                <a:headEnd/>
                                <a:tailEnd/>
                              </a:ln>
                            </wps:spPr>
                            <wps:txbx>
                              <w:txbxContent>
                                <w:p w:rsidR="00D60AF9" w:rsidRPr="005233F9" w:rsidRDefault="00D60AF9" w:rsidP="00D60AF9">
                                  <w:pPr>
                                    <w:rPr>
                                      <w:rFonts w:ascii="Arial" w:hAnsi="Arial" w:cs="Arial"/>
                                      <w:sz w:val="18"/>
                                      <w:szCs w:val="18"/>
                                    </w:rPr>
                                  </w:pPr>
                                  <w:r w:rsidRPr="005233F9">
                                    <w:rPr>
                                      <w:rFonts w:ascii="Arial" w:hAnsi="Arial" w:cs="Arial"/>
                                      <w:sz w:val="18"/>
                                      <w:szCs w:val="18"/>
                                    </w:rPr>
                                    <w:t>Q</w:t>
                                  </w:r>
                                  <w:r w:rsidRPr="005233F9">
                                    <w:rPr>
                                      <w:rFonts w:ascii="Arial" w:hAnsi="Arial" w:cs="Arial"/>
                                      <w:sz w:val="18"/>
                                      <w:szCs w:val="18"/>
                                      <w:vertAlign w:val="subscript"/>
                                    </w:rPr>
                                    <w:t>M</w:t>
                                  </w:r>
                                  <w:r w:rsidRPr="00BA0955">
                                    <w:rPr>
                                      <w:rFonts w:ascii="Arial" w:hAnsi="Arial" w:cs="Arial"/>
                                      <w:sz w:val="16"/>
                                      <w:szCs w:val="18"/>
                                      <w:vertAlign w:val="superscript"/>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0.75pt;margin-top:87.85pt;width:33.65pt;height:2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" filled="f" stroked="f">
                      <v:textbox>
                        <w:txbxContent>
                          <w:p w:rsidR="00D60AF9" w:rsidRPr="005233F9" w:rsidRDefault="00D60AF9" w:rsidP="00D60AF9">
                            <w:pPr>
                              <w:rPr>
                                <w:rFonts w:ascii="Arial" w:hAnsi="Arial" w:cs="Arial"/>
                                <w:sz w:val="18"/>
                                <w:szCs w:val="18"/>
                              </w:rPr>
                            </w:pPr>
                            <w:proofErr w:type="spellStart"/>
                            <w:r w:rsidRPr="005233F9">
                              <w:rPr>
                                <w:rFonts w:ascii="Arial" w:hAnsi="Arial" w:cs="Arial"/>
                                <w:sz w:val="18"/>
                                <w:szCs w:val="18"/>
                              </w:rPr>
                              <w:t>Q</w:t>
                            </w:r>
                            <w:r w:rsidRPr="005233F9">
                              <w:rPr>
                                <w:rFonts w:ascii="Arial" w:hAnsi="Arial" w:cs="Arial"/>
                                <w:sz w:val="18"/>
                                <w:szCs w:val="18"/>
                                <w:vertAlign w:val="subscript"/>
                              </w:rPr>
                              <w:t>M</w:t>
                            </w:r>
                            <w:r w:rsidRPr="00BA0955">
                              <w:rPr>
                                <w:rFonts w:ascii="Arial" w:hAnsi="Arial" w:cs="Arial"/>
                                <w:sz w:val="16"/>
                                <w:szCs w:val="18"/>
                                <w:vertAlign w:val="superscript"/>
                              </w:rPr>
                              <w:t>1</w:t>
                            </w:r>
                            <w:proofErr w:type="spellEnd"/>
                          </w:p>
                        </w:txbxContent>
                      </v:textbox>
                    </v:shape>
                  </w:pict>
                </mc:Fallback>
              </mc:AlternateContent>
            </w:r>
            <w:r w:rsidRPr="00E152F8">
              <w:rPr>
                <w:rFonts w:ascii="Arial" w:hAnsi="Arial" w:cs="Arial"/>
                <w:noProof/>
                <w:sz w:val="22"/>
                <w:szCs w:val="22"/>
              </w:rPr>
              <mc:AlternateContent>
                <mc:Choice Requires="wps">
                  <w:drawing>
                    <wp:anchor distT="0" distB="0" distL="114300" distR="114300" simplePos="0" relativeHeight="251666432" behindDoc="0" locked="0" layoutInCell="1" allowOverlap="1" wp14:anchorId="5F1E7061" wp14:editId="2DCA1CBF">
                      <wp:simplePos x="0" y="0"/>
                      <wp:positionH relativeFrom="column">
                        <wp:posOffset>1149985</wp:posOffset>
                      </wp:positionH>
                      <wp:positionV relativeFrom="paragraph">
                        <wp:posOffset>1815465</wp:posOffset>
                      </wp:positionV>
                      <wp:extent cx="387350" cy="231775"/>
                      <wp:effectExtent l="0" t="0" r="0" b="0"/>
                      <wp:wrapNone/>
                      <wp:docPr id="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350" cy="231775"/>
                              </a:xfrm>
                              <a:prstGeom prst="rect">
                                <a:avLst/>
                              </a:prstGeom>
                              <a:noFill/>
                              <a:ln w="9525">
                                <a:noFill/>
                                <a:miter lim="800000"/>
                                <a:headEnd/>
                                <a:tailEnd/>
                              </a:ln>
                            </wps:spPr>
                            <wps:txbx>
                              <w:txbxContent>
                                <w:p w:rsidR="00D60AF9" w:rsidRPr="005233F9" w:rsidRDefault="00D60AF9" w:rsidP="00D60AF9">
                                  <w:pPr>
                                    <w:rPr>
                                      <w:rFonts w:ascii="Arial" w:hAnsi="Arial" w:cs="Arial"/>
                                      <w:sz w:val="18"/>
                                      <w:szCs w:val="18"/>
                                    </w:rPr>
                                  </w:pPr>
                                  <w:r w:rsidRPr="005233F9">
                                    <w:rPr>
                                      <w:rFonts w:ascii="Arial" w:hAnsi="Arial" w:cs="Arial"/>
                                      <w:sz w:val="18"/>
                                      <w:szCs w:val="18"/>
                                    </w:rPr>
                                    <w:t>T</w:t>
                                  </w:r>
                                  <w:r w:rsidRPr="005233F9">
                                    <w:rPr>
                                      <w:rFonts w:ascii="Arial" w:hAnsi="Arial" w:cs="Arial"/>
                                      <w:sz w:val="18"/>
                                      <w:szCs w:val="18"/>
                                      <w:vertAlign w:val="subscript"/>
                                    </w:rPr>
                                    <w:t>1</w:t>
                                  </w:r>
                                  <w:r w:rsidRPr="00BA0955">
                                    <w:rPr>
                                      <w:rFonts w:ascii="Arial" w:hAnsi="Arial" w:cs="Arial"/>
                                      <w:sz w:val="16"/>
                                      <w:szCs w:val="18"/>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margin-left:90.55pt;margin-top:142.95pt;width:30.5pt;height:18.25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" filled="f" stroked="f">
                      <v:textbox style="mso-fit-shape-to-text:t">
                        <w:txbxContent>
                          <w:p w:rsidR="00D60AF9" w:rsidRPr="005233F9" w:rsidRDefault="00D60AF9" w:rsidP="00D60AF9">
                            <w:pPr>
                              <w:rPr>
                                <w:rFonts w:ascii="Arial" w:hAnsi="Arial" w:cs="Arial"/>
                                <w:sz w:val="18"/>
                                <w:szCs w:val="18"/>
                              </w:rPr>
                            </w:pPr>
                            <w:r w:rsidRPr="005233F9">
                              <w:rPr>
                                <w:rFonts w:ascii="Arial" w:hAnsi="Arial" w:cs="Arial"/>
                                <w:sz w:val="18"/>
                                <w:szCs w:val="18"/>
                              </w:rPr>
                              <w:t>T</w:t>
                            </w:r>
                            <w:r w:rsidRPr="005233F9">
                              <w:rPr>
                                <w:rFonts w:ascii="Arial" w:hAnsi="Arial" w:cs="Arial"/>
                                <w:sz w:val="18"/>
                                <w:szCs w:val="18"/>
                                <w:vertAlign w:val="subscript"/>
                              </w:rPr>
                              <w:t>1</w:t>
                            </w:r>
                            <w:r w:rsidRPr="00BA0955">
                              <w:rPr>
                                <w:rFonts w:ascii="Arial" w:hAnsi="Arial" w:cs="Arial"/>
                                <w:sz w:val="16"/>
                                <w:szCs w:val="18"/>
                              </w:rPr>
                              <w:t>’</w:t>
                            </w:r>
                          </w:p>
                        </w:txbxContent>
                      </v:textbox>
                    </v:shape>
                  </w:pict>
                </mc:Fallback>
              </mc:AlternateContent>
            </w:r>
            <w:r w:rsidRPr="00E152F8">
              <w:rPr>
                <w:rFonts w:ascii="Arial" w:hAnsi="Arial" w:cs="Arial"/>
                <w:noProof/>
                <w:sz w:val="22"/>
                <w:szCs w:val="22"/>
              </w:rPr>
              <mc:AlternateContent>
                <mc:Choice Requires="wps">
                  <w:drawing>
                    <wp:anchor distT="0" distB="0" distL="114300" distR="114300" simplePos="0" relativeHeight="251667456" behindDoc="0" locked="0" layoutInCell="1" allowOverlap="1" wp14:anchorId="3DBD8741" wp14:editId="2AFAA779">
                      <wp:simplePos x="0" y="0"/>
                      <wp:positionH relativeFrom="column">
                        <wp:posOffset>1811020</wp:posOffset>
                      </wp:positionH>
                      <wp:positionV relativeFrom="paragraph">
                        <wp:posOffset>1815465</wp:posOffset>
                      </wp:positionV>
                      <wp:extent cx="376555" cy="231775"/>
                      <wp:effectExtent l="0" t="0" r="0" b="0"/>
                      <wp:wrapNone/>
                      <wp:docPr id="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555" cy="231775"/>
                              </a:xfrm>
                              <a:prstGeom prst="rect">
                                <a:avLst/>
                              </a:prstGeom>
                              <a:noFill/>
                              <a:ln w="9525">
                                <a:noFill/>
                                <a:miter lim="800000"/>
                                <a:headEnd/>
                                <a:tailEnd/>
                              </a:ln>
                            </wps:spPr>
                            <wps:txbx>
                              <w:txbxContent>
                                <w:p w:rsidR="00D60AF9" w:rsidRPr="005233F9" w:rsidRDefault="00D60AF9" w:rsidP="00D60AF9">
                                  <w:pPr>
                                    <w:rPr>
                                      <w:rFonts w:ascii="Arial" w:hAnsi="Arial" w:cs="Arial"/>
                                      <w:sz w:val="18"/>
                                      <w:szCs w:val="18"/>
                                    </w:rPr>
                                  </w:pPr>
                                  <w:r w:rsidRPr="005233F9">
                                    <w:rPr>
                                      <w:rFonts w:ascii="Arial" w:hAnsi="Arial" w:cs="Arial"/>
                                      <w:sz w:val="18"/>
                                      <w:szCs w:val="18"/>
                                    </w:rPr>
                                    <w:t>T</w:t>
                                  </w:r>
                                  <w:r w:rsidRPr="005233F9">
                                    <w:rPr>
                                      <w:rFonts w:ascii="Arial" w:hAnsi="Arial" w:cs="Arial"/>
                                      <w:sz w:val="18"/>
                                      <w:szCs w:val="18"/>
                                      <w:vertAlign w:val="subscript"/>
                                    </w:rPr>
                                    <w:t>2</w:t>
                                  </w:r>
                                  <w:r w:rsidRPr="00BA0955">
                                    <w:rPr>
                                      <w:rFonts w:ascii="Arial" w:hAnsi="Arial" w:cs="Arial"/>
                                      <w:sz w:val="16"/>
                                      <w:szCs w:val="18"/>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margin-left:142.6pt;margin-top:142.95pt;width:29.65pt;height:18.25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" filled="f" stroked="f">
                      <v:textbox style="mso-fit-shape-to-text:t">
                        <w:txbxContent>
                          <w:p w:rsidR="00D60AF9" w:rsidRPr="005233F9" w:rsidRDefault="00D60AF9" w:rsidP="00D60AF9">
                            <w:pPr>
                              <w:rPr>
                                <w:rFonts w:ascii="Arial" w:hAnsi="Arial" w:cs="Arial"/>
                                <w:sz w:val="18"/>
                                <w:szCs w:val="18"/>
                              </w:rPr>
                            </w:pPr>
                            <w:r w:rsidRPr="005233F9">
                              <w:rPr>
                                <w:rFonts w:ascii="Arial" w:hAnsi="Arial" w:cs="Arial"/>
                                <w:sz w:val="18"/>
                                <w:szCs w:val="18"/>
                              </w:rPr>
                              <w:t>T</w:t>
                            </w:r>
                            <w:r w:rsidRPr="005233F9">
                              <w:rPr>
                                <w:rFonts w:ascii="Arial" w:hAnsi="Arial" w:cs="Arial"/>
                                <w:sz w:val="18"/>
                                <w:szCs w:val="18"/>
                                <w:vertAlign w:val="subscript"/>
                              </w:rPr>
                              <w:t>2</w:t>
                            </w:r>
                            <w:r w:rsidRPr="00BA0955">
                              <w:rPr>
                                <w:rFonts w:ascii="Arial" w:hAnsi="Arial" w:cs="Arial"/>
                                <w:sz w:val="16"/>
                                <w:szCs w:val="18"/>
                              </w:rPr>
                              <w:t>’</w:t>
                            </w:r>
                          </w:p>
                        </w:txbxContent>
                      </v:textbox>
                    </v:shape>
                  </w:pict>
                </mc:Fallback>
              </mc:AlternateContent>
            </w:r>
            <w:r w:rsidRPr="00E152F8">
              <w:rPr>
                <w:rFonts w:ascii="Arial" w:hAnsi="Arial" w:cs="Arial"/>
                <w:noProof/>
                <w:sz w:val="22"/>
                <w:szCs w:val="22"/>
              </w:rPr>
              <mc:AlternateContent>
                <mc:Choice Requires="wps">
                  <w:drawing>
                    <wp:anchor distT="0" distB="0" distL="114300" distR="114300" simplePos="0" relativeHeight="251670528" behindDoc="0" locked="0" layoutInCell="1" allowOverlap="1" wp14:anchorId="6CF7A525" wp14:editId="738774A0">
                      <wp:simplePos x="0" y="0"/>
                      <wp:positionH relativeFrom="column">
                        <wp:posOffset>1555115</wp:posOffset>
                      </wp:positionH>
                      <wp:positionV relativeFrom="paragraph">
                        <wp:posOffset>1815465</wp:posOffset>
                      </wp:positionV>
                      <wp:extent cx="423545" cy="231775"/>
                      <wp:effectExtent l="0" t="0" r="0" b="0"/>
                      <wp:wrapNone/>
                      <wp:docPr id="6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545" cy="231775"/>
                              </a:xfrm>
                              <a:prstGeom prst="rect">
                                <a:avLst/>
                              </a:prstGeom>
                              <a:noFill/>
                              <a:ln w="9525">
                                <a:noFill/>
                                <a:miter lim="800000"/>
                                <a:headEnd/>
                                <a:tailEnd/>
                              </a:ln>
                            </wps:spPr>
                            <wps:txbx>
                              <w:txbxContent>
                                <w:p w:rsidR="00D60AF9" w:rsidRPr="005233F9" w:rsidRDefault="00D60AF9" w:rsidP="00D60AF9">
                                  <w:pPr>
                                    <w:rPr>
                                      <w:rFonts w:ascii="Arial" w:hAnsi="Arial" w:cs="Arial"/>
                                      <w:sz w:val="18"/>
                                      <w:szCs w:val="18"/>
                                    </w:rPr>
                                  </w:pPr>
                                  <w:r w:rsidRPr="005233F9">
                                    <w:rPr>
                                      <w:rFonts w:ascii="Arial" w:hAnsi="Arial" w:cs="Arial"/>
                                      <w:sz w:val="18"/>
                                      <w:szCs w:val="18"/>
                                    </w:rPr>
                                    <w:t>Q</w:t>
                                  </w:r>
                                  <w:r w:rsidRPr="005233F9">
                                    <w:rPr>
                                      <w:rFonts w:ascii="Arial" w:hAnsi="Arial" w:cs="Arial"/>
                                      <w:sz w:val="18"/>
                                      <w:szCs w:val="18"/>
                                      <w:vertAlign w:val="subscript"/>
                                    </w:rPr>
                                    <w:t>R</w:t>
                                  </w:r>
                                  <w:r w:rsidRPr="00BA0955">
                                    <w:rPr>
                                      <w:rFonts w:ascii="Arial" w:hAnsi="Arial" w:cs="Arial"/>
                                      <w:sz w:val="16"/>
                                      <w:szCs w:val="18"/>
                                      <w:vertAlign w:val="superscript"/>
                                    </w:rP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margin-left:122.45pt;margin-top:142.95pt;width:33.35pt;height:18.2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" filled="f" stroked="f">
                      <v:textbox style="mso-fit-shape-to-text:t">
                        <w:txbxContent>
                          <w:p w:rsidR="00D60AF9" w:rsidRPr="005233F9" w:rsidRDefault="00D60AF9" w:rsidP="00D60AF9">
                            <w:pPr>
                              <w:rPr>
                                <w:rFonts w:ascii="Arial" w:hAnsi="Arial" w:cs="Arial"/>
                                <w:sz w:val="18"/>
                                <w:szCs w:val="18"/>
                              </w:rPr>
                            </w:pPr>
                            <w:r w:rsidRPr="005233F9">
                              <w:rPr>
                                <w:rFonts w:ascii="Arial" w:hAnsi="Arial" w:cs="Arial"/>
                                <w:sz w:val="18"/>
                                <w:szCs w:val="18"/>
                              </w:rPr>
                              <w:t>Q</w:t>
                            </w:r>
                            <w:r w:rsidRPr="005233F9">
                              <w:rPr>
                                <w:rFonts w:ascii="Arial" w:hAnsi="Arial" w:cs="Arial"/>
                                <w:sz w:val="18"/>
                                <w:szCs w:val="18"/>
                                <w:vertAlign w:val="subscript"/>
                              </w:rPr>
                              <w:t>R</w:t>
                            </w:r>
                            <w:r w:rsidRPr="00BA0955">
                              <w:rPr>
                                <w:rFonts w:ascii="Arial" w:hAnsi="Arial" w:cs="Arial"/>
                                <w:sz w:val="16"/>
                                <w:szCs w:val="18"/>
                                <w:vertAlign w:val="superscript"/>
                              </w:rPr>
                              <w:t>2</w:t>
                            </w:r>
                          </w:p>
                        </w:txbxContent>
                      </v:textbox>
                    </v:shape>
                  </w:pict>
                </mc:Fallback>
              </mc:AlternateContent>
            </w:r>
            <w:r w:rsidRPr="00E152F8">
              <w:rPr>
                <w:rFonts w:ascii="Arial" w:hAnsi="Arial" w:cs="Arial"/>
                <w:noProof/>
                <w:sz w:val="22"/>
                <w:szCs w:val="22"/>
              </w:rPr>
              <mc:AlternateContent>
                <mc:Choice Requires="wps">
                  <w:drawing>
                    <wp:anchor distT="0" distB="0" distL="114300" distR="114300" simplePos="0" relativeHeight="251664384" behindDoc="0" locked="0" layoutInCell="1" allowOverlap="1" wp14:anchorId="2E920574" wp14:editId="32E7F933">
                      <wp:simplePos x="0" y="0"/>
                      <wp:positionH relativeFrom="column">
                        <wp:posOffset>838200</wp:posOffset>
                      </wp:positionH>
                      <wp:positionV relativeFrom="paragraph">
                        <wp:posOffset>1815465</wp:posOffset>
                      </wp:positionV>
                      <wp:extent cx="407035" cy="231775"/>
                      <wp:effectExtent l="0" t="0" r="0" b="0"/>
                      <wp:wrapNone/>
                      <wp:docPr id="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035" cy="231775"/>
                              </a:xfrm>
                              <a:prstGeom prst="rect">
                                <a:avLst/>
                              </a:prstGeom>
                              <a:noFill/>
                              <a:ln w="9525">
                                <a:noFill/>
                                <a:miter lim="800000"/>
                                <a:headEnd/>
                                <a:tailEnd/>
                              </a:ln>
                            </wps:spPr>
                            <wps:txbx>
                              <w:txbxContent>
                                <w:p w:rsidR="00D60AF9" w:rsidRPr="005233F9" w:rsidRDefault="00D60AF9" w:rsidP="00D60AF9">
                                  <w:pPr>
                                    <w:rPr>
                                      <w:rFonts w:ascii="Arial" w:hAnsi="Arial" w:cs="Arial"/>
                                      <w:sz w:val="18"/>
                                      <w:szCs w:val="18"/>
                                    </w:rPr>
                                  </w:pPr>
                                  <w:r w:rsidRPr="005233F9">
                                    <w:rPr>
                                      <w:rFonts w:ascii="Arial" w:hAnsi="Arial" w:cs="Arial"/>
                                      <w:sz w:val="18"/>
                                      <w:szCs w:val="18"/>
                                    </w:rPr>
                                    <w:t>Q</w:t>
                                  </w:r>
                                  <w:r w:rsidRPr="005233F9">
                                    <w:rPr>
                                      <w:rFonts w:ascii="Arial" w:hAnsi="Arial" w:cs="Arial"/>
                                      <w:sz w:val="18"/>
                                      <w:szCs w:val="18"/>
                                      <w:vertAlign w:val="subscript"/>
                                    </w:rPr>
                                    <w:t>R</w:t>
                                  </w:r>
                                  <w:r w:rsidRPr="00BA0955">
                                    <w:rPr>
                                      <w:rFonts w:ascii="Arial" w:hAnsi="Arial" w:cs="Arial"/>
                                      <w:sz w:val="16"/>
                                      <w:szCs w:val="18"/>
                                      <w:vertAlign w:val="superscript"/>
                                    </w:rP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1" type="#_x0000_t202" style="position:absolute;margin-left:66pt;margin-top:142.95pt;width:32.05pt;height:18.25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" filled="f" stroked="f">
                      <v:textbox style="mso-fit-shape-to-text:t">
                        <w:txbxContent>
                          <w:p w:rsidR="00D60AF9" w:rsidRPr="005233F9" w:rsidRDefault="00D60AF9" w:rsidP="00D60AF9">
                            <w:pPr>
                              <w:rPr>
                                <w:rFonts w:ascii="Arial" w:hAnsi="Arial" w:cs="Arial"/>
                                <w:sz w:val="18"/>
                                <w:szCs w:val="18"/>
                              </w:rPr>
                            </w:pPr>
                            <w:r w:rsidRPr="005233F9">
                              <w:rPr>
                                <w:rFonts w:ascii="Arial" w:hAnsi="Arial" w:cs="Arial"/>
                                <w:sz w:val="18"/>
                                <w:szCs w:val="18"/>
                              </w:rPr>
                              <w:t>Q</w:t>
                            </w:r>
                            <w:r w:rsidRPr="005233F9">
                              <w:rPr>
                                <w:rFonts w:ascii="Arial" w:hAnsi="Arial" w:cs="Arial"/>
                                <w:sz w:val="18"/>
                                <w:szCs w:val="18"/>
                                <w:vertAlign w:val="subscript"/>
                              </w:rPr>
                              <w:t>R</w:t>
                            </w:r>
                            <w:r w:rsidRPr="00BA0955">
                              <w:rPr>
                                <w:rFonts w:ascii="Arial" w:hAnsi="Arial" w:cs="Arial"/>
                                <w:sz w:val="16"/>
                                <w:szCs w:val="18"/>
                                <w:vertAlign w:val="superscript"/>
                              </w:rPr>
                              <w:t>1</w:t>
                            </w:r>
                          </w:p>
                        </w:txbxContent>
                      </v:textbox>
                    </v:shape>
                  </w:pict>
                </mc:Fallback>
              </mc:AlternateContent>
            </w:r>
            <w:r w:rsidR="00D60AF9" w:rsidRPr="00E152F8">
              <w:rPr>
                <w:rFonts w:ascii="Arial" w:hAnsi="Arial" w:cs="Arial"/>
                <w:noProof/>
                <w:sz w:val="22"/>
                <w:szCs w:val="22"/>
              </w:rPr>
              <mc:AlternateContent>
                <mc:Choice Requires="wps">
                  <w:drawing>
                    <wp:anchor distT="0" distB="0" distL="114300" distR="114300" simplePos="0" relativeHeight="251668480" behindDoc="0" locked="0" layoutInCell="1" allowOverlap="1" wp14:anchorId="084FED00" wp14:editId="7D43D9CF">
                      <wp:simplePos x="0" y="0"/>
                      <wp:positionH relativeFrom="column">
                        <wp:posOffset>1689100</wp:posOffset>
                      </wp:positionH>
                      <wp:positionV relativeFrom="paragraph">
                        <wp:posOffset>1254125</wp:posOffset>
                      </wp:positionV>
                      <wp:extent cx="290830" cy="1403985"/>
                      <wp:effectExtent l="0" t="0" r="0" b="0"/>
                      <wp:wrapNone/>
                      <wp:docPr id="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830" cy="1403985"/>
                              </a:xfrm>
                              <a:prstGeom prst="rect">
                                <a:avLst/>
                              </a:prstGeom>
                              <a:noFill/>
                              <a:ln w="9525">
                                <a:noFill/>
                                <a:miter lim="800000"/>
                                <a:headEnd/>
                                <a:tailEnd/>
                              </a:ln>
                            </wps:spPr>
                            <wps:txbx>
                              <w:txbxContent>
                                <w:p w:rsidR="00D60AF9" w:rsidRPr="005233F9" w:rsidRDefault="00D60AF9" w:rsidP="00D60AF9">
                                  <w:pPr>
                                    <w:rPr>
                                      <w:rFonts w:ascii="Arial" w:hAnsi="Arial" w:cs="Arial"/>
                                      <w:sz w:val="18"/>
                                      <w:szCs w:val="18"/>
                                    </w:rPr>
                                  </w:pPr>
                                  <w:r w:rsidRPr="005233F9">
                                    <w:rPr>
                                      <w:rFonts w:ascii="Arial" w:hAnsi="Arial" w:cs="Arial"/>
                                      <w:sz w:val="18"/>
                                      <w:szCs w:val="18"/>
                                    </w:rPr>
                                    <w:t>B</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2" type="#_x0000_t202" style="position:absolute;margin-left:133pt;margin-top:98.75pt;width:22.9pt;height:110.55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" filled="f" stroked="f">
                      <v:textbox style="mso-fit-shape-to-text:t">
                        <w:txbxContent>
                          <w:p w:rsidR="00D60AF9" w:rsidRPr="005233F9" w:rsidRDefault="00D60AF9" w:rsidP="00D60AF9">
                            <w:pPr>
                              <w:rPr>
                                <w:rFonts w:ascii="Arial" w:hAnsi="Arial" w:cs="Arial"/>
                                <w:sz w:val="18"/>
                                <w:szCs w:val="18"/>
                              </w:rPr>
                            </w:pPr>
                            <w:r w:rsidRPr="005233F9">
                              <w:rPr>
                                <w:rFonts w:ascii="Arial" w:hAnsi="Arial" w:cs="Arial"/>
                                <w:sz w:val="18"/>
                                <w:szCs w:val="18"/>
                              </w:rPr>
                              <w:t>B</w:t>
                            </w:r>
                          </w:p>
                        </w:txbxContent>
                      </v:textbox>
                    </v:shape>
                  </w:pict>
                </mc:Fallback>
              </mc:AlternateContent>
            </w:r>
            <w:r w:rsidR="00D60AF9" w:rsidRPr="00E152F8">
              <w:rPr>
                <w:rFonts w:ascii="Arial" w:hAnsi="Arial" w:cs="Arial"/>
                <w:noProof/>
                <w:sz w:val="22"/>
                <w:szCs w:val="22"/>
              </w:rPr>
              <mc:AlternateContent>
                <mc:Choice Requires="wps">
                  <w:drawing>
                    <wp:anchor distT="0" distB="0" distL="114300" distR="114300" simplePos="0" relativeHeight="251660288" behindDoc="0" locked="0" layoutInCell="1" allowOverlap="1" wp14:anchorId="2F07DEF9" wp14:editId="5C01CB33">
                      <wp:simplePos x="0" y="0"/>
                      <wp:positionH relativeFrom="column">
                        <wp:posOffset>994410</wp:posOffset>
                      </wp:positionH>
                      <wp:positionV relativeFrom="paragraph">
                        <wp:posOffset>1128395</wp:posOffset>
                      </wp:positionV>
                      <wp:extent cx="290830" cy="1403985"/>
                      <wp:effectExtent l="0" t="0" r="0" b="0"/>
                      <wp:wrapNone/>
                      <wp:docPr id="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830" cy="1403985"/>
                              </a:xfrm>
                              <a:prstGeom prst="rect">
                                <a:avLst/>
                              </a:prstGeom>
                              <a:noFill/>
                              <a:ln w="9525">
                                <a:noFill/>
                                <a:miter lim="800000"/>
                                <a:headEnd/>
                                <a:tailEnd/>
                              </a:ln>
                            </wps:spPr>
                            <wps:txbx>
                              <w:txbxContent>
                                <w:p w:rsidR="00D60AF9" w:rsidRPr="005233F9" w:rsidRDefault="00D60AF9" w:rsidP="00D60AF9">
                                  <w:pPr>
                                    <w:rPr>
                                      <w:rFonts w:ascii="Arial" w:hAnsi="Arial" w:cs="Arial"/>
                                      <w:sz w:val="18"/>
                                      <w:szCs w:val="18"/>
                                    </w:rPr>
                                  </w:pPr>
                                  <w:r w:rsidRPr="005233F9">
                                    <w:rPr>
                                      <w:rFonts w:ascii="Arial" w:hAnsi="Arial" w:cs="Arial"/>
                                      <w:sz w:val="18"/>
                                      <w:szCs w:val="18"/>
                                    </w:rPr>
                                    <w: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3" type="#_x0000_t202" style="position:absolute;margin-left:78.3pt;margin-top:88.85pt;width:22.9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" filled="f" stroked="f">
                      <v:textbox style="mso-fit-shape-to-text:t">
                        <w:txbxContent>
                          <w:p w:rsidR="00D60AF9" w:rsidRPr="005233F9" w:rsidRDefault="00D60AF9" w:rsidP="00D60AF9">
                            <w:pPr>
                              <w:rPr>
                                <w:rFonts w:ascii="Arial" w:hAnsi="Arial" w:cs="Arial"/>
                                <w:sz w:val="18"/>
                                <w:szCs w:val="18"/>
                              </w:rPr>
                            </w:pPr>
                            <w:r w:rsidRPr="005233F9">
                              <w:rPr>
                                <w:rFonts w:ascii="Arial" w:hAnsi="Arial" w:cs="Arial"/>
                                <w:sz w:val="18"/>
                                <w:szCs w:val="18"/>
                              </w:rPr>
                              <w:t>A</w:t>
                            </w:r>
                          </w:p>
                        </w:txbxContent>
                      </v:textbox>
                    </v:shape>
                  </w:pict>
                </mc:Fallback>
              </mc:AlternateContent>
            </w:r>
            <w:r w:rsidR="00D60AF9" w:rsidRPr="00E152F8">
              <w:rPr>
                <w:rFonts w:ascii="Arial" w:hAnsi="Arial" w:cs="Arial"/>
                <w:noProof/>
                <w:sz w:val="22"/>
                <w:szCs w:val="22"/>
              </w:rPr>
              <mc:AlternateContent>
                <mc:Choice Requires="wps">
                  <w:drawing>
                    <wp:anchor distT="0" distB="0" distL="114300" distR="114300" simplePos="0" relativeHeight="251659264" behindDoc="0" locked="0" layoutInCell="1" allowOverlap="1" wp14:anchorId="4BDD4E13" wp14:editId="040913FC">
                      <wp:simplePos x="0" y="0"/>
                      <wp:positionH relativeFrom="column">
                        <wp:posOffset>-128905</wp:posOffset>
                      </wp:positionH>
                      <wp:positionV relativeFrom="paragraph">
                        <wp:posOffset>219075</wp:posOffset>
                      </wp:positionV>
                      <wp:extent cx="1873250"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3250" cy="1403985"/>
                              </a:xfrm>
                              <a:prstGeom prst="rect">
                                <a:avLst/>
                              </a:prstGeom>
                              <a:noFill/>
                              <a:ln w="9525">
                                <a:noFill/>
                                <a:miter lim="800000"/>
                                <a:headEnd/>
                                <a:tailEnd/>
                              </a:ln>
                            </wps:spPr>
                            <wps:txbx>
                              <w:txbxContent>
                                <w:p w:rsidR="00D60AF9" w:rsidRPr="005233F9" w:rsidRDefault="00D60AF9" w:rsidP="00D60AF9">
                                  <w:pPr>
                                    <w:rPr>
                                      <w:rFonts w:ascii="Arial" w:hAnsi="Arial" w:cs="Arial"/>
                                      <w:sz w:val="18"/>
                                      <w:szCs w:val="18"/>
                                    </w:rPr>
                                  </w:pPr>
                                  <w:r w:rsidRPr="005233F9">
                                    <w:rPr>
                                      <w:rFonts w:ascii="Arial" w:hAnsi="Arial" w:cs="Arial"/>
                                      <w:sz w:val="18"/>
                                      <w:szCs w:val="18"/>
                                    </w:rPr>
                                    <w:t>Output of manufactures, Q</w:t>
                                  </w:r>
                                  <w:r w:rsidRPr="005233F9">
                                    <w:rPr>
                                      <w:rFonts w:ascii="Arial" w:hAnsi="Arial" w:cs="Arial"/>
                                      <w:sz w:val="18"/>
                                      <w:szCs w:val="18"/>
                                      <w:vertAlign w:val="subscript"/>
                                    </w:rPr>
                                    <w:t>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4" type="#_x0000_t202" style="position:absolute;margin-left:-10.15pt;margin-top:17.25pt;width:147.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" filled="f" stroked="f">
                      <v:textbox style="mso-fit-shape-to-text:t">
                        <w:txbxContent>
                          <w:p w:rsidR="00D60AF9" w:rsidRPr="005233F9" w:rsidRDefault="00D60AF9" w:rsidP="00D60AF9">
                            <w:pPr>
                              <w:rPr>
                                <w:rFonts w:ascii="Arial" w:hAnsi="Arial" w:cs="Arial"/>
                                <w:sz w:val="18"/>
                                <w:szCs w:val="18"/>
                              </w:rPr>
                            </w:pPr>
                            <w:r w:rsidRPr="005233F9">
                              <w:rPr>
                                <w:rFonts w:ascii="Arial" w:hAnsi="Arial" w:cs="Arial"/>
                                <w:sz w:val="18"/>
                                <w:szCs w:val="18"/>
                              </w:rPr>
                              <w:t>Output of manufactures, Q</w:t>
                            </w:r>
                            <w:r w:rsidRPr="005233F9">
                              <w:rPr>
                                <w:rFonts w:ascii="Arial" w:hAnsi="Arial" w:cs="Arial"/>
                                <w:sz w:val="18"/>
                                <w:szCs w:val="18"/>
                                <w:vertAlign w:val="subscript"/>
                              </w:rPr>
                              <w:t>M</w:t>
                            </w:r>
                          </w:p>
                        </w:txbxContent>
                      </v:textbox>
                    </v:shape>
                  </w:pict>
                </mc:Fallback>
              </mc:AlternateContent>
            </w:r>
            <w:r w:rsidR="00D60AF9" w:rsidRPr="00E152F8">
              <w:rPr>
                <w:rFonts w:ascii="Arial" w:hAnsi="Arial" w:cs="Arial"/>
                <w:noProof/>
                <w:sz w:val="22"/>
                <w:szCs w:val="22"/>
              </w:rPr>
              <mc:AlternateContent>
                <mc:Choice Requires="wps">
                  <w:drawing>
                    <wp:anchor distT="0" distB="0" distL="114300" distR="114300" simplePos="0" relativeHeight="251665408" behindDoc="0" locked="0" layoutInCell="1" allowOverlap="1" wp14:anchorId="6058DA19" wp14:editId="4BB3CAFF">
                      <wp:simplePos x="0" y="0"/>
                      <wp:positionH relativeFrom="column">
                        <wp:posOffset>-79375</wp:posOffset>
                      </wp:positionH>
                      <wp:positionV relativeFrom="paragraph">
                        <wp:posOffset>841654</wp:posOffset>
                      </wp:positionV>
                      <wp:extent cx="327025" cy="1403985"/>
                      <wp:effectExtent l="0" t="0" r="0" b="0"/>
                      <wp:wrapNone/>
                      <wp:docPr id="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025" cy="1403985"/>
                              </a:xfrm>
                              <a:prstGeom prst="rect">
                                <a:avLst/>
                              </a:prstGeom>
                              <a:noFill/>
                              <a:ln w="9525">
                                <a:noFill/>
                                <a:miter lim="800000"/>
                                <a:headEnd/>
                                <a:tailEnd/>
                              </a:ln>
                            </wps:spPr>
                            <wps:txbx>
                              <w:txbxContent>
                                <w:p w:rsidR="00D60AF9" w:rsidRPr="005233F9" w:rsidRDefault="00D60AF9" w:rsidP="00D60AF9">
                                  <w:pPr>
                                    <w:rPr>
                                      <w:rFonts w:ascii="Arial" w:hAnsi="Arial" w:cs="Arial"/>
                                      <w:sz w:val="18"/>
                                      <w:szCs w:val="18"/>
                                    </w:rPr>
                                  </w:pPr>
                                  <w:r w:rsidRPr="005233F9">
                                    <w:rPr>
                                      <w:rFonts w:ascii="Arial" w:hAnsi="Arial" w:cs="Arial"/>
                                      <w:sz w:val="18"/>
                                      <w:szCs w:val="18"/>
                                    </w:rPr>
                                    <w:t>T</w:t>
                                  </w:r>
                                  <w:r w:rsidRPr="005233F9">
                                    <w:rPr>
                                      <w:rFonts w:ascii="Arial" w:hAnsi="Arial" w:cs="Arial"/>
                                      <w:sz w:val="18"/>
                                      <w:szCs w:val="18"/>
                                      <w:vertAlign w:val="subscript"/>
                                    </w:rP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5" type="#_x0000_t202" style="position:absolute;margin-left:-6.25pt;margin-top:66.25pt;width:25.75pt;height:110.5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" filled="f" stroked="f">
                      <v:textbox style="mso-fit-shape-to-text:t">
                        <w:txbxContent>
                          <w:p w:rsidR="00D60AF9" w:rsidRPr="005233F9" w:rsidRDefault="00D60AF9" w:rsidP="00D60AF9">
                            <w:pPr>
                              <w:rPr>
                                <w:rFonts w:ascii="Arial" w:hAnsi="Arial" w:cs="Arial"/>
                                <w:sz w:val="18"/>
                                <w:szCs w:val="18"/>
                              </w:rPr>
                            </w:pPr>
                            <w:r w:rsidRPr="005233F9">
                              <w:rPr>
                                <w:rFonts w:ascii="Arial" w:hAnsi="Arial" w:cs="Arial"/>
                                <w:sz w:val="18"/>
                                <w:szCs w:val="18"/>
                              </w:rPr>
                              <w:t>T</w:t>
                            </w:r>
                            <w:r w:rsidRPr="005233F9">
                              <w:rPr>
                                <w:rFonts w:ascii="Arial" w:hAnsi="Arial" w:cs="Arial"/>
                                <w:sz w:val="18"/>
                                <w:szCs w:val="18"/>
                                <w:vertAlign w:val="subscript"/>
                              </w:rPr>
                              <w:t>1</w:t>
                            </w:r>
                          </w:p>
                        </w:txbxContent>
                      </v:textbox>
                    </v:shape>
                  </w:pict>
                </mc:Fallback>
              </mc:AlternateContent>
            </w:r>
            <w:r w:rsidR="00D60AF9" w:rsidRPr="00E152F8">
              <w:rPr>
                <w:rFonts w:ascii="Arial" w:hAnsi="Arial" w:cs="Arial"/>
                <w:noProof/>
                <w:sz w:val="22"/>
                <w:szCs w:val="22"/>
              </w:rPr>
              <mc:AlternateContent>
                <mc:Choice Requires="wps">
                  <w:drawing>
                    <wp:anchor distT="0" distB="0" distL="114300" distR="114300" simplePos="0" relativeHeight="251671552" behindDoc="0" locked="0" layoutInCell="1" allowOverlap="1" wp14:anchorId="4B7F7147" wp14:editId="7329860F">
                      <wp:simplePos x="0" y="0"/>
                      <wp:positionH relativeFrom="column">
                        <wp:posOffset>-79375</wp:posOffset>
                      </wp:positionH>
                      <wp:positionV relativeFrom="paragraph">
                        <wp:posOffset>695325</wp:posOffset>
                      </wp:positionV>
                      <wp:extent cx="327025" cy="140398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025" cy="1403985"/>
                              </a:xfrm>
                              <a:prstGeom prst="rect">
                                <a:avLst/>
                              </a:prstGeom>
                              <a:noFill/>
                              <a:ln w="9525">
                                <a:noFill/>
                                <a:miter lim="800000"/>
                                <a:headEnd/>
                                <a:tailEnd/>
                              </a:ln>
                            </wps:spPr>
                            <wps:txbx>
                              <w:txbxContent>
                                <w:p w:rsidR="00D60AF9" w:rsidRPr="005233F9" w:rsidRDefault="00D60AF9" w:rsidP="00D60AF9">
                                  <w:pPr>
                                    <w:rPr>
                                      <w:rFonts w:ascii="Arial" w:hAnsi="Arial" w:cs="Arial"/>
                                      <w:sz w:val="18"/>
                                      <w:szCs w:val="18"/>
                                    </w:rPr>
                                  </w:pPr>
                                  <w:r w:rsidRPr="005233F9">
                                    <w:rPr>
                                      <w:rFonts w:ascii="Arial" w:hAnsi="Arial" w:cs="Arial"/>
                                      <w:sz w:val="18"/>
                                      <w:szCs w:val="18"/>
                                    </w:rPr>
                                    <w:t>T</w:t>
                                  </w:r>
                                  <w:r w:rsidRPr="005233F9">
                                    <w:rPr>
                                      <w:rFonts w:ascii="Arial" w:hAnsi="Arial" w:cs="Arial"/>
                                      <w:sz w:val="18"/>
                                      <w:szCs w:val="18"/>
                                      <w:vertAlign w:val="subscript"/>
                                    </w:rP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6" type="#_x0000_t202" style="position:absolute;margin-left:-6.25pt;margin-top:54.75pt;width:25.75pt;height:110.55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" filled="f" stroked="f">
                      <v:textbox style="mso-fit-shape-to-text:t">
                        <w:txbxContent>
                          <w:p w:rsidR="00D60AF9" w:rsidRPr="005233F9" w:rsidRDefault="00D60AF9" w:rsidP="00D60AF9">
                            <w:pPr>
                              <w:rPr>
                                <w:rFonts w:ascii="Arial" w:hAnsi="Arial" w:cs="Arial"/>
                                <w:sz w:val="18"/>
                                <w:szCs w:val="18"/>
                              </w:rPr>
                            </w:pPr>
                            <w:r w:rsidRPr="005233F9">
                              <w:rPr>
                                <w:rFonts w:ascii="Arial" w:hAnsi="Arial" w:cs="Arial"/>
                                <w:sz w:val="18"/>
                                <w:szCs w:val="18"/>
                              </w:rPr>
                              <w:t>T</w:t>
                            </w:r>
                            <w:r w:rsidRPr="005233F9">
                              <w:rPr>
                                <w:rFonts w:ascii="Arial" w:hAnsi="Arial" w:cs="Arial"/>
                                <w:sz w:val="18"/>
                                <w:szCs w:val="18"/>
                                <w:vertAlign w:val="subscript"/>
                              </w:rPr>
                              <w:t>2</w:t>
                            </w:r>
                          </w:p>
                        </w:txbxContent>
                      </v:textbox>
                    </v:shape>
                  </w:pict>
                </mc:Fallback>
              </mc:AlternateContent>
            </w:r>
            <w:r w:rsidR="00D60AF9" w:rsidRPr="00E152F8">
              <w:rPr>
                <w:rFonts w:ascii="Arial" w:hAnsi="Arial" w:cs="Arial"/>
                <w:noProof/>
                <w:sz w:val="22"/>
                <w:szCs w:val="22"/>
              </w:rPr>
              <mc:AlternateContent>
                <mc:Choice Requires="wps">
                  <w:drawing>
                    <wp:anchor distT="0" distB="0" distL="114300" distR="114300" simplePos="0" relativeHeight="251662336" behindDoc="0" locked="0" layoutInCell="1" allowOverlap="1" wp14:anchorId="1B08E26A" wp14:editId="3EE2C4D0">
                      <wp:simplePos x="0" y="0"/>
                      <wp:positionH relativeFrom="column">
                        <wp:posOffset>1250315</wp:posOffset>
                      </wp:positionH>
                      <wp:positionV relativeFrom="paragraph">
                        <wp:posOffset>711835</wp:posOffset>
                      </wp:positionV>
                      <wp:extent cx="1076325" cy="1403985"/>
                      <wp:effectExtent l="0" t="0" r="0" b="0"/>
                      <wp:wrapNone/>
                      <wp:docPr id="4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6325" cy="1403985"/>
                              </a:xfrm>
                              <a:prstGeom prst="rect">
                                <a:avLst/>
                              </a:prstGeom>
                              <a:noFill/>
                              <a:ln w="9525">
                                <a:noFill/>
                                <a:miter lim="800000"/>
                                <a:headEnd/>
                                <a:tailEnd/>
                              </a:ln>
                            </wps:spPr>
                            <wps:txbx>
                              <w:txbxContent>
                                <w:p w:rsidR="00D60AF9" w:rsidRPr="005233F9" w:rsidRDefault="00D60AF9" w:rsidP="00D60AF9">
                                  <w:pPr>
                                    <w:rPr>
                                      <w:rFonts w:ascii="Arial" w:hAnsi="Arial" w:cs="Arial"/>
                                      <w:sz w:val="18"/>
                                      <w:szCs w:val="18"/>
                                    </w:rPr>
                                  </w:pPr>
                                  <w:r w:rsidRPr="005233F9">
                                    <w:rPr>
                                      <w:rFonts w:ascii="Arial" w:hAnsi="Arial" w:cs="Arial"/>
                                      <w:sz w:val="18"/>
                                      <w:szCs w:val="18"/>
                                    </w:rPr>
                                    <w:t xml:space="preserve">Price </w:t>
                                  </w:r>
                                  <w:r>
                                    <w:rPr>
                                      <w:rFonts w:ascii="Arial" w:hAnsi="Arial" w:cs="Arial"/>
                                      <w:sz w:val="18"/>
                                      <w:szCs w:val="18"/>
                                    </w:rPr>
                                    <w:t>ratio,</w:t>
                                  </w:r>
                                  <w:r>
                                    <w:rPr>
                                      <w:rFonts w:ascii="Arial" w:hAnsi="Arial" w:cs="Arial"/>
                                      <w:sz w:val="18"/>
                                      <w:szCs w:val="18"/>
                                    </w:rPr>
                                    <w:br/>
                                  </w:r>
                                  <w:r w:rsidRPr="005233F9">
                                    <w:rPr>
                                      <w:rFonts w:ascii="Arial" w:hAnsi="Arial" w:cs="Arial"/>
                                      <w:sz w:val="18"/>
                                      <w:szCs w:val="18"/>
                                    </w:rPr>
                                    <w:t>slope = -P</w:t>
                                  </w:r>
                                  <w:r w:rsidRPr="005233F9">
                                    <w:rPr>
                                      <w:rFonts w:ascii="Arial" w:hAnsi="Arial" w:cs="Arial"/>
                                      <w:sz w:val="18"/>
                                      <w:szCs w:val="18"/>
                                      <w:vertAlign w:val="subscript"/>
                                    </w:rPr>
                                    <w:t>R</w:t>
                                  </w:r>
                                  <w:r w:rsidRPr="005233F9">
                                    <w:rPr>
                                      <w:rFonts w:ascii="Arial" w:hAnsi="Arial" w:cs="Arial"/>
                                      <w:sz w:val="18"/>
                                      <w:szCs w:val="18"/>
                                    </w:rPr>
                                    <w:t>/P</w:t>
                                  </w:r>
                                  <w:r w:rsidRPr="005233F9">
                                    <w:rPr>
                                      <w:rFonts w:ascii="Arial" w:hAnsi="Arial" w:cs="Arial"/>
                                      <w:sz w:val="18"/>
                                      <w:szCs w:val="18"/>
                                      <w:vertAlign w:val="subscript"/>
                                    </w:rPr>
                                    <w:t>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7" type="#_x0000_t202" style="position:absolute;margin-left:98.45pt;margin-top:56.05pt;width:84.75pt;height:110.5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" filled="f" stroked="f">
                      <v:textbox style="mso-fit-shape-to-text:t">
                        <w:txbxContent>
                          <w:p w:rsidR="00D60AF9" w:rsidRPr="005233F9" w:rsidRDefault="00D60AF9" w:rsidP="00D60AF9">
                            <w:pPr>
                              <w:rPr>
                                <w:rFonts w:ascii="Arial" w:hAnsi="Arial" w:cs="Arial"/>
                                <w:sz w:val="18"/>
                                <w:szCs w:val="18"/>
                              </w:rPr>
                            </w:pPr>
                            <w:r w:rsidRPr="005233F9">
                              <w:rPr>
                                <w:rFonts w:ascii="Arial" w:hAnsi="Arial" w:cs="Arial"/>
                                <w:sz w:val="18"/>
                                <w:szCs w:val="18"/>
                              </w:rPr>
                              <w:t xml:space="preserve">Price </w:t>
                            </w:r>
                            <w:r>
                              <w:rPr>
                                <w:rFonts w:ascii="Arial" w:hAnsi="Arial" w:cs="Arial"/>
                                <w:sz w:val="18"/>
                                <w:szCs w:val="18"/>
                              </w:rPr>
                              <w:t>ratio,</w:t>
                            </w:r>
                            <w:r>
                              <w:rPr>
                                <w:rFonts w:ascii="Arial" w:hAnsi="Arial" w:cs="Arial"/>
                                <w:sz w:val="18"/>
                                <w:szCs w:val="18"/>
                              </w:rPr>
                              <w:br/>
                            </w:r>
                            <w:r w:rsidRPr="005233F9">
                              <w:rPr>
                                <w:rFonts w:ascii="Arial" w:hAnsi="Arial" w:cs="Arial"/>
                                <w:sz w:val="18"/>
                                <w:szCs w:val="18"/>
                              </w:rPr>
                              <w:t>slope = -P</w:t>
                            </w:r>
                            <w:r w:rsidRPr="005233F9">
                              <w:rPr>
                                <w:rFonts w:ascii="Arial" w:hAnsi="Arial" w:cs="Arial"/>
                                <w:sz w:val="18"/>
                                <w:szCs w:val="18"/>
                                <w:vertAlign w:val="subscript"/>
                              </w:rPr>
                              <w:t>R</w:t>
                            </w:r>
                            <w:r w:rsidRPr="005233F9">
                              <w:rPr>
                                <w:rFonts w:ascii="Arial" w:hAnsi="Arial" w:cs="Arial"/>
                                <w:sz w:val="18"/>
                                <w:szCs w:val="18"/>
                              </w:rPr>
                              <w:t>/P</w:t>
                            </w:r>
                            <w:r w:rsidRPr="005233F9">
                              <w:rPr>
                                <w:rFonts w:ascii="Arial" w:hAnsi="Arial" w:cs="Arial"/>
                                <w:sz w:val="18"/>
                                <w:szCs w:val="18"/>
                                <w:vertAlign w:val="subscript"/>
                              </w:rPr>
                              <w:t>M</w:t>
                            </w:r>
                          </w:p>
                        </w:txbxContent>
                      </v:textbox>
                    </v:shape>
                  </w:pict>
                </mc:Fallback>
              </mc:AlternateContent>
            </w:r>
            <w:r w:rsidR="00D60AF9" w:rsidRPr="00E152F8">
              <w:rPr>
                <w:rFonts w:ascii="Arial" w:hAnsi="Arial" w:cs="Arial"/>
                <w:noProof/>
                <w:sz w:val="22"/>
                <w:szCs w:val="22"/>
              </w:rPr>
              <mc:AlternateContent>
                <mc:Choice Requires="wps">
                  <w:drawing>
                    <wp:anchor distT="0" distB="0" distL="114300" distR="114300" simplePos="0" relativeHeight="251661312" behindDoc="0" locked="0" layoutInCell="1" allowOverlap="1" wp14:anchorId="1CA54445" wp14:editId="0B38C357">
                      <wp:simplePos x="0" y="0"/>
                      <wp:positionH relativeFrom="column">
                        <wp:posOffset>1915795</wp:posOffset>
                      </wp:positionH>
                      <wp:positionV relativeFrom="paragraph">
                        <wp:posOffset>1800225</wp:posOffset>
                      </wp:positionV>
                      <wp:extent cx="996950" cy="1403985"/>
                      <wp:effectExtent l="0" t="0" r="0" b="0"/>
                      <wp:wrapNone/>
                      <wp:docPr id="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6950" cy="1403985"/>
                              </a:xfrm>
                              <a:prstGeom prst="rect">
                                <a:avLst/>
                              </a:prstGeom>
                              <a:noFill/>
                              <a:ln w="9525">
                                <a:noFill/>
                                <a:miter lim="800000"/>
                                <a:headEnd/>
                                <a:tailEnd/>
                              </a:ln>
                            </wps:spPr>
                            <wps:txbx>
                              <w:txbxContent>
                                <w:p w:rsidR="00D60AF9" w:rsidRPr="005233F9" w:rsidRDefault="00D60AF9" w:rsidP="00D60AF9">
                                  <w:pPr>
                                    <w:jc w:val="center"/>
                                    <w:rPr>
                                      <w:rFonts w:ascii="Arial" w:hAnsi="Arial" w:cs="Arial"/>
                                      <w:sz w:val="18"/>
                                      <w:szCs w:val="18"/>
                                    </w:rPr>
                                  </w:pPr>
                                  <w:r w:rsidRPr="005233F9">
                                    <w:rPr>
                                      <w:rFonts w:ascii="Arial" w:hAnsi="Arial" w:cs="Arial"/>
                                      <w:sz w:val="18"/>
                                      <w:szCs w:val="18"/>
                                    </w:rPr>
                                    <w:t>Output of resources, Q</w:t>
                                  </w:r>
                                  <w:r>
                                    <w:rPr>
                                      <w:rFonts w:ascii="Arial" w:hAnsi="Arial" w:cs="Arial"/>
                                      <w:sz w:val="18"/>
                                      <w:szCs w:val="18"/>
                                      <w:vertAlign w:val="subscript"/>
                                    </w:rPr>
                                    <w:t>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8" type="#_x0000_t202" style="position:absolute;margin-left:150.85pt;margin-top:141.75pt;width:78.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" filled="f" stroked="f">
                      <v:textbox style="mso-fit-shape-to-text:t">
                        <w:txbxContent>
                          <w:p w:rsidR="00D60AF9" w:rsidRPr="005233F9" w:rsidRDefault="00D60AF9" w:rsidP="00D60AF9">
                            <w:pPr>
                              <w:jc w:val="center"/>
                              <w:rPr>
                                <w:rFonts w:ascii="Arial" w:hAnsi="Arial" w:cs="Arial"/>
                                <w:sz w:val="18"/>
                                <w:szCs w:val="18"/>
                              </w:rPr>
                            </w:pPr>
                            <w:r w:rsidRPr="005233F9">
                              <w:rPr>
                                <w:rFonts w:ascii="Arial" w:hAnsi="Arial" w:cs="Arial"/>
                                <w:sz w:val="18"/>
                                <w:szCs w:val="18"/>
                              </w:rPr>
                              <w:t>Output of resources, Q</w:t>
                            </w:r>
                            <w:r>
                              <w:rPr>
                                <w:rFonts w:ascii="Arial" w:hAnsi="Arial" w:cs="Arial"/>
                                <w:sz w:val="18"/>
                                <w:szCs w:val="18"/>
                                <w:vertAlign w:val="subscript"/>
                              </w:rPr>
                              <w:t>R</w:t>
                            </w:r>
                          </w:p>
                        </w:txbxContent>
                      </v:textbox>
                    </v:shape>
                  </w:pict>
                </mc:Fallback>
              </mc:AlternateContent>
            </w:r>
            <w:r w:rsidR="00D60AF9" w:rsidRPr="00E152F8">
              <w:rPr>
                <w:rFonts w:ascii="Arial" w:hAnsi="Arial" w:cs="Arial"/>
                <w:noProof/>
                <w:sz w:val="22"/>
                <w:szCs w:val="22"/>
              </w:rPr>
              <mc:AlternateContent>
                <mc:Choice Requires="wpc">
                  <w:drawing>
                    <wp:anchor distT="0" distB="0" distL="114300" distR="114300" simplePos="0" relativeHeight="251672576" behindDoc="1" locked="0" layoutInCell="1" allowOverlap="1" wp14:anchorId="1BAAA3E5" wp14:editId="7C5E4002">
                      <wp:simplePos x="0" y="0"/>
                      <wp:positionH relativeFrom="column">
                        <wp:posOffset>-710</wp:posOffset>
                      </wp:positionH>
                      <wp:positionV relativeFrom="paragraph">
                        <wp:posOffset>75225</wp:posOffset>
                      </wp:positionV>
                      <wp:extent cx="2642400" cy="2019600"/>
                      <wp:effectExtent l="0" t="0" r="0" b="0"/>
                      <wp:wrapTight wrapText="bothSides">
                        <wp:wrapPolygon edited="0">
                          <wp:start x="1090" y="3260"/>
                          <wp:lineTo x="1090" y="19358"/>
                          <wp:lineTo x="1713" y="19358"/>
                          <wp:lineTo x="17442" y="18951"/>
                          <wp:lineTo x="18221" y="18747"/>
                          <wp:lineTo x="14016" y="13449"/>
                          <wp:lineTo x="14172" y="12430"/>
                          <wp:lineTo x="11680" y="10596"/>
                          <wp:lineTo x="9344" y="10189"/>
                          <wp:lineTo x="1713" y="6928"/>
                          <wp:lineTo x="1713" y="3260"/>
                          <wp:lineTo x="1090" y="3260"/>
                        </wp:wrapPolygon>
                      </wp:wrapTight>
                      <wp:docPr id="1" name="Canvas 315" descr="Figure 1.1, panel A. The panel shows a change in an open economy's equilibrium, as a result of an increase in endowments of natural resources."/>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3" name="Straight Connector 13"/>
                              <wps:cNvCnPr/>
                              <wps:spPr>
                                <a:xfrm>
                                  <a:off x="179514" y="335139"/>
                                  <a:ext cx="0" cy="1413673"/>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 name="Straight Connector 15"/>
                              <wps:cNvCnPr/>
                              <wps:spPr>
                                <a:xfrm>
                                  <a:off x="179492" y="1743075"/>
                                  <a:ext cx="1997116" cy="12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3" name="Arc 33"/>
                              <wps:cNvSpPr/>
                              <wps:spPr>
                                <a:xfrm>
                                  <a:off x="179444" y="618959"/>
                                  <a:ext cx="2030321" cy="1122630"/>
                                </a:xfrm>
                                <a:custGeom>
                                  <a:avLst/>
                                  <a:gdLst>
                                    <a:gd name="connsiteX0" fmla="*/ 734742 w 1469484"/>
                                    <a:gd name="connsiteY0" fmla="*/ 0 h 1037664"/>
                                    <a:gd name="connsiteX1" fmla="*/ 1469484 w 1469484"/>
                                    <a:gd name="connsiteY1" fmla="*/ 518832 h 1037664"/>
                                    <a:gd name="connsiteX2" fmla="*/ 734742 w 1469484"/>
                                    <a:gd name="connsiteY2" fmla="*/ 518832 h 1037664"/>
                                    <a:gd name="connsiteX3" fmla="*/ 734742 w 1469484"/>
                                    <a:gd name="connsiteY3" fmla="*/ 0 h 1037664"/>
                                    <a:gd name="connsiteX0" fmla="*/ 734742 w 1469484"/>
                                    <a:gd name="connsiteY0" fmla="*/ 0 h 1037664"/>
                                    <a:gd name="connsiteX1" fmla="*/ 1469484 w 1469484"/>
                                    <a:gd name="connsiteY1" fmla="*/ 518832 h 1037664"/>
                                    <a:gd name="connsiteX0" fmla="*/ 1065865 w 1800607"/>
                                    <a:gd name="connsiteY0" fmla="*/ 140245 h 659077"/>
                                    <a:gd name="connsiteX1" fmla="*/ 1800607 w 1800607"/>
                                    <a:gd name="connsiteY1" fmla="*/ 659077 h 659077"/>
                                    <a:gd name="connsiteX2" fmla="*/ 1065865 w 1800607"/>
                                    <a:gd name="connsiteY2" fmla="*/ 659077 h 659077"/>
                                    <a:gd name="connsiteX3" fmla="*/ 1065865 w 1800607"/>
                                    <a:gd name="connsiteY3" fmla="*/ 140245 h 659077"/>
                                    <a:gd name="connsiteX0" fmla="*/ 0 w 1800607"/>
                                    <a:gd name="connsiteY0" fmla="*/ 0 h 659077"/>
                                    <a:gd name="connsiteX1" fmla="*/ 1800607 w 1800607"/>
                                    <a:gd name="connsiteY1" fmla="*/ 659077 h 659077"/>
                                    <a:gd name="connsiteX0" fmla="*/ 1065865 w 1800607"/>
                                    <a:gd name="connsiteY0" fmla="*/ 140245 h 1124692"/>
                                    <a:gd name="connsiteX1" fmla="*/ 1800607 w 1800607"/>
                                    <a:gd name="connsiteY1" fmla="*/ 659077 h 1124692"/>
                                    <a:gd name="connsiteX2" fmla="*/ 1065865 w 1800607"/>
                                    <a:gd name="connsiteY2" fmla="*/ 659077 h 1124692"/>
                                    <a:gd name="connsiteX3" fmla="*/ 1065865 w 1800607"/>
                                    <a:gd name="connsiteY3" fmla="*/ 140245 h 1124692"/>
                                    <a:gd name="connsiteX0" fmla="*/ 0 w 1800607"/>
                                    <a:gd name="connsiteY0" fmla="*/ 0 h 1124692"/>
                                    <a:gd name="connsiteX1" fmla="*/ 1643531 w 1800607"/>
                                    <a:gd name="connsiteY1" fmla="*/ 1124692 h 1124692"/>
                                    <a:gd name="connsiteX0" fmla="*/ 1077084 w 1811826"/>
                                    <a:gd name="connsiteY0" fmla="*/ 0 h 984447"/>
                                    <a:gd name="connsiteX1" fmla="*/ 1811826 w 1811826"/>
                                    <a:gd name="connsiteY1" fmla="*/ 518832 h 984447"/>
                                    <a:gd name="connsiteX2" fmla="*/ 1077084 w 1811826"/>
                                    <a:gd name="connsiteY2" fmla="*/ 518832 h 984447"/>
                                    <a:gd name="connsiteX3" fmla="*/ 1077084 w 1811826"/>
                                    <a:gd name="connsiteY3" fmla="*/ 0 h 984447"/>
                                    <a:gd name="connsiteX0" fmla="*/ 0 w 1811826"/>
                                    <a:gd name="connsiteY0" fmla="*/ 224393 h 984447"/>
                                    <a:gd name="connsiteX1" fmla="*/ 1654750 w 1811826"/>
                                    <a:gd name="connsiteY1" fmla="*/ 984447 h 984447"/>
                                    <a:gd name="connsiteX0" fmla="*/ 1077084 w 1811826"/>
                                    <a:gd name="connsiteY0" fmla="*/ 0 h 1006885"/>
                                    <a:gd name="connsiteX1" fmla="*/ 1811826 w 1811826"/>
                                    <a:gd name="connsiteY1" fmla="*/ 518832 h 1006885"/>
                                    <a:gd name="connsiteX2" fmla="*/ 1077084 w 1811826"/>
                                    <a:gd name="connsiteY2" fmla="*/ 518832 h 1006885"/>
                                    <a:gd name="connsiteX3" fmla="*/ 1077084 w 1811826"/>
                                    <a:gd name="connsiteY3" fmla="*/ 0 h 1006885"/>
                                    <a:gd name="connsiteX0" fmla="*/ 0 w 1811826"/>
                                    <a:gd name="connsiteY0" fmla="*/ 224393 h 1006885"/>
                                    <a:gd name="connsiteX1" fmla="*/ 947913 w 1811826"/>
                                    <a:gd name="connsiteY1" fmla="*/ 1006885 h 1006885"/>
                                    <a:gd name="connsiteX0" fmla="*/ 1929776 w 2083915"/>
                                    <a:gd name="connsiteY0" fmla="*/ 0 h 1074203"/>
                                    <a:gd name="connsiteX1" fmla="*/ 1811826 w 2083915"/>
                                    <a:gd name="connsiteY1" fmla="*/ 586150 h 1074203"/>
                                    <a:gd name="connsiteX2" fmla="*/ 1077084 w 2083915"/>
                                    <a:gd name="connsiteY2" fmla="*/ 586150 h 1074203"/>
                                    <a:gd name="connsiteX3" fmla="*/ 1929776 w 2083915"/>
                                    <a:gd name="connsiteY3" fmla="*/ 0 h 1074203"/>
                                    <a:gd name="connsiteX0" fmla="*/ 0 w 2083915"/>
                                    <a:gd name="connsiteY0" fmla="*/ 291711 h 1074203"/>
                                    <a:gd name="connsiteX1" fmla="*/ 947913 w 2083915"/>
                                    <a:gd name="connsiteY1" fmla="*/ 1074203 h 1074203"/>
                                    <a:gd name="connsiteX0" fmla="*/ 1929776 w 1929776"/>
                                    <a:gd name="connsiteY0" fmla="*/ 0 h 1074203"/>
                                    <a:gd name="connsiteX1" fmla="*/ 1077084 w 1929776"/>
                                    <a:gd name="connsiteY1" fmla="*/ 586150 h 1074203"/>
                                    <a:gd name="connsiteX2" fmla="*/ 1929776 w 1929776"/>
                                    <a:gd name="connsiteY2" fmla="*/ 0 h 1074203"/>
                                    <a:gd name="connsiteX0" fmla="*/ 0 w 1929776"/>
                                    <a:gd name="connsiteY0" fmla="*/ 291711 h 1074203"/>
                                    <a:gd name="connsiteX1" fmla="*/ 947913 w 1929776"/>
                                    <a:gd name="connsiteY1" fmla="*/ 1074203 h 1074203"/>
                                    <a:gd name="connsiteX0" fmla="*/ 1077084 w 1929776"/>
                                    <a:gd name="connsiteY0" fmla="*/ 586150 h 1074203"/>
                                    <a:gd name="connsiteX1" fmla="*/ 1929776 w 1929776"/>
                                    <a:gd name="connsiteY1" fmla="*/ 0 h 1074203"/>
                                    <a:gd name="connsiteX2" fmla="*/ 1168506 w 1929776"/>
                                    <a:gd name="connsiteY2" fmla="*/ 679267 h 1074203"/>
                                    <a:gd name="connsiteX0" fmla="*/ 0 w 1929776"/>
                                    <a:gd name="connsiteY0" fmla="*/ 291711 h 1074203"/>
                                    <a:gd name="connsiteX1" fmla="*/ 947913 w 1929776"/>
                                    <a:gd name="connsiteY1" fmla="*/ 1074203 h 1074203"/>
                                    <a:gd name="connsiteX0" fmla="*/ 1077084 w 1929776"/>
                                    <a:gd name="connsiteY0" fmla="*/ 586150 h 1074203"/>
                                    <a:gd name="connsiteX1" fmla="*/ 1929776 w 1929776"/>
                                    <a:gd name="connsiteY1" fmla="*/ 0 h 1074203"/>
                                    <a:gd name="connsiteX0" fmla="*/ 0 w 1929776"/>
                                    <a:gd name="connsiteY0" fmla="*/ 291711 h 1074203"/>
                                    <a:gd name="connsiteX1" fmla="*/ 947913 w 1929776"/>
                                    <a:gd name="connsiteY1" fmla="*/ 1074203 h 1074203"/>
                                    <a:gd name="connsiteX0" fmla="*/ 1077084 w 1929776"/>
                                    <a:gd name="connsiteY0" fmla="*/ 586150 h 1074203"/>
                                    <a:gd name="connsiteX1" fmla="*/ 1929776 w 1929776"/>
                                    <a:gd name="connsiteY1" fmla="*/ 0 h 1074203"/>
                                    <a:gd name="connsiteX0" fmla="*/ 0 w 1929776"/>
                                    <a:gd name="connsiteY0" fmla="*/ 291711 h 1074203"/>
                                    <a:gd name="connsiteX1" fmla="*/ 947913 w 1929776"/>
                                    <a:gd name="connsiteY1" fmla="*/ 1074203 h 1074203"/>
                                    <a:gd name="connsiteX0" fmla="*/ 1077084 w 1929776"/>
                                    <a:gd name="connsiteY0" fmla="*/ 586150 h 1074203"/>
                                    <a:gd name="connsiteX1" fmla="*/ 1929776 w 1929776"/>
                                    <a:gd name="connsiteY1" fmla="*/ 0 h 1074203"/>
                                    <a:gd name="connsiteX0" fmla="*/ 0 w 1929776"/>
                                    <a:gd name="connsiteY0" fmla="*/ 291711 h 1074203"/>
                                    <a:gd name="connsiteX1" fmla="*/ 947913 w 1929776"/>
                                    <a:gd name="connsiteY1" fmla="*/ 1074203 h 1074203"/>
                                    <a:gd name="connsiteX0" fmla="*/ 1077084 w 1929776"/>
                                    <a:gd name="connsiteY0" fmla="*/ 586150 h 1074203"/>
                                    <a:gd name="connsiteX1" fmla="*/ 1929776 w 1929776"/>
                                    <a:gd name="connsiteY1" fmla="*/ 0 h 1074203"/>
                                    <a:gd name="connsiteX0" fmla="*/ 0 w 1929776"/>
                                    <a:gd name="connsiteY0" fmla="*/ 291711 h 1074203"/>
                                    <a:gd name="connsiteX1" fmla="*/ 947913 w 1929776"/>
                                    <a:gd name="connsiteY1" fmla="*/ 1074203 h 1074203"/>
                                    <a:gd name="connsiteX0" fmla="*/ 1077084 w 1991333"/>
                                    <a:gd name="connsiteY0" fmla="*/ 632896 h 1120949"/>
                                    <a:gd name="connsiteX1" fmla="*/ 1929776 w 1991333"/>
                                    <a:gd name="connsiteY1" fmla="*/ 46746 h 1120949"/>
                                    <a:gd name="connsiteX2" fmla="*/ 1924103 w 1991333"/>
                                    <a:gd name="connsiteY2" fmla="*/ 35637 h 1120949"/>
                                    <a:gd name="connsiteX0" fmla="*/ 0 w 1991333"/>
                                    <a:gd name="connsiteY0" fmla="*/ 338457 h 1120949"/>
                                    <a:gd name="connsiteX1" fmla="*/ 947913 w 1991333"/>
                                    <a:gd name="connsiteY1" fmla="*/ 1120949 h 1120949"/>
                                    <a:gd name="connsiteX0" fmla="*/ 1077084 w 1943959"/>
                                    <a:gd name="connsiteY0" fmla="*/ 645419 h 1133472"/>
                                    <a:gd name="connsiteX1" fmla="*/ 1929776 w 1943959"/>
                                    <a:gd name="connsiteY1" fmla="*/ 59269 h 1133472"/>
                                    <a:gd name="connsiteX2" fmla="*/ 1110679 w 1943959"/>
                                    <a:gd name="connsiteY2" fmla="*/ 13879 h 1133472"/>
                                    <a:gd name="connsiteX0" fmla="*/ 0 w 1943959"/>
                                    <a:gd name="connsiteY0" fmla="*/ 350980 h 1133472"/>
                                    <a:gd name="connsiteX1" fmla="*/ 947913 w 1943959"/>
                                    <a:gd name="connsiteY1" fmla="*/ 1133472 h 1133472"/>
                                    <a:gd name="connsiteX0" fmla="*/ 1077084 w 1929776"/>
                                    <a:gd name="connsiteY0" fmla="*/ 586150 h 1074203"/>
                                    <a:gd name="connsiteX1" fmla="*/ 1929776 w 1929776"/>
                                    <a:gd name="connsiteY1" fmla="*/ 0 h 1074203"/>
                                    <a:gd name="connsiteX0" fmla="*/ 0 w 1929776"/>
                                    <a:gd name="connsiteY0" fmla="*/ 291711 h 1074203"/>
                                    <a:gd name="connsiteX1" fmla="*/ 947913 w 1929776"/>
                                    <a:gd name="connsiteY1" fmla="*/ 1074203 h 1074203"/>
                                    <a:gd name="connsiteX0" fmla="*/ 1077084 w 1929776"/>
                                    <a:gd name="connsiteY0" fmla="*/ 586150 h 1074203"/>
                                    <a:gd name="connsiteX1" fmla="*/ 1929776 w 1929776"/>
                                    <a:gd name="connsiteY1" fmla="*/ 0 h 1074203"/>
                                    <a:gd name="connsiteX0" fmla="*/ 0 w 1929776"/>
                                    <a:gd name="connsiteY0" fmla="*/ 291711 h 1074203"/>
                                    <a:gd name="connsiteX1" fmla="*/ 947913 w 1929776"/>
                                    <a:gd name="connsiteY1" fmla="*/ 1074203 h 1074203"/>
                                    <a:gd name="connsiteX0" fmla="*/ 1077084 w 1929776"/>
                                    <a:gd name="connsiteY0" fmla="*/ 586150 h 1085629"/>
                                    <a:gd name="connsiteX1" fmla="*/ 1929776 w 1929776"/>
                                    <a:gd name="connsiteY1" fmla="*/ 0 h 1085629"/>
                                    <a:gd name="connsiteX0" fmla="*/ 0 w 1929776"/>
                                    <a:gd name="connsiteY0" fmla="*/ 291711 h 1085629"/>
                                    <a:gd name="connsiteX1" fmla="*/ 1060109 w 1929776"/>
                                    <a:gd name="connsiteY1" fmla="*/ 1085629 h 1085629"/>
                                    <a:gd name="connsiteX0" fmla="*/ 1065864 w 1918556"/>
                                    <a:gd name="connsiteY0" fmla="*/ 586150 h 1085629"/>
                                    <a:gd name="connsiteX1" fmla="*/ 1918556 w 1918556"/>
                                    <a:gd name="connsiteY1" fmla="*/ 0 h 1085629"/>
                                    <a:gd name="connsiteX0" fmla="*/ 0 w 1918556"/>
                                    <a:gd name="connsiteY0" fmla="*/ 223149 h 1085629"/>
                                    <a:gd name="connsiteX1" fmla="*/ 1048889 w 1918556"/>
                                    <a:gd name="connsiteY1" fmla="*/ 1085629 h 1085629"/>
                                    <a:gd name="connsiteX0" fmla="*/ 1065864 w 1918556"/>
                                    <a:gd name="connsiteY0" fmla="*/ 586150 h 1085629"/>
                                    <a:gd name="connsiteX1" fmla="*/ 1918556 w 1918556"/>
                                    <a:gd name="connsiteY1" fmla="*/ 0 h 1085629"/>
                                    <a:gd name="connsiteX0" fmla="*/ 0 w 1918556"/>
                                    <a:gd name="connsiteY0" fmla="*/ 223149 h 1085629"/>
                                    <a:gd name="connsiteX1" fmla="*/ 1048889 w 1918556"/>
                                    <a:gd name="connsiteY1" fmla="*/ 1085629 h 1085629"/>
                                    <a:gd name="connsiteX0" fmla="*/ 1065864 w 1982736"/>
                                    <a:gd name="connsiteY0" fmla="*/ 586150 h 1085629"/>
                                    <a:gd name="connsiteX1" fmla="*/ 1952528 w 1982736"/>
                                    <a:gd name="connsiteY1" fmla="*/ 468828 h 1085629"/>
                                    <a:gd name="connsiteX2" fmla="*/ 1918556 w 1982736"/>
                                    <a:gd name="connsiteY2" fmla="*/ 0 h 1085629"/>
                                    <a:gd name="connsiteX0" fmla="*/ 0 w 1982736"/>
                                    <a:gd name="connsiteY0" fmla="*/ 223149 h 1085629"/>
                                    <a:gd name="connsiteX1" fmla="*/ 1048889 w 1982736"/>
                                    <a:gd name="connsiteY1" fmla="*/ 1085629 h 1085629"/>
                                    <a:gd name="connsiteX0" fmla="*/ 1065864 w 1982736"/>
                                    <a:gd name="connsiteY0" fmla="*/ 586150 h 1085629"/>
                                    <a:gd name="connsiteX1" fmla="*/ 1952528 w 1982736"/>
                                    <a:gd name="connsiteY1" fmla="*/ 468828 h 1085629"/>
                                    <a:gd name="connsiteX2" fmla="*/ 1918556 w 1982736"/>
                                    <a:gd name="connsiteY2" fmla="*/ 0 h 1085629"/>
                                    <a:gd name="connsiteX0" fmla="*/ 0 w 1982736"/>
                                    <a:gd name="connsiteY0" fmla="*/ 223149 h 1085629"/>
                                    <a:gd name="connsiteX1" fmla="*/ 1048889 w 1982736"/>
                                    <a:gd name="connsiteY1" fmla="*/ 1085629 h 1085629"/>
                                    <a:gd name="connsiteX0" fmla="*/ 1065864 w 1918556"/>
                                    <a:gd name="connsiteY0" fmla="*/ 586150 h 1085629"/>
                                    <a:gd name="connsiteX1" fmla="*/ 987641 w 1918556"/>
                                    <a:gd name="connsiteY1" fmla="*/ 365984 h 1085629"/>
                                    <a:gd name="connsiteX2" fmla="*/ 1918556 w 1918556"/>
                                    <a:gd name="connsiteY2" fmla="*/ 0 h 1085629"/>
                                    <a:gd name="connsiteX0" fmla="*/ 0 w 1918556"/>
                                    <a:gd name="connsiteY0" fmla="*/ 223149 h 1085629"/>
                                    <a:gd name="connsiteX1" fmla="*/ 1048889 w 1918556"/>
                                    <a:gd name="connsiteY1" fmla="*/ 1085629 h 1085629"/>
                                    <a:gd name="connsiteX0" fmla="*/ 1065864 w 1918556"/>
                                    <a:gd name="connsiteY0" fmla="*/ 597261 h 1096740"/>
                                    <a:gd name="connsiteX1" fmla="*/ 1655209 w 1918556"/>
                                    <a:gd name="connsiteY1" fmla="*/ 0 h 1096740"/>
                                    <a:gd name="connsiteX2" fmla="*/ 1918556 w 1918556"/>
                                    <a:gd name="connsiteY2" fmla="*/ 11111 h 1096740"/>
                                    <a:gd name="connsiteX0" fmla="*/ 0 w 1918556"/>
                                    <a:gd name="connsiteY0" fmla="*/ 234260 h 1096740"/>
                                    <a:gd name="connsiteX1" fmla="*/ 1048889 w 1918556"/>
                                    <a:gd name="connsiteY1" fmla="*/ 1096740 h 1096740"/>
                                    <a:gd name="connsiteX0" fmla="*/ 1065864 w 1918556"/>
                                    <a:gd name="connsiteY0" fmla="*/ 597261 h 1096740"/>
                                    <a:gd name="connsiteX1" fmla="*/ 1655209 w 1918556"/>
                                    <a:gd name="connsiteY1" fmla="*/ 0 h 1096740"/>
                                    <a:gd name="connsiteX2" fmla="*/ 1918556 w 1918556"/>
                                    <a:gd name="connsiteY2" fmla="*/ 11111 h 1096740"/>
                                    <a:gd name="connsiteX0" fmla="*/ 0 w 1918556"/>
                                    <a:gd name="connsiteY0" fmla="*/ 234260 h 1096740"/>
                                    <a:gd name="connsiteX1" fmla="*/ 1048889 w 1918556"/>
                                    <a:gd name="connsiteY1" fmla="*/ 1096740 h 1096740"/>
                                  </a:gdLst>
                                  <a:ahLst/>
                                  <a:cxnLst>
                                    <a:cxn ang="0">
                                      <a:pos x="connsiteX0" y="connsiteY0"/>
                                    </a:cxn>
                                    <a:cxn ang="0">
                                      <a:pos x="connsiteX1" y="connsiteY1"/>
                                    </a:cxn>
                                  </a:cxnLst>
                                  <a:rect l="l" t="t" r="r" b="b"/>
                                  <a:pathLst>
                                    <a:path w="1918556" h="1096740" stroke="0" extrusionOk="0">
                                      <a:moveTo>
                                        <a:pt x="1065864" y="597261"/>
                                      </a:moveTo>
                                      <a:cubicBezTo>
                                        <a:pt x="1171568" y="569137"/>
                                        <a:pt x="1556739" y="515093"/>
                                        <a:pt x="1655209" y="0"/>
                                      </a:cubicBezTo>
                                      <a:cubicBezTo>
                                        <a:pt x="1804492" y="430444"/>
                                        <a:pt x="1634325" y="206494"/>
                                        <a:pt x="1918556" y="11111"/>
                                      </a:cubicBezTo>
                                    </a:path>
                                    <a:path w="1918556" h="1096740" fill="none">
                                      <a:moveTo>
                                        <a:pt x="0" y="234260"/>
                                      </a:moveTo>
                                      <a:cubicBezTo>
                                        <a:pt x="405787" y="234260"/>
                                        <a:pt x="990427" y="500127"/>
                                        <a:pt x="1048889" y="1096740"/>
                                      </a:cubicBezTo>
                                    </a:path>
                                  </a:pathLst>
                                </a:custGeom>
                                <a:ln w="19050">
                                  <a:solidFill>
                                    <a:srgbClr val="86A20B"/>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Straight Connector 36"/>
                              <wps:cNvCnPr/>
                              <wps:spPr>
                                <a:xfrm flipH="1">
                                  <a:off x="182013" y="1191753"/>
                                  <a:ext cx="840728" cy="4334"/>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7" name="Straight Connector 37"/>
                              <wps:cNvCnPr/>
                              <wps:spPr>
                                <a:xfrm flipH="1">
                                  <a:off x="1022741" y="1191753"/>
                                  <a:ext cx="4334" cy="554707"/>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51" name="Straight Connector 51"/>
                              <wps:cNvCnPr/>
                              <wps:spPr>
                                <a:xfrm>
                                  <a:off x="680938" y="853240"/>
                                  <a:ext cx="689610" cy="689610"/>
                                </a:xfrm>
                                <a:prstGeom prst="line">
                                  <a:avLst/>
                                </a:prstGeom>
                                <a:ln w="12700">
                                  <a:solidFill>
                                    <a:srgbClr val="604A7B"/>
                                  </a:solidFill>
                                </a:ln>
                              </wps:spPr>
                              <wps:style>
                                <a:lnRef idx="1">
                                  <a:schemeClr val="accent1"/>
                                </a:lnRef>
                                <a:fillRef idx="0">
                                  <a:schemeClr val="accent1"/>
                                </a:fillRef>
                                <a:effectRef idx="0">
                                  <a:schemeClr val="accent1"/>
                                </a:effectRef>
                                <a:fontRef idx="minor">
                                  <a:schemeClr val="tx1"/>
                                </a:fontRef>
                              </wps:style>
                              <wps:bodyPr/>
                            </wps:wsp>
                            <wps:wsp>
                              <wps:cNvPr id="59" name="Straight Connector 59"/>
                              <wps:cNvCnPr/>
                              <wps:spPr>
                                <a:xfrm flipH="1">
                                  <a:off x="184995" y="1364001"/>
                                  <a:ext cx="1565724"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60" name="Straight Connector 60"/>
                              <wps:cNvCnPr/>
                              <wps:spPr>
                                <a:xfrm>
                                  <a:off x="1743312" y="1366293"/>
                                  <a:ext cx="0" cy="38204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2" name="Straight Connector 32"/>
                              <wps:cNvCnPr/>
                              <wps:spPr>
                                <a:xfrm>
                                  <a:off x="1406248" y="1015116"/>
                                  <a:ext cx="688340" cy="688340"/>
                                </a:xfrm>
                                <a:prstGeom prst="line">
                                  <a:avLst/>
                                </a:prstGeom>
                                <a:ln w="12700">
                                  <a:solidFill>
                                    <a:srgbClr val="604A7B"/>
                                  </a:solidFill>
                                </a:ln>
                              </wps:spPr>
                              <wps:style>
                                <a:lnRef idx="1">
                                  <a:schemeClr val="accent1"/>
                                </a:lnRef>
                                <a:fillRef idx="0">
                                  <a:schemeClr val="accent1"/>
                                </a:fillRef>
                                <a:effectRef idx="0">
                                  <a:schemeClr val="accent1"/>
                                </a:effectRef>
                                <a:fontRef idx="minor">
                                  <a:schemeClr val="tx1"/>
                                </a:fontRef>
                              </wps:style>
                              <wps:bodyPr/>
                            </wps:wsp>
                            <wps:wsp>
                              <wps:cNvPr id="129" name="Oval 129"/>
                              <wps:cNvSpPr/>
                              <wps:spPr>
                                <a:xfrm>
                                  <a:off x="1012156" y="1186706"/>
                                  <a:ext cx="18000" cy="18000"/>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Arc 33"/>
                              <wps:cNvSpPr/>
                              <wps:spPr>
                                <a:xfrm>
                                  <a:off x="173969" y="611811"/>
                                  <a:ext cx="2464520" cy="1123932"/>
                                </a:xfrm>
                                <a:custGeom>
                                  <a:avLst/>
                                  <a:gdLst>
                                    <a:gd name="connsiteX0" fmla="*/ 734742 w 1469484"/>
                                    <a:gd name="connsiteY0" fmla="*/ 0 h 1037664"/>
                                    <a:gd name="connsiteX1" fmla="*/ 1469484 w 1469484"/>
                                    <a:gd name="connsiteY1" fmla="*/ 518832 h 1037664"/>
                                    <a:gd name="connsiteX2" fmla="*/ 734742 w 1469484"/>
                                    <a:gd name="connsiteY2" fmla="*/ 518832 h 1037664"/>
                                    <a:gd name="connsiteX3" fmla="*/ 734742 w 1469484"/>
                                    <a:gd name="connsiteY3" fmla="*/ 0 h 1037664"/>
                                    <a:gd name="connsiteX0" fmla="*/ 734742 w 1469484"/>
                                    <a:gd name="connsiteY0" fmla="*/ 0 h 1037664"/>
                                    <a:gd name="connsiteX1" fmla="*/ 1469484 w 1469484"/>
                                    <a:gd name="connsiteY1" fmla="*/ 518832 h 1037664"/>
                                    <a:gd name="connsiteX0" fmla="*/ 1065865 w 1800607"/>
                                    <a:gd name="connsiteY0" fmla="*/ 140245 h 659077"/>
                                    <a:gd name="connsiteX1" fmla="*/ 1800607 w 1800607"/>
                                    <a:gd name="connsiteY1" fmla="*/ 659077 h 659077"/>
                                    <a:gd name="connsiteX2" fmla="*/ 1065865 w 1800607"/>
                                    <a:gd name="connsiteY2" fmla="*/ 659077 h 659077"/>
                                    <a:gd name="connsiteX3" fmla="*/ 1065865 w 1800607"/>
                                    <a:gd name="connsiteY3" fmla="*/ 140245 h 659077"/>
                                    <a:gd name="connsiteX0" fmla="*/ 0 w 1800607"/>
                                    <a:gd name="connsiteY0" fmla="*/ 0 h 659077"/>
                                    <a:gd name="connsiteX1" fmla="*/ 1800607 w 1800607"/>
                                    <a:gd name="connsiteY1" fmla="*/ 659077 h 659077"/>
                                    <a:gd name="connsiteX0" fmla="*/ 1065865 w 1800607"/>
                                    <a:gd name="connsiteY0" fmla="*/ 140245 h 1124692"/>
                                    <a:gd name="connsiteX1" fmla="*/ 1800607 w 1800607"/>
                                    <a:gd name="connsiteY1" fmla="*/ 659077 h 1124692"/>
                                    <a:gd name="connsiteX2" fmla="*/ 1065865 w 1800607"/>
                                    <a:gd name="connsiteY2" fmla="*/ 659077 h 1124692"/>
                                    <a:gd name="connsiteX3" fmla="*/ 1065865 w 1800607"/>
                                    <a:gd name="connsiteY3" fmla="*/ 140245 h 1124692"/>
                                    <a:gd name="connsiteX0" fmla="*/ 0 w 1800607"/>
                                    <a:gd name="connsiteY0" fmla="*/ 0 h 1124692"/>
                                    <a:gd name="connsiteX1" fmla="*/ 1643531 w 1800607"/>
                                    <a:gd name="connsiteY1" fmla="*/ 1124692 h 1124692"/>
                                    <a:gd name="connsiteX0" fmla="*/ 1077084 w 1811826"/>
                                    <a:gd name="connsiteY0" fmla="*/ 0 h 984447"/>
                                    <a:gd name="connsiteX1" fmla="*/ 1811826 w 1811826"/>
                                    <a:gd name="connsiteY1" fmla="*/ 518832 h 984447"/>
                                    <a:gd name="connsiteX2" fmla="*/ 1077084 w 1811826"/>
                                    <a:gd name="connsiteY2" fmla="*/ 518832 h 984447"/>
                                    <a:gd name="connsiteX3" fmla="*/ 1077084 w 1811826"/>
                                    <a:gd name="connsiteY3" fmla="*/ 0 h 984447"/>
                                    <a:gd name="connsiteX0" fmla="*/ 0 w 1811826"/>
                                    <a:gd name="connsiteY0" fmla="*/ 224393 h 984447"/>
                                    <a:gd name="connsiteX1" fmla="*/ 1654750 w 1811826"/>
                                    <a:gd name="connsiteY1" fmla="*/ 984447 h 984447"/>
                                    <a:gd name="connsiteX0" fmla="*/ 1077084 w 1811826"/>
                                    <a:gd name="connsiteY0" fmla="*/ 0 h 1006885"/>
                                    <a:gd name="connsiteX1" fmla="*/ 1811826 w 1811826"/>
                                    <a:gd name="connsiteY1" fmla="*/ 518832 h 1006885"/>
                                    <a:gd name="connsiteX2" fmla="*/ 1077084 w 1811826"/>
                                    <a:gd name="connsiteY2" fmla="*/ 518832 h 1006885"/>
                                    <a:gd name="connsiteX3" fmla="*/ 1077084 w 1811826"/>
                                    <a:gd name="connsiteY3" fmla="*/ 0 h 1006885"/>
                                    <a:gd name="connsiteX0" fmla="*/ 0 w 1811826"/>
                                    <a:gd name="connsiteY0" fmla="*/ 224393 h 1006885"/>
                                    <a:gd name="connsiteX1" fmla="*/ 947913 w 1811826"/>
                                    <a:gd name="connsiteY1" fmla="*/ 1006885 h 1006885"/>
                                    <a:gd name="connsiteX0" fmla="*/ 1929776 w 2083915"/>
                                    <a:gd name="connsiteY0" fmla="*/ 0 h 1074203"/>
                                    <a:gd name="connsiteX1" fmla="*/ 1811826 w 2083915"/>
                                    <a:gd name="connsiteY1" fmla="*/ 586150 h 1074203"/>
                                    <a:gd name="connsiteX2" fmla="*/ 1077084 w 2083915"/>
                                    <a:gd name="connsiteY2" fmla="*/ 586150 h 1074203"/>
                                    <a:gd name="connsiteX3" fmla="*/ 1929776 w 2083915"/>
                                    <a:gd name="connsiteY3" fmla="*/ 0 h 1074203"/>
                                    <a:gd name="connsiteX0" fmla="*/ 0 w 2083915"/>
                                    <a:gd name="connsiteY0" fmla="*/ 291711 h 1074203"/>
                                    <a:gd name="connsiteX1" fmla="*/ 947913 w 2083915"/>
                                    <a:gd name="connsiteY1" fmla="*/ 1074203 h 1074203"/>
                                    <a:gd name="connsiteX0" fmla="*/ 1929776 w 1929776"/>
                                    <a:gd name="connsiteY0" fmla="*/ 0 h 1074203"/>
                                    <a:gd name="connsiteX1" fmla="*/ 1077084 w 1929776"/>
                                    <a:gd name="connsiteY1" fmla="*/ 586150 h 1074203"/>
                                    <a:gd name="connsiteX2" fmla="*/ 1929776 w 1929776"/>
                                    <a:gd name="connsiteY2" fmla="*/ 0 h 1074203"/>
                                    <a:gd name="connsiteX0" fmla="*/ 0 w 1929776"/>
                                    <a:gd name="connsiteY0" fmla="*/ 291711 h 1074203"/>
                                    <a:gd name="connsiteX1" fmla="*/ 947913 w 1929776"/>
                                    <a:gd name="connsiteY1" fmla="*/ 1074203 h 1074203"/>
                                    <a:gd name="connsiteX0" fmla="*/ 1077084 w 1929776"/>
                                    <a:gd name="connsiteY0" fmla="*/ 586150 h 1074203"/>
                                    <a:gd name="connsiteX1" fmla="*/ 1929776 w 1929776"/>
                                    <a:gd name="connsiteY1" fmla="*/ 0 h 1074203"/>
                                    <a:gd name="connsiteX2" fmla="*/ 1168506 w 1929776"/>
                                    <a:gd name="connsiteY2" fmla="*/ 679267 h 1074203"/>
                                    <a:gd name="connsiteX0" fmla="*/ 0 w 1929776"/>
                                    <a:gd name="connsiteY0" fmla="*/ 291711 h 1074203"/>
                                    <a:gd name="connsiteX1" fmla="*/ 947913 w 1929776"/>
                                    <a:gd name="connsiteY1" fmla="*/ 1074203 h 1074203"/>
                                    <a:gd name="connsiteX0" fmla="*/ 1077084 w 1929776"/>
                                    <a:gd name="connsiteY0" fmla="*/ 586150 h 1074203"/>
                                    <a:gd name="connsiteX1" fmla="*/ 1929776 w 1929776"/>
                                    <a:gd name="connsiteY1" fmla="*/ 0 h 1074203"/>
                                    <a:gd name="connsiteX0" fmla="*/ 0 w 1929776"/>
                                    <a:gd name="connsiteY0" fmla="*/ 291711 h 1074203"/>
                                    <a:gd name="connsiteX1" fmla="*/ 947913 w 1929776"/>
                                    <a:gd name="connsiteY1" fmla="*/ 1074203 h 1074203"/>
                                    <a:gd name="connsiteX0" fmla="*/ 1077084 w 1929776"/>
                                    <a:gd name="connsiteY0" fmla="*/ 586150 h 1074203"/>
                                    <a:gd name="connsiteX1" fmla="*/ 1929776 w 1929776"/>
                                    <a:gd name="connsiteY1" fmla="*/ 0 h 1074203"/>
                                    <a:gd name="connsiteX0" fmla="*/ 0 w 1929776"/>
                                    <a:gd name="connsiteY0" fmla="*/ 291711 h 1074203"/>
                                    <a:gd name="connsiteX1" fmla="*/ 947913 w 1929776"/>
                                    <a:gd name="connsiteY1" fmla="*/ 1074203 h 1074203"/>
                                    <a:gd name="connsiteX0" fmla="*/ 1077084 w 1929776"/>
                                    <a:gd name="connsiteY0" fmla="*/ 586150 h 1074203"/>
                                    <a:gd name="connsiteX1" fmla="*/ 1929776 w 1929776"/>
                                    <a:gd name="connsiteY1" fmla="*/ 0 h 1074203"/>
                                    <a:gd name="connsiteX0" fmla="*/ 0 w 1929776"/>
                                    <a:gd name="connsiteY0" fmla="*/ 291711 h 1074203"/>
                                    <a:gd name="connsiteX1" fmla="*/ 947913 w 1929776"/>
                                    <a:gd name="connsiteY1" fmla="*/ 1074203 h 1074203"/>
                                    <a:gd name="connsiteX0" fmla="*/ 1077084 w 1929776"/>
                                    <a:gd name="connsiteY0" fmla="*/ 586150 h 1074203"/>
                                    <a:gd name="connsiteX1" fmla="*/ 1929776 w 1929776"/>
                                    <a:gd name="connsiteY1" fmla="*/ 0 h 1074203"/>
                                    <a:gd name="connsiteX0" fmla="*/ 0 w 1929776"/>
                                    <a:gd name="connsiteY0" fmla="*/ 291711 h 1074203"/>
                                    <a:gd name="connsiteX1" fmla="*/ 947913 w 1929776"/>
                                    <a:gd name="connsiteY1" fmla="*/ 1074203 h 1074203"/>
                                    <a:gd name="connsiteX0" fmla="*/ 1077084 w 1991333"/>
                                    <a:gd name="connsiteY0" fmla="*/ 632896 h 1120949"/>
                                    <a:gd name="connsiteX1" fmla="*/ 1929776 w 1991333"/>
                                    <a:gd name="connsiteY1" fmla="*/ 46746 h 1120949"/>
                                    <a:gd name="connsiteX2" fmla="*/ 1924103 w 1991333"/>
                                    <a:gd name="connsiteY2" fmla="*/ 35637 h 1120949"/>
                                    <a:gd name="connsiteX0" fmla="*/ 0 w 1991333"/>
                                    <a:gd name="connsiteY0" fmla="*/ 338457 h 1120949"/>
                                    <a:gd name="connsiteX1" fmla="*/ 947913 w 1991333"/>
                                    <a:gd name="connsiteY1" fmla="*/ 1120949 h 1120949"/>
                                    <a:gd name="connsiteX0" fmla="*/ 1077084 w 1943959"/>
                                    <a:gd name="connsiteY0" fmla="*/ 645419 h 1133472"/>
                                    <a:gd name="connsiteX1" fmla="*/ 1929776 w 1943959"/>
                                    <a:gd name="connsiteY1" fmla="*/ 59269 h 1133472"/>
                                    <a:gd name="connsiteX2" fmla="*/ 1110679 w 1943959"/>
                                    <a:gd name="connsiteY2" fmla="*/ 13879 h 1133472"/>
                                    <a:gd name="connsiteX0" fmla="*/ 0 w 1943959"/>
                                    <a:gd name="connsiteY0" fmla="*/ 350980 h 1133472"/>
                                    <a:gd name="connsiteX1" fmla="*/ 947913 w 1943959"/>
                                    <a:gd name="connsiteY1" fmla="*/ 1133472 h 1133472"/>
                                    <a:gd name="connsiteX0" fmla="*/ 1077084 w 1929776"/>
                                    <a:gd name="connsiteY0" fmla="*/ 586150 h 1074203"/>
                                    <a:gd name="connsiteX1" fmla="*/ 1929776 w 1929776"/>
                                    <a:gd name="connsiteY1" fmla="*/ 0 h 1074203"/>
                                    <a:gd name="connsiteX0" fmla="*/ 0 w 1929776"/>
                                    <a:gd name="connsiteY0" fmla="*/ 291711 h 1074203"/>
                                    <a:gd name="connsiteX1" fmla="*/ 947913 w 1929776"/>
                                    <a:gd name="connsiteY1" fmla="*/ 1074203 h 1074203"/>
                                    <a:gd name="connsiteX0" fmla="*/ 1077084 w 1929776"/>
                                    <a:gd name="connsiteY0" fmla="*/ 586150 h 1074203"/>
                                    <a:gd name="connsiteX1" fmla="*/ 1929776 w 1929776"/>
                                    <a:gd name="connsiteY1" fmla="*/ 0 h 1074203"/>
                                    <a:gd name="connsiteX0" fmla="*/ 0 w 1929776"/>
                                    <a:gd name="connsiteY0" fmla="*/ 291711 h 1074203"/>
                                    <a:gd name="connsiteX1" fmla="*/ 947913 w 1929776"/>
                                    <a:gd name="connsiteY1" fmla="*/ 1074203 h 1074203"/>
                                    <a:gd name="connsiteX0" fmla="*/ 1077084 w 1929776"/>
                                    <a:gd name="connsiteY0" fmla="*/ 586150 h 1085629"/>
                                    <a:gd name="connsiteX1" fmla="*/ 1929776 w 1929776"/>
                                    <a:gd name="connsiteY1" fmla="*/ 0 h 1085629"/>
                                    <a:gd name="connsiteX0" fmla="*/ 0 w 1929776"/>
                                    <a:gd name="connsiteY0" fmla="*/ 291711 h 1085629"/>
                                    <a:gd name="connsiteX1" fmla="*/ 1060109 w 1929776"/>
                                    <a:gd name="connsiteY1" fmla="*/ 1085629 h 1085629"/>
                                    <a:gd name="connsiteX0" fmla="*/ 1065864 w 1918556"/>
                                    <a:gd name="connsiteY0" fmla="*/ 586150 h 1085629"/>
                                    <a:gd name="connsiteX1" fmla="*/ 1918556 w 1918556"/>
                                    <a:gd name="connsiteY1" fmla="*/ 0 h 1085629"/>
                                    <a:gd name="connsiteX0" fmla="*/ 0 w 1918556"/>
                                    <a:gd name="connsiteY0" fmla="*/ 223149 h 1085629"/>
                                    <a:gd name="connsiteX1" fmla="*/ 1048889 w 1918556"/>
                                    <a:gd name="connsiteY1" fmla="*/ 1085629 h 1085629"/>
                                    <a:gd name="connsiteX0" fmla="*/ 1065864 w 1918556"/>
                                    <a:gd name="connsiteY0" fmla="*/ 586150 h 1085629"/>
                                    <a:gd name="connsiteX1" fmla="*/ 1918556 w 1918556"/>
                                    <a:gd name="connsiteY1" fmla="*/ 0 h 1085629"/>
                                    <a:gd name="connsiteX0" fmla="*/ 0 w 1918556"/>
                                    <a:gd name="connsiteY0" fmla="*/ 223149 h 1085629"/>
                                    <a:gd name="connsiteX1" fmla="*/ 1048889 w 1918556"/>
                                    <a:gd name="connsiteY1" fmla="*/ 1085629 h 1085629"/>
                                    <a:gd name="connsiteX0" fmla="*/ 1065864 w 1982736"/>
                                    <a:gd name="connsiteY0" fmla="*/ 586150 h 1085629"/>
                                    <a:gd name="connsiteX1" fmla="*/ 1952528 w 1982736"/>
                                    <a:gd name="connsiteY1" fmla="*/ 468828 h 1085629"/>
                                    <a:gd name="connsiteX2" fmla="*/ 1918556 w 1982736"/>
                                    <a:gd name="connsiteY2" fmla="*/ 0 h 1085629"/>
                                    <a:gd name="connsiteX0" fmla="*/ 0 w 1982736"/>
                                    <a:gd name="connsiteY0" fmla="*/ 223149 h 1085629"/>
                                    <a:gd name="connsiteX1" fmla="*/ 1048889 w 1982736"/>
                                    <a:gd name="connsiteY1" fmla="*/ 1085629 h 1085629"/>
                                    <a:gd name="connsiteX0" fmla="*/ 1065864 w 1982736"/>
                                    <a:gd name="connsiteY0" fmla="*/ 586150 h 1085629"/>
                                    <a:gd name="connsiteX1" fmla="*/ 1952528 w 1982736"/>
                                    <a:gd name="connsiteY1" fmla="*/ 468828 h 1085629"/>
                                    <a:gd name="connsiteX2" fmla="*/ 1918556 w 1982736"/>
                                    <a:gd name="connsiteY2" fmla="*/ 0 h 1085629"/>
                                    <a:gd name="connsiteX0" fmla="*/ 0 w 1982736"/>
                                    <a:gd name="connsiteY0" fmla="*/ 223149 h 1085629"/>
                                    <a:gd name="connsiteX1" fmla="*/ 1048889 w 1982736"/>
                                    <a:gd name="connsiteY1" fmla="*/ 1085629 h 1085629"/>
                                    <a:gd name="connsiteX0" fmla="*/ 1065864 w 1918556"/>
                                    <a:gd name="connsiteY0" fmla="*/ 586150 h 1085629"/>
                                    <a:gd name="connsiteX1" fmla="*/ 987641 w 1918556"/>
                                    <a:gd name="connsiteY1" fmla="*/ 365984 h 1085629"/>
                                    <a:gd name="connsiteX2" fmla="*/ 1918556 w 1918556"/>
                                    <a:gd name="connsiteY2" fmla="*/ 0 h 1085629"/>
                                    <a:gd name="connsiteX0" fmla="*/ 0 w 1918556"/>
                                    <a:gd name="connsiteY0" fmla="*/ 223149 h 1085629"/>
                                    <a:gd name="connsiteX1" fmla="*/ 1048889 w 1918556"/>
                                    <a:gd name="connsiteY1" fmla="*/ 1085629 h 1085629"/>
                                    <a:gd name="connsiteX0" fmla="*/ 1065864 w 1918556"/>
                                    <a:gd name="connsiteY0" fmla="*/ 597261 h 1096740"/>
                                    <a:gd name="connsiteX1" fmla="*/ 1655209 w 1918556"/>
                                    <a:gd name="connsiteY1" fmla="*/ 0 h 1096740"/>
                                    <a:gd name="connsiteX2" fmla="*/ 1918556 w 1918556"/>
                                    <a:gd name="connsiteY2" fmla="*/ 11111 h 1096740"/>
                                    <a:gd name="connsiteX0" fmla="*/ 0 w 1918556"/>
                                    <a:gd name="connsiteY0" fmla="*/ 234260 h 1096740"/>
                                    <a:gd name="connsiteX1" fmla="*/ 1048889 w 1918556"/>
                                    <a:gd name="connsiteY1" fmla="*/ 1096740 h 1096740"/>
                                    <a:gd name="connsiteX0" fmla="*/ 1065864 w 1918556"/>
                                    <a:gd name="connsiteY0" fmla="*/ 597261 h 1096740"/>
                                    <a:gd name="connsiteX1" fmla="*/ 1655209 w 1918556"/>
                                    <a:gd name="connsiteY1" fmla="*/ 0 h 1096740"/>
                                    <a:gd name="connsiteX2" fmla="*/ 1918556 w 1918556"/>
                                    <a:gd name="connsiteY2" fmla="*/ 11111 h 1096740"/>
                                    <a:gd name="connsiteX0" fmla="*/ 0 w 1918556"/>
                                    <a:gd name="connsiteY0" fmla="*/ 234260 h 1096740"/>
                                    <a:gd name="connsiteX1" fmla="*/ 1048889 w 1918556"/>
                                    <a:gd name="connsiteY1" fmla="*/ 1096740 h 1096740"/>
                                    <a:gd name="connsiteX0" fmla="*/ 1065864 w 1918556"/>
                                    <a:gd name="connsiteY0" fmla="*/ 597261 h 1101651"/>
                                    <a:gd name="connsiteX1" fmla="*/ 1655209 w 1918556"/>
                                    <a:gd name="connsiteY1" fmla="*/ 0 h 1101651"/>
                                    <a:gd name="connsiteX2" fmla="*/ 1918556 w 1918556"/>
                                    <a:gd name="connsiteY2" fmla="*/ 11111 h 1101651"/>
                                    <a:gd name="connsiteX0" fmla="*/ 0 w 1918556"/>
                                    <a:gd name="connsiteY0" fmla="*/ 234260 h 1101651"/>
                                    <a:gd name="connsiteX1" fmla="*/ 1228578 w 1918556"/>
                                    <a:gd name="connsiteY1" fmla="*/ 1101651 h 1101651"/>
                                    <a:gd name="connsiteX0" fmla="*/ 1061248 w 1913940"/>
                                    <a:gd name="connsiteY0" fmla="*/ 597261 h 1101651"/>
                                    <a:gd name="connsiteX1" fmla="*/ 1650593 w 1913940"/>
                                    <a:gd name="connsiteY1" fmla="*/ 0 h 1101651"/>
                                    <a:gd name="connsiteX2" fmla="*/ 1913940 w 1913940"/>
                                    <a:gd name="connsiteY2" fmla="*/ 11111 h 1101651"/>
                                    <a:gd name="connsiteX0" fmla="*/ 0 w 1913940"/>
                                    <a:gd name="connsiteY0" fmla="*/ 147191 h 1101651"/>
                                    <a:gd name="connsiteX1" fmla="*/ 1223962 w 1913940"/>
                                    <a:gd name="connsiteY1" fmla="*/ 1101651 h 1101651"/>
                                    <a:gd name="connsiteX0" fmla="*/ 1061248 w 1913940"/>
                                    <a:gd name="connsiteY0" fmla="*/ 597261 h 1136479"/>
                                    <a:gd name="connsiteX1" fmla="*/ 1650593 w 1913940"/>
                                    <a:gd name="connsiteY1" fmla="*/ 0 h 1136479"/>
                                    <a:gd name="connsiteX2" fmla="*/ 1913940 w 1913940"/>
                                    <a:gd name="connsiteY2" fmla="*/ 11111 h 1136479"/>
                                    <a:gd name="connsiteX0" fmla="*/ 0 w 1913940"/>
                                    <a:gd name="connsiteY0" fmla="*/ 147191 h 1136479"/>
                                    <a:gd name="connsiteX1" fmla="*/ 1380924 w 1913940"/>
                                    <a:gd name="connsiteY1" fmla="*/ 1136479 h 1136479"/>
                                  </a:gdLst>
                                  <a:ahLst/>
                                  <a:cxnLst>
                                    <a:cxn ang="0">
                                      <a:pos x="connsiteX0" y="connsiteY0"/>
                                    </a:cxn>
                                    <a:cxn ang="0">
                                      <a:pos x="connsiteX1" y="connsiteY1"/>
                                    </a:cxn>
                                  </a:cxnLst>
                                  <a:rect l="l" t="t" r="r" b="b"/>
                                  <a:pathLst>
                                    <a:path w="1913940" h="1136479" stroke="0" extrusionOk="0">
                                      <a:moveTo>
                                        <a:pt x="1061248" y="597261"/>
                                      </a:moveTo>
                                      <a:cubicBezTo>
                                        <a:pt x="1166952" y="569137"/>
                                        <a:pt x="1552123" y="515093"/>
                                        <a:pt x="1650593" y="0"/>
                                      </a:cubicBezTo>
                                      <a:cubicBezTo>
                                        <a:pt x="1799876" y="430444"/>
                                        <a:pt x="1629709" y="206494"/>
                                        <a:pt x="1913940" y="11111"/>
                                      </a:cubicBezTo>
                                    </a:path>
                                    <a:path w="1913940" h="1136479" fill="none">
                                      <a:moveTo>
                                        <a:pt x="0" y="147191"/>
                                      </a:moveTo>
                                      <a:cubicBezTo>
                                        <a:pt x="405787" y="147191"/>
                                        <a:pt x="1322462" y="539866"/>
                                        <a:pt x="1380924" y="1136479"/>
                                      </a:cubicBezTo>
                                    </a:path>
                                  </a:pathLst>
                                </a:custGeom>
                                <a:ln w="19050">
                                  <a:solidFill>
                                    <a:srgbClr val="344893"/>
                                  </a:solidFill>
                                </a:ln>
                              </wps:spPr>
                              <wps:style>
                                <a:lnRef idx="1">
                                  <a:schemeClr val="accent1"/>
                                </a:lnRef>
                                <a:fillRef idx="0">
                                  <a:schemeClr val="accent1"/>
                                </a:fillRef>
                                <a:effectRef idx="0">
                                  <a:schemeClr val="accent1"/>
                                </a:effectRef>
                                <a:fontRef idx="minor">
                                  <a:schemeClr val="tx1"/>
                                </a:fontRef>
                              </wps:style>
                              <wps:txbx>
                                <w:txbxContent>
                                  <w:p w:rsidR="00D60AF9" w:rsidRDefault="00D60AF9" w:rsidP="00D60AF9"/>
                                  <w:p w:rsidR="00D60AF9" w:rsidRDefault="00D60AF9" w:rsidP="00D60AF9"/>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1" name="Oval 131"/>
                              <wps:cNvSpPr/>
                              <wps:spPr>
                                <a:xfrm>
                                  <a:off x="1739110" y="1350283"/>
                                  <a:ext cx="18000" cy="18000"/>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c:wpc>
                        </a:graphicData>
                      </a:graphic>
                      <wp14:sizeRelH relativeFrom="page">
                        <wp14:pctWidth>0</wp14:pctWidth>
                      </wp14:sizeRelH>
                      <wp14:sizeRelV relativeFrom="page">
                        <wp14:pctHeight>0</wp14:pctHeight>
                      </wp14:sizeRelV>
                    </wp:anchor>
                  </w:drawing>
                </mc:Choice>
                <mc:Fallback>
                  <w:pict>
                    <v:group id="Canvas 315" o:spid="_x0000_s1039" editas="canvas" alt="Figure 1.1, panel A. The panel shows a change in an open economy's equilibrium, as a result of an increase in endowments of natural resources." style="position:absolute;margin-left:-.05pt;margin-top:5.9pt;width:208.05pt;height:159pt;z-index:-251643904" coordsize="26422,20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0" type="#_x0000_t75" alt="Figure 1.1, panel A. The panel shows a change in an open economy's equilibrium, as a result of an increase in endowments of natural resources." style="position:absolute;width:26422;height:20193;visibility:visible;mso-wrap-style:square">
                        <v:fill o:detectmouseclick="t"/>
                        <v:path o:connecttype="none"/>
                      </v:shape>
                      <v:line id="Straight Connector 13" o:spid="_x0000_s1041" style="position:absolute;visibility:visible;mso-wrap-style:square" from="1795,3351" to="1795,17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pkbT8IAAADbAAAADwAAAGRycy9kb3ducmV2LnhtbERPS2vCQBC+F/wPywje6kalRqKrBEHo&#10;41SreB2yYxLNzobdbUz99W6h0Nt8fM9ZbXrTiI6cry0rmIwTEMSF1TWXCg5fu+cFCB+QNTaWScEP&#10;edisB08rzLS98Sd1+1CKGMI+QwVVCG0mpS8qMujHtiWO3Nk6gyFCV0rt8BbDTSOnSTKXBmuODRW2&#10;tK2ouO6/jYJF8X5xeZq/TV6ObXrvph/z3SlVajTs8yWIQH34F/+5X3WcP4PfX+IBcv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pkbT8IAAADbAAAADwAAAAAAAAAAAAAA&#10;AAChAgAAZHJzL2Rvd25yZXYueG1sUEsFBgAAAAAEAAQA+QAAAJADAAAAAA==&#10;" strokecolor="black [3213]"/>
                      <v:line id="Straight Connector 15" o:spid="_x0000_s1042" style="position:absolute;visibility:visible;mso-wrap-style:square" from="1794,17430" to="21766,174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jwmoMIAAADbAAAADwAAAGRycy9kb3ducmV2LnhtbERPS2vCQBC+C/0PyxR6042CRlJXCYJg&#10;68lH6XXITpO02dmwu43RX+8Kgrf5+J6zWPWmER05X1tWMB4lIIgLq2suFZyOm+EchA/IGhvLpOBC&#10;HlbLl8ECM23PvKfuEEoRQ9hnqKAKoc2k9EVFBv3ItsSR+7HOYIjQlVI7PMdw08hJksykwZpjQ4Ut&#10;rSsq/g7/RsG8+Px1eZp/jKdfbXrtJrvZ5jtV6u21z99BBOrDU/xwb3WcP4X7L/EAub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jwmoMIAAADbAAAADwAAAAAAAAAAAAAA&#10;AAChAgAAZHJzL2Rvd25yZXYueG1sUEsFBgAAAAAEAAQA+QAAAJADAAAAAA==&#10;" strokecolor="black [3213]"/>
                      <v:shape id="Arc 33" o:spid="_x0000_s1043" style="position:absolute;left:1794;top:6189;width:20303;height:11226;visibility:visible;mso-wrap-style:square;v-text-anchor:middle" coordsize="1918556,10967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9QNsMA&#10;AADbAAAADwAAAGRycy9kb3ducmV2LnhtbESPX0sDMRDE34V+h7CCbzapFZGzaZGK0gdB+hf6tly2&#10;l+Blc1zW9vz2RhB8HGbmN8xsMcRWnanPIbGFydiAIq6TC9xY2G1fbx9BZUF22CYmC9+UYTEfXc2w&#10;cunCazpvpFEFwrlCC16kq7TOtaeIeZw64uKdUh9Riuwb7Xq8FHhs9Z0xDzpi4LLgsaOlp/pz8xUt&#10;yMc6vL+Ygz4GJ6uTN5P77dve2pvr4fkJlNAg/+G/9spZmE7h90v5AXr+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m9QNsMAAADbAAAADwAAAAAAAAAAAAAAAACYAgAAZHJzL2Rv&#10;d25yZXYueG1sUEsFBgAAAAAEAAQA9QAAAIgDAAAAAA==&#10;" path="m1065864,597261nsc1171568,569137,1556739,515093,1655209,v149283,430444,-20884,206494,263347,11111em,234260nfc405787,234260,990427,500127,1048889,1096740e" filled="f" strokecolor="#86a20b" strokeweight="1.5pt">
                        <v:path arrowok="t" o:connecttype="custom" o:connectlocs="0,239790;1109992,1122630" o:connectangles="0,0"/>
                      </v:shape>
                      <v:line id="Straight Connector 36" o:spid="_x0000_s1044" style="position:absolute;flip:x;visibility:visible;mso-wrap-style:square" from="1820,11917" to="10227,11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kmO5sEAAADbAAAADwAAAGRycy9kb3ducmV2LnhtbESP3WoCMRSE7wXfIRyhd5pUQWRrFBEK&#10;4kXr3wMcNsfdxc3Jkpzq+vZNoeDlMDPfMMt171t1p5iawBbeJwYUcRlcw5WFy/lzvACVBNlhG5gs&#10;PCnBejUcLLFw4cFHup+kUhnCqUALtUhXaJ3KmjymSeiIs3cN0aNkGSvtIj4y3Ld6asxce2w4L9TY&#10;0bam8nb68Ra04CbOzPZqiA57+bpdvvdPY+3bqN98gBLq5RX+b++chdkc/r7kH6B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SY7mwQAAANsAAAAPAAAAAAAAAAAAAAAA&#10;AKECAABkcnMvZG93bnJldi54bWxQSwUGAAAAAAQABAD5AAAAjwMAAAAA&#10;" strokecolor="black [3213]">
                        <v:stroke dashstyle="dash"/>
                      </v:line>
                      <v:line id="Straight Connector 37" o:spid="_x0000_s1045" style="position:absolute;flip:x;visibility:visible;mso-wrap-style:square" from="10227,11917" to="10270,174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QUrfcIAAADbAAAADwAAAGRycy9kb3ducmV2LnhtbESP3WoCMRSE74W+QzhC72piBVu2G0WE&#10;QvGituoDHDZnf3BzsiSnur59Uyh4OczMN0y5Hn2vLhRTF9jCfGZAEVfBddxYOB3fn15BJUF22Acm&#10;CzdKsF49TEosXLjyN10O0qgM4VSghVZkKLROVUse0ywMxNmrQ/QoWcZGu4jXDPe9fjZmqT12nBda&#10;HGjbUnU+/HgLWnATF2ZbG6KvnXyeT/vdzVj7OB03b6CERrmH/9sfzsLiBf6+5B+gV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QUrfcIAAADbAAAADwAAAAAAAAAAAAAA&#10;AAChAgAAZHJzL2Rvd25yZXYueG1sUEsFBgAAAAAEAAQA+QAAAJADAAAAAA==&#10;" strokecolor="black [3213]">
                        <v:stroke dashstyle="dash"/>
                      </v:line>
                      <v:line id="Straight Connector 51" o:spid="_x0000_s1046" style="position:absolute;visibility:visible;mso-wrap-style:square" from="6809,8532" to="13705,154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Xh8IAAADbAAAADwAAAGRycy9kb3ducmV2LnhtbESP0WrCQBRE3wv9h+UW+lY3KWhrdCMi&#10;FfoituoHXLK32TTZuyG7ifHvXUHwcZiZM8xyNdpGDNT5yrGCdJKAIC6crrhUcDpu3z5B+ICssXFM&#10;Ci7kYZU/Py0x0+7MvzQcQikihH2GCkwIbSalLwxZ9BPXEkfvz3UWQ5RdKXWH5wi3jXxPkpm0WHFc&#10;MNjSxlBRH3qrQJqffv/xH77SWvNO996ZYe6Uen0Z1wsQgcbwCN/b31rBNIXbl/gDZH4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sXh8IAAADbAAAADwAAAAAAAAAAAAAA&#10;AAChAgAAZHJzL2Rvd25yZXYueG1sUEsFBgAAAAAEAAQA+QAAAJADAAAAAA==&#10;" strokecolor="#604a7b" strokeweight="1pt"/>
                      <v:line id="Straight Connector 59" o:spid="_x0000_s1047" style="position:absolute;flip:x;visibility:visible;mso-wrap-style:square" from="1849,13640" to="17507,13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n/NMIAAADbAAAADwAAAGRycy9kb3ducmV2LnhtbESPUWsCMRCE3wv9D2EF32pii6W9GkWE&#10;QvFBq/UHLJf17vCyOZKtnv/eCIKPw8x8w0znvW/ViWJqAlsYjwwo4jK4hisL+7/vlw9QSZAdtoHJ&#10;woUSzGfPT1MsXDjzlk47qVSGcCrQQi3SFVqnsiaPaRQ64uwdQvQoWcZKu4jnDPetfjXmXXtsOC/U&#10;2NGypvK4+/cWtOAivpnlwRD9rmR93G9WF2PtcNAvvkAJ9fII39s/zsLkE25f8g/Qsy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gn/NMIAAADbAAAADwAAAAAAAAAAAAAA&#10;AAChAgAAZHJzL2Rvd25yZXYueG1sUEsFBgAAAAAEAAQA+QAAAJADAAAAAA==&#10;" strokecolor="black [3213]">
                        <v:stroke dashstyle="dash"/>
                      </v:line>
                      <v:line id="Straight Connector 60" o:spid="_x0000_s1048" style="position:absolute;visibility:visible;mso-wrap-style:square" from="17433,13662" to="17433,174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YBisAAAADbAAAADwAAAGRycy9kb3ducmV2LnhtbERPz2vCMBS+C/4P4QleZKbz0I3OKDIY&#10;CJ5WJ17fktem2LyUJqvVv345CB4/vt/r7ehaMVAfGs8KXpcZCGLtTcO1gp/j18s7iBCRDbaeScGN&#10;Amw308kaC+Ov/E1DGWuRQjgUqMDG2BVSBm3JYVj6jjhxle8dxgT7WpoerynctXKVZbl02HBqsNjR&#10;pyV9Kf+cgkP+VuLvUZ/Ot4Uc7IEqfc8rpeazcfcBItIYn+KHe28U5Gl9+pJ+gNz8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s2AYrAAAAA2wAAAA8AAAAAAAAAAAAAAAAA&#10;oQIAAGRycy9kb3ducmV2LnhtbFBLBQYAAAAABAAEAPkAAACOAwAAAAA=&#10;" strokecolor="black [3213]">
                        <v:stroke dashstyle="dash"/>
                      </v:line>
                      <v:line id="Straight Connector 32" o:spid="_x0000_s1049" style="position:absolute;visibility:visible;mso-wrap-style:square" from="14062,10151" to="20945,170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bZsUMEAAADbAAAADwAAAGRycy9kb3ducmV2LnhtbESP3YrCMBSE7wXfIRzBO011wdVqFBEX&#10;vJFdfx7g0BybanNSmrR2336zIHg5zMw3zGrT2VK0VPvCsYLJOAFBnDldcK7gevkazUH4gKyxdEwK&#10;fsnDZt3vrTDV7sknas8hFxHCPkUFJoQqldJnhiz6sauIo3dztcUQZZ1LXeMzwm0pp0kykxYLjgsG&#10;K9oZyh7nxiqQ5qf5/ryH/eSh+agb70y7cEoNB912CSJQF97hV/ugFXxM4f9L/AFy/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VtmxQwQAAANsAAAAPAAAAAAAAAAAAAAAA&#10;AKECAABkcnMvZG93bnJldi54bWxQSwUGAAAAAAQABAD5AAAAjwMAAAAA&#10;" strokecolor="#604a7b" strokeweight="1pt"/>
                      <v:oval id="Oval 129" o:spid="_x0000_s1050" style="position:absolute;left:10121;top:11867;width:180;height: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FjisIA&#10;AADcAAAADwAAAGRycy9kb3ducmV2LnhtbERPzWrCQBC+F/oOyxS8lLppChJTV5GC6KEXjQ8w7E5+&#10;2uxszG5ifPtuQfA2H9/vrDaTbcVIvW8cK3ifJyCItTMNVwrOxe4tA+EDssHWMSm4kYfN+vlphblx&#10;Vz7SeAqViCHsc1RQh9DlUnpdk0U/dx1x5ErXWwwR9pU0PV5juG1lmiQLabHh2FBjR1816d/TYBUU&#10;5bf39njWt2KRDvriPn5es71Ss5dp+wki0BQe4rv7YOL8dAn/z8QL5P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EWOKwgAAANwAAAAPAAAAAAAAAAAAAAAAAJgCAABkcnMvZG93&#10;bnJldi54bWxQSwUGAAAAAAQABAD1AAAAhwMAAAAA&#10;" fillcolor="black [3213]" strokecolor="black [3213]" strokeweight="2pt"/>
                      <v:shape id="Arc 33" o:spid="_x0000_s1051" style="position:absolute;left:1739;top:6118;width:24645;height:11239;visibility:visible;mso-wrap-style:square;v-text-anchor:middle" coordsize="1913940,113647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fz0MIA&#10;AADbAAAADwAAAGRycy9kb3ducmV2LnhtbESPwWrCQBCG70LfYZmCN91UVCS6ilRbxJtRSo9jdpqE&#10;ZmdDdmvSt3cOgsfhn/+b+Vab3tXqRm2oPBt4GyegiHNvKy4MXM4fowWoEJEt1p7JwD8F2KxfBitM&#10;re/4RLcsFkogHFI0UMbYpFqHvCSHYewbYsl+fOswytgW2rbYCdzVepIkc+2wYrlQYkPvJeW/2Z8T&#10;ym527LYL2ve7QNevz/y7Kc7emOFrv12CitTH5/KjfbAGpvKsuIgH6P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J/PQwgAAANsAAAAPAAAAAAAAAAAAAAAAAJgCAABkcnMvZG93&#10;bnJldi54bWxQSwUGAAAAAAQABAD1AAAAhwMAAAAA&#10;" adj="-11796480,,5400" path="m1061248,597261nsc1166952,569137,1552123,515093,1650593,v149283,430444,-20884,206494,263347,11111em,147191nfc405787,147191,1322462,539866,1380924,1136479e" filled="f" strokecolor="#344893" strokeweight="1.5pt">
                        <v:stroke joinstyle="miter"/>
                        <v:formulas/>
                        <v:path arrowok="t" o:connecttype="custom" o:connectlocs="0,145566;1778172,1123932" o:connectangles="0,0" textboxrect="0,0,1913940,1136479"/>
                        <v:textbox>
                          <w:txbxContent>
                            <w:p w:rsidR="00D60AF9" w:rsidRDefault="00D60AF9" w:rsidP="00D60AF9"/>
                            <w:p w:rsidR="00D60AF9" w:rsidRDefault="00D60AF9" w:rsidP="00D60AF9"/>
                          </w:txbxContent>
                        </v:textbox>
                      </v:shape>
                      <v:oval id="Oval 131" o:spid="_x0000_s1052" style="position:absolute;left:17391;top:13502;width:180;height: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75UcIA&#10;AADcAAAADwAAAGRycy9kb3ducmV2LnhtbERPzYrCMBC+C75DGGEvsqZaKNI1iiwsuwcvbX2AIRnb&#10;ajOpTdT69hthYW/z8f3OZjfaTtxp8K1jBctFAoJYO9NyreBYfb2vQfiAbLBzTAqe5GG3nU42mBv3&#10;4ILuZahFDGGfo4ImhD6X0uuGLPqF64kjd3KDxRDhUEsz4COG206ukiSTFluODQ329NmQvpQ3q6A6&#10;Hby3xVE/q2x101eXnufrb6XeZuP+A0SgMfyL/9w/Js5Pl/B6Jl4gt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vvlRwgAAANwAAAAPAAAAAAAAAAAAAAAAAJgCAABkcnMvZG93&#10;bnJldi54bWxQSwUGAAAAAAQABAD1AAAAhwMAAAAA&#10;" fillcolor="black [3213]" strokecolor="black [3213]" strokeweight="2pt"/>
                      <w10:wrap type="tight"/>
                    </v:group>
                  </w:pict>
                </mc:Fallback>
              </mc:AlternateContent>
            </w:r>
            <w:r w:rsidR="00D60AF9" w:rsidRPr="00E152F8">
              <w:rPr>
                <w:rFonts w:ascii="Arial" w:hAnsi="Arial" w:cs="Arial"/>
                <w:sz w:val="22"/>
                <w:szCs w:val="22"/>
              </w:rPr>
              <w:t>A: change in endowments</w:t>
            </w:r>
            <w:r w:rsidR="00D60AF9">
              <w:rPr>
                <w:rFonts w:ascii="Arial" w:hAnsi="Arial" w:cs="Arial"/>
                <w:sz w:val="22"/>
                <w:szCs w:val="22"/>
              </w:rPr>
              <w:t xml:space="preserve"> (open economy)</w:t>
            </w:r>
          </w:p>
        </w:tc>
        <w:tc>
          <w:tcPr>
            <w:tcW w:w="4252" w:type="dxa"/>
            <w:tcBorders>
              <w:bottom w:val="single" w:sz="4" w:space="0" w:color="auto"/>
            </w:tcBorders>
          </w:tcPr>
          <w:p w:rsidR="00D60AF9" w:rsidRPr="00E152F8" w:rsidRDefault="00D60AF9" w:rsidP="005A0B58">
            <w:pPr>
              <w:pStyle w:val="TableBodyText"/>
              <w:spacing w:before="120"/>
              <w:jc w:val="both"/>
              <w:rPr>
                <w:sz w:val="18"/>
                <w:szCs w:val="18"/>
              </w:rPr>
            </w:pPr>
            <w:r w:rsidRPr="00E152F8">
              <w:rPr>
                <w:sz w:val="18"/>
                <w:szCs w:val="18"/>
              </w:rPr>
              <w:t>In the panel on the left, the initial equilibrium of the economy is at point A. This point is determined by the economy’s production possibility frontier (T</w:t>
            </w:r>
            <w:r w:rsidRPr="00E152F8">
              <w:rPr>
                <w:sz w:val="18"/>
                <w:szCs w:val="18"/>
                <w:vertAlign w:val="subscript"/>
              </w:rPr>
              <w:t>1</w:t>
            </w:r>
            <w:r w:rsidRPr="00E152F8">
              <w:rPr>
                <w:sz w:val="18"/>
                <w:szCs w:val="18"/>
              </w:rPr>
              <w:t>T</w:t>
            </w:r>
            <w:r w:rsidRPr="00E152F8">
              <w:rPr>
                <w:sz w:val="18"/>
                <w:szCs w:val="18"/>
                <w:vertAlign w:val="subscript"/>
              </w:rPr>
              <w:t>1</w:t>
            </w:r>
            <w:r w:rsidRPr="00E152F8">
              <w:rPr>
                <w:sz w:val="18"/>
                <w:szCs w:val="18"/>
              </w:rPr>
              <w:t>’) and the negative of the ratio of the price of resources to the price of manufactur</w:t>
            </w:r>
            <w:r>
              <w:rPr>
                <w:sz w:val="18"/>
                <w:szCs w:val="18"/>
              </w:rPr>
              <w:t>es</w:t>
            </w:r>
            <w:r w:rsidRPr="00E152F8">
              <w:rPr>
                <w:sz w:val="18"/>
                <w:szCs w:val="18"/>
              </w:rPr>
              <w:t xml:space="preserve"> (</w:t>
            </w:r>
            <w:r>
              <w:rPr>
                <w:sz w:val="18"/>
                <w:szCs w:val="18"/>
              </w:rPr>
              <w:noBreakHyphen/>
            </w:r>
            <w:r w:rsidRPr="00E152F8">
              <w:rPr>
                <w:sz w:val="18"/>
                <w:szCs w:val="18"/>
              </w:rPr>
              <w:t>P</w:t>
            </w:r>
            <w:r w:rsidRPr="00E152F8">
              <w:rPr>
                <w:sz w:val="18"/>
                <w:szCs w:val="18"/>
                <w:vertAlign w:val="subscript"/>
              </w:rPr>
              <w:t>R</w:t>
            </w:r>
            <w:r w:rsidRPr="00E152F8">
              <w:rPr>
                <w:sz w:val="18"/>
                <w:szCs w:val="18"/>
              </w:rPr>
              <w:t>/P</w:t>
            </w:r>
            <w:r w:rsidRPr="00E152F8">
              <w:rPr>
                <w:sz w:val="18"/>
                <w:szCs w:val="18"/>
                <w:vertAlign w:val="subscript"/>
              </w:rPr>
              <w:t>M</w:t>
            </w:r>
            <w:r w:rsidRPr="00E152F8">
              <w:rPr>
                <w:sz w:val="18"/>
                <w:szCs w:val="18"/>
              </w:rPr>
              <w:t>). The economy’s initial structure is represented by outputs Q</w:t>
            </w:r>
            <w:r w:rsidRPr="00E152F8">
              <w:rPr>
                <w:sz w:val="18"/>
                <w:szCs w:val="18"/>
                <w:vertAlign w:val="subscript"/>
              </w:rPr>
              <w:t>M</w:t>
            </w:r>
            <w:r w:rsidRPr="00E152F8">
              <w:rPr>
                <w:sz w:val="18"/>
                <w:szCs w:val="18"/>
                <w:vertAlign w:val="superscript"/>
              </w:rPr>
              <w:t>1</w:t>
            </w:r>
            <w:r w:rsidRPr="00E152F8">
              <w:rPr>
                <w:sz w:val="18"/>
                <w:szCs w:val="18"/>
              </w:rPr>
              <w:t xml:space="preserve"> and Q</w:t>
            </w:r>
            <w:r w:rsidRPr="00E152F8">
              <w:rPr>
                <w:sz w:val="18"/>
                <w:szCs w:val="18"/>
                <w:vertAlign w:val="subscript"/>
              </w:rPr>
              <w:t>R</w:t>
            </w:r>
            <w:r w:rsidRPr="00E152F8">
              <w:rPr>
                <w:sz w:val="18"/>
                <w:szCs w:val="18"/>
              </w:rPr>
              <w:softHyphen/>
            </w:r>
            <w:r w:rsidRPr="00E152F8">
              <w:rPr>
                <w:sz w:val="18"/>
                <w:szCs w:val="18"/>
                <w:vertAlign w:val="superscript"/>
              </w:rPr>
              <w:t>1</w:t>
            </w:r>
            <w:r w:rsidRPr="00E152F8">
              <w:rPr>
                <w:sz w:val="18"/>
                <w:szCs w:val="18"/>
              </w:rPr>
              <w:t>.</w:t>
            </w:r>
          </w:p>
          <w:p w:rsidR="00D60AF9" w:rsidRPr="00E152F8" w:rsidRDefault="00D60AF9" w:rsidP="005A0B58">
            <w:pPr>
              <w:pStyle w:val="TableBodyText"/>
              <w:spacing w:before="120"/>
              <w:jc w:val="both"/>
              <w:rPr>
                <w:sz w:val="18"/>
                <w:szCs w:val="18"/>
              </w:rPr>
            </w:pPr>
            <w:r w:rsidRPr="00E152F8">
              <w:rPr>
                <w:sz w:val="18"/>
                <w:szCs w:val="18"/>
              </w:rPr>
              <w:t>Following the discovery of new mineral deposits, the economy’s endowment of ‘land’ increases. This shifts the production possibility frontier to T</w:t>
            </w:r>
            <w:r w:rsidRPr="00E152F8">
              <w:rPr>
                <w:sz w:val="18"/>
                <w:szCs w:val="18"/>
                <w:vertAlign w:val="subscript"/>
              </w:rPr>
              <w:t>2</w:t>
            </w:r>
            <w:r w:rsidRPr="00E152F8">
              <w:rPr>
                <w:sz w:val="18"/>
                <w:szCs w:val="18"/>
              </w:rPr>
              <w:t>T</w:t>
            </w:r>
            <w:r w:rsidRPr="00E152F8">
              <w:rPr>
                <w:sz w:val="18"/>
                <w:szCs w:val="18"/>
                <w:vertAlign w:val="subscript"/>
              </w:rPr>
              <w:t>2</w:t>
            </w:r>
            <w:r w:rsidRPr="00E152F8">
              <w:rPr>
                <w:sz w:val="18"/>
                <w:szCs w:val="18"/>
              </w:rPr>
              <w:t xml:space="preserve">’. Given that the world price ratio does not change, the new equilibrium is at point B. The economy’s structure has now changed towards more resources output and less manufacturing </w:t>
            </w:r>
            <w:r>
              <w:rPr>
                <w:sz w:val="18"/>
                <w:szCs w:val="18"/>
              </w:rPr>
              <w:t xml:space="preserve">output </w:t>
            </w:r>
            <w:r w:rsidRPr="00E152F8">
              <w:rPr>
                <w:sz w:val="18"/>
                <w:szCs w:val="18"/>
              </w:rPr>
              <w:t>(Q</w:t>
            </w:r>
            <w:r w:rsidRPr="00E152F8">
              <w:rPr>
                <w:sz w:val="18"/>
                <w:szCs w:val="18"/>
                <w:vertAlign w:val="subscript"/>
              </w:rPr>
              <w:t>R</w:t>
            </w:r>
            <w:r w:rsidRPr="00E152F8">
              <w:rPr>
                <w:sz w:val="18"/>
                <w:szCs w:val="18"/>
                <w:vertAlign w:val="superscript"/>
              </w:rPr>
              <w:t>2</w:t>
            </w:r>
            <w:r w:rsidRPr="00E152F8">
              <w:rPr>
                <w:sz w:val="18"/>
                <w:szCs w:val="18"/>
              </w:rPr>
              <w:t xml:space="preserve"> and Q</w:t>
            </w:r>
            <w:r w:rsidRPr="00E152F8">
              <w:rPr>
                <w:sz w:val="18"/>
                <w:szCs w:val="18"/>
                <w:vertAlign w:val="subscript"/>
              </w:rPr>
              <w:t>M</w:t>
            </w:r>
            <w:r w:rsidRPr="00E152F8">
              <w:rPr>
                <w:sz w:val="18"/>
                <w:szCs w:val="18"/>
              </w:rPr>
              <w:softHyphen/>
            </w:r>
            <w:r w:rsidRPr="00E152F8">
              <w:rPr>
                <w:sz w:val="18"/>
                <w:szCs w:val="18"/>
                <w:vertAlign w:val="superscript"/>
              </w:rPr>
              <w:t>2</w:t>
            </w:r>
            <w:r w:rsidRPr="00E152F8">
              <w:rPr>
                <w:sz w:val="18"/>
                <w:szCs w:val="18"/>
              </w:rPr>
              <w:t>, respectively).</w:t>
            </w:r>
          </w:p>
          <w:p w:rsidR="00D60AF9" w:rsidRPr="00E152F8" w:rsidRDefault="00D60AF9" w:rsidP="005A0B58">
            <w:pPr>
              <w:pStyle w:val="TableBodyText"/>
              <w:spacing w:before="120"/>
              <w:jc w:val="both"/>
              <w:rPr>
                <w:sz w:val="18"/>
                <w:szCs w:val="18"/>
              </w:rPr>
            </w:pPr>
            <w:r w:rsidRPr="00E152F8">
              <w:rPr>
                <w:sz w:val="18"/>
                <w:szCs w:val="18"/>
              </w:rPr>
              <w:t>Note that an increase in other endowments, such as labour through increased labour force participation or immigration would produce a similar effect (although not favouring resources, as that sector is normally considered to be relatively less labour</w:t>
            </w:r>
            <w:r>
              <w:rPr>
                <w:sz w:val="18"/>
                <w:szCs w:val="18"/>
              </w:rPr>
              <w:noBreakHyphen/>
            </w:r>
            <w:r w:rsidRPr="00E152F8">
              <w:rPr>
                <w:sz w:val="18"/>
                <w:szCs w:val="18"/>
              </w:rPr>
              <w:t>intensive than manufacturing).</w:t>
            </w:r>
          </w:p>
        </w:tc>
      </w:tr>
      <w:tr w:rsidR="00D60AF9" w:rsidRPr="00E152F8" w:rsidTr="005A0B58">
        <w:trPr>
          <w:trHeight w:val="108"/>
        </w:trPr>
        <w:tc>
          <w:tcPr>
            <w:tcW w:w="4525" w:type="dxa"/>
            <w:tcBorders>
              <w:top w:val="single" w:sz="4" w:space="0" w:color="auto"/>
              <w:bottom w:val="single" w:sz="4" w:space="0" w:color="auto"/>
            </w:tcBorders>
          </w:tcPr>
          <w:p w:rsidR="00D60AF9" w:rsidRPr="00E152F8" w:rsidRDefault="00D60AF9" w:rsidP="005A0B58">
            <w:pPr>
              <w:pStyle w:val="Figure"/>
              <w:jc w:val="left"/>
              <w:rPr>
                <w:rFonts w:ascii="Arial" w:hAnsi="Arial" w:cs="Arial"/>
                <w:sz w:val="22"/>
                <w:szCs w:val="22"/>
              </w:rPr>
            </w:pPr>
            <w:r w:rsidRPr="00E152F8">
              <w:rPr>
                <w:rFonts w:ascii="Arial" w:hAnsi="Arial" w:cs="Arial"/>
                <w:noProof/>
                <w:sz w:val="22"/>
                <w:szCs w:val="22"/>
              </w:rPr>
              <mc:AlternateContent>
                <mc:Choice Requires="wps">
                  <w:drawing>
                    <wp:anchor distT="0" distB="0" distL="114300" distR="114300" simplePos="0" relativeHeight="251682816" behindDoc="0" locked="0" layoutInCell="1" allowOverlap="1" wp14:anchorId="592EA2D4" wp14:editId="6D297A80">
                      <wp:simplePos x="0" y="0"/>
                      <wp:positionH relativeFrom="column">
                        <wp:posOffset>-139065</wp:posOffset>
                      </wp:positionH>
                      <wp:positionV relativeFrom="paragraph">
                        <wp:posOffset>694690</wp:posOffset>
                      </wp:positionV>
                      <wp:extent cx="412750" cy="231775"/>
                      <wp:effectExtent l="0" t="0" r="0" b="0"/>
                      <wp:wrapNone/>
                      <wp:docPr id="5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750" cy="231775"/>
                              </a:xfrm>
                              <a:prstGeom prst="rect">
                                <a:avLst/>
                              </a:prstGeom>
                              <a:noFill/>
                              <a:ln w="9525">
                                <a:noFill/>
                                <a:miter lim="800000"/>
                                <a:headEnd/>
                                <a:tailEnd/>
                              </a:ln>
                            </wps:spPr>
                            <wps:txbx>
                              <w:txbxContent>
                                <w:p w:rsidR="00D60AF9" w:rsidRPr="005233F9" w:rsidRDefault="00D60AF9" w:rsidP="00D60AF9">
                                  <w:pPr>
                                    <w:rPr>
                                      <w:rFonts w:ascii="Arial" w:hAnsi="Arial" w:cs="Arial"/>
                                      <w:sz w:val="18"/>
                                      <w:szCs w:val="18"/>
                                    </w:rPr>
                                  </w:pPr>
                                  <w:r w:rsidRPr="005233F9">
                                    <w:rPr>
                                      <w:rFonts w:ascii="Arial" w:hAnsi="Arial" w:cs="Arial"/>
                                      <w:sz w:val="18"/>
                                      <w:szCs w:val="18"/>
                                    </w:rPr>
                                    <w:t>Q</w:t>
                                  </w:r>
                                  <w:r w:rsidRPr="005233F9">
                                    <w:rPr>
                                      <w:rFonts w:ascii="Arial" w:hAnsi="Arial" w:cs="Arial"/>
                                      <w:sz w:val="18"/>
                                      <w:szCs w:val="18"/>
                                      <w:vertAlign w:val="subscript"/>
                                    </w:rPr>
                                    <w:t>M</w:t>
                                  </w:r>
                                  <w:r w:rsidRPr="00BA0955">
                                    <w:rPr>
                                      <w:rFonts w:ascii="Arial" w:hAnsi="Arial" w:cs="Arial"/>
                                      <w:sz w:val="16"/>
                                      <w:szCs w:val="18"/>
                                      <w:vertAlign w:val="superscript"/>
                                    </w:rP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53" type="#_x0000_t202" style="position:absolute;margin-left:-10.95pt;margin-top:54.7pt;width:32.5pt;height:18.25pt;z-index:2516828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" filled="f" stroked="f">
                      <v:textbox style="mso-fit-shape-to-text:t">
                        <w:txbxContent>
                          <w:p w:rsidR="00D60AF9" w:rsidRPr="005233F9" w:rsidRDefault="00D60AF9" w:rsidP="00D60AF9">
                            <w:pPr>
                              <w:rPr>
                                <w:rFonts w:ascii="Arial" w:hAnsi="Arial" w:cs="Arial"/>
                                <w:sz w:val="18"/>
                                <w:szCs w:val="18"/>
                              </w:rPr>
                            </w:pPr>
                            <w:r w:rsidRPr="005233F9">
                              <w:rPr>
                                <w:rFonts w:ascii="Arial" w:hAnsi="Arial" w:cs="Arial"/>
                                <w:sz w:val="18"/>
                                <w:szCs w:val="18"/>
                              </w:rPr>
                              <w:t>Q</w:t>
                            </w:r>
                            <w:r w:rsidRPr="005233F9">
                              <w:rPr>
                                <w:rFonts w:ascii="Arial" w:hAnsi="Arial" w:cs="Arial"/>
                                <w:sz w:val="18"/>
                                <w:szCs w:val="18"/>
                                <w:vertAlign w:val="subscript"/>
                              </w:rPr>
                              <w:t>M</w:t>
                            </w:r>
                            <w:r w:rsidRPr="00BA0955">
                              <w:rPr>
                                <w:rFonts w:ascii="Arial" w:hAnsi="Arial" w:cs="Arial"/>
                                <w:sz w:val="16"/>
                                <w:szCs w:val="18"/>
                                <w:vertAlign w:val="superscript"/>
                              </w:rPr>
                              <w:t>2</w:t>
                            </w:r>
                          </w:p>
                        </w:txbxContent>
                      </v:textbox>
                    </v:shape>
                  </w:pict>
                </mc:Fallback>
              </mc:AlternateContent>
            </w:r>
            <w:r w:rsidRPr="00E152F8">
              <w:rPr>
                <w:rFonts w:ascii="Arial" w:hAnsi="Arial" w:cs="Arial"/>
                <w:noProof/>
                <w:sz w:val="22"/>
                <w:szCs w:val="22"/>
              </w:rPr>
              <mc:AlternateContent>
                <mc:Choice Requires="wps">
                  <w:drawing>
                    <wp:anchor distT="0" distB="0" distL="114300" distR="114300" simplePos="0" relativeHeight="251683840" behindDoc="0" locked="0" layoutInCell="1" allowOverlap="1" wp14:anchorId="6B4D7862" wp14:editId="1610396C">
                      <wp:simplePos x="0" y="0"/>
                      <wp:positionH relativeFrom="column">
                        <wp:posOffset>586105</wp:posOffset>
                      </wp:positionH>
                      <wp:positionV relativeFrom="paragraph">
                        <wp:posOffset>1789430</wp:posOffset>
                      </wp:positionV>
                      <wp:extent cx="396240" cy="231775"/>
                      <wp:effectExtent l="0" t="0" r="0" b="0"/>
                      <wp:wrapNone/>
                      <wp:docPr id="5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 cy="231775"/>
                              </a:xfrm>
                              <a:prstGeom prst="rect">
                                <a:avLst/>
                              </a:prstGeom>
                              <a:noFill/>
                              <a:ln w="9525">
                                <a:noFill/>
                                <a:miter lim="800000"/>
                                <a:headEnd/>
                                <a:tailEnd/>
                              </a:ln>
                            </wps:spPr>
                            <wps:txbx>
                              <w:txbxContent>
                                <w:p w:rsidR="00D60AF9" w:rsidRPr="005233F9" w:rsidRDefault="00D60AF9" w:rsidP="00D60AF9">
                                  <w:pPr>
                                    <w:rPr>
                                      <w:rFonts w:ascii="Arial" w:hAnsi="Arial" w:cs="Arial"/>
                                      <w:sz w:val="18"/>
                                      <w:szCs w:val="18"/>
                                    </w:rPr>
                                  </w:pPr>
                                  <w:r w:rsidRPr="005233F9">
                                    <w:rPr>
                                      <w:rFonts w:ascii="Arial" w:hAnsi="Arial" w:cs="Arial"/>
                                      <w:sz w:val="18"/>
                                      <w:szCs w:val="18"/>
                                    </w:rPr>
                                    <w:t>Q</w:t>
                                  </w:r>
                                  <w:r w:rsidRPr="005233F9">
                                    <w:rPr>
                                      <w:rFonts w:ascii="Arial" w:hAnsi="Arial" w:cs="Arial"/>
                                      <w:sz w:val="18"/>
                                      <w:szCs w:val="18"/>
                                      <w:vertAlign w:val="subscript"/>
                                    </w:rPr>
                                    <w:t>R</w:t>
                                  </w:r>
                                  <w:r w:rsidRPr="00BA0955">
                                    <w:rPr>
                                      <w:rFonts w:ascii="Arial" w:hAnsi="Arial" w:cs="Arial"/>
                                      <w:sz w:val="16"/>
                                      <w:szCs w:val="18"/>
                                      <w:vertAlign w:val="superscript"/>
                                    </w:rP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54" type="#_x0000_t202" style="position:absolute;margin-left:46.15pt;margin-top:140.9pt;width:31.2pt;height:18.25pt;z-index:2516838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" filled="f" stroked="f">
                      <v:textbox style="mso-fit-shape-to-text:t">
                        <w:txbxContent>
                          <w:p w:rsidR="00D60AF9" w:rsidRPr="005233F9" w:rsidRDefault="00D60AF9" w:rsidP="00D60AF9">
                            <w:pPr>
                              <w:rPr>
                                <w:rFonts w:ascii="Arial" w:hAnsi="Arial" w:cs="Arial"/>
                                <w:sz w:val="18"/>
                                <w:szCs w:val="18"/>
                              </w:rPr>
                            </w:pPr>
                            <w:r w:rsidRPr="005233F9">
                              <w:rPr>
                                <w:rFonts w:ascii="Arial" w:hAnsi="Arial" w:cs="Arial"/>
                                <w:sz w:val="18"/>
                                <w:szCs w:val="18"/>
                              </w:rPr>
                              <w:t>Q</w:t>
                            </w:r>
                            <w:r w:rsidRPr="005233F9">
                              <w:rPr>
                                <w:rFonts w:ascii="Arial" w:hAnsi="Arial" w:cs="Arial"/>
                                <w:sz w:val="18"/>
                                <w:szCs w:val="18"/>
                                <w:vertAlign w:val="subscript"/>
                              </w:rPr>
                              <w:t>R</w:t>
                            </w:r>
                            <w:r w:rsidRPr="00BA0955">
                              <w:rPr>
                                <w:rFonts w:ascii="Arial" w:hAnsi="Arial" w:cs="Arial"/>
                                <w:sz w:val="16"/>
                                <w:szCs w:val="18"/>
                                <w:vertAlign w:val="superscript"/>
                              </w:rPr>
                              <w:t>2</w:t>
                            </w:r>
                          </w:p>
                        </w:txbxContent>
                      </v:textbox>
                    </v:shape>
                  </w:pict>
                </mc:Fallback>
              </mc:AlternateContent>
            </w:r>
            <w:r w:rsidRPr="00E152F8">
              <w:rPr>
                <w:rFonts w:ascii="Arial" w:hAnsi="Arial" w:cs="Arial"/>
                <w:noProof/>
                <w:sz w:val="22"/>
                <w:szCs w:val="22"/>
              </w:rPr>
              <mc:AlternateContent>
                <mc:Choice Requires="wps">
                  <w:drawing>
                    <wp:anchor distT="0" distB="0" distL="114300" distR="114300" simplePos="0" relativeHeight="251678720" behindDoc="0" locked="0" layoutInCell="1" allowOverlap="1" wp14:anchorId="0777946B" wp14:editId="1185787C">
                      <wp:simplePos x="0" y="0"/>
                      <wp:positionH relativeFrom="column">
                        <wp:posOffset>838200</wp:posOffset>
                      </wp:positionH>
                      <wp:positionV relativeFrom="paragraph">
                        <wp:posOffset>1789430</wp:posOffset>
                      </wp:positionV>
                      <wp:extent cx="427355" cy="231775"/>
                      <wp:effectExtent l="0" t="0" r="0" b="0"/>
                      <wp:wrapNone/>
                      <wp:docPr id="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355" cy="231775"/>
                              </a:xfrm>
                              <a:prstGeom prst="rect">
                                <a:avLst/>
                              </a:prstGeom>
                              <a:noFill/>
                              <a:ln w="9525">
                                <a:noFill/>
                                <a:miter lim="800000"/>
                                <a:headEnd/>
                                <a:tailEnd/>
                              </a:ln>
                            </wps:spPr>
                            <wps:txbx>
                              <w:txbxContent>
                                <w:p w:rsidR="00D60AF9" w:rsidRPr="005233F9" w:rsidRDefault="00D60AF9" w:rsidP="00D60AF9">
                                  <w:pPr>
                                    <w:rPr>
                                      <w:rFonts w:ascii="Arial" w:hAnsi="Arial" w:cs="Arial"/>
                                      <w:sz w:val="18"/>
                                      <w:szCs w:val="18"/>
                                    </w:rPr>
                                  </w:pPr>
                                  <w:r w:rsidRPr="005233F9">
                                    <w:rPr>
                                      <w:rFonts w:ascii="Arial" w:hAnsi="Arial" w:cs="Arial"/>
                                      <w:sz w:val="18"/>
                                      <w:szCs w:val="18"/>
                                    </w:rPr>
                                    <w:t>Q</w:t>
                                  </w:r>
                                  <w:r w:rsidRPr="005233F9">
                                    <w:rPr>
                                      <w:rFonts w:ascii="Arial" w:hAnsi="Arial" w:cs="Arial"/>
                                      <w:sz w:val="18"/>
                                      <w:szCs w:val="18"/>
                                      <w:vertAlign w:val="subscript"/>
                                    </w:rPr>
                                    <w:t>R</w:t>
                                  </w:r>
                                  <w:r w:rsidRPr="00BA0955">
                                    <w:rPr>
                                      <w:rFonts w:ascii="Arial" w:hAnsi="Arial" w:cs="Arial"/>
                                      <w:sz w:val="16"/>
                                      <w:szCs w:val="18"/>
                                      <w:vertAlign w:val="superscript"/>
                                    </w:rP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55" type="#_x0000_t202" style="position:absolute;margin-left:66pt;margin-top:140.9pt;width:33.65pt;height:18.25pt;z-index:2516787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" filled="f" stroked="f">
                      <v:textbox style="mso-fit-shape-to-text:t">
                        <w:txbxContent>
                          <w:p w:rsidR="00D60AF9" w:rsidRPr="005233F9" w:rsidRDefault="00D60AF9" w:rsidP="00D60AF9">
                            <w:pPr>
                              <w:rPr>
                                <w:rFonts w:ascii="Arial" w:hAnsi="Arial" w:cs="Arial"/>
                                <w:sz w:val="18"/>
                                <w:szCs w:val="18"/>
                              </w:rPr>
                            </w:pPr>
                            <w:r w:rsidRPr="005233F9">
                              <w:rPr>
                                <w:rFonts w:ascii="Arial" w:hAnsi="Arial" w:cs="Arial"/>
                                <w:sz w:val="18"/>
                                <w:szCs w:val="18"/>
                              </w:rPr>
                              <w:t>Q</w:t>
                            </w:r>
                            <w:r w:rsidRPr="005233F9">
                              <w:rPr>
                                <w:rFonts w:ascii="Arial" w:hAnsi="Arial" w:cs="Arial"/>
                                <w:sz w:val="18"/>
                                <w:szCs w:val="18"/>
                                <w:vertAlign w:val="subscript"/>
                              </w:rPr>
                              <w:t>R</w:t>
                            </w:r>
                            <w:r w:rsidRPr="00BA0955">
                              <w:rPr>
                                <w:rFonts w:ascii="Arial" w:hAnsi="Arial" w:cs="Arial"/>
                                <w:sz w:val="16"/>
                                <w:szCs w:val="18"/>
                                <w:vertAlign w:val="superscript"/>
                              </w:rPr>
                              <w:t>1</w:t>
                            </w:r>
                          </w:p>
                        </w:txbxContent>
                      </v:textbox>
                    </v:shape>
                  </w:pict>
                </mc:Fallback>
              </mc:AlternateContent>
            </w:r>
            <w:r w:rsidRPr="00E152F8">
              <w:rPr>
                <w:rFonts w:ascii="Arial" w:hAnsi="Arial" w:cs="Arial"/>
                <w:noProof/>
                <w:sz w:val="22"/>
                <w:szCs w:val="22"/>
              </w:rPr>
              <mc:AlternateContent>
                <mc:Choice Requires="wps">
                  <w:drawing>
                    <wp:anchor distT="0" distB="0" distL="114300" distR="114300" simplePos="0" relativeHeight="251680768" behindDoc="0" locked="0" layoutInCell="1" allowOverlap="1" wp14:anchorId="486BD595" wp14:editId="6BED993B">
                      <wp:simplePos x="0" y="0"/>
                      <wp:positionH relativeFrom="column">
                        <wp:posOffset>1149985</wp:posOffset>
                      </wp:positionH>
                      <wp:positionV relativeFrom="paragraph">
                        <wp:posOffset>1789430</wp:posOffset>
                      </wp:positionV>
                      <wp:extent cx="420370" cy="231775"/>
                      <wp:effectExtent l="0" t="0" r="0" b="0"/>
                      <wp:wrapNone/>
                      <wp:docPr id="5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370" cy="231775"/>
                              </a:xfrm>
                              <a:prstGeom prst="rect">
                                <a:avLst/>
                              </a:prstGeom>
                              <a:noFill/>
                              <a:ln w="9525">
                                <a:noFill/>
                                <a:miter lim="800000"/>
                                <a:headEnd/>
                                <a:tailEnd/>
                              </a:ln>
                            </wps:spPr>
                            <wps:txbx>
                              <w:txbxContent>
                                <w:p w:rsidR="00D60AF9" w:rsidRPr="005233F9" w:rsidRDefault="00D60AF9" w:rsidP="00D60AF9">
                                  <w:pPr>
                                    <w:rPr>
                                      <w:rFonts w:ascii="Arial" w:hAnsi="Arial" w:cs="Arial"/>
                                      <w:sz w:val="18"/>
                                      <w:szCs w:val="18"/>
                                    </w:rPr>
                                  </w:pPr>
                                  <w:r w:rsidRPr="005233F9">
                                    <w:rPr>
                                      <w:rFonts w:ascii="Arial" w:hAnsi="Arial" w:cs="Arial"/>
                                      <w:sz w:val="18"/>
                                      <w:szCs w:val="18"/>
                                    </w:rPr>
                                    <w:t>T</w:t>
                                  </w:r>
                                  <w:r w:rsidRPr="005233F9">
                                    <w:rPr>
                                      <w:rFonts w:ascii="Arial" w:hAnsi="Arial" w:cs="Arial"/>
                                      <w:sz w:val="18"/>
                                      <w:szCs w:val="18"/>
                                      <w:vertAlign w:val="subscript"/>
                                    </w:rPr>
                                    <w:t>1</w:t>
                                  </w:r>
                                  <w:r w:rsidRPr="00BA0955">
                                    <w:rPr>
                                      <w:rFonts w:ascii="Arial" w:hAnsi="Arial" w:cs="Arial"/>
                                      <w:sz w:val="16"/>
                                      <w:szCs w:val="18"/>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56" type="#_x0000_t202" style="position:absolute;margin-left:90.55pt;margin-top:140.9pt;width:33.1pt;height:18.25pt;z-index:2516807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" filled="f" stroked="f">
                      <v:textbox style="mso-fit-shape-to-text:t">
                        <w:txbxContent>
                          <w:p w:rsidR="00D60AF9" w:rsidRPr="005233F9" w:rsidRDefault="00D60AF9" w:rsidP="00D60AF9">
                            <w:pPr>
                              <w:rPr>
                                <w:rFonts w:ascii="Arial" w:hAnsi="Arial" w:cs="Arial"/>
                                <w:sz w:val="18"/>
                                <w:szCs w:val="18"/>
                              </w:rPr>
                            </w:pPr>
                            <w:r w:rsidRPr="005233F9">
                              <w:rPr>
                                <w:rFonts w:ascii="Arial" w:hAnsi="Arial" w:cs="Arial"/>
                                <w:sz w:val="18"/>
                                <w:szCs w:val="18"/>
                              </w:rPr>
                              <w:t>T</w:t>
                            </w:r>
                            <w:r w:rsidRPr="005233F9">
                              <w:rPr>
                                <w:rFonts w:ascii="Arial" w:hAnsi="Arial" w:cs="Arial"/>
                                <w:sz w:val="18"/>
                                <w:szCs w:val="18"/>
                                <w:vertAlign w:val="subscript"/>
                              </w:rPr>
                              <w:t>1</w:t>
                            </w:r>
                            <w:r w:rsidRPr="00BA0955">
                              <w:rPr>
                                <w:rFonts w:ascii="Arial" w:hAnsi="Arial" w:cs="Arial"/>
                                <w:sz w:val="16"/>
                                <w:szCs w:val="18"/>
                              </w:rPr>
                              <w:t>’</w:t>
                            </w:r>
                          </w:p>
                        </w:txbxContent>
                      </v:textbox>
                    </v:shape>
                  </w:pict>
                </mc:Fallback>
              </mc:AlternateContent>
            </w:r>
            <w:r w:rsidRPr="00E152F8">
              <w:rPr>
                <w:rFonts w:ascii="Arial" w:hAnsi="Arial" w:cs="Arial"/>
                <w:noProof/>
                <w:sz w:val="22"/>
                <w:szCs w:val="22"/>
              </w:rPr>
              <mc:AlternateContent>
                <mc:Choice Requires="wps">
                  <w:drawing>
                    <wp:anchor distT="0" distB="0" distL="114300" distR="114300" simplePos="0" relativeHeight="251677696" behindDoc="0" locked="0" layoutInCell="1" allowOverlap="1" wp14:anchorId="151C600D" wp14:editId="7C9D90AF">
                      <wp:simplePos x="0" y="0"/>
                      <wp:positionH relativeFrom="column">
                        <wp:posOffset>-139065</wp:posOffset>
                      </wp:positionH>
                      <wp:positionV relativeFrom="paragraph">
                        <wp:posOffset>1178560</wp:posOffset>
                      </wp:positionV>
                      <wp:extent cx="474980" cy="231775"/>
                      <wp:effectExtent l="0" t="0" r="0" b="0"/>
                      <wp:wrapNone/>
                      <wp:docPr id="3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980" cy="231775"/>
                              </a:xfrm>
                              <a:prstGeom prst="rect">
                                <a:avLst/>
                              </a:prstGeom>
                              <a:noFill/>
                              <a:ln w="9525">
                                <a:noFill/>
                                <a:miter lim="800000"/>
                                <a:headEnd/>
                                <a:tailEnd/>
                              </a:ln>
                            </wps:spPr>
                            <wps:txbx>
                              <w:txbxContent>
                                <w:p w:rsidR="00D60AF9" w:rsidRPr="005233F9" w:rsidRDefault="00D60AF9" w:rsidP="00D60AF9">
                                  <w:pPr>
                                    <w:rPr>
                                      <w:rFonts w:ascii="Arial" w:hAnsi="Arial" w:cs="Arial"/>
                                      <w:sz w:val="18"/>
                                      <w:szCs w:val="18"/>
                                    </w:rPr>
                                  </w:pPr>
                                  <w:r w:rsidRPr="005233F9">
                                    <w:rPr>
                                      <w:rFonts w:ascii="Arial" w:hAnsi="Arial" w:cs="Arial"/>
                                      <w:sz w:val="18"/>
                                      <w:szCs w:val="18"/>
                                    </w:rPr>
                                    <w:t>Q</w:t>
                                  </w:r>
                                  <w:r w:rsidRPr="005233F9">
                                    <w:rPr>
                                      <w:rFonts w:ascii="Arial" w:hAnsi="Arial" w:cs="Arial"/>
                                      <w:sz w:val="18"/>
                                      <w:szCs w:val="18"/>
                                      <w:vertAlign w:val="subscript"/>
                                    </w:rPr>
                                    <w:t>M</w:t>
                                  </w:r>
                                  <w:r w:rsidRPr="00BA0955">
                                    <w:rPr>
                                      <w:rFonts w:ascii="Arial" w:hAnsi="Arial" w:cs="Arial"/>
                                      <w:sz w:val="16"/>
                                      <w:szCs w:val="18"/>
                                      <w:vertAlign w:val="superscript"/>
                                    </w:rP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57" type="#_x0000_t202" style="position:absolute;margin-left:-10.95pt;margin-top:92.8pt;width:37.4pt;height:18.25pt;z-index:2516776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" filled="f" stroked="f">
                      <v:textbox style="mso-fit-shape-to-text:t">
                        <w:txbxContent>
                          <w:p w:rsidR="00D60AF9" w:rsidRPr="005233F9" w:rsidRDefault="00D60AF9" w:rsidP="00D60AF9">
                            <w:pPr>
                              <w:rPr>
                                <w:rFonts w:ascii="Arial" w:hAnsi="Arial" w:cs="Arial"/>
                                <w:sz w:val="18"/>
                                <w:szCs w:val="18"/>
                              </w:rPr>
                            </w:pPr>
                            <w:proofErr w:type="spellStart"/>
                            <w:r w:rsidRPr="005233F9">
                              <w:rPr>
                                <w:rFonts w:ascii="Arial" w:hAnsi="Arial" w:cs="Arial"/>
                                <w:sz w:val="18"/>
                                <w:szCs w:val="18"/>
                              </w:rPr>
                              <w:t>Q</w:t>
                            </w:r>
                            <w:r w:rsidRPr="005233F9">
                              <w:rPr>
                                <w:rFonts w:ascii="Arial" w:hAnsi="Arial" w:cs="Arial"/>
                                <w:sz w:val="18"/>
                                <w:szCs w:val="18"/>
                                <w:vertAlign w:val="subscript"/>
                              </w:rPr>
                              <w:t>M</w:t>
                            </w:r>
                            <w:r w:rsidRPr="00BA0955">
                              <w:rPr>
                                <w:rFonts w:ascii="Arial" w:hAnsi="Arial" w:cs="Arial"/>
                                <w:sz w:val="16"/>
                                <w:szCs w:val="18"/>
                                <w:vertAlign w:val="superscript"/>
                              </w:rPr>
                              <w:t>1</w:t>
                            </w:r>
                            <w:proofErr w:type="spellEnd"/>
                          </w:p>
                        </w:txbxContent>
                      </v:textbox>
                    </v:shape>
                  </w:pict>
                </mc:Fallback>
              </mc:AlternateContent>
            </w:r>
            <w:r w:rsidRPr="00E152F8">
              <w:rPr>
                <w:rFonts w:ascii="Arial" w:hAnsi="Arial" w:cs="Arial"/>
                <w:noProof/>
                <w:sz w:val="22"/>
                <w:szCs w:val="22"/>
              </w:rPr>
              <mc:AlternateContent>
                <mc:Choice Requires="wps">
                  <w:drawing>
                    <wp:anchor distT="0" distB="0" distL="114300" distR="114300" simplePos="0" relativeHeight="251679744" behindDoc="0" locked="0" layoutInCell="1" allowOverlap="1" wp14:anchorId="43C49218" wp14:editId="67257A9C">
                      <wp:simplePos x="0" y="0"/>
                      <wp:positionH relativeFrom="column">
                        <wp:posOffset>-67945</wp:posOffset>
                      </wp:positionH>
                      <wp:positionV relativeFrom="paragraph">
                        <wp:posOffset>831215</wp:posOffset>
                      </wp:positionV>
                      <wp:extent cx="327025" cy="231775"/>
                      <wp:effectExtent l="0" t="0" r="0" b="0"/>
                      <wp:wrapNone/>
                      <wp:docPr id="28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025" cy="231775"/>
                              </a:xfrm>
                              <a:prstGeom prst="rect">
                                <a:avLst/>
                              </a:prstGeom>
                              <a:noFill/>
                              <a:ln w="9525">
                                <a:noFill/>
                                <a:miter lim="800000"/>
                                <a:headEnd/>
                                <a:tailEnd/>
                              </a:ln>
                            </wps:spPr>
                            <wps:txbx>
                              <w:txbxContent>
                                <w:p w:rsidR="00D60AF9" w:rsidRPr="005233F9" w:rsidRDefault="00D60AF9" w:rsidP="00D60AF9">
                                  <w:pPr>
                                    <w:rPr>
                                      <w:rFonts w:ascii="Arial" w:hAnsi="Arial" w:cs="Arial"/>
                                      <w:sz w:val="18"/>
                                      <w:szCs w:val="18"/>
                                    </w:rPr>
                                  </w:pPr>
                                  <w:r w:rsidRPr="005233F9">
                                    <w:rPr>
                                      <w:rFonts w:ascii="Arial" w:hAnsi="Arial" w:cs="Arial"/>
                                      <w:sz w:val="18"/>
                                      <w:szCs w:val="18"/>
                                    </w:rPr>
                                    <w:t>T</w:t>
                                  </w:r>
                                  <w:r w:rsidRPr="005233F9">
                                    <w:rPr>
                                      <w:rFonts w:ascii="Arial" w:hAnsi="Arial" w:cs="Arial"/>
                                      <w:sz w:val="18"/>
                                      <w:szCs w:val="18"/>
                                      <w:vertAlign w:val="subscript"/>
                                    </w:rP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58" type="#_x0000_t202" style="position:absolute;margin-left:-5.35pt;margin-top:65.45pt;width:25.75pt;height:18.25pt;z-index:2516797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" filled="f" stroked="f">
                      <v:textbox style="mso-fit-shape-to-text:t">
                        <w:txbxContent>
                          <w:p w:rsidR="00D60AF9" w:rsidRPr="005233F9" w:rsidRDefault="00D60AF9" w:rsidP="00D60AF9">
                            <w:pPr>
                              <w:rPr>
                                <w:rFonts w:ascii="Arial" w:hAnsi="Arial" w:cs="Arial"/>
                                <w:sz w:val="18"/>
                                <w:szCs w:val="18"/>
                              </w:rPr>
                            </w:pPr>
                            <w:r w:rsidRPr="005233F9">
                              <w:rPr>
                                <w:rFonts w:ascii="Arial" w:hAnsi="Arial" w:cs="Arial"/>
                                <w:sz w:val="18"/>
                                <w:szCs w:val="18"/>
                              </w:rPr>
                              <w:t>T</w:t>
                            </w:r>
                            <w:r w:rsidRPr="005233F9">
                              <w:rPr>
                                <w:rFonts w:ascii="Arial" w:hAnsi="Arial" w:cs="Arial"/>
                                <w:sz w:val="18"/>
                                <w:szCs w:val="18"/>
                                <w:vertAlign w:val="subscript"/>
                              </w:rPr>
                              <w:t>1</w:t>
                            </w:r>
                          </w:p>
                        </w:txbxContent>
                      </v:textbox>
                    </v:shape>
                  </w:pict>
                </mc:Fallback>
              </mc:AlternateContent>
            </w:r>
            <w:r w:rsidRPr="00E152F8">
              <w:rPr>
                <w:rFonts w:ascii="Arial" w:hAnsi="Arial" w:cs="Arial"/>
                <w:noProof/>
                <w:sz w:val="22"/>
                <w:szCs w:val="22"/>
              </w:rPr>
              <mc:AlternateContent>
                <mc:Choice Requires="wps">
                  <w:drawing>
                    <wp:anchor distT="0" distB="0" distL="114300" distR="114300" simplePos="0" relativeHeight="251684864" behindDoc="0" locked="0" layoutInCell="1" allowOverlap="1" wp14:anchorId="23DD8EFC" wp14:editId="05C32AFF">
                      <wp:simplePos x="0" y="0"/>
                      <wp:positionH relativeFrom="column">
                        <wp:posOffset>-67945</wp:posOffset>
                      </wp:positionH>
                      <wp:positionV relativeFrom="paragraph">
                        <wp:posOffset>408305</wp:posOffset>
                      </wp:positionV>
                      <wp:extent cx="327025" cy="231775"/>
                      <wp:effectExtent l="0" t="0" r="0" b="0"/>
                      <wp:wrapNone/>
                      <wp:docPr id="6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025" cy="231775"/>
                              </a:xfrm>
                              <a:prstGeom prst="rect">
                                <a:avLst/>
                              </a:prstGeom>
                              <a:noFill/>
                              <a:ln w="9525">
                                <a:noFill/>
                                <a:miter lim="800000"/>
                                <a:headEnd/>
                                <a:tailEnd/>
                              </a:ln>
                            </wps:spPr>
                            <wps:txbx>
                              <w:txbxContent>
                                <w:p w:rsidR="00D60AF9" w:rsidRPr="005233F9" w:rsidRDefault="00D60AF9" w:rsidP="00D60AF9">
                                  <w:pPr>
                                    <w:rPr>
                                      <w:rFonts w:ascii="Arial" w:hAnsi="Arial" w:cs="Arial"/>
                                      <w:sz w:val="18"/>
                                      <w:szCs w:val="18"/>
                                    </w:rPr>
                                  </w:pPr>
                                  <w:r w:rsidRPr="005233F9">
                                    <w:rPr>
                                      <w:rFonts w:ascii="Arial" w:hAnsi="Arial" w:cs="Arial"/>
                                      <w:sz w:val="18"/>
                                      <w:szCs w:val="18"/>
                                    </w:rPr>
                                    <w:t>T</w:t>
                                  </w:r>
                                  <w:r w:rsidRPr="005233F9">
                                    <w:rPr>
                                      <w:rFonts w:ascii="Arial" w:hAnsi="Arial" w:cs="Arial"/>
                                      <w:sz w:val="18"/>
                                      <w:szCs w:val="18"/>
                                      <w:vertAlign w:val="subscript"/>
                                    </w:rP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 Box 63" o:spid="_x0000_s1059" type="#_x0000_t202" style="position:absolute;margin-left:-5.35pt;margin-top:32.15pt;width:25.75pt;height:18.25pt;z-index:2516848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" filled="f" stroked="f">
                      <v:textbox style="mso-fit-shape-to-text:t">
                        <w:txbxContent>
                          <w:p w:rsidR="00D60AF9" w:rsidRPr="005233F9" w:rsidRDefault="00D60AF9" w:rsidP="00D60AF9">
                            <w:pPr>
                              <w:rPr>
                                <w:rFonts w:ascii="Arial" w:hAnsi="Arial" w:cs="Arial"/>
                                <w:sz w:val="18"/>
                                <w:szCs w:val="18"/>
                              </w:rPr>
                            </w:pPr>
                            <w:r w:rsidRPr="005233F9">
                              <w:rPr>
                                <w:rFonts w:ascii="Arial" w:hAnsi="Arial" w:cs="Arial"/>
                                <w:sz w:val="18"/>
                                <w:szCs w:val="18"/>
                              </w:rPr>
                              <w:t>T</w:t>
                            </w:r>
                            <w:r w:rsidRPr="005233F9">
                              <w:rPr>
                                <w:rFonts w:ascii="Arial" w:hAnsi="Arial" w:cs="Arial"/>
                                <w:sz w:val="18"/>
                                <w:szCs w:val="18"/>
                                <w:vertAlign w:val="subscript"/>
                              </w:rPr>
                              <w:t>2</w:t>
                            </w:r>
                          </w:p>
                        </w:txbxContent>
                      </v:textbox>
                    </v:shape>
                  </w:pict>
                </mc:Fallback>
              </mc:AlternateContent>
            </w:r>
            <w:r w:rsidRPr="00E152F8">
              <w:rPr>
                <w:rFonts w:ascii="Arial" w:hAnsi="Arial" w:cs="Arial"/>
                <w:noProof/>
                <w:sz w:val="22"/>
                <w:szCs w:val="22"/>
              </w:rPr>
              <mc:AlternateContent>
                <mc:Choice Requires="wps">
                  <w:drawing>
                    <wp:anchor distT="0" distB="0" distL="114300" distR="114300" simplePos="0" relativeHeight="251673600" behindDoc="0" locked="0" layoutInCell="1" allowOverlap="1" wp14:anchorId="2B553D1F" wp14:editId="0016A8DB">
                      <wp:simplePos x="0" y="0"/>
                      <wp:positionH relativeFrom="column">
                        <wp:posOffset>817880</wp:posOffset>
                      </wp:positionH>
                      <wp:positionV relativeFrom="paragraph">
                        <wp:posOffset>1242695</wp:posOffset>
                      </wp:positionV>
                      <wp:extent cx="290830" cy="1403985"/>
                      <wp:effectExtent l="0" t="0" r="0" b="0"/>
                      <wp:wrapNone/>
                      <wp:docPr id="29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830" cy="1403985"/>
                              </a:xfrm>
                              <a:prstGeom prst="rect">
                                <a:avLst/>
                              </a:prstGeom>
                              <a:noFill/>
                              <a:ln w="9525">
                                <a:noFill/>
                                <a:miter lim="800000"/>
                                <a:headEnd/>
                                <a:tailEnd/>
                              </a:ln>
                            </wps:spPr>
                            <wps:txbx>
                              <w:txbxContent>
                                <w:p w:rsidR="00D60AF9" w:rsidRPr="005233F9" w:rsidRDefault="00D60AF9" w:rsidP="00D60AF9">
                                  <w:pPr>
                                    <w:rPr>
                                      <w:rFonts w:ascii="Arial" w:hAnsi="Arial" w:cs="Arial"/>
                                      <w:sz w:val="18"/>
                                      <w:szCs w:val="18"/>
                                    </w:rPr>
                                  </w:pPr>
                                  <w:r w:rsidRPr="005233F9">
                                    <w:rPr>
                                      <w:rFonts w:ascii="Arial" w:hAnsi="Arial" w:cs="Arial"/>
                                      <w:sz w:val="18"/>
                                      <w:szCs w:val="18"/>
                                    </w:rPr>
                                    <w: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60" type="#_x0000_t202" style="position:absolute;margin-left:64.4pt;margin-top:97.85pt;width:22.9pt;height:110.55pt;z-index:2516736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" filled="f" stroked="f">
                      <v:textbox style="mso-fit-shape-to-text:t">
                        <w:txbxContent>
                          <w:p w:rsidR="00D60AF9" w:rsidRPr="005233F9" w:rsidRDefault="00D60AF9" w:rsidP="00D60AF9">
                            <w:pPr>
                              <w:rPr>
                                <w:rFonts w:ascii="Arial" w:hAnsi="Arial" w:cs="Arial"/>
                                <w:sz w:val="18"/>
                                <w:szCs w:val="18"/>
                              </w:rPr>
                            </w:pPr>
                            <w:r w:rsidRPr="005233F9">
                              <w:rPr>
                                <w:rFonts w:ascii="Arial" w:hAnsi="Arial" w:cs="Arial"/>
                                <w:sz w:val="18"/>
                                <w:szCs w:val="18"/>
                              </w:rPr>
                              <w:t>A</w:t>
                            </w:r>
                          </w:p>
                        </w:txbxContent>
                      </v:textbox>
                    </v:shape>
                  </w:pict>
                </mc:Fallback>
              </mc:AlternateContent>
            </w:r>
            <w:r w:rsidRPr="00E152F8">
              <w:rPr>
                <w:rFonts w:ascii="Arial" w:hAnsi="Arial" w:cs="Arial"/>
                <w:noProof/>
                <w:sz w:val="22"/>
                <w:szCs w:val="22"/>
              </w:rPr>
              <mc:AlternateContent>
                <mc:Choice Requires="wps">
                  <w:drawing>
                    <wp:anchor distT="0" distB="0" distL="114300" distR="114300" simplePos="0" relativeHeight="251681792" behindDoc="0" locked="0" layoutInCell="1" allowOverlap="1" wp14:anchorId="00587DD4" wp14:editId="5DDFDE32">
                      <wp:simplePos x="0" y="0"/>
                      <wp:positionH relativeFrom="column">
                        <wp:posOffset>739140</wp:posOffset>
                      </wp:positionH>
                      <wp:positionV relativeFrom="paragraph">
                        <wp:posOffset>666115</wp:posOffset>
                      </wp:positionV>
                      <wp:extent cx="290830" cy="1403985"/>
                      <wp:effectExtent l="0" t="0" r="0" b="0"/>
                      <wp:wrapNone/>
                      <wp:docPr id="5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830" cy="1403985"/>
                              </a:xfrm>
                              <a:prstGeom prst="rect">
                                <a:avLst/>
                              </a:prstGeom>
                              <a:noFill/>
                              <a:ln w="9525">
                                <a:noFill/>
                                <a:miter lim="800000"/>
                                <a:headEnd/>
                                <a:tailEnd/>
                              </a:ln>
                            </wps:spPr>
                            <wps:txbx>
                              <w:txbxContent>
                                <w:p w:rsidR="00D60AF9" w:rsidRPr="005233F9" w:rsidRDefault="00D60AF9" w:rsidP="00D60AF9">
                                  <w:pPr>
                                    <w:rPr>
                                      <w:rFonts w:ascii="Arial" w:hAnsi="Arial" w:cs="Arial"/>
                                      <w:sz w:val="18"/>
                                      <w:szCs w:val="18"/>
                                    </w:rPr>
                                  </w:pPr>
                                  <w:r w:rsidRPr="005233F9">
                                    <w:rPr>
                                      <w:rFonts w:ascii="Arial" w:hAnsi="Arial" w:cs="Arial"/>
                                      <w:sz w:val="18"/>
                                      <w:szCs w:val="18"/>
                                    </w:rPr>
                                    <w:t>B</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61" type="#_x0000_t202" style="position:absolute;margin-left:58.2pt;margin-top:52.45pt;width:22.9pt;height:110.55pt;z-index:2516817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" filled="f" stroked="f">
                      <v:textbox style="mso-fit-shape-to-text:t">
                        <w:txbxContent>
                          <w:p w:rsidR="00D60AF9" w:rsidRPr="005233F9" w:rsidRDefault="00D60AF9" w:rsidP="00D60AF9">
                            <w:pPr>
                              <w:rPr>
                                <w:rFonts w:ascii="Arial" w:hAnsi="Arial" w:cs="Arial"/>
                                <w:sz w:val="18"/>
                                <w:szCs w:val="18"/>
                              </w:rPr>
                            </w:pPr>
                            <w:r w:rsidRPr="005233F9">
                              <w:rPr>
                                <w:rFonts w:ascii="Arial" w:hAnsi="Arial" w:cs="Arial"/>
                                <w:sz w:val="18"/>
                                <w:szCs w:val="18"/>
                              </w:rPr>
                              <w:t>B</w:t>
                            </w:r>
                          </w:p>
                        </w:txbxContent>
                      </v:textbox>
                    </v:shape>
                  </w:pict>
                </mc:Fallback>
              </mc:AlternateContent>
            </w:r>
            <w:r w:rsidRPr="00E152F8">
              <w:rPr>
                <w:rFonts w:ascii="Arial" w:hAnsi="Arial" w:cs="Arial"/>
                <w:noProof/>
                <w:sz w:val="22"/>
                <w:szCs w:val="22"/>
              </w:rPr>
              <mc:AlternateContent>
                <mc:Choice Requires="wps">
                  <w:drawing>
                    <wp:anchor distT="0" distB="0" distL="114300" distR="114300" simplePos="0" relativeHeight="251674624" behindDoc="0" locked="0" layoutInCell="1" allowOverlap="1" wp14:anchorId="705C03CA" wp14:editId="150A492E">
                      <wp:simplePos x="0" y="0"/>
                      <wp:positionH relativeFrom="column">
                        <wp:posOffset>-114300</wp:posOffset>
                      </wp:positionH>
                      <wp:positionV relativeFrom="paragraph">
                        <wp:posOffset>200787</wp:posOffset>
                      </wp:positionV>
                      <wp:extent cx="2203450" cy="140398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3450" cy="1403985"/>
                              </a:xfrm>
                              <a:prstGeom prst="rect">
                                <a:avLst/>
                              </a:prstGeom>
                              <a:noFill/>
                              <a:ln w="9525">
                                <a:noFill/>
                                <a:miter lim="800000"/>
                                <a:headEnd/>
                                <a:tailEnd/>
                              </a:ln>
                            </wps:spPr>
                            <wps:txbx>
                              <w:txbxContent>
                                <w:p w:rsidR="00D60AF9" w:rsidRPr="005233F9" w:rsidRDefault="00D60AF9" w:rsidP="00D60AF9">
                                  <w:pPr>
                                    <w:rPr>
                                      <w:rFonts w:ascii="Arial" w:hAnsi="Arial" w:cs="Arial"/>
                                      <w:sz w:val="18"/>
                                      <w:szCs w:val="18"/>
                                    </w:rPr>
                                  </w:pPr>
                                  <w:r w:rsidRPr="005233F9">
                                    <w:rPr>
                                      <w:rFonts w:ascii="Arial" w:hAnsi="Arial" w:cs="Arial"/>
                                      <w:sz w:val="18"/>
                                      <w:szCs w:val="18"/>
                                    </w:rPr>
                                    <w:t>Output of manufactures, Q</w:t>
                                  </w:r>
                                  <w:r w:rsidRPr="005233F9">
                                    <w:rPr>
                                      <w:rFonts w:ascii="Arial" w:hAnsi="Arial" w:cs="Arial"/>
                                      <w:sz w:val="18"/>
                                      <w:szCs w:val="18"/>
                                      <w:vertAlign w:val="subscript"/>
                                    </w:rPr>
                                    <w:t>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62" type="#_x0000_t202" style="position:absolute;margin-left:-9pt;margin-top:15.8pt;width:173.5pt;height:110.55pt;z-index:2516746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" filled="f" stroked="f">
                      <v:textbox style="mso-fit-shape-to-text:t">
                        <w:txbxContent>
                          <w:p w:rsidR="00D60AF9" w:rsidRPr="005233F9" w:rsidRDefault="00D60AF9" w:rsidP="00D60AF9">
                            <w:pPr>
                              <w:rPr>
                                <w:rFonts w:ascii="Arial" w:hAnsi="Arial" w:cs="Arial"/>
                                <w:sz w:val="18"/>
                                <w:szCs w:val="18"/>
                              </w:rPr>
                            </w:pPr>
                            <w:r w:rsidRPr="005233F9">
                              <w:rPr>
                                <w:rFonts w:ascii="Arial" w:hAnsi="Arial" w:cs="Arial"/>
                                <w:sz w:val="18"/>
                                <w:szCs w:val="18"/>
                              </w:rPr>
                              <w:t>Output of manufactures, Q</w:t>
                            </w:r>
                            <w:r w:rsidRPr="005233F9">
                              <w:rPr>
                                <w:rFonts w:ascii="Arial" w:hAnsi="Arial" w:cs="Arial"/>
                                <w:sz w:val="18"/>
                                <w:szCs w:val="18"/>
                                <w:vertAlign w:val="subscript"/>
                              </w:rPr>
                              <w:t>M</w:t>
                            </w:r>
                          </w:p>
                        </w:txbxContent>
                      </v:textbox>
                    </v:shape>
                  </w:pict>
                </mc:Fallback>
              </mc:AlternateContent>
            </w:r>
            <w:r w:rsidRPr="00E152F8">
              <w:rPr>
                <w:rFonts w:ascii="Arial" w:hAnsi="Arial" w:cs="Arial"/>
                <w:noProof/>
                <w:sz w:val="22"/>
                <w:szCs w:val="22"/>
              </w:rPr>
              <mc:AlternateContent>
                <mc:Choice Requires="wps">
                  <w:drawing>
                    <wp:anchor distT="0" distB="0" distL="114300" distR="114300" simplePos="0" relativeHeight="251676672" behindDoc="0" locked="0" layoutInCell="1" allowOverlap="1" wp14:anchorId="46A639A9" wp14:editId="71FEDAF6">
                      <wp:simplePos x="0" y="0"/>
                      <wp:positionH relativeFrom="column">
                        <wp:posOffset>1344930</wp:posOffset>
                      </wp:positionH>
                      <wp:positionV relativeFrom="paragraph">
                        <wp:posOffset>1414145</wp:posOffset>
                      </wp:positionV>
                      <wp:extent cx="1076325" cy="140398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6325" cy="1403985"/>
                              </a:xfrm>
                              <a:prstGeom prst="rect">
                                <a:avLst/>
                              </a:prstGeom>
                              <a:noFill/>
                              <a:ln w="9525">
                                <a:noFill/>
                                <a:miter lim="800000"/>
                                <a:headEnd/>
                                <a:tailEnd/>
                              </a:ln>
                            </wps:spPr>
                            <wps:txbx>
                              <w:txbxContent>
                                <w:p w:rsidR="00D60AF9" w:rsidRPr="005233F9" w:rsidRDefault="00D60AF9" w:rsidP="00D60AF9">
                                  <w:pPr>
                                    <w:rPr>
                                      <w:rFonts w:ascii="Arial" w:hAnsi="Arial" w:cs="Arial"/>
                                      <w:sz w:val="18"/>
                                      <w:szCs w:val="18"/>
                                    </w:rPr>
                                  </w:pPr>
                                  <w:r>
                                    <w:rPr>
                                      <w:rFonts w:ascii="Arial" w:hAnsi="Arial" w:cs="Arial"/>
                                      <w:sz w:val="18"/>
                                      <w:szCs w:val="18"/>
                                    </w:rPr>
                                    <w:t>Price ratio,</w:t>
                                  </w:r>
                                  <w:r>
                                    <w:rPr>
                                      <w:rFonts w:ascii="Arial" w:hAnsi="Arial" w:cs="Arial"/>
                                      <w:sz w:val="18"/>
                                      <w:szCs w:val="18"/>
                                    </w:rPr>
                                    <w:br/>
                                  </w:r>
                                  <w:r w:rsidRPr="005233F9">
                                    <w:rPr>
                                      <w:rFonts w:ascii="Arial" w:hAnsi="Arial" w:cs="Arial"/>
                                      <w:sz w:val="18"/>
                                      <w:szCs w:val="18"/>
                                    </w:rPr>
                                    <w:t>slope = -P</w:t>
                                  </w:r>
                                  <w:r w:rsidRPr="005233F9">
                                    <w:rPr>
                                      <w:rFonts w:ascii="Arial" w:hAnsi="Arial" w:cs="Arial"/>
                                      <w:sz w:val="18"/>
                                      <w:szCs w:val="18"/>
                                      <w:vertAlign w:val="subscript"/>
                                    </w:rPr>
                                    <w:t>R</w:t>
                                  </w:r>
                                  <w:r w:rsidRPr="005233F9">
                                    <w:rPr>
                                      <w:rFonts w:ascii="Arial" w:hAnsi="Arial" w:cs="Arial"/>
                                      <w:sz w:val="18"/>
                                      <w:szCs w:val="18"/>
                                    </w:rPr>
                                    <w:t>/P</w:t>
                                  </w:r>
                                  <w:r w:rsidRPr="005233F9">
                                    <w:rPr>
                                      <w:rFonts w:ascii="Arial" w:hAnsi="Arial" w:cs="Arial"/>
                                      <w:sz w:val="18"/>
                                      <w:szCs w:val="18"/>
                                      <w:vertAlign w:val="subscript"/>
                                    </w:rPr>
                                    <w:t>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63" type="#_x0000_t202" style="position:absolute;margin-left:105.9pt;margin-top:111.35pt;width:84.75pt;height:110.55pt;z-index:2516766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" filled="f" stroked="f">
                      <v:textbox style="mso-fit-shape-to-text:t">
                        <w:txbxContent>
                          <w:p w:rsidR="00D60AF9" w:rsidRPr="005233F9" w:rsidRDefault="00D60AF9" w:rsidP="00D60AF9">
                            <w:pPr>
                              <w:rPr>
                                <w:rFonts w:ascii="Arial" w:hAnsi="Arial" w:cs="Arial"/>
                                <w:sz w:val="18"/>
                                <w:szCs w:val="18"/>
                              </w:rPr>
                            </w:pPr>
                            <w:r>
                              <w:rPr>
                                <w:rFonts w:ascii="Arial" w:hAnsi="Arial" w:cs="Arial"/>
                                <w:sz w:val="18"/>
                                <w:szCs w:val="18"/>
                              </w:rPr>
                              <w:t>Price ratio,</w:t>
                            </w:r>
                            <w:r>
                              <w:rPr>
                                <w:rFonts w:ascii="Arial" w:hAnsi="Arial" w:cs="Arial"/>
                                <w:sz w:val="18"/>
                                <w:szCs w:val="18"/>
                              </w:rPr>
                              <w:br/>
                            </w:r>
                            <w:r w:rsidRPr="005233F9">
                              <w:rPr>
                                <w:rFonts w:ascii="Arial" w:hAnsi="Arial" w:cs="Arial"/>
                                <w:sz w:val="18"/>
                                <w:szCs w:val="18"/>
                              </w:rPr>
                              <w:t>slope = -P</w:t>
                            </w:r>
                            <w:r w:rsidRPr="005233F9">
                              <w:rPr>
                                <w:rFonts w:ascii="Arial" w:hAnsi="Arial" w:cs="Arial"/>
                                <w:sz w:val="18"/>
                                <w:szCs w:val="18"/>
                                <w:vertAlign w:val="subscript"/>
                              </w:rPr>
                              <w:t>R</w:t>
                            </w:r>
                            <w:r w:rsidRPr="005233F9">
                              <w:rPr>
                                <w:rFonts w:ascii="Arial" w:hAnsi="Arial" w:cs="Arial"/>
                                <w:sz w:val="18"/>
                                <w:szCs w:val="18"/>
                              </w:rPr>
                              <w:t>/P</w:t>
                            </w:r>
                            <w:r w:rsidRPr="005233F9">
                              <w:rPr>
                                <w:rFonts w:ascii="Arial" w:hAnsi="Arial" w:cs="Arial"/>
                                <w:sz w:val="18"/>
                                <w:szCs w:val="18"/>
                                <w:vertAlign w:val="subscript"/>
                              </w:rPr>
                              <w:t>M</w:t>
                            </w:r>
                          </w:p>
                        </w:txbxContent>
                      </v:textbox>
                    </v:shape>
                  </w:pict>
                </mc:Fallback>
              </mc:AlternateContent>
            </w:r>
            <w:r w:rsidRPr="00E152F8">
              <w:rPr>
                <w:rFonts w:ascii="Arial" w:hAnsi="Arial" w:cs="Arial"/>
                <w:noProof/>
                <w:sz w:val="22"/>
                <w:szCs w:val="22"/>
              </w:rPr>
              <mc:AlternateContent>
                <mc:Choice Requires="wps">
                  <w:drawing>
                    <wp:anchor distT="0" distB="0" distL="114300" distR="114300" simplePos="0" relativeHeight="251675648" behindDoc="0" locked="0" layoutInCell="1" allowOverlap="1" wp14:anchorId="59231603" wp14:editId="32105AAA">
                      <wp:simplePos x="0" y="0"/>
                      <wp:positionH relativeFrom="column">
                        <wp:posOffset>1596390</wp:posOffset>
                      </wp:positionH>
                      <wp:positionV relativeFrom="paragraph">
                        <wp:posOffset>1818005</wp:posOffset>
                      </wp:positionV>
                      <wp:extent cx="1155700" cy="1403985"/>
                      <wp:effectExtent l="0" t="0" r="0" b="2540"/>
                      <wp:wrapNone/>
                      <wp:docPr id="6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0" cy="1403985"/>
                              </a:xfrm>
                              <a:prstGeom prst="rect">
                                <a:avLst/>
                              </a:prstGeom>
                              <a:noFill/>
                              <a:ln w="9525">
                                <a:noFill/>
                                <a:miter lim="800000"/>
                                <a:headEnd/>
                                <a:tailEnd/>
                              </a:ln>
                            </wps:spPr>
                            <wps:txbx>
                              <w:txbxContent>
                                <w:p w:rsidR="00D60AF9" w:rsidRPr="005233F9" w:rsidRDefault="00D60AF9" w:rsidP="00D60AF9">
                                  <w:pPr>
                                    <w:jc w:val="center"/>
                                    <w:rPr>
                                      <w:rFonts w:ascii="Arial" w:hAnsi="Arial" w:cs="Arial"/>
                                      <w:sz w:val="18"/>
                                      <w:szCs w:val="18"/>
                                    </w:rPr>
                                  </w:pPr>
                                  <w:r w:rsidRPr="005233F9">
                                    <w:rPr>
                                      <w:rFonts w:ascii="Arial" w:hAnsi="Arial" w:cs="Arial"/>
                                      <w:sz w:val="18"/>
                                      <w:szCs w:val="18"/>
                                    </w:rPr>
                                    <w:t>Output of resources, Q</w:t>
                                  </w:r>
                                  <w:r w:rsidRPr="005233F9">
                                    <w:rPr>
                                      <w:rFonts w:ascii="Arial" w:hAnsi="Arial" w:cs="Arial"/>
                                      <w:sz w:val="18"/>
                                      <w:szCs w:val="18"/>
                                      <w:vertAlign w:val="subscript"/>
                                    </w:rPr>
                                    <w:t>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64" type="#_x0000_t202" style="position:absolute;margin-left:125.7pt;margin-top:143.15pt;width:91pt;height:110.55pt;z-index:2516756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" filled="f" stroked="f">
                      <v:textbox style="mso-fit-shape-to-text:t">
                        <w:txbxContent>
                          <w:p w:rsidR="00D60AF9" w:rsidRPr="005233F9" w:rsidRDefault="00D60AF9" w:rsidP="00D60AF9">
                            <w:pPr>
                              <w:jc w:val="center"/>
                              <w:rPr>
                                <w:rFonts w:ascii="Arial" w:hAnsi="Arial" w:cs="Arial"/>
                                <w:sz w:val="18"/>
                                <w:szCs w:val="18"/>
                              </w:rPr>
                            </w:pPr>
                            <w:r w:rsidRPr="005233F9">
                              <w:rPr>
                                <w:rFonts w:ascii="Arial" w:hAnsi="Arial" w:cs="Arial"/>
                                <w:sz w:val="18"/>
                                <w:szCs w:val="18"/>
                              </w:rPr>
                              <w:t>Output of resources, Q</w:t>
                            </w:r>
                            <w:r w:rsidRPr="005233F9">
                              <w:rPr>
                                <w:rFonts w:ascii="Arial" w:hAnsi="Arial" w:cs="Arial"/>
                                <w:sz w:val="18"/>
                                <w:szCs w:val="18"/>
                                <w:vertAlign w:val="subscript"/>
                              </w:rPr>
                              <w:t>R</w:t>
                            </w:r>
                          </w:p>
                        </w:txbxContent>
                      </v:textbox>
                    </v:shape>
                  </w:pict>
                </mc:Fallback>
              </mc:AlternateContent>
            </w:r>
            <w:r w:rsidRPr="00E152F8">
              <w:rPr>
                <w:rFonts w:ascii="Arial" w:hAnsi="Arial" w:cs="Arial"/>
                <w:sz w:val="22"/>
                <w:szCs w:val="22"/>
              </w:rPr>
              <w:t>B: technological advances</w:t>
            </w:r>
            <w:r>
              <w:rPr>
                <w:rFonts w:ascii="Arial" w:hAnsi="Arial" w:cs="Arial"/>
                <w:sz w:val="22"/>
                <w:szCs w:val="22"/>
              </w:rPr>
              <w:t xml:space="preserve"> (open economy)</w:t>
            </w:r>
            <w:r w:rsidRPr="00E152F8">
              <w:rPr>
                <w:rFonts w:ascii="Arial" w:hAnsi="Arial" w:cs="Arial"/>
                <w:sz w:val="22"/>
                <w:szCs w:val="22"/>
              </w:rPr>
              <w:t xml:space="preserve"> </w:t>
            </w:r>
            <w:r w:rsidRPr="00CC0792">
              <w:rPr>
                <w:rFonts w:ascii="Arial" w:hAnsi="Arial" w:cs="Arial"/>
                <w:noProof/>
                <w:color w:val="FF0000"/>
                <w:sz w:val="22"/>
                <w:szCs w:val="22"/>
              </w:rPr>
              <mc:AlternateContent>
                <mc:Choice Requires="wpc">
                  <w:drawing>
                    <wp:anchor distT="0" distB="0" distL="114300" distR="114300" simplePos="0" relativeHeight="251685888" behindDoc="1" locked="0" layoutInCell="1" allowOverlap="1" wp14:anchorId="387302FA" wp14:editId="2F45F4C8">
                      <wp:simplePos x="0" y="0"/>
                      <wp:positionH relativeFrom="column">
                        <wp:posOffset>-635</wp:posOffset>
                      </wp:positionH>
                      <wp:positionV relativeFrom="paragraph">
                        <wp:posOffset>75565</wp:posOffset>
                      </wp:positionV>
                      <wp:extent cx="2642235" cy="2019300"/>
                      <wp:effectExtent l="0" t="0" r="0" b="0"/>
                      <wp:wrapTight wrapText="bothSides">
                        <wp:wrapPolygon edited="0">
                          <wp:start x="1090" y="3260"/>
                          <wp:lineTo x="1090" y="19358"/>
                          <wp:lineTo x="18065" y="19358"/>
                          <wp:lineTo x="18221" y="18747"/>
                          <wp:lineTo x="11836" y="16709"/>
                          <wp:lineTo x="9811" y="13449"/>
                          <wp:lineTo x="9655" y="11819"/>
                          <wp:lineTo x="6074" y="6928"/>
                          <wp:lineTo x="6229" y="6113"/>
                          <wp:lineTo x="3893" y="4279"/>
                          <wp:lineTo x="1713" y="3260"/>
                          <wp:lineTo x="1090" y="3260"/>
                        </wp:wrapPolygon>
                      </wp:wrapTight>
                      <wp:docPr id="305" name="Canvas 315" descr="Figure 1.1, panel B. The panel shows a change in an open economy's equilibrium, as a result of technological advances in the manufacturing sector."/>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2" name="Straight Connector 12"/>
                              <wps:cNvCnPr/>
                              <wps:spPr>
                                <a:xfrm>
                                  <a:off x="179514" y="335139"/>
                                  <a:ext cx="0" cy="1413673"/>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5" name="Straight Connector 25"/>
                              <wps:cNvCnPr/>
                              <wps:spPr>
                                <a:xfrm>
                                  <a:off x="179492" y="1743075"/>
                                  <a:ext cx="1997116" cy="12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6" name="Arc 33"/>
                              <wps:cNvSpPr/>
                              <wps:spPr>
                                <a:xfrm>
                                  <a:off x="179444" y="618959"/>
                                  <a:ext cx="2030321" cy="1122630"/>
                                </a:xfrm>
                                <a:custGeom>
                                  <a:avLst/>
                                  <a:gdLst>
                                    <a:gd name="connsiteX0" fmla="*/ 734742 w 1469484"/>
                                    <a:gd name="connsiteY0" fmla="*/ 0 h 1037664"/>
                                    <a:gd name="connsiteX1" fmla="*/ 1469484 w 1469484"/>
                                    <a:gd name="connsiteY1" fmla="*/ 518832 h 1037664"/>
                                    <a:gd name="connsiteX2" fmla="*/ 734742 w 1469484"/>
                                    <a:gd name="connsiteY2" fmla="*/ 518832 h 1037664"/>
                                    <a:gd name="connsiteX3" fmla="*/ 734742 w 1469484"/>
                                    <a:gd name="connsiteY3" fmla="*/ 0 h 1037664"/>
                                    <a:gd name="connsiteX0" fmla="*/ 734742 w 1469484"/>
                                    <a:gd name="connsiteY0" fmla="*/ 0 h 1037664"/>
                                    <a:gd name="connsiteX1" fmla="*/ 1469484 w 1469484"/>
                                    <a:gd name="connsiteY1" fmla="*/ 518832 h 1037664"/>
                                    <a:gd name="connsiteX0" fmla="*/ 1065865 w 1800607"/>
                                    <a:gd name="connsiteY0" fmla="*/ 140245 h 659077"/>
                                    <a:gd name="connsiteX1" fmla="*/ 1800607 w 1800607"/>
                                    <a:gd name="connsiteY1" fmla="*/ 659077 h 659077"/>
                                    <a:gd name="connsiteX2" fmla="*/ 1065865 w 1800607"/>
                                    <a:gd name="connsiteY2" fmla="*/ 659077 h 659077"/>
                                    <a:gd name="connsiteX3" fmla="*/ 1065865 w 1800607"/>
                                    <a:gd name="connsiteY3" fmla="*/ 140245 h 659077"/>
                                    <a:gd name="connsiteX0" fmla="*/ 0 w 1800607"/>
                                    <a:gd name="connsiteY0" fmla="*/ 0 h 659077"/>
                                    <a:gd name="connsiteX1" fmla="*/ 1800607 w 1800607"/>
                                    <a:gd name="connsiteY1" fmla="*/ 659077 h 659077"/>
                                    <a:gd name="connsiteX0" fmla="*/ 1065865 w 1800607"/>
                                    <a:gd name="connsiteY0" fmla="*/ 140245 h 1124692"/>
                                    <a:gd name="connsiteX1" fmla="*/ 1800607 w 1800607"/>
                                    <a:gd name="connsiteY1" fmla="*/ 659077 h 1124692"/>
                                    <a:gd name="connsiteX2" fmla="*/ 1065865 w 1800607"/>
                                    <a:gd name="connsiteY2" fmla="*/ 659077 h 1124692"/>
                                    <a:gd name="connsiteX3" fmla="*/ 1065865 w 1800607"/>
                                    <a:gd name="connsiteY3" fmla="*/ 140245 h 1124692"/>
                                    <a:gd name="connsiteX0" fmla="*/ 0 w 1800607"/>
                                    <a:gd name="connsiteY0" fmla="*/ 0 h 1124692"/>
                                    <a:gd name="connsiteX1" fmla="*/ 1643531 w 1800607"/>
                                    <a:gd name="connsiteY1" fmla="*/ 1124692 h 1124692"/>
                                    <a:gd name="connsiteX0" fmla="*/ 1077084 w 1811826"/>
                                    <a:gd name="connsiteY0" fmla="*/ 0 h 984447"/>
                                    <a:gd name="connsiteX1" fmla="*/ 1811826 w 1811826"/>
                                    <a:gd name="connsiteY1" fmla="*/ 518832 h 984447"/>
                                    <a:gd name="connsiteX2" fmla="*/ 1077084 w 1811826"/>
                                    <a:gd name="connsiteY2" fmla="*/ 518832 h 984447"/>
                                    <a:gd name="connsiteX3" fmla="*/ 1077084 w 1811826"/>
                                    <a:gd name="connsiteY3" fmla="*/ 0 h 984447"/>
                                    <a:gd name="connsiteX0" fmla="*/ 0 w 1811826"/>
                                    <a:gd name="connsiteY0" fmla="*/ 224393 h 984447"/>
                                    <a:gd name="connsiteX1" fmla="*/ 1654750 w 1811826"/>
                                    <a:gd name="connsiteY1" fmla="*/ 984447 h 984447"/>
                                    <a:gd name="connsiteX0" fmla="*/ 1077084 w 1811826"/>
                                    <a:gd name="connsiteY0" fmla="*/ 0 h 1006885"/>
                                    <a:gd name="connsiteX1" fmla="*/ 1811826 w 1811826"/>
                                    <a:gd name="connsiteY1" fmla="*/ 518832 h 1006885"/>
                                    <a:gd name="connsiteX2" fmla="*/ 1077084 w 1811826"/>
                                    <a:gd name="connsiteY2" fmla="*/ 518832 h 1006885"/>
                                    <a:gd name="connsiteX3" fmla="*/ 1077084 w 1811826"/>
                                    <a:gd name="connsiteY3" fmla="*/ 0 h 1006885"/>
                                    <a:gd name="connsiteX0" fmla="*/ 0 w 1811826"/>
                                    <a:gd name="connsiteY0" fmla="*/ 224393 h 1006885"/>
                                    <a:gd name="connsiteX1" fmla="*/ 947913 w 1811826"/>
                                    <a:gd name="connsiteY1" fmla="*/ 1006885 h 1006885"/>
                                    <a:gd name="connsiteX0" fmla="*/ 1929776 w 2083915"/>
                                    <a:gd name="connsiteY0" fmla="*/ 0 h 1074203"/>
                                    <a:gd name="connsiteX1" fmla="*/ 1811826 w 2083915"/>
                                    <a:gd name="connsiteY1" fmla="*/ 586150 h 1074203"/>
                                    <a:gd name="connsiteX2" fmla="*/ 1077084 w 2083915"/>
                                    <a:gd name="connsiteY2" fmla="*/ 586150 h 1074203"/>
                                    <a:gd name="connsiteX3" fmla="*/ 1929776 w 2083915"/>
                                    <a:gd name="connsiteY3" fmla="*/ 0 h 1074203"/>
                                    <a:gd name="connsiteX0" fmla="*/ 0 w 2083915"/>
                                    <a:gd name="connsiteY0" fmla="*/ 291711 h 1074203"/>
                                    <a:gd name="connsiteX1" fmla="*/ 947913 w 2083915"/>
                                    <a:gd name="connsiteY1" fmla="*/ 1074203 h 1074203"/>
                                    <a:gd name="connsiteX0" fmla="*/ 1929776 w 1929776"/>
                                    <a:gd name="connsiteY0" fmla="*/ 0 h 1074203"/>
                                    <a:gd name="connsiteX1" fmla="*/ 1077084 w 1929776"/>
                                    <a:gd name="connsiteY1" fmla="*/ 586150 h 1074203"/>
                                    <a:gd name="connsiteX2" fmla="*/ 1929776 w 1929776"/>
                                    <a:gd name="connsiteY2" fmla="*/ 0 h 1074203"/>
                                    <a:gd name="connsiteX0" fmla="*/ 0 w 1929776"/>
                                    <a:gd name="connsiteY0" fmla="*/ 291711 h 1074203"/>
                                    <a:gd name="connsiteX1" fmla="*/ 947913 w 1929776"/>
                                    <a:gd name="connsiteY1" fmla="*/ 1074203 h 1074203"/>
                                    <a:gd name="connsiteX0" fmla="*/ 1077084 w 1929776"/>
                                    <a:gd name="connsiteY0" fmla="*/ 586150 h 1074203"/>
                                    <a:gd name="connsiteX1" fmla="*/ 1929776 w 1929776"/>
                                    <a:gd name="connsiteY1" fmla="*/ 0 h 1074203"/>
                                    <a:gd name="connsiteX2" fmla="*/ 1168506 w 1929776"/>
                                    <a:gd name="connsiteY2" fmla="*/ 679267 h 1074203"/>
                                    <a:gd name="connsiteX0" fmla="*/ 0 w 1929776"/>
                                    <a:gd name="connsiteY0" fmla="*/ 291711 h 1074203"/>
                                    <a:gd name="connsiteX1" fmla="*/ 947913 w 1929776"/>
                                    <a:gd name="connsiteY1" fmla="*/ 1074203 h 1074203"/>
                                    <a:gd name="connsiteX0" fmla="*/ 1077084 w 1929776"/>
                                    <a:gd name="connsiteY0" fmla="*/ 586150 h 1074203"/>
                                    <a:gd name="connsiteX1" fmla="*/ 1929776 w 1929776"/>
                                    <a:gd name="connsiteY1" fmla="*/ 0 h 1074203"/>
                                    <a:gd name="connsiteX0" fmla="*/ 0 w 1929776"/>
                                    <a:gd name="connsiteY0" fmla="*/ 291711 h 1074203"/>
                                    <a:gd name="connsiteX1" fmla="*/ 947913 w 1929776"/>
                                    <a:gd name="connsiteY1" fmla="*/ 1074203 h 1074203"/>
                                    <a:gd name="connsiteX0" fmla="*/ 1077084 w 1929776"/>
                                    <a:gd name="connsiteY0" fmla="*/ 586150 h 1074203"/>
                                    <a:gd name="connsiteX1" fmla="*/ 1929776 w 1929776"/>
                                    <a:gd name="connsiteY1" fmla="*/ 0 h 1074203"/>
                                    <a:gd name="connsiteX0" fmla="*/ 0 w 1929776"/>
                                    <a:gd name="connsiteY0" fmla="*/ 291711 h 1074203"/>
                                    <a:gd name="connsiteX1" fmla="*/ 947913 w 1929776"/>
                                    <a:gd name="connsiteY1" fmla="*/ 1074203 h 1074203"/>
                                    <a:gd name="connsiteX0" fmla="*/ 1077084 w 1929776"/>
                                    <a:gd name="connsiteY0" fmla="*/ 586150 h 1074203"/>
                                    <a:gd name="connsiteX1" fmla="*/ 1929776 w 1929776"/>
                                    <a:gd name="connsiteY1" fmla="*/ 0 h 1074203"/>
                                    <a:gd name="connsiteX0" fmla="*/ 0 w 1929776"/>
                                    <a:gd name="connsiteY0" fmla="*/ 291711 h 1074203"/>
                                    <a:gd name="connsiteX1" fmla="*/ 947913 w 1929776"/>
                                    <a:gd name="connsiteY1" fmla="*/ 1074203 h 1074203"/>
                                    <a:gd name="connsiteX0" fmla="*/ 1077084 w 1929776"/>
                                    <a:gd name="connsiteY0" fmla="*/ 586150 h 1074203"/>
                                    <a:gd name="connsiteX1" fmla="*/ 1929776 w 1929776"/>
                                    <a:gd name="connsiteY1" fmla="*/ 0 h 1074203"/>
                                    <a:gd name="connsiteX0" fmla="*/ 0 w 1929776"/>
                                    <a:gd name="connsiteY0" fmla="*/ 291711 h 1074203"/>
                                    <a:gd name="connsiteX1" fmla="*/ 947913 w 1929776"/>
                                    <a:gd name="connsiteY1" fmla="*/ 1074203 h 1074203"/>
                                    <a:gd name="connsiteX0" fmla="*/ 1077084 w 1991333"/>
                                    <a:gd name="connsiteY0" fmla="*/ 632896 h 1120949"/>
                                    <a:gd name="connsiteX1" fmla="*/ 1929776 w 1991333"/>
                                    <a:gd name="connsiteY1" fmla="*/ 46746 h 1120949"/>
                                    <a:gd name="connsiteX2" fmla="*/ 1924103 w 1991333"/>
                                    <a:gd name="connsiteY2" fmla="*/ 35637 h 1120949"/>
                                    <a:gd name="connsiteX0" fmla="*/ 0 w 1991333"/>
                                    <a:gd name="connsiteY0" fmla="*/ 338457 h 1120949"/>
                                    <a:gd name="connsiteX1" fmla="*/ 947913 w 1991333"/>
                                    <a:gd name="connsiteY1" fmla="*/ 1120949 h 1120949"/>
                                    <a:gd name="connsiteX0" fmla="*/ 1077084 w 1943959"/>
                                    <a:gd name="connsiteY0" fmla="*/ 645419 h 1133472"/>
                                    <a:gd name="connsiteX1" fmla="*/ 1929776 w 1943959"/>
                                    <a:gd name="connsiteY1" fmla="*/ 59269 h 1133472"/>
                                    <a:gd name="connsiteX2" fmla="*/ 1110679 w 1943959"/>
                                    <a:gd name="connsiteY2" fmla="*/ 13879 h 1133472"/>
                                    <a:gd name="connsiteX0" fmla="*/ 0 w 1943959"/>
                                    <a:gd name="connsiteY0" fmla="*/ 350980 h 1133472"/>
                                    <a:gd name="connsiteX1" fmla="*/ 947913 w 1943959"/>
                                    <a:gd name="connsiteY1" fmla="*/ 1133472 h 1133472"/>
                                    <a:gd name="connsiteX0" fmla="*/ 1077084 w 1929776"/>
                                    <a:gd name="connsiteY0" fmla="*/ 586150 h 1074203"/>
                                    <a:gd name="connsiteX1" fmla="*/ 1929776 w 1929776"/>
                                    <a:gd name="connsiteY1" fmla="*/ 0 h 1074203"/>
                                    <a:gd name="connsiteX0" fmla="*/ 0 w 1929776"/>
                                    <a:gd name="connsiteY0" fmla="*/ 291711 h 1074203"/>
                                    <a:gd name="connsiteX1" fmla="*/ 947913 w 1929776"/>
                                    <a:gd name="connsiteY1" fmla="*/ 1074203 h 1074203"/>
                                    <a:gd name="connsiteX0" fmla="*/ 1077084 w 1929776"/>
                                    <a:gd name="connsiteY0" fmla="*/ 586150 h 1074203"/>
                                    <a:gd name="connsiteX1" fmla="*/ 1929776 w 1929776"/>
                                    <a:gd name="connsiteY1" fmla="*/ 0 h 1074203"/>
                                    <a:gd name="connsiteX0" fmla="*/ 0 w 1929776"/>
                                    <a:gd name="connsiteY0" fmla="*/ 291711 h 1074203"/>
                                    <a:gd name="connsiteX1" fmla="*/ 947913 w 1929776"/>
                                    <a:gd name="connsiteY1" fmla="*/ 1074203 h 1074203"/>
                                    <a:gd name="connsiteX0" fmla="*/ 1077084 w 1929776"/>
                                    <a:gd name="connsiteY0" fmla="*/ 586150 h 1085629"/>
                                    <a:gd name="connsiteX1" fmla="*/ 1929776 w 1929776"/>
                                    <a:gd name="connsiteY1" fmla="*/ 0 h 1085629"/>
                                    <a:gd name="connsiteX0" fmla="*/ 0 w 1929776"/>
                                    <a:gd name="connsiteY0" fmla="*/ 291711 h 1085629"/>
                                    <a:gd name="connsiteX1" fmla="*/ 1060109 w 1929776"/>
                                    <a:gd name="connsiteY1" fmla="*/ 1085629 h 1085629"/>
                                    <a:gd name="connsiteX0" fmla="*/ 1065864 w 1918556"/>
                                    <a:gd name="connsiteY0" fmla="*/ 586150 h 1085629"/>
                                    <a:gd name="connsiteX1" fmla="*/ 1918556 w 1918556"/>
                                    <a:gd name="connsiteY1" fmla="*/ 0 h 1085629"/>
                                    <a:gd name="connsiteX0" fmla="*/ 0 w 1918556"/>
                                    <a:gd name="connsiteY0" fmla="*/ 223149 h 1085629"/>
                                    <a:gd name="connsiteX1" fmla="*/ 1048889 w 1918556"/>
                                    <a:gd name="connsiteY1" fmla="*/ 1085629 h 1085629"/>
                                    <a:gd name="connsiteX0" fmla="*/ 1065864 w 1918556"/>
                                    <a:gd name="connsiteY0" fmla="*/ 586150 h 1085629"/>
                                    <a:gd name="connsiteX1" fmla="*/ 1918556 w 1918556"/>
                                    <a:gd name="connsiteY1" fmla="*/ 0 h 1085629"/>
                                    <a:gd name="connsiteX0" fmla="*/ 0 w 1918556"/>
                                    <a:gd name="connsiteY0" fmla="*/ 223149 h 1085629"/>
                                    <a:gd name="connsiteX1" fmla="*/ 1048889 w 1918556"/>
                                    <a:gd name="connsiteY1" fmla="*/ 1085629 h 1085629"/>
                                    <a:gd name="connsiteX0" fmla="*/ 1065864 w 1982736"/>
                                    <a:gd name="connsiteY0" fmla="*/ 586150 h 1085629"/>
                                    <a:gd name="connsiteX1" fmla="*/ 1952528 w 1982736"/>
                                    <a:gd name="connsiteY1" fmla="*/ 468828 h 1085629"/>
                                    <a:gd name="connsiteX2" fmla="*/ 1918556 w 1982736"/>
                                    <a:gd name="connsiteY2" fmla="*/ 0 h 1085629"/>
                                    <a:gd name="connsiteX0" fmla="*/ 0 w 1982736"/>
                                    <a:gd name="connsiteY0" fmla="*/ 223149 h 1085629"/>
                                    <a:gd name="connsiteX1" fmla="*/ 1048889 w 1982736"/>
                                    <a:gd name="connsiteY1" fmla="*/ 1085629 h 1085629"/>
                                    <a:gd name="connsiteX0" fmla="*/ 1065864 w 1982736"/>
                                    <a:gd name="connsiteY0" fmla="*/ 586150 h 1085629"/>
                                    <a:gd name="connsiteX1" fmla="*/ 1952528 w 1982736"/>
                                    <a:gd name="connsiteY1" fmla="*/ 468828 h 1085629"/>
                                    <a:gd name="connsiteX2" fmla="*/ 1918556 w 1982736"/>
                                    <a:gd name="connsiteY2" fmla="*/ 0 h 1085629"/>
                                    <a:gd name="connsiteX0" fmla="*/ 0 w 1982736"/>
                                    <a:gd name="connsiteY0" fmla="*/ 223149 h 1085629"/>
                                    <a:gd name="connsiteX1" fmla="*/ 1048889 w 1982736"/>
                                    <a:gd name="connsiteY1" fmla="*/ 1085629 h 1085629"/>
                                    <a:gd name="connsiteX0" fmla="*/ 1065864 w 1918556"/>
                                    <a:gd name="connsiteY0" fmla="*/ 586150 h 1085629"/>
                                    <a:gd name="connsiteX1" fmla="*/ 987641 w 1918556"/>
                                    <a:gd name="connsiteY1" fmla="*/ 365984 h 1085629"/>
                                    <a:gd name="connsiteX2" fmla="*/ 1918556 w 1918556"/>
                                    <a:gd name="connsiteY2" fmla="*/ 0 h 1085629"/>
                                    <a:gd name="connsiteX0" fmla="*/ 0 w 1918556"/>
                                    <a:gd name="connsiteY0" fmla="*/ 223149 h 1085629"/>
                                    <a:gd name="connsiteX1" fmla="*/ 1048889 w 1918556"/>
                                    <a:gd name="connsiteY1" fmla="*/ 1085629 h 1085629"/>
                                    <a:gd name="connsiteX0" fmla="*/ 1065864 w 1918556"/>
                                    <a:gd name="connsiteY0" fmla="*/ 597261 h 1096740"/>
                                    <a:gd name="connsiteX1" fmla="*/ 1655209 w 1918556"/>
                                    <a:gd name="connsiteY1" fmla="*/ 0 h 1096740"/>
                                    <a:gd name="connsiteX2" fmla="*/ 1918556 w 1918556"/>
                                    <a:gd name="connsiteY2" fmla="*/ 11111 h 1096740"/>
                                    <a:gd name="connsiteX0" fmla="*/ 0 w 1918556"/>
                                    <a:gd name="connsiteY0" fmla="*/ 234260 h 1096740"/>
                                    <a:gd name="connsiteX1" fmla="*/ 1048889 w 1918556"/>
                                    <a:gd name="connsiteY1" fmla="*/ 1096740 h 1096740"/>
                                    <a:gd name="connsiteX0" fmla="*/ 1065864 w 1918556"/>
                                    <a:gd name="connsiteY0" fmla="*/ 597261 h 1096740"/>
                                    <a:gd name="connsiteX1" fmla="*/ 1655209 w 1918556"/>
                                    <a:gd name="connsiteY1" fmla="*/ 0 h 1096740"/>
                                    <a:gd name="connsiteX2" fmla="*/ 1918556 w 1918556"/>
                                    <a:gd name="connsiteY2" fmla="*/ 11111 h 1096740"/>
                                    <a:gd name="connsiteX0" fmla="*/ 0 w 1918556"/>
                                    <a:gd name="connsiteY0" fmla="*/ 234260 h 1096740"/>
                                    <a:gd name="connsiteX1" fmla="*/ 1048889 w 1918556"/>
                                    <a:gd name="connsiteY1" fmla="*/ 1096740 h 1096740"/>
                                  </a:gdLst>
                                  <a:ahLst/>
                                  <a:cxnLst>
                                    <a:cxn ang="0">
                                      <a:pos x="connsiteX0" y="connsiteY0"/>
                                    </a:cxn>
                                    <a:cxn ang="0">
                                      <a:pos x="connsiteX1" y="connsiteY1"/>
                                    </a:cxn>
                                  </a:cxnLst>
                                  <a:rect l="l" t="t" r="r" b="b"/>
                                  <a:pathLst>
                                    <a:path w="1918556" h="1096740" stroke="0" extrusionOk="0">
                                      <a:moveTo>
                                        <a:pt x="1065864" y="597261"/>
                                      </a:moveTo>
                                      <a:cubicBezTo>
                                        <a:pt x="1171568" y="569137"/>
                                        <a:pt x="1556739" y="515093"/>
                                        <a:pt x="1655209" y="0"/>
                                      </a:cubicBezTo>
                                      <a:cubicBezTo>
                                        <a:pt x="1804492" y="430444"/>
                                        <a:pt x="1634325" y="206494"/>
                                        <a:pt x="1918556" y="11111"/>
                                      </a:cubicBezTo>
                                    </a:path>
                                    <a:path w="1918556" h="1096740" fill="none">
                                      <a:moveTo>
                                        <a:pt x="0" y="234260"/>
                                      </a:moveTo>
                                      <a:cubicBezTo>
                                        <a:pt x="405787" y="234260"/>
                                        <a:pt x="990427" y="500127"/>
                                        <a:pt x="1048889" y="1096740"/>
                                      </a:cubicBezTo>
                                    </a:path>
                                  </a:pathLst>
                                </a:custGeom>
                                <a:ln w="19050">
                                  <a:solidFill>
                                    <a:srgbClr val="86A20B"/>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Straight Connector 27"/>
                              <wps:cNvCnPr/>
                              <wps:spPr>
                                <a:xfrm flipH="1">
                                  <a:off x="182013" y="1191753"/>
                                  <a:ext cx="840728" cy="4334"/>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29" name="Straight Connector 29"/>
                              <wps:cNvCnPr/>
                              <wps:spPr>
                                <a:xfrm flipH="1">
                                  <a:off x="1022741" y="1191753"/>
                                  <a:ext cx="4334" cy="554707"/>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0" name="Straight Connector 30"/>
                              <wps:cNvCnPr/>
                              <wps:spPr>
                                <a:xfrm>
                                  <a:off x="697490" y="853240"/>
                                  <a:ext cx="689610" cy="689610"/>
                                </a:xfrm>
                                <a:prstGeom prst="line">
                                  <a:avLst/>
                                </a:prstGeom>
                                <a:ln w="12700">
                                  <a:solidFill>
                                    <a:srgbClr val="604A7B"/>
                                  </a:solidFill>
                                </a:ln>
                              </wps:spPr>
                              <wps:style>
                                <a:lnRef idx="1">
                                  <a:schemeClr val="accent1"/>
                                </a:lnRef>
                                <a:fillRef idx="0">
                                  <a:schemeClr val="accent1"/>
                                </a:fillRef>
                                <a:effectRef idx="0">
                                  <a:schemeClr val="accent1"/>
                                </a:effectRef>
                                <a:fontRef idx="minor">
                                  <a:schemeClr val="tx1"/>
                                </a:fontRef>
                              </wps:style>
                              <wps:bodyPr/>
                            </wps:wsp>
                            <wps:wsp>
                              <wps:cNvPr id="31" name="Straight Connector 31"/>
                              <wps:cNvCnPr/>
                              <wps:spPr>
                                <a:xfrm flipH="1">
                                  <a:off x="190244" y="751771"/>
                                  <a:ext cx="589143"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5" name="Straight Connector 35"/>
                              <wps:cNvCnPr/>
                              <wps:spPr>
                                <a:xfrm>
                                  <a:off x="773251" y="745634"/>
                                  <a:ext cx="0" cy="1003386"/>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1" name="Arc 33" descr="Figure 1.1, panel B. This panel shows a change in the economy's equilibrium, as a result of technological advances in the manufacturing sector."/>
                              <wps:cNvSpPr/>
                              <wps:spPr>
                                <a:xfrm>
                                  <a:off x="186962" y="457799"/>
                                  <a:ext cx="2453368" cy="1281988"/>
                                </a:xfrm>
                                <a:custGeom>
                                  <a:avLst/>
                                  <a:gdLst>
                                    <a:gd name="connsiteX0" fmla="*/ 734742 w 1469484"/>
                                    <a:gd name="connsiteY0" fmla="*/ 0 h 1037664"/>
                                    <a:gd name="connsiteX1" fmla="*/ 1469484 w 1469484"/>
                                    <a:gd name="connsiteY1" fmla="*/ 518832 h 1037664"/>
                                    <a:gd name="connsiteX2" fmla="*/ 734742 w 1469484"/>
                                    <a:gd name="connsiteY2" fmla="*/ 518832 h 1037664"/>
                                    <a:gd name="connsiteX3" fmla="*/ 734742 w 1469484"/>
                                    <a:gd name="connsiteY3" fmla="*/ 0 h 1037664"/>
                                    <a:gd name="connsiteX0" fmla="*/ 734742 w 1469484"/>
                                    <a:gd name="connsiteY0" fmla="*/ 0 h 1037664"/>
                                    <a:gd name="connsiteX1" fmla="*/ 1469484 w 1469484"/>
                                    <a:gd name="connsiteY1" fmla="*/ 518832 h 1037664"/>
                                    <a:gd name="connsiteX0" fmla="*/ 1065865 w 1800607"/>
                                    <a:gd name="connsiteY0" fmla="*/ 140245 h 659077"/>
                                    <a:gd name="connsiteX1" fmla="*/ 1800607 w 1800607"/>
                                    <a:gd name="connsiteY1" fmla="*/ 659077 h 659077"/>
                                    <a:gd name="connsiteX2" fmla="*/ 1065865 w 1800607"/>
                                    <a:gd name="connsiteY2" fmla="*/ 659077 h 659077"/>
                                    <a:gd name="connsiteX3" fmla="*/ 1065865 w 1800607"/>
                                    <a:gd name="connsiteY3" fmla="*/ 140245 h 659077"/>
                                    <a:gd name="connsiteX0" fmla="*/ 0 w 1800607"/>
                                    <a:gd name="connsiteY0" fmla="*/ 0 h 659077"/>
                                    <a:gd name="connsiteX1" fmla="*/ 1800607 w 1800607"/>
                                    <a:gd name="connsiteY1" fmla="*/ 659077 h 659077"/>
                                    <a:gd name="connsiteX0" fmla="*/ 1065865 w 1800607"/>
                                    <a:gd name="connsiteY0" fmla="*/ 140245 h 1124692"/>
                                    <a:gd name="connsiteX1" fmla="*/ 1800607 w 1800607"/>
                                    <a:gd name="connsiteY1" fmla="*/ 659077 h 1124692"/>
                                    <a:gd name="connsiteX2" fmla="*/ 1065865 w 1800607"/>
                                    <a:gd name="connsiteY2" fmla="*/ 659077 h 1124692"/>
                                    <a:gd name="connsiteX3" fmla="*/ 1065865 w 1800607"/>
                                    <a:gd name="connsiteY3" fmla="*/ 140245 h 1124692"/>
                                    <a:gd name="connsiteX0" fmla="*/ 0 w 1800607"/>
                                    <a:gd name="connsiteY0" fmla="*/ 0 h 1124692"/>
                                    <a:gd name="connsiteX1" fmla="*/ 1643531 w 1800607"/>
                                    <a:gd name="connsiteY1" fmla="*/ 1124692 h 1124692"/>
                                    <a:gd name="connsiteX0" fmla="*/ 1077084 w 1811826"/>
                                    <a:gd name="connsiteY0" fmla="*/ 0 h 984447"/>
                                    <a:gd name="connsiteX1" fmla="*/ 1811826 w 1811826"/>
                                    <a:gd name="connsiteY1" fmla="*/ 518832 h 984447"/>
                                    <a:gd name="connsiteX2" fmla="*/ 1077084 w 1811826"/>
                                    <a:gd name="connsiteY2" fmla="*/ 518832 h 984447"/>
                                    <a:gd name="connsiteX3" fmla="*/ 1077084 w 1811826"/>
                                    <a:gd name="connsiteY3" fmla="*/ 0 h 984447"/>
                                    <a:gd name="connsiteX0" fmla="*/ 0 w 1811826"/>
                                    <a:gd name="connsiteY0" fmla="*/ 224393 h 984447"/>
                                    <a:gd name="connsiteX1" fmla="*/ 1654750 w 1811826"/>
                                    <a:gd name="connsiteY1" fmla="*/ 984447 h 984447"/>
                                    <a:gd name="connsiteX0" fmla="*/ 1077084 w 1811826"/>
                                    <a:gd name="connsiteY0" fmla="*/ 0 h 1006885"/>
                                    <a:gd name="connsiteX1" fmla="*/ 1811826 w 1811826"/>
                                    <a:gd name="connsiteY1" fmla="*/ 518832 h 1006885"/>
                                    <a:gd name="connsiteX2" fmla="*/ 1077084 w 1811826"/>
                                    <a:gd name="connsiteY2" fmla="*/ 518832 h 1006885"/>
                                    <a:gd name="connsiteX3" fmla="*/ 1077084 w 1811826"/>
                                    <a:gd name="connsiteY3" fmla="*/ 0 h 1006885"/>
                                    <a:gd name="connsiteX0" fmla="*/ 0 w 1811826"/>
                                    <a:gd name="connsiteY0" fmla="*/ 224393 h 1006885"/>
                                    <a:gd name="connsiteX1" fmla="*/ 947913 w 1811826"/>
                                    <a:gd name="connsiteY1" fmla="*/ 1006885 h 1006885"/>
                                    <a:gd name="connsiteX0" fmla="*/ 1929776 w 2083915"/>
                                    <a:gd name="connsiteY0" fmla="*/ 0 h 1074203"/>
                                    <a:gd name="connsiteX1" fmla="*/ 1811826 w 2083915"/>
                                    <a:gd name="connsiteY1" fmla="*/ 586150 h 1074203"/>
                                    <a:gd name="connsiteX2" fmla="*/ 1077084 w 2083915"/>
                                    <a:gd name="connsiteY2" fmla="*/ 586150 h 1074203"/>
                                    <a:gd name="connsiteX3" fmla="*/ 1929776 w 2083915"/>
                                    <a:gd name="connsiteY3" fmla="*/ 0 h 1074203"/>
                                    <a:gd name="connsiteX0" fmla="*/ 0 w 2083915"/>
                                    <a:gd name="connsiteY0" fmla="*/ 291711 h 1074203"/>
                                    <a:gd name="connsiteX1" fmla="*/ 947913 w 2083915"/>
                                    <a:gd name="connsiteY1" fmla="*/ 1074203 h 1074203"/>
                                    <a:gd name="connsiteX0" fmla="*/ 1929776 w 1929776"/>
                                    <a:gd name="connsiteY0" fmla="*/ 0 h 1074203"/>
                                    <a:gd name="connsiteX1" fmla="*/ 1077084 w 1929776"/>
                                    <a:gd name="connsiteY1" fmla="*/ 586150 h 1074203"/>
                                    <a:gd name="connsiteX2" fmla="*/ 1929776 w 1929776"/>
                                    <a:gd name="connsiteY2" fmla="*/ 0 h 1074203"/>
                                    <a:gd name="connsiteX0" fmla="*/ 0 w 1929776"/>
                                    <a:gd name="connsiteY0" fmla="*/ 291711 h 1074203"/>
                                    <a:gd name="connsiteX1" fmla="*/ 947913 w 1929776"/>
                                    <a:gd name="connsiteY1" fmla="*/ 1074203 h 1074203"/>
                                    <a:gd name="connsiteX0" fmla="*/ 1077084 w 1929776"/>
                                    <a:gd name="connsiteY0" fmla="*/ 586150 h 1074203"/>
                                    <a:gd name="connsiteX1" fmla="*/ 1929776 w 1929776"/>
                                    <a:gd name="connsiteY1" fmla="*/ 0 h 1074203"/>
                                    <a:gd name="connsiteX2" fmla="*/ 1168506 w 1929776"/>
                                    <a:gd name="connsiteY2" fmla="*/ 679267 h 1074203"/>
                                    <a:gd name="connsiteX0" fmla="*/ 0 w 1929776"/>
                                    <a:gd name="connsiteY0" fmla="*/ 291711 h 1074203"/>
                                    <a:gd name="connsiteX1" fmla="*/ 947913 w 1929776"/>
                                    <a:gd name="connsiteY1" fmla="*/ 1074203 h 1074203"/>
                                    <a:gd name="connsiteX0" fmla="*/ 1077084 w 1929776"/>
                                    <a:gd name="connsiteY0" fmla="*/ 586150 h 1074203"/>
                                    <a:gd name="connsiteX1" fmla="*/ 1929776 w 1929776"/>
                                    <a:gd name="connsiteY1" fmla="*/ 0 h 1074203"/>
                                    <a:gd name="connsiteX0" fmla="*/ 0 w 1929776"/>
                                    <a:gd name="connsiteY0" fmla="*/ 291711 h 1074203"/>
                                    <a:gd name="connsiteX1" fmla="*/ 947913 w 1929776"/>
                                    <a:gd name="connsiteY1" fmla="*/ 1074203 h 1074203"/>
                                    <a:gd name="connsiteX0" fmla="*/ 1077084 w 1929776"/>
                                    <a:gd name="connsiteY0" fmla="*/ 586150 h 1074203"/>
                                    <a:gd name="connsiteX1" fmla="*/ 1929776 w 1929776"/>
                                    <a:gd name="connsiteY1" fmla="*/ 0 h 1074203"/>
                                    <a:gd name="connsiteX0" fmla="*/ 0 w 1929776"/>
                                    <a:gd name="connsiteY0" fmla="*/ 291711 h 1074203"/>
                                    <a:gd name="connsiteX1" fmla="*/ 947913 w 1929776"/>
                                    <a:gd name="connsiteY1" fmla="*/ 1074203 h 1074203"/>
                                    <a:gd name="connsiteX0" fmla="*/ 1077084 w 1929776"/>
                                    <a:gd name="connsiteY0" fmla="*/ 586150 h 1074203"/>
                                    <a:gd name="connsiteX1" fmla="*/ 1929776 w 1929776"/>
                                    <a:gd name="connsiteY1" fmla="*/ 0 h 1074203"/>
                                    <a:gd name="connsiteX0" fmla="*/ 0 w 1929776"/>
                                    <a:gd name="connsiteY0" fmla="*/ 291711 h 1074203"/>
                                    <a:gd name="connsiteX1" fmla="*/ 947913 w 1929776"/>
                                    <a:gd name="connsiteY1" fmla="*/ 1074203 h 1074203"/>
                                    <a:gd name="connsiteX0" fmla="*/ 1077084 w 1929776"/>
                                    <a:gd name="connsiteY0" fmla="*/ 586150 h 1074203"/>
                                    <a:gd name="connsiteX1" fmla="*/ 1929776 w 1929776"/>
                                    <a:gd name="connsiteY1" fmla="*/ 0 h 1074203"/>
                                    <a:gd name="connsiteX0" fmla="*/ 0 w 1929776"/>
                                    <a:gd name="connsiteY0" fmla="*/ 291711 h 1074203"/>
                                    <a:gd name="connsiteX1" fmla="*/ 947913 w 1929776"/>
                                    <a:gd name="connsiteY1" fmla="*/ 1074203 h 1074203"/>
                                    <a:gd name="connsiteX0" fmla="*/ 1077084 w 1991333"/>
                                    <a:gd name="connsiteY0" fmla="*/ 632896 h 1120949"/>
                                    <a:gd name="connsiteX1" fmla="*/ 1929776 w 1991333"/>
                                    <a:gd name="connsiteY1" fmla="*/ 46746 h 1120949"/>
                                    <a:gd name="connsiteX2" fmla="*/ 1924103 w 1991333"/>
                                    <a:gd name="connsiteY2" fmla="*/ 35637 h 1120949"/>
                                    <a:gd name="connsiteX0" fmla="*/ 0 w 1991333"/>
                                    <a:gd name="connsiteY0" fmla="*/ 338457 h 1120949"/>
                                    <a:gd name="connsiteX1" fmla="*/ 947913 w 1991333"/>
                                    <a:gd name="connsiteY1" fmla="*/ 1120949 h 1120949"/>
                                    <a:gd name="connsiteX0" fmla="*/ 1077084 w 1943959"/>
                                    <a:gd name="connsiteY0" fmla="*/ 645419 h 1133472"/>
                                    <a:gd name="connsiteX1" fmla="*/ 1929776 w 1943959"/>
                                    <a:gd name="connsiteY1" fmla="*/ 59269 h 1133472"/>
                                    <a:gd name="connsiteX2" fmla="*/ 1110679 w 1943959"/>
                                    <a:gd name="connsiteY2" fmla="*/ 13879 h 1133472"/>
                                    <a:gd name="connsiteX0" fmla="*/ 0 w 1943959"/>
                                    <a:gd name="connsiteY0" fmla="*/ 350980 h 1133472"/>
                                    <a:gd name="connsiteX1" fmla="*/ 947913 w 1943959"/>
                                    <a:gd name="connsiteY1" fmla="*/ 1133472 h 1133472"/>
                                    <a:gd name="connsiteX0" fmla="*/ 1077084 w 1929776"/>
                                    <a:gd name="connsiteY0" fmla="*/ 586150 h 1074203"/>
                                    <a:gd name="connsiteX1" fmla="*/ 1929776 w 1929776"/>
                                    <a:gd name="connsiteY1" fmla="*/ 0 h 1074203"/>
                                    <a:gd name="connsiteX0" fmla="*/ 0 w 1929776"/>
                                    <a:gd name="connsiteY0" fmla="*/ 291711 h 1074203"/>
                                    <a:gd name="connsiteX1" fmla="*/ 947913 w 1929776"/>
                                    <a:gd name="connsiteY1" fmla="*/ 1074203 h 1074203"/>
                                    <a:gd name="connsiteX0" fmla="*/ 1077084 w 1929776"/>
                                    <a:gd name="connsiteY0" fmla="*/ 586150 h 1074203"/>
                                    <a:gd name="connsiteX1" fmla="*/ 1929776 w 1929776"/>
                                    <a:gd name="connsiteY1" fmla="*/ 0 h 1074203"/>
                                    <a:gd name="connsiteX0" fmla="*/ 0 w 1929776"/>
                                    <a:gd name="connsiteY0" fmla="*/ 291711 h 1074203"/>
                                    <a:gd name="connsiteX1" fmla="*/ 947913 w 1929776"/>
                                    <a:gd name="connsiteY1" fmla="*/ 1074203 h 1074203"/>
                                    <a:gd name="connsiteX0" fmla="*/ 1077084 w 1929776"/>
                                    <a:gd name="connsiteY0" fmla="*/ 586150 h 1085629"/>
                                    <a:gd name="connsiteX1" fmla="*/ 1929776 w 1929776"/>
                                    <a:gd name="connsiteY1" fmla="*/ 0 h 1085629"/>
                                    <a:gd name="connsiteX0" fmla="*/ 0 w 1929776"/>
                                    <a:gd name="connsiteY0" fmla="*/ 291711 h 1085629"/>
                                    <a:gd name="connsiteX1" fmla="*/ 1060109 w 1929776"/>
                                    <a:gd name="connsiteY1" fmla="*/ 1085629 h 1085629"/>
                                    <a:gd name="connsiteX0" fmla="*/ 1065864 w 1918556"/>
                                    <a:gd name="connsiteY0" fmla="*/ 586150 h 1085629"/>
                                    <a:gd name="connsiteX1" fmla="*/ 1918556 w 1918556"/>
                                    <a:gd name="connsiteY1" fmla="*/ 0 h 1085629"/>
                                    <a:gd name="connsiteX0" fmla="*/ 0 w 1918556"/>
                                    <a:gd name="connsiteY0" fmla="*/ 223149 h 1085629"/>
                                    <a:gd name="connsiteX1" fmla="*/ 1048889 w 1918556"/>
                                    <a:gd name="connsiteY1" fmla="*/ 1085629 h 1085629"/>
                                    <a:gd name="connsiteX0" fmla="*/ 1065864 w 1918556"/>
                                    <a:gd name="connsiteY0" fmla="*/ 586150 h 1085629"/>
                                    <a:gd name="connsiteX1" fmla="*/ 1918556 w 1918556"/>
                                    <a:gd name="connsiteY1" fmla="*/ 0 h 1085629"/>
                                    <a:gd name="connsiteX0" fmla="*/ 0 w 1918556"/>
                                    <a:gd name="connsiteY0" fmla="*/ 223149 h 1085629"/>
                                    <a:gd name="connsiteX1" fmla="*/ 1048889 w 1918556"/>
                                    <a:gd name="connsiteY1" fmla="*/ 1085629 h 1085629"/>
                                    <a:gd name="connsiteX0" fmla="*/ 1065864 w 1982736"/>
                                    <a:gd name="connsiteY0" fmla="*/ 586150 h 1085629"/>
                                    <a:gd name="connsiteX1" fmla="*/ 1952528 w 1982736"/>
                                    <a:gd name="connsiteY1" fmla="*/ 468828 h 1085629"/>
                                    <a:gd name="connsiteX2" fmla="*/ 1918556 w 1982736"/>
                                    <a:gd name="connsiteY2" fmla="*/ 0 h 1085629"/>
                                    <a:gd name="connsiteX0" fmla="*/ 0 w 1982736"/>
                                    <a:gd name="connsiteY0" fmla="*/ 223149 h 1085629"/>
                                    <a:gd name="connsiteX1" fmla="*/ 1048889 w 1982736"/>
                                    <a:gd name="connsiteY1" fmla="*/ 1085629 h 1085629"/>
                                    <a:gd name="connsiteX0" fmla="*/ 1065864 w 1982736"/>
                                    <a:gd name="connsiteY0" fmla="*/ 586150 h 1085629"/>
                                    <a:gd name="connsiteX1" fmla="*/ 1952528 w 1982736"/>
                                    <a:gd name="connsiteY1" fmla="*/ 468828 h 1085629"/>
                                    <a:gd name="connsiteX2" fmla="*/ 1918556 w 1982736"/>
                                    <a:gd name="connsiteY2" fmla="*/ 0 h 1085629"/>
                                    <a:gd name="connsiteX0" fmla="*/ 0 w 1982736"/>
                                    <a:gd name="connsiteY0" fmla="*/ 223149 h 1085629"/>
                                    <a:gd name="connsiteX1" fmla="*/ 1048889 w 1982736"/>
                                    <a:gd name="connsiteY1" fmla="*/ 1085629 h 1085629"/>
                                    <a:gd name="connsiteX0" fmla="*/ 1065864 w 1918556"/>
                                    <a:gd name="connsiteY0" fmla="*/ 586150 h 1085629"/>
                                    <a:gd name="connsiteX1" fmla="*/ 987641 w 1918556"/>
                                    <a:gd name="connsiteY1" fmla="*/ 365984 h 1085629"/>
                                    <a:gd name="connsiteX2" fmla="*/ 1918556 w 1918556"/>
                                    <a:gd name="connsiteY2" fmla="*/ 0 h 1085629"/>
                                    <a:gd name="connsiteX0" fmla="*/ 0 w 1918556"/>
                                    <a:gd name="connsiteY0" fmla="*/ 223149 h 1085629"/>
                                    <a:gd name="connsiteX1" fmla="*/ 1048889 w 1918556"/>
                                    <a:gd name="connsiteY1" fmla="*/ 1085629 h 1085629"/>
                                    <a:gd name="connsiteX0" fmla="*/ 1065864 w 1918556"/>
                                    <a:gd name="connsiteY0" fmla="*/ 597261 h 1096740"/>
                                    <a:gd name="connsiteX1" fmla="*/ 1655209 w 1918556"/>
                                    <a:gd name="connsiteY1" fmla="*/ 0 h 1096740"/>
                                    <a:gd name="connsiteX2" fmla="*/ 1918556 w 1918556"/>
                                    <a:gd name="connsiteY2" fmla="*/ 11111 h 1096740"/>
                                    <a:gd name="connsiteX0" fmla="*/ 0 w 1918556"/>
                                    <a:gd name="connsiteY0" fmla="*/ 234260 h 1096740"/>
                                    <a:gd name="connsiteX1" fmla="*/ 1048889 w 1918556"/>
                                    <a:gd name="connsiteY1" fmla="*/ 1096740 h 1096740"/>
                                    <a:gd name="connsiteX0" fmla="*/ 1065864 w 1918556"/>
                                    <a:gd name="connsiteY0" fmla="*/ 597261 h 1096740"/>
                                    <a:gd name="connsiteX1" fmla="*/ 1655209 w 1918556"/>
                                    <a:gd name="connsiteY1" fmla="*/ 0 h 1096740"/>
                                    <a:gd name="connsiteX2" fmla="*/ 1918556 w 1918556"/>
                                    <a:gd name="connsiteY2" fmla="*/ 11111 h 1096740"/>
                                    <a:gd name="connsiteX0" fmla="*/ 0 w 1918556"/>
                                    <a:gd name="connsiteY0" fmla="*/ 234260 h 1096740"/>
                                    <a:gd name="connsiteX1" fmla="*/ 1048889 w 1918556"/>
                                    <a:gd name="connsiteY1" fmla="*/ 1096740 h 1096740"/>
                                    <a:gd name="connsiteX0" fmla="*/ 1065864 w 1918556"/>
                                    <a:gd name="connsiteY0" fmla="*/ 597261 h 1101651"/>
                                    <a:gd name="connsiteX1" fmla="*/ 1655209 w 1918556"/>
                                    <a:gd name="connsiteY1" fmla="*/ 0 h 1101651"/>
                                    <a:gd name="connsiteX2" fmla="*/ 1918556 w 1918556"/>
                                    <a:gd name="connsiteY2" fmla="*/ 11111 h 1101651"/>
                                    <a:gd name="connsiteX0" fmla="*/ 0 w 1918556"/>
                                    <a:gd name="connsiteY0" fmla="*/ 234260 h 1101651"/>
                                    <a:gd name="connsiteX1" fmla="*/ 1228578 w 1918556"/>
                                    <a:gd name="connsiteY1" fmla="*/ 1101651 h 1101651"/>
                                    <a:gd name="connsiteX0" fmla="*/ 1061248 w 1913940"/>
                                    <a:gd name="connsiteY0" fmla="*/ 597261 h 1101651"/>
                                    <a:gd name="connsiteX1" fmla="*/ 1650593 w 1913940"/>
                                    <a:gd name="connsiteY1" fmla="*/ 0 h 1101651"/>
                                    <a:gd name="connsiteX2" fmla="*/ 1913940 w 1913940"/>
                                    <a:gd name="connsiteY2" fmla="*/ 11111 h 1101651"/>
                                    <a:gd name="connsiteX0" fmla="*/ 0 w 1913940"/>
                                    <a:gd name="connsiteY0" fmla="*/ 147191 h 1101651"/>
                                    <a:gd name="connsiteX1" fmla="*/ 1223962 w 1913940"/>
                                    <a:gd name="connsiteY1" fmla="*/ 1101651 h 1101651"/>
                                    <a:gd name="connsiteX0" fmla="*/ 1061248 w 1913940"/>
                                    <a:gd name="connsiteY0" fmla="*/ 597261 h 1136479"/>
                                    <a:gd name="connsiteX1" fmla="*/ 1650593 w 1913940"/>
                                    <a:gd name="connsiteY1" fmla="*/ 0 h 1136479"/>
                                    <a:gd name="connsiteX2" fmla="*/ 1913940 w 1913940"/>
                                    <a:gd name="connsiteY2" fmla="*/ 11111 h 1136479"/>
                                    <a:gd name="connsiteX0" fmla="*/ 0 w 1913940"/>
                                    <a:gd name="connsiteY0" fmla="*/ 147191 h 1136479"/>
                                    <a:gd name="connsiteX1" fmla="*/ 1380924 w 1913940"/>
                                    <a:gd name="connsiteY1" fmla="*/ 1136479 h 1136479"/>
                                    <a:gd name="connsiteX0" fmla="*/ 1070024 w 1922716"/>
                                    <a:gd name="connsiteY0" fmla="*/ 761351 h 1300569"/>
                                    <a:gd name="connsiteX1" fmla="*/ 1659369 w 1922716"/>
                                    <a:gd name="connsiteY1" fmla="*/ 164090 h 1300569"/>
                                    <a:gd name="connsiteX2" fmla="*/ 1922716 w 1922716"/>
                                    <a:gd name="connsiteY2" fmla="*/ 175201 h 1300569"/>
                                    <a:gd name="connsiteX0" fmla="*/ 0 w 1922716"/>
                                    <a:gd name="connsiteY0" fmla="*/ 0 h 1300569"/>
                                    <a:gd name="connsiteX1" fmla="*/ 1389700 w 1922716"/>
                                    <a:gd name="connsiteY1" fmla="*/ 1300569 h 1300569"/>
                                    <a:gd name="connsiteX0" fmla="*/ 1070024 w 1922716"/>
                                    <a:gd name="connsiteY0" fmla="*/ 761351 h 1317548"/>
                                    <a:gd name="connsiteX1" fmla="*/ 1659369 w 1922716"/>
                                    <a:gd name="connsiteY1" fmla="*/ 164090 h 1317548"/>
                                    <a:gd name="connsiteX2" fmla="*/ 1922716 w 1922716"/>
                                    <a:gd name="connsiteY2" fmla="*/ 175201 h 1317548"/>
                                    <a:gd name="connsiteX0" fmla="*/ 0 w 1922716"/>
                                    <a:gd name="connsiteY0" fmla="*/ 0 h 1317548"/>
                                    <a:gd name="connsiteX1" fmla="*/ 871906 w 1922716"/>
                                    <a:gd name="connsiteY1" fmla="*/ 1317548 h 1317548"/>
                                    <a:gd name="connsiteX0" fmla="*/ 1058024 w 1910716"/>
                                    <a:gd name="connsiteY0" fmla="*/ 764447 h 1320644"/>
                                    <a:gd name="connsiteX1" fmla="*/ 1647369 w 1910716"/>
                                    <a:gd name="connsiteY1" fmla="*/ 167186 h 1320644"/>
                                    <a:gd name="connsiteX2" fmla="*/ 1910716 w 1910716"/>
                                    <a:gd name="connsiteY2" fmla="*/ 178297 h 1320644"/>
                                    <a:gd name="connsiteX0" fmla="*/ 0 w 1910716"/>
                                    <a:gd name="connsiteY0" fmla="*/ 0 h 1320644"/>
                                    <a:gd name="connsiteX1" fmla="*/ 859906 w 1910716"/>
                                    <a:gd name="connsiteY1" fmla="*/ 1320644 h 1320644"/>
                                  </a:gdLst>
                                  <a:ahLst/>
                                  <a:cxnLst>
                                    <a:cxn ang="0">
                                      <a:pos x="connsiteX0" y="connsiteY0"/>
                                    </a:cxn>
                                    <a:cxn ang="0">
                                      <a:pos x="connsiteX1" y="connsiteY1"/>
                                    </a:cxn>
                                  </a:cxnLst>
                                  <a:rect l="l" t="t" r="r" b="b"/>
                                  <a:pathLst>
                                    <a:path w="1910716" h="1320644" stroke="0" extrusionOk="0">
                                      <a:moveTo>
                                        <a:pt x="1058024" y="764447"/>
                                      </a:moveTo>
                                      <a:cubicBezTo>
                                        <a:pt x="1163728" y="736323"/>
                                        <a:pt x="1548899" y="682279"/>
                                        <a:pt x="1647369" y="167186"/>
                                      </a:cubicBezTo>
                                      <a:cubicBezTo>
                                        <a:pt x="1796652" y="597630"/>
                                        <a:pt x="1626485" y="373680"/>
                                        <a:pt x="1910716" y="178297"/>
                                      </a:cubicBezTo>
                                    </a:path>
                                    <a:path w="1910716" h="1320644" fill="none">
                                      <a:moveTo>
                                        <a:pt x="0" y="0"/>
                                      </a:moveTo>
                                      <a:cubicBezTo>
                                        <a:pt x="405787" y="0"/>
                                        <a:pt x="801444" y="724031"/>
                                        <a:pt x="859906" y="1320644"/>
                                      </a:cubicBezTo>
                                    </a:path>
                                  </a:pathLst>
                                </a:custGeom>
                                <a:ln w="19050">
                                  <a:solidFill>
                                    <a:srgbClr val="344893"/>
                                  </a:solidFill>
                                </a:ln>
                              </wps:spPr>
                              <wps:style>
                                <a:lnRef idx="1">
                                  <a:schemeClr val="accent1"/>
                                </a:lnRef>
                                <a:fillRef idx="0">
                                  <a:schemeClr val="accent1"/>
                                </a:fillRef>
                                <a:effectRef idx="0">
                                  <a:schemeClr val="accent1"/>
                                </a:effectRef>
                                <a:fontRef idx="minor">
                                  <a:schemeClr val="tx1"/>
                                </a:fontRef>
                              </wps:style>
                              <wps:txbx>
                                <w:txbxContent>
                                  <w:p w:rsidR="00D60AF9" w:rsidRDefault="00D60AF9" w:rsidP="00D60AF9"/>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98" name="Straight Connector 98"/>
                              <wps:cNvCnPr/>
                              <wps:spPr>
                                <a:xfrm>
                                  <a:off x="453093" y="413203"/>
                                  <a:ext cx="688340" cy="688340"/>
                                </a:xfrm>
                                <a:prstGeom prst="line">
                                  <a:avLst/>
                                </a:prstGeom>
                                <a:ln w="12700">
                                  <a:solidFill>
                                    <a:srgbClr val="604A7B"/>
                                  </a:solidFill>
                                </a:ln>
                              </wps:spPr>
                              <wps:style>
                                <a:lnRef idx="1">
                                  <a:schemeClr val="accent1"/>
                                </a:lnRef>
                                <a:fillRef idx="0">
                                  <a:schemeClr val="accent1"/>
                                </a:fillRef>
                                <a:effectRef idx="0">
                                  <a:schemeClr val="accent1"/>
                                </a:effectRef>
                                <a:fontRef idx="minor">
                                  <a:schemeClr val="tx1"/>
                                </a:fontRef>
                              </wps:style>
                              <wps:bodyPr/>
                            </wps:wsp>
                            <wps:wsp>
                              <wps:cNvPr id="28" name="Oval 28"/>
                              <wps:cNvSpPr/>
                              <wps:spPr>
                                <a:xfrm>
                                  <a:off x="1016778" y="1178996"/>
                                  <a:ext cx="18000" cy="18000"/>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 name="Oval 132"/>
                              <wps:cNvSpPr/>
                              <wps:spPr>
                                <a:xfrm>
                                  <a:off x="772466" y="737036"/>
                                  <a:ext cx="18000" cy="18000"/>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c:wpc>
                        </a:graphicData>
                      </a:graphic>
                      <wp14:sizeRelH relativeFrom="page">
                        <wp14:pctWidth>0</wp14:pctWidth>
                      </wp14:sizeRelH>
                      <wp14:sizeRelV relativeFrom="page">
                        <wp14:pctHeight>0</wp14:pctHeight>
                      </wp14:sizeRelV>
                    </wp:anchor>
                  </w:drawing>
                </mc:Choice>
                <mc:Fallback>
                  <w:pict>
                    <v:group id="_x0000_s1065" editas="canvas" alt="Figure 1.1, panel B. The panel shows a change in an open economy's equilibrium, as a result of technological advances in the manufacturing sector." style="position:absolute;margin-left:-.05pt;margin-top:5.95pt;width:208.05pt;height:159pt;z-index:-251630592" coordsize="26422,20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">
                      <v:shape id="_x0000_s1066" type="#_x0000_t75" alt="Figure 1.1, panel B. The panel shows a change in an open economy's equilibrium, as a result of technological advances in the manufacturing sector." style="position:absolute;width:26422;height:20193;visibility:visible;mso-wrap-style:square">
                        <v:fill o:detectmouseclick="t"/>
                        <v:path o:connecttype="none"/>
                      </v:shape>
                      <v:line id="Straight Connector 12" o:spid="_x0000_s1067" style="position:absolute;visibility:visible;mso-wrap-style:square" from="1795,3351" to="1795,17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W+1MIAAADbAAAADwAAAGRycy9kb3ducmV2LnhtbERPTWvCQBC9C/6HZYTe6sZAjURXCYLQ&#10;1lO1xeuQHZNodjbsbmPaX+8WCt7m8T5ntRlMK3pyvrGsYDZNQBCXVjdcKfg87p4XIHxA1thaJgU/&#10;5GGzHo9WmGt74w/qD6ESMYR9jgrqELpcSl/WZNBPbUccubN1BkOErpLa4S2Gm1amSTKXBhuODTV2&#10;tK2pvB6+jYJF+X5xRVa8zV6+uuy3T/fz3SlT6mkyFEsQgYbwEP+7X3Wcn8LfL/EAub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dW+1MIAAADbAAAADwAAAAAAAAAAAAAA&#10;AAChAgAAZHJzL2Rvd25yZXYueG1sUEsFBgAAAAAEAAQA+QAAAJADAAAAAA==&#10;" strokecolor="black [3213]"/>
                      <v:line id="Straight Connector 25" o:spid="_x0000_s1068" style="position:absolute;visibility:visible;mso-wrap-style:square" from="1794,17430" to="21766,174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DsHcQAAADbAAAADwAAAGRycy9kb3ducmV2LnhtbESPQWvCQBSE7wX/w/KE3urGgEaiqwRB&#10;0Hqqben1kX0mabNvw+4ao7/eLRR6HGbmG2a1GUwrenK+saxgOklAEJdWN1wp+HjfvSxA+ICssbVM&#10;Cm7kYbMePa0w1/bKb9SfQiUihH2OCuoQulxKX9Zk0E9sRxy9s3UGQ5SuktrhNcJNK9MkmUuDDceF&#10;Gjva1lT+nC5GwaJ8/XZFVhyms88uu/fpcb77ypR6Hg/FEkSgIfyH/9p7rSCdwe+X+APk+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UOwdxAAAANsAAAAPAAAAAAAAAAAA&#10;AAAAAKECAABkcnMvZG93bnJldi54bWxQSwUGAAAAAAQABAD5AAAAkgMAAAAA&#10;" strokecolor="black [3213]"/>
                      <v:shape id="Arc 33" o:spid="_x0000_s1069" style="position:absolute;left:1794;top:6189;width:20303;height:11226;visibility:visible;mso-wrap-style:square;v-text-anchor:middle" coordsize="1918556,10967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Flc8QA&#10;AADbAAAADwAAAGRycy9kb3ducmV2LnhtbESPQUsDMRSE70L/Q3gFbzZpkSJr0yKWSg+CtFWht8fm&#10;dRO6eVk2z3b990YQPA4z8w2zWA2xVRfqc0hsYToxoIjr5AI3Ft4Pm7sHUFmQHbaJycI3ZVgtRzcL&#10;rFy68o4ue2lUgXCu0IIX6Sqtc+0pYp6kjrh4p9RHlCL7RrserwUeWz0zZq4jBi4LHjt69lSf91/R&#10;grztwuvafOpjcLI9eTO9P7x8WHs7Hp4eQQkN8h/+a2+dhdkcfr+UH6C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PBZXPEAAAA2wAAAA8AAAAAAAAAAAAAAAAAmAIAAGRycy9k&#10;b3ducmV2LnhtbFBLBQYAAAAABAAEAPUAAACJAwAAAAA=&#10;" path="m1065864,597261nsc1171568,569137,1556739,515093,1655209,v149283,430444,-20884,206494,263347,11111em,234260nfc405787,234260,990427,500127,1048889,1096740e" filled="f" strokecolor="#86a20b" strokeweight="1.5pt">
                        <v:path arrowok="t" o:connecttype="custom" o:connectlocs="0,239790;1109992,1122630" o:connectangles="0,0"/>
                      </v:shape>
                      <v:line id="Straight Connector 27" o:spid="_x0000_s1070" style="position:absolute;flip:x;visibility:visible;mso-wrap-style:square" from="1820,11917" to="10227,11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Ny9oMEAAADbAAAADwAAAGRycy9kb3ducmV2LnhtbESP3WoCMRSE7wt9h3CE3mmihVq2RhGh&#10;IF60/j3AYXPcXdycLMlR17dvBKGXw8x8w8wWvW/VlWJqAlsYjwwo4jK4hisLx8P38BNUEmSHbWCy&#10;cKcEi/nrywwLF268o+teKpUhnAq0UIt0hdaprMljGoWOOHunED1KlrHSLuItw32rJ8Z8aI8N54Ua&#10;O1rVVJ73F29BCy7ju1mdDNF2Iz/n4+/mbqx9G/TLL1BCvfyHn+21szCZwuNL/gF6/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o3L2gwQAAANsAAAAPAAAAAAAAAAAAAAAA&#10;AKECAABkcnMvZG93bnJldi54bWxQSwUGAAAAAAQABAD5AAAAjwMAAAAA&#10;" strokecolor="black [3213]">
                        <v:stroke dashstyle="dash"/>
                      </v:line>
                      <v:line id="Straight Connector 29" o:spid="_x0000_s1071" style="position:absolute;flip:x;visibility:visible;mso-wrap-style:square" from="10227,11917" to="10270,174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g+MScEAAADbAAAADwAAAGRycy9kb3ducmV2LnhtbESP3WoCMRSE7wt9h3CE3mmihWK3RhGh&#10;IF60/j3AYXPcXdycLMlR17dvBKGXw8x8w8wWvW/VlWJqAlsYjwwo4jK4hisLx8P3cAoqCbLDNjBZ&#10;uFOCxfz1ZYaFCzfe0XUvlcoQTgVaqEW6QutU1uQxjUJHnL1TiB4ly1hpF/GW4b7VE2M+tMeG80KN&#10;Ha1qKs/7i7egBZfx3axOhmi7kZ/z8XdzN9a+DfrlFyihXv7Dz/baWZh8wuNL/gF6/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2D4xJwQAAANsAAAAPAAAAAAAAAAAAAAAA&#10;AKECAABkcnMvZG93bnJldi54bWxQSwUGAAAAAAQABAD5AAAAjwMAAAAA&#10;" strokecolor="black [3213]">
                        <v:stroke dashstyle="dash"/>
                      </v:line>
                      <v:line id="Straight Connector 30" o:spid="_x0000_s1072" style="position:absolute;visibility:visible;mso-wrap-style:square" from="6974,8532" to="13871,154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ihXvMAAAADbAAAADwAAAGRycy9kb3ducmV2LnhtbERP3WrCMBS+F3yHcAa707QOpqvGIrLB&#10;bsa07gEOzbHpbE5Kktbu7ZeLwS4/vv9dOdlOjORD61hBvsxAENdOt9wo+Lq8LTYgQkTW2DkmBT8U&#10;oNzPZzsstLvzmcYqNiKFcChQgYmxL6QMtSGLYel64sRdnbcYE/SN1B7vKdx2cpVlz9Jiy6nBYE9H&#10;Q/WtGqwCaU7D5/o7vuY3zR96CM6ML06px4fpsAURaYr/4j/3u1bwlNanL+kHyP0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ooV7zAAAAA2wAAAA8AAAAAAAAAAAAAAAAA&#10;oQIAAGRycy9kb3ducmV2LnhtbFBLBQYAAAAABAAEAPkAAACOAwAAAAA=&#10;" strokecolor="#604a7b" strokeweight="1pt"/>
                      <v:line id="Straight Connector 31" o:spid="_x0000_s1073" style="position:absolute;flip:x;visibility:visible;mso-wrap-style:square" from="1902,7517" to="7793,75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AWksEAAADbAAAADwAAAGRycy9kb3ducmV2LnhtbESPUWsCMRCE3wv+h7CFvtXECkWuRhFB&#10;EB/aqvcDlst6d3jZHMmq579vCoKPw8x8w8yXg+/UlWJqA1uYjA0o4iq4lmsL5XHzPgOVBNlhF5gs&#10;3CnBcjF6mWPhwo33dD1IrTKEU4EWGpG+0DpVDXlM49ATZ+8UokfJMtbaRbxluO/0hzGf2mPLeaHB&#10;ntYNVefDxVvQgqs4NeuTIfrdyfe5/NndjbVvr8PqC5TQIM/wo711FqYT+P+Sf4Be/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NoBaSwQAAANsAAAAPAAAAAAAAAAAAAAAA&#10;AKECAABkcnMvZG93bnJldi54bWxQSwUGAAAAAAQABAD5AAAAjwMAAAAA&#10;" strokecolor="black [3213]">
                        <v:stroke dashstyle="dash"/>
                      </v:line>
                      <v:line id="Straight Connector 35" o:spid="_x0000_s1074" style="position:absolute;visibility:visible;mso-wrap-style:square" from="7732,7456" to="7732,174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KND8QAAADbAAAADwAAAGRycy9kb3ducmV2LnhtbESPQWvCQBSE74X+h+UVeim6aUujRFcp&#10;BUHw1Nji9bn7kg3Nvg3ZNUZ/fbdQ8DjMzDfMcj26VgzUh8azgudpBoJYe9NwreBrv5nMQYSIbLD1&#10;TAouFGC9ur9bYmH8mT9pKGMtEoRDgQpsjF0hZdCWHIap74iTV/neYUyyr6Xp8ZzgrpUvWZZLhw2n&#10;BYsdfVjSP+XJKdjlsxKPe/19uDzJwe6o0te8UurxYXxfgIg0xlv4v701Cl7f4O9L+gFy9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8o0PxAAAANsAAAAPAAAAAAAAAAAA&#10;AAAAAKECAABkcnMvZG93bnJldi54bWxQSwUGAAAAAAQABAD5AAAAkgMAAAAA&#10;" strokecolor="black [3213]">
                        <v:stroke dashstyle="dash"/>
                      </v:line>
                      <v:shape id="Arc 33" o:spid="_x0000_s1075" alt="Figure 1.1, panel B. This panel shows a change in the economy's equilibrium, as a result of technological advances in the manufacturing sector." style="position:absolute;left:1869;top:4577;width:24534;height:12820;visibility:visible;mso-wrap-style:square;v-text-anchor:middle" coordsize="1910716,13206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c8sMAA&#10;AADbAAAADwAAAGRycy9kb3ducmV2LnhtbERPTWvCQBC9F/wPywje6kaFtkRXEcEi9lDUHjwO2TEb&#10;zM6G7DSJ/75bKPQ2j/c5q83ga9VRG6vABmbTDBRxEWzFpYGvy/75DVQUZIt1YDLwoAib9ehphbkN&#10;PZ+oO0upUgjHHA04kSbXOhaOPMZpaIgTdwutR0mwLbVtsU/hvtbzLHvRHitODQ4b2jkq7udvb6CT&#10;TzktXj+ux7i7PN6dYK/naMxkPGyXoIQG+Rf/uQ82zZ/B7y/pAL3+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Nc8sMAAAADbAAAADwAAAAAAAAAAAAAAAACYAgAAZHJzL2Rvd25y&#10;ZXYueG1sUEsFBgAAAAAEAAQA9QAAAIUDAAAAAA==&#10;" adj="-11796480,,5400" path="m1058024,764447nsc1163728,736323,1548899,682279,1647369,167186v149283,430444,-20884,206494,263347,11111em,nfc405787,,801444,724031,859906,1320644e" filled="f" strokecolor="#344893" strokeweight="1.5pt">
                        <v:stroke joinstyle="miter"/>
                        <v:formulas/>
                        <v:path arrowok="t" o:connecttype="custom" o:connectlocs="0,0;1104123,1281988" o:connectangles="0,0" textboxrect="0,0,1910716,1320644"/>
                        <v:textbox>
                          <w:txbxContent>
                            <w:p w:rsidR="00D60AF9" w:rsidRDefault="00D60AF9" w:rsidP="00D60AF9"/>
                          </w:txbxContent>
                        </v:textbox>
                      </v:shape>
                      <v:line id="Straight Connector 98" o:spid="_x0000_s1076" style="position:absolute;visibility:visible;mso-wrap-style:square" from="4530,4132" to="11414,110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gEgL4AAADbAAAADwAAAGRycy9kb3ducmV2LnhtbERPy4rCMBTdD/gP4QruNNWFj2oqIg7M&#10;ZnBG/YBLc21qm5vSpLXz92YhzPJw3rv9YGvRU+tLxwrmswQEce50yYWC2/VzugbhA7LG2jEp+CMP&#10;+2z0scNUuyf/Un8JhYgh7FNUYEJoUil9bsiin7mGOHJ311oMEbaF1C0+Y7it5SJJltJiybHBYENH&#10;Q3l16awCaX668+oRTvNK87fuvDP9xik1GQ+HLYhAQ/gXv91fWsEmjo1f4g+Q2Qs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SOASAvgAAANsAAAAPAAAAAAAAAAAAAAAAAKEC&#10;AABkcnMvZG93bnJldi54bWxQSwUGAAAAAAQABAD5AAAAjAMAAAAA&#10;" strokecolor="#604a7b" strokeweight="1pt"/>
                      <v:oval id="Oval 28" o:spid="_x0000_s1077" style="position:absolute;left:10167;top:11789;width:180;height: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cEGcAA&#10;AADbAAAADwAAAGRycy9kb3ducmV2LnhtbERPzYrCMBC+C/sOYRa8iE23gkhtFBGW3cNetH2AIRnb&#10;ajOpTdT69uaw4PHj+y+2o+3EnQbfOlbwlaQgiLUzLdcKqvJ7vgLhA7LBzjEpeJKH7eZjUmBu3IMP&#10;dD+GWsQQ9jkqaELocym9bsiiT1xPHLmTGyyGCIdamgEfMdx2MkvTpbTYcmxosKd9Q/pyvFkF5enP&#10;e3uo9LNcZjd9dYvzbPWj1PRz3K1BBBrDW/zv/jUKsjg2fok/QG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xcEGcAAAADbAAAADwAAAAAAAAAAAAAAAACYAgAAZHJzL2Rvd25y&#10;ZXYueG1sUEsFBgAAAAAEAAQA9QAAAIUDAAAAAA==&#10;" fillcolor="black [3213]" strokecolor="black [3213]" strokeweight="2pt"/>
                      <v:oval id="Oval 132" o:spid="_x0000_s1078" style="position:absolute;left:7724;top:7370;width:180;height: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xnJsAA&#10;AADcAAAADwAAAGRycy9kb3ducmV2LnhtbERPzYrCMBC+L/gOYQQvi6ZWEKlGEUH04EXrAwzJ2Fab&#10;SW2i1rc3wsLe5uP7ncWqs7V4UusrxwrGowQEsXam4kLBOd8OZyB8QDZYOyYFb/KwWvZ+FpgZ9+Ij&#10;PU+hEDGEfYYKyhCaTEqvS7LoR64hjtzFtRZDhG0hTYuvGG5rmSbJVFqsODaU2NCmJH07PayC/HLw&#10;3h7P+p1P04e+u8n1d7ZTatDv1nMQgbrwL/5z702cP0nh+0y8QC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GxnJsAAAADcAAAADwAAAAAAAAAAAAAAAACYAgAAZHJzL2Rvd25y&#10;ZXYueG1sUEsFBgAAAAAEAAQA9QAAAIUDAAAAAA==&#10;" fillcolor="black [3213]" strokecolor="black [3213]" strokeweight="2pt"/>
                      <w10:wrap type="tight"/>
                    </v:group>
                  </w:pict>
                </mc:Fallback>
              </mc:AlternateContent>
            </w:r>
          </w:p>
        </w:tc>
        <w:tc>
          <w:tcPr>
            <w:tcW w:w="4252" w:type="dxa"/>
            <w:tcBorders>
              <w:top w:val="single" w:sz="4" w:space="0" w:color="auto"/>
              <w:bottom w:val="single" w:sz="4" w:space="0" w:color="auto"/>
            </w:tcBorders>
          </w:tcPr>
          <w:p w:rsidR="00D60AF9" w:rsidRPr="00E152F8" w:rsidRDefault="00D60AF9" w:rsidP="005A0B58">
            <w:pPr>
              <w:pStyle w:val="TableBodyText"/>
              <w:spacing w:before="120"/>
              <w:jc w:val="both"/>
              <w:rPr>
                <w:sz w:val="18"/>
                <w:szCs w:val="18"/>
              </w:rPr>
            </w:pPr>
            <w:r w:rsidRPr="00E152F8">
              <w:rPr>
                <w:sz w:val="18"/>
                <w:szCs w:val="18"/>
              </w:rPr>
              <w:t>In this panel, technological advances mean that the manufacturing sector can produce a greater level of output with the same level of inputs. This has the effect of shifting the production possibility frontier towards manufactures. At the same world price ratio as prevailed initially, the economy’s equilibrium moves from point A to point B.</w:t>
            </w:r>
          </w:p>
          <w:p w:rsidR="00D60AF9" w:rsidRPr="00E152F8" w:rsidRDefault="00D60AF9" w:rsidP="005A0B58">
            <w:pPr>
              <w:pStyle w:val="TableBodyText"/>
              <w:spacing w:before="120"/>
              <w:jc w:val="both"/>
              <w:rPr>
                <w:sz w:val="18"/>
                <w:szCs w:val="18"/>
              </w:rPr>
            </w:pPr>
            <w:r w:rsidRPr="00E152F8">
              <w:rPr>
                <w:sz w:val="18"/>
                <w:szCs w:val="18"/>
              </w:rPr>
              <w:t>At the new equilibrium, the improvement in manufacturing technology has caused structural change reflected in an increased share of manufacturing in production, and a commensurately lower share of resources production.</w:t>
            </w:r>
          </w:p>
        </w:tc>
      </w:tr>
      <w:tr w:rsidR="00D60AF9" w:rsidRPr="00E152F8" w:rsidTr="005A0B58">
        <w:trPr>
          <w:trHeight w:val="108"/>
        </w:trPr>
        <w:tc>
          <w:tcPr>
            <w:tcW w:w="4525" w:type="dxa"/>
            <w:tcBorders>
              <w:top w:val="single" w:sz="4" w:space="0" w:color="auto"/>
              <w:bottom w:val="single" w:sz="6" w:space="0" w:color="auto"/>
            </w:tcBorders>
          </w:tcPr>
          <w:p w:rsidR="00D60AF9" w:rsidRPr="00E152F8" w:rsidRDefault="00D60AF9" w:rsidP="005A0B58">
            <w:pPr>
              <w:pStyle w:val="Figure"/>
              <w:jc w:val="left"/>
              <w:rPr>
                <w:rFonts w:ascii="Arial" w:hAnsi="Arial" w:cs="Arial"/>
                <w:sz w:val="22"/>
                <w:szCs w:val="22"/>
              </w:rPr>
            </w:pPr>
            <w:r w:rsidRPr="00E152F8">
              <w:rPr>
                <w:rFonts w:ascii="Arial" w:hAnsi="Arial" w:cs="Arial"/>
                <w:noProof/>
                <w:sz w:val="22"/>
                <w:szCs w:val="22"/>
              </w:rPr>
              <mc:AlternateContent>
                <mc:Choice Requires="wps">
                  <w:drawing>
                    <wp:anchor distT="0" distB="0" distL="114300" distR="114300" simplePos="0" relativeHeight="251696128" behindDoc="0" locked="0" layoutInCell="1" allowOverlap="1" wp14:anchorId="6F98746E" wp14:editId="46B78231">
                      <wp:simplePos x="0" y="0"/>
                      <wp:positionH relativeFrom="column">
                        <wp:posOffset>1582420</wp:posOffset>
                      </wp:positionH>
                      <wp:positionV relativeFrom="paragraph">
                        <wp:posOffset>1736307</wp:posOffset>
                      </wp:positionV>
                      <wp:extent cx="327025" cy="1403985"/>
                      <wp:effectExtent l="0" t="0" r="0" b="0"/>
                      <wp:wrapNone/>
                      <wp:docPr id="1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025" cy="1403985"/>
                              </a:xfrm>
                              <a:prstGeom prst="rect">
                                <a:avLst/>
                              </a:prstGeom>
                              <a:noFill/>
                              <a:ln w="9525">
                                <a:noFill/>
                                <a:miter lim="800000"/>
                                <a:headEnd/>
                                <a:tailEnd/>
                              </a:ln>
                            </wps:spPr>
                            <wps:txbx>
                              <w:txbxContent>
                                <w:p w:rsidR="00D60AF9" w:rsidRPr="005233F9" w:rsidRDefault="00D60AF9" w:rsidP="00D60AF9">
                                  <w:pPr>
                                    <w:rPr>
                                      <w:rFonts w:ascii="Arial" w:hAnsi="Arial" w:cs="Arial"/>
                                      <w:sz w:val="18"/>
                                      <w:szCs w:val="18"/>
                                    </w:rPr>
                                  </w:pPr>
                                  <w:r w:rsidRPr="005233F9">
                                    <w:rPr>
                                      <w:rFonts w:ascii="Arial" w:hAnsi="Arial" w:cs="Arial"/>
                                      <w:sz w:val="18"/>
                                      <w:szCs w:val="18"/>
                                    </w:rPr>
                                    <w:t>I</w:t>
                                  </w:r>
                                  <w:r w:rsidRPr="005233F9">
                                    <w:rPr>
                                      <w:rFonts w:ascii="Arial" w:hAnsi="Arial" w:cs="Arial"/>
                                      <w:sz w:val="18"/>
                                      <w:szCs w:val="18"/>
                                      <w:vertAlign w:val="subscript"/>
                                    </w:rP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79" type="#_x0000_t202" style="position:absolute;margin-left:124.6pt;margin-top:136.7pt;width:25.75pt;height:110.55pt;z-index:2516961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" filled="f" stroked="f">
                      <v:textbox style="mso-fit-shape-to-text:t">
                        <w:txbxContent>
                          <w:p w:rsidR="00D60AF9" w:rsidRPr="005233F9" w:rsidRDefault="00D60AF9" w:rsidP="00D60AF9">
                            <w:pPr>
                              <w:rPr>
                                <w:rFonts w:ascii="Arial" w:hAnsi="Arial" w:cs="Arial"/>
                                <w:sz w:val="18"/>
                                <w:szCs w:val="18"/>
                              </w:rPr>
                            </w:pPr>
                            <w:r w:rsidRPr="005233F9">
                              <w:rPr>
                                <w:rFonts w:ascii="Arial" w:hAnsi="Arial" w:cs="Arial"/>
                                <w:sz w:val="18"/>
                                <w:szCs w:val="18"/>
                              </w:rPr>
                              <w:t>I</w:t>
                            </w:r>
                            <w:r w:rsidRPr="005233F9">
                              <w:rPr>
                                <w:rFonts w:ascii="Arial" w:hAnsi="Arial" w:cs="Arial"/>
                                <w:sz w:val="18"/>
                                <w:szCs w:val="18"/>
                                <w:vertAlign w:val="subscript"/>
                              </w:rPr>
                              <w:t>2</w:t>
                            </w:r>
                          </w:p>
                        </w:txbxContent>
                      </v:textbox>
                    </v:shape>
                  </w:pict>
                </mc:Fallback>
              </mc:AlternateContent>
            </w:r>
            <w:r w:rsidRPr="00E152F8">
              <w:rPr>
                <w:rFonts w:ascii="Arial" w:hAnsi="Arial" w:cs="Arial"/>
                <w:noProof/>
                <w:sz w:val="22"/>
                <w:szCs w:val="22"/>
              </w:rPr>
              <mc:AlternateContent>
                <mc:Choice Requires="wps">
                  <w:drawing>
                    <wp:anchor distT="0" distB="0" distL="114300" distR="114300" simplePos="0" relativeHeight="251692032" behindDoc="0" locked="0" layoutInCell="1" allowOverlap="1" wp14:anchorId="090A70BD" wp14:editId="7093BB74">
                      <wp:simplePos x="0" y="0"/>
                      <wp:positionH relativeFrom="column">
                        <wp:posOffset>1146175</wp:posOffset>
                      </wp:positionH>
                      <wp:positionV relativeFrom="paragraph">
                        <wp:posOffset>1619250</wp:posOffset>
                      </wp:positionV>
                      <wp:extent cx="290830" cy="1403985"/>
                      <wp:effectExtent l="0" t="0" r="0" b="0"/>
                      <wp:wrapNone/>
                      <wp:docPr id="1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830" cy="1403985"/>
                              </a:xfrm>
                              <a:prstGeom prst="rect">
                                <a:avLst/>
                              </a:prstGeom>
                              <a:noFill/>
                              <a:ln w="9525">
                                <a:noFill/>
                                <a:miter lim="800000"/>
                                <a:headEnd/>
                                <a:tailEnd/>
                              </a:ln>
                            </wps:spPr>
                            <wps:txbx>
                              <w:txbxContent>
                                <w:p w:rsidR="00D60AF9" w:rsidRPr="005233F9" w:rsidRDefault="00D60AF9" w:rsidP="00D60AF9">
                                  <w:pPr>
                                    <w:rPr>
                                      <w:rFonts w:ascii="Arial" w:hAnsi="Arial" w:cs="Arial"/>
                                      <w:sz w:val="18"/>
                                      <w:szCs w:val="18"/>
                                    </w:rPr>
                                  </w:pPr>
                                  <w:r w:rsidRPr="005233F9">
                                    <w:rPr>
                                      <w:rFonts w:ascii="Arial" w:hAnsi="Arial" w:cs="Arial"/>
                                      <w:sz w:val="18"/>
                                      <w:szCs w:val="18"/>
                                    </w:rPr>
                                    <w: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80" type="#_x0000_t202" style="position:absolute;margin-left:90.25pt;margin-top:127.5pt;width:22.9pt;height:110.55pt;z-index:2516920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" filled="f" stroked="f">
                      <v:textbox style="mso-fit-shape-to-text:t">
                        <w:txbxContent>
                          <w:p w:rsidR="00D60AF9" w:rsidRPr="005233F9" w:rsidRDefault="00D60AF9" w:rsidP="00D60AF9">
                            <w:pPr>
                              <w:rPr>
                                <w:rFonts w:ascii="Arial" w:hAnsi="Arial" w:cs="Arial"/>
                                <w:sz w:val="18"/>
                                <w:szCs w:val="18"/>
                              </w:rPr>
                            </w:pPr>
                            <w:r w:rsidRPr="005233F9">
                              <w:rPr>
                                <w:rFonts w:ascii="Arial" w:hAnsi="Arial" w:cs="Arial"/>
                                <w:sz w:val="18"/>
                                <w:szCs w:val="18"/>
                              </w:rPr>
                              <w:t>A</w:t>
                            </w:r>
                          </w:p>
                        </w:txbxContent>
                      </v:textbox>
                    </v:shape>
                  </w:pict>
                </mc:Fallback>
              </mc:AlternateContent>
            </w:r>
            <w:r w:rsidRPr="00E152F8">
              <w:rPr>
                <w:rFonts w:ascii="Arial" w:hAnsi="Arial" w:cs="Arial"/>
                <w:noProof/>
                <w:sz w:val="22"/>
                <w:szCs w:val="22"/>
              </w:rPr>
              <mc:AlternateContent>
                <mc:Choice Requires="wps">
                  <w:drawing>
                    <wp:anchor distT="0" distB="0" distL="114300" distR="114300" simplePos="0" relativeHeight="251686912" behindDoc="0" locked="0" layoutInCell="1" allowOverlap="1" wp14:anchorId="6E8B4534" wp14:editId="6FEAC3AA">
                      <wp:simplePos x="0" y="0"/>
                      <wp:positionH relativeFrom="column">
                        <wp:posOffset>674834</wp:posOffset>
                      </wp:positionH>
                      <wp:positionV relativeFrom="paragraph">
                        <wp:posOffset>1195705</wp:posOffset>
                      </wp:positionV>
                      <wp:extent cx="290830" cy="1403985"/>
                      <wp:effectExtent l="0" t="0" r="0" b="0"/>
                      <wp:wrapNone/>
                      <wp:docPr id="1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830" cy="1403985"/>
                              </a:xfrm>
                              <a:prstGeom prst="rect">
                                <a:avLst/>
                              </a:prstGeom>
                              <a:noFill/>
                              <a:ln w="9525">
                                <a:noFill/>
                                <a:miter lim="800000"/>
                                <a:headEnd/>
                                <a:tailEnd/>
                              </a:ln>
                            </wps:spPr>
                            <wps:txbx>
                              <w:txbxContent>
                                <w:p w:rsidR="00D60AF9" w:rsidRPr="005233F9" w:rsidRDefault="00D60AF9" w:rsidP="00D60AF9">
                                  <w:pPr>
                                    <w:rPr>
                                      <w:rFonts w:ascii="Arial" w:hAnsi="Arial" w:cs="Arial"/>
                                      <w:sz w:val="18"/>
                                      <w:szCs w:val="18"/>
                                    </w:rPr>
                                  </w:pPr>
                                  <w:r w:rsidRPr="005233F9">
                                    <w:rPr>
                                      <w:rFonts w:ascii="Arial" w:hAnsi="Arial" w:cs="Arial"/>
                                      <w:sz w:val="18"/>
                                      <w:szCs w:val="18"/>
                                    </w:rPr>
                                    <w:t>B</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81" type="#_x0000_t202" style="position:absolute;margin-left:53.15pt;margin-top:94.15pt;width:22.9pt;height:110.55pt;z-index:2516869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" filled="f" stroked="f">
                      <v:textbox style="mso-fit-shape-to-text:t">
                        <w:txbxContent>
                          <w:p w:rsidR="00D60AF9" w:rsidRPr="005233F9" w:rsidRDefault="00D60AF9" w:rsidP="00D60AF9">
                            <w:pPr>
                              <w:rPr>
                                <w:rFonts w:ascii="Arial" w:hAnsi="Arial" w:cs="Arial"/>
                                <w:sz w:val="18"/>
                                <w:szCs w:val="18"/>
                              </w:rPr>
                            </w:pPr>
                            <w:r w:rsidRPr="005233F9">
                              <w:rPr>
                                <w:rFonts w:ascii="Arial" w:hAnsi="Arial" w:cs="Arial"/>
                                <w:sz w:val="18"/>
                                <w:szCs w:val="18"/>
                              </w:rPr>
                              <w:t>B</w:t>
                            </w:r>
                          </w:p>
                        </w:txbxContent>
                      </v:textbox>
                    </v:shape>
                  </w:pict>
                </mc:Fallback>
              </mc:AlternateContent>
            </w:r>
            <w:r w:rsidRPr="00E152F8">
              <w:rPr>
                <w:rFonts w:ascii="Arial" w:hAnsi="Arial" w:cs="Arial"/>
                <w:noProof/>
                <w:sz w:val="22"/>
                <w:szCs w:val="22"/>
              </w:rPr>
              <mc:AlternateContent>
                <mc:Choice Requires="wps">
                  <w:drawing>
                    <wp:anchor distT="0" distB="0" distL="114300" distR="114300" simplePos="0" relativeHeight="251698176" behindDoc="0" locked="0" layoutInCell="1" allowOverlap="1" wp14:anchorId="1C6140A1" wp14:editId="59F91B4E">
                      <wp:simplePos x="0" y="0"/>
                      <wp:positionH relativeFrom="column">
                        <wp:posOffset>1002030</wp:posOffset>
                      </wp:positionH>
                      <wp:positionV relativeFrom="paragraph">
                        <wp:posOffset>1292225</wp:posOffset>
                      </wp:positionV>
                      <wp:extent cx="327025" cy="1403985"/>
                      <wp:effectExtent l="0" t="0" r="0" b="0"/>
                      <wp:wrapNone/>
                      <wp:docPr id="3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025" cy="1403985"/>
                              </a:xfrm>
                              <a:prstGeom prst="rect">
                                <a:avLst/>
                              </a:prstGeom>
                              <a:noFill/>
                              <a:ln w="9525">
                                <a:noFill/>
                                <a:miter lim="800000"/>
                                <a:headEnd/>
                                <a:tailEnd/>
                              </a:ln>
                            </wps:spPr>
                            <wps:txbx>
                              <w:txbxContent>
                                <w:p w:rsidR="00D60AF9" w:rsidRPr="005233F9" w:rsidRDefault="00D60AF9" w:rsidP="00D60AF9">
                                  <w:pPr>
                                    <w:rPr>
                                      <w:rFonts w:ascii="Arial" w:hAnsi="Arial" w:cs="Arial"/>
                                      <w:sz w:val="18"/>
                                      <w:szCs w:val="18"/>
                                    </w:rPr>
                                  </w:pPr>
                                  <w:r w:rsidRPr="005233F9">
                                    <w:rPr>
                                      <w:rFonts w:ascii="Arial" w:hAnsi="Arial" w:cs="Arial"/>
                                      <w:sz w:val="18"/>
                                      <w:szCs w:val="18"/>
                                    </w:rPr>
                                    <w:t>I</w:t>
                                  </w:r>
                                  <w:r w:rsidRPr="005233F9">
                                    <w:rPr>
                                      <w:rFonts w:ascii="Arial" w:hAnsi="Arial" w:cs="Arial"/>
                                      <w:sz w:val="18"/>
                                      <w:szCs w:val="18"/>
                                      <w:vertAlign w:val="subscript"/>
                                    </w:rP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82" type="#_x0000_t202" style="position:absolute;margin-left:78.9pt;margin-top:101.75pt;width:25.75pt;height:110.55pt;z-index:2516981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" filled="f" stroked="f">
                      <v:textbox style="mso-fit-shape-to-text:t">
                        <w:txbxContent>
                          <w:p w:rsidR="00D60AF9" w:rsidRPr="005233F9" w:rsidRDefault="00D60AF9" w:rsidP="00D60AF9">
                            <w:pPr>
                              <w:rPr>
                                <w:rFonts w:ascii="Arial" w:hAnsi="Arial" w:cs="Arial"/>
                                <w:sz w:val="18"/>
                                <w:szCs w:val="18"/>
                              </w:rPr>
                            </w:pPr>
                            <w:r w:rsidRPr="005233F9">
                              <w:rPr>
                                <w:rFonts w:ascii="Arial" w:hAnsi="Arial" w:cs="Arial"/>
                                <w:sz w:val="18"/>
                                <w:szCs w:val="18"/>
                              </w:rPr>
                              <w:t>I</w:t>
                            </w:r>
                            <w:r w:rsidRPr="005233F9">
                              <w:rPr>
                                <w:rFonts w:ascii="Arial" w:hAnsi="Arial" w:cs="Arial"/>
                                <w:sz w:val="18"/>
                                <w:szCs w:val="18"/>
                                <w:vertAlign w:val="subscript"/>
                              </w:rPr>
                              <w:t>1</w:t>
                            </w:r>
                          </w:p>
                        </w:txbxContent>
                      </v:textbox>
                    </v:shape>
                  </w:pict>
                </mc:Fallback>
              </mc:AlternateContent>
            </w:r>
            <w:r w:rsidRPr="00E152F8">
              <w:rPr>
                <w:rFonts w:ascii="Arial" w:hAnsi="Arial" w:cs="Arial"/>
                <w:noProof/>
                <w:sz w:val="22"/>
                <w:szCs w:val="22"/>
              </w:rPr>
              <mc:AlternateContent>
                <mc:Choice Requires="wps">
                  <w:drawing>
                    <wp:anchor distT="0" distB="0" distL="114300" distR="114300" simplePos="0" relativeHeight="251695104" behindDoc="0" locked="0" layoutInCell="1" allowOverlap="1" wp14:anchorId="44996FBA" wp14:editId="4D601E18">
                      <wp:simplePos x="0" y="0"/>
                      <wp:positionH relativeFrom="column">
                        <wp:posOffset>309880</wp:posOffset>
                      </wp:positionH>
                      <wp:positionV relativeFrom="paragraph">
                        <wp:posOffset>751840</wp:posOffset>
                      </wp:positionV>
                      <wp:extent cx="327025" cy="1403985"/>
                      <wp:effectExtent l="0" t="0" r="0" b="0"/>
                      <wp:wrapNone/>
                      <wp:docPr id="3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025" cy="1403985"/>
                              </a:xfrm>
                              <a:prstGeom prst="rect">
                                <a:avLst/>
                              </a:prstGeom>
                              <a:noFill/>
                              <a:ln w="9525">
                                <a:noFill/>
                                <a:miter lim="800000"/>
                                <a:headEnd/>
                                <a:tailEnd/>
                              </a:ln>
                            </wps:spPr>
                            <wps:txbx>
                              <w:txbxContent>
                                <w:p w:rsidR="00D60AF9" w:rsidRPr="005233F9" w:rsidRDefault="00D60AF9" w:rsidP="00D60AF9">
                                  <w:pPr>
                                    <w:rPr>
                                      <w:rFonts w:ascii="Arial" w:hAnsi="Arial" w:cs="Arial"/>
                                      <w:sz w:val="18"/>
                                      <w:szCs w:val="18"/>
                                    </w:rPr>
                                  </w:pPr>
                                  <w:r w:rsidRPr="005233F9">
                                    <w:rPr>
                                      <w:rFonts w:ascii="Arial" w:hAnsi="Arial" w:cs="Arial"/>
                                      <w:sz w:val="18"/>
                                      <w:szCs w:val="18"/>
                                    </w:rPr>
                                    <w:t>I</w:t>
                                  </w:r>
                                  <w:r w:rsidRPr="005233F9">
                                    <w:rPr>
                                      <w:rFonts w:ascii="Arial" w:hAnsi="Arial" w:cs="Arial"/>
                                      <w:sz w:val="18"/>
                                      <w:szCs w:val="18"/>
                                      <w:vertAlign w:val="subscript"/>
                                    </w:rPr>
                                    <w:t>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83" type="#_x0000_t202" style="position:absolute;margin-left:24.4pt;margin-top:59.2pt;width:25.75pt;height:110.55pt;z-index:2516951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" filled="f" stroked="f">
                      <v:textbox style="mso-fit-shape-to-text:t">
                        <w:txbxContent>
                          <w:p w:rsidR="00D60AF9" w:rsidRPr="005233F9" w:rsidRDefault="00D60AF9" w:rsidP="00D60AF9">
                            <w:pPr>
                              <w:rPr>
                                <w:rFonts w:ascii="Arial" w:hAnsi="Arial" w:cs="Arial"/>
                                <w:sz w:val="18"/>
                                <w:szCs w:val="18"/>
                              </w:rPr>
                            </w:pPr>
                            <w:r w:rsidRPr="005233F9">
                              <w:rPr>
                                <w:rFonts w:ascii="Arial" w:hAnsi="Arial" w:cs="Arial"/>
                                <w:sz w:val="18"/>
                                <w:szCs w:val="18"/>
                              </w:rPr>
                              <w:t>I</w:t>
                            </w:r>
                            <w:r w:rsidRPr="005233F9">
                              <w:rPr>
                                <w:rFonts w:ascii="Arial" w:hAnsi="Arial" w:cs="Arial"/>
                                <w:sz w:val="18"/>
                                <w:szCs w:val="18"/>
                                <w:vertAlign w:val="subscript"/>
                              </w:rPr>
                              <w:t>3</w:t>
                            </w:r>
                          </w:p>
                        </w:txbxContent>
                      </v:textbox>
                    </v:shape>
                  </w:pict>
                </mc:Fallback>
              </mc:AlternateContent>
            </w:r>
            <w:r w:rsidRPr="00E152F8">
              <w:rPr>
                <w:rFonts w:ascii="Arial" w:hAnsi="Arial" w:cs="Arial"/>
                <w:noProof/>
                <w:sz w:val="22"/>
                <w:szCs w:val="22"/>
              </w:rPr>
              <mc:AlternateContent>
                <mc:Choice Requires="wps">
                  <w:drawing>
                    <wp:anchor distT="0" distB="0" distL="114300" distR="114300" simplePos="0" relativeHeight="251687936" behindDoc="0" locked="0" layoutInCell="1" allowOverlap="1" wp14:anchorId="7B6F4B4B" wp14:editId="77A86E82">
                      <wp:simplePos x="0" y="0"/>
                      <wp:positionH relativeFrom="column">
                        <wp:posOffset>-102870</wp:posOffset>
                      </wp:positionH>
                      <wp:positionV relativeFrom="paragraph">
                        <wp:posOffset>492760</wp:posOffset>
                      </wp:positionV>
                      <wp:extent cx="1841500" cy="1403985"/>
                      <wp:effectExtent l="0" t="0" r="0" b="0"/>
                      <wp:wrapNone/>
                      <wp:docPr id="1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1500" cy="1403985"/>
                              </a:xfrm>
                              <a:prstGeom prst="rect">
                                <a:avLst/>
                              </a:prstGeom>
                              <a:noFill/>
                              <a:ln w="9525">
                                <a:noFill/>
                                <a:miter lim="800000"/>
                                <a:headEnd/>
                                <a:tailEnd/>
                              </a:ln>
                            </wps:spPr>
                            <wps:txbx>
                              <w:txbxContent>
                                <w:p w:rsidR="00D60AF9" w:rsidRPr="005233F9" w:rsidRDefault="00D60AF9" w:rsidP="00D60AF9">
                                  <w:pPr>
                                    <w:rPr>
                                      <w:rFonts w:ascii="Arial" w:hAnsi="Arial" w:cs="Arial"/>
                                      <w:sz w:val="18"/>
                                      <w:szCs w:val="18"/>
                                    </w:rPr>
                                  </w:pPr>
                                  <w:r w:rsidRPr="005233F9">
                                    <w:rPr>
                                      <w:rFonts w:ascii="Arial" w:hAnsi="Arial" w:cs="Arial"/>
                                      <w:sz w:val="18"/>
                                      <w:szCs w:val="18"/>
                                    </w:rPr>
                                    <w:t>Output of manufactures, Q</w:t>
                                  </w:r>
                                  <w:r w:rsidRPr="005233F9">
                                    <w:rPr>
                                      <w:rFonts w:ascii="Arial" w:hAnsi="Arial" w:cs="Arial"/>
                                      <w:sz w:val="18"/>
                                      <w:szCs w:val="18"/>
                                      <w:vertAlign w:val="subscript"/>
                                    </w:rPr>
                                    <w:t>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84" type="#_x0000_t202" style="position:absolute;margin-left:-8.1pt;margin-top:38.8pt;width:145pt;height:110.55pt;z-index:2516879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" filled="f" stroked="f">
                      <v:textbox style="mso-fit-shape-to-text:t">
                        <w:txbxContent>
                          <w:p w:rsidR="00D60AF9" w:rsidRPr="005233F9" w:rsidRDefault="00D60AF9" w:rsidP="00D60AF9">
                            <w:pPr>
                              <w:rPr>
                                <w:rFonts w:ascii="Arial" w:hAnsi="Arial" w:cs="Arial"/>
                                <w:sz w:val="18"/>
                                <w:szCs w:val="18"/>
                              </w:rPr>
                            </w:pPr>
                            <w:r w:rsidRPr="005233F9">
                              <w:rPr>
                                <w:rFonts w:ascii="Arial" w:hAnsi="Arial" w:cs="Arial"/>
                                <w:sz w:val="18"/>
                                <w:szCs w:val="18"/>
                              </w:rPr>
                              <w:t>Output of manufactures, Q</w:t>
                            </w:r>
                            <w:r w:rsidRPr="005233F9">
                              <w:rPr>
                                <w:rFonts w:ascii="Arial" w:hAnsi="Arial" w:cs="Arial"/>
                                <w:sz w:val="18"/>
                                <w:szCs w:val="18"/>
                                <w:vertAlign w:val="subscript"/>
                              </w:rPr>
                              <w:t>M</w:t>
                            </w:r>
                          </w:p>
                        </w:txbxContent>
                      </v:textbox>
                    </v:shape>
                  </w:pict>
                </mc:Fallback>
              </mc:AlternateContent>
            </w:r>
            <w:r w:rsidRPr="00E152F8">
              <w:rPr>
                <w:rFonts w:ascii="Arial" w:hAnsi="Arial" w:cs="Arial"/>
                <w:noProof/>
                <w:sz w:val="22"/>
                <w:szCs w:val="22"/>
              </w:rPr>
              <mc:AlternateContent>
                <mc:Choice Requires="wps">
                  <w:drawing>
                    <wp:anchor distT="0" distB="0" distL="114300" distR="114300" simplePos="0" relativeHeight="251691008" behindDoc="0" locked="0" layoutInCell="1" allowOverlap="1" wp14:anchorId="13A47195" wp14:editId="26A61A73">
                      <wp:simplePos x="0" y="0"/>
                      <wp:positionH relativeFrom="column">
                        <wp:posOffset>578485</wp:posOffset>
                      </wp:positionH>
                      <wp:positionV relativeFrom="paragraph">
                        <wp:posOffset>2096135</wp:posOffset>
                      </wp:positionV>
                      <wp:extent cx="418465" cy="231775"/>
                      <wp:effectExtent l="0" t="0" r="0" b="0"/>
                      <wp:wrapNone/>
                      <wp:docPr id="3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465" cy="231775"/>
                              </a:xfrm>
                              <a:prstGeom prst="rect">
                                <a:avLst/>
                              </a:prstGeom>
                              <a:noFill/>
                              <a:ln w="9525">
                                <a:noFill/>
                                <a:miter lim="800000"/>
                                <a:headEnd/>
                                <a:tailEnd/>
                              </a:ln>
                            </wps:spPr>
                            <wps:txbx>
                              <w:txbxContent>
                                <w:p w:rsidR="00D60AF9" w:rsidRPr="005233F9" w:rsidRDefault="00D60AF9" w:rsidP="00D60AF9">
                                  <w:pPr>
                                    <w:rPr>
                                      <w:rFonts w:ascii="Arial" w:hAnsi="Arial" w:cs="Arial"/>
                                      <w:sz w:val="18"/>
                                      <w:szCs w:val="18"/>
                                    </w:rPr>
                                  </w:pPr>
                                  <w:r w:rsidRPr="005233F9">
                                    <w:rPr>
                                      <w:rFonts w:ascii="Arial" w:hAnsi="Arial" w:cs="Arial"/>
                                      <w:sz w:val="18"/>
                                      <w:szCs w:val="18"/>
                                    </w:rPr>
                                    <w:t>Q</w:t>
                                  </w:r>
                                  <w:r w:rsidRPr="005233F9">
                                    <w:rPr>
                                      <w:rFonts w:ascii="Arial" w:hAnsi="Arial" w:cs="Arial"/>
                                      <w:sz w:val="18"/>
                                      <w:szCs w:val="18"/>
                                      <w:vertAlign w:val="subscript"/>
                                    </w:rPr>
                                    <w:t>R</w:t>
                                  </w:r>
                                  <w:r w:rsidRPr="00BA0955">
                                    <w:rPr>
                                      <w:rFonts w:ascii="Arial" w:hAnsi="Arial" w:cs="Arial"/>
                                      <w:sz w:val="16"/>
                                      <w:szCs w:val="18"/>
                                      <w:vertAlign w:val="superscript"/>
                                    </w:rP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85" type="#_x0000_t202" style="position:absolute;margin-left:45.55pt;margin-top:165.05pt;width:32.95pt;height:18.25pt;z-index:2516910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" filled="f" stroked="f">
                      <v:textbox style="mso-fit-shape-to-text:t">
                        <w:txbxContent>
                          <w:p w:rsidR="00D60AF9" w:rsidRPr="005233F9" w:rsidRDefault="00D60AF9" w:rsidP="00D60AF9">
                            <w:pPr>
                              <w:rPr>
                                <w:rFonts w:ascii="Arial" w:hAnsi="Arial" w:cs="Arial"/>
                                <w:sz w:val="18"/>
                                <w:szCs w:val="18"/>
                              </w:rPr>
                            </w:pPr>
                            <w:r w:rsidRPr="005233F9">
                              <w:rPr>
                                <w:rFonts w:ascii="Arial" w:hAnsi="Arial" w:cs="Arial"/>
                                <w:sz w:val="18"/>
                                <w:szCs w:val="18"/>
                              </w:rPr>
                              <w:t>Q</w:t>
                            </w:r>
                            <w:r w:rsidRPr="005233F9">
                              <w:rPr>
                                <w:rFonts w:ascii="Arial" w:hAnsi="Arial" w:cs="Arial"/>
                                <w:sz w:val="18"/>
                                <w:szCs w:val="18"/>
                                <w:vertAlign w:val="subscript"/>
                              </w:rPr>
                              <w:t>R</w:t>
                            </w:r>
                            <w:r w:rsidRPr="00BA0955">
                              <w:rPr>
                                <w:rFonts w:ascii="Arial" w:hAnsi="Arial" w:cs="Arial"/>
                                <w:sz w:val="16"/>
                                <w:szCs w:val="18"/>
                                <w:vertAlign w:val="superscript"/>
                              </w:rPr>
                              <w:t>1</w:t>
                            </w:r>
                          </w:p>
                        </w:txbxContent>
                      </v:textbox>
                    </v:shape>
                  </w:pict>
                </mc:Fallback>
              </mc:AlternateContent>
            </w:r>
            <w:r w:rsidRPr="00E152F8">
              <w:rPr>
                <w:rFonts w:ascii="Arial" w:hAnsi="Arial" w:cs="Arial"/>
                <w:noProof/>
                <w:sz w:val="22"/>
                <w:szCs w:val="22"/>
              </w:rPr>
              <mc:AlternateContent>
                <mc:Choice Requires="wps">
                  <w:drawing>
                    <wp:anchor distT="0" distB="0" distL="114300" distR="114300" simplePos="0" relativeHeight="251697152" behindDoc="0" locked="0" layoutInCell="1" allowOverlap="1" wp14:anchorId="4D5185E4" wp14:editId="4B8A6D0B">
                      <wp:simplePos x="0" y="0"/>
                      <wp:positionH relativeFrom="column">
                        <wp:posOffset>1006475</wp:posOffset>
                      </wp:positionH>
                      <wp:positionV relativeFrom="paragraph">
                        <wp:posOffset>2096135</wp:posOffset>
                      </wp:positionV>
                      <wp:extent cx="449580" cy="231775"/>
                      <wp:effectExtent l="0" t="0" r="0" b="0"/>
                      <wp:wrapNone/>
                      <wp:docPr id="1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580" cy="231775"/>
                              </a:xfrm>
                              <a:prstGeom prst="rect">
                                <a:avLst/>
                              </a:prstGeom>
                              <a:noFill/>
                              <a:ln w="9525">
                                <a:noFill/>
                                <a:miter lim="800000"/>
                                <a:headEnd/>
                                <a:tailEnd/>
                              </a:ln>
                            </wps:spPr>
                            <wps:txbx>
                              <w:txbxContent>
                                <w:p w:rsidR="00D60AF9" w:rsidRPr="005233F9" w:rsidRDefault="00D60AF9" w:rsidP="00D60AF9">
                                  <w:pPr>
                                    <w:rPr>
                                      <w:rFonts w:ascii="Arial" w:hAnsi="Arial" w:cs="Arial"/>
                                      <w:sz w:val="18"/>
                                      <w:szCs w:val="18"/>
                                    </w:rPr>
                                  </w:pPr>
                                  <w:r w:rsidRPr="005233F9">
                                    <w:rPr>
                                      <w:rFonts w:ascii="Arial" w:hAnsi="Arial" w:cs="Arial"/>
                                      <w:sz w:val="18"/>
                                      <w:szCs w:val="18"/>
                                    </w:rPr>
                                    <w:t>Q</w:t>
                                  </w:r>
                                  <w:r w:rsidRPr="005233F9">
                                    <w:rPr>
                                      <w:rFonts w:ascii="Arial" w:hAnsi="Arial" w:cs="Arial"/>
                                      <w:sz w:val="18"/>
                                      <w:szCs w:val="18"/>
                                      <w:vertAlign w:val="subscript"/>
                                    </w:rPr>
                                    <w:t>R</w:t>
                                  </w:r>
                                  <w:r w:rsidRPr="00BA0955">
                                    <w:rPr>
                                      <w:rFonts w:ascii="Arial" w:hAnsi="Arial" w:cs="Arial"/>
                                      <w:sz w:val="16"/>
                                      <w:szCs w:val="18"/>
                                      <w:vertAlign w:val="superscript"/>
                                    </w:rP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86" type="#_x0000_t202" style="position:absolute;margin-left:79.25pt;margin-top:165.05pt;width:35.4pt;height:18.25pt;z-index:2516971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" filled="f" stroked="f">
                      <v:textbox style="mso-fit-shape-to-text:t">
                        <w:txbxContent>
                          <w:p w:rsidR="00D60AF9" w:rsidRPr="005233F9" w:rsidRDefault="00D60AF9" w:rsidP="00D60AF9">
                            <w:pPr>
                              <w:rPr>
                                <w:rFonts w:ascii="Arial" w:hAnsi="Arial" w:cs="Arial"/>
                                <w:sz w:val="18"/>
                                <w:szCs w:val="18"/>
                              </w:rPr>
                            </w:pPr>
                            <w:r w:rsidRPr="005233F9">
                              <w:rPr>
                                <w:rFonts w:ascii="Arial" w:hAnsi="Arial" w:cs="Arial"/>
                                <w:sz w:val="18"/>
                                <w:szCs w:val="18"/>
                              </w:rPr>
                              <w:t>Q</w:t>
                            </w:r>
                            <w:r w:rsidRPr="005233F9">
                              <w:rPr>
                                <w:rFonts w:ascii="Arial" w:hAnsi="Arial" w:cs="Arial"/>
                                <w:sz w:val="18"/>
                                <w:szCs w:val="18"/>
                                <w:vertAlign w:val="subscript"/>
                              </w:rPr>
                              <w:t>R</w:t>
                            </w:r>
                            <w:r w:rsidRPr="00BA0955">
                              <w:rPr>
                                <w:rFonts w:ascii="Arial" w:hAnsi="Arial" w:cs="Arial"/>
                                <w:sz w:val="16"/>
                                <w:szCs w:val="18"/>
                                <w:vertAlign w:val="superscript"/>
                              </w:rPr>
                              <w:t>2</w:t>
                            </w:r>
                          </w:p>
                        </w:txbxContent>
                      </v:textbox>
                    </v:shape>
                  </w:pict>
                </mc:Fallback>
              </mc:AlternateContent>
            </w:r>
            <w:r w:rsidRPr="00E152F8">
              <w:rPr>
                <w:rFonts w:ascii="Arial" w:hAnsi="Arial" w:cs="Arial"/>
                <w:noProof/>
                <w:sz w:val="22"/>
                <w:szCs w:val="22"/>
              </w:rPr>
              <mc:AlternateContent>
                <mc:Choice Requires="wps">
                  <w:drawing>
                    <wp:anchor distT="0" distB="0" distL="114300" distR="114300" simplePos="0" relativeHeight="251693056" behindDoc="0" locked="0" layoutInCell="1" allowOverlap="1" wp14:anchorId="18862A72" wp14:editId="6E171D05">
                      <wp:simplePos x="0" y="0"/>
                      <wp:positionH relativeFrom="column">
                        <wp:posOffset>-137160</wp:posOffset>
                      </wp:positionH>
                      <wp:positionV relativeFrom="paragraph">
                        <wp:posOffset>1678940</wp:posOffset>
                      </wp:positionV>
                      <wp:extent cx="471805" cy="231775"/>
                      <wp:effectExtent l="0" t="0" r="0" b="0"/>
                      <wp:wrapNone/>
                      <wp:docPr id="1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231775"/>
                              </a:xfrm>
                              <a:prstGeom prst="rect">
                                <a:avLst/>
                              </a:prstGeom>
                              <a:noFill/>
                              <a:ln w="9525">
                                <a:noFill/>
                                <a:miter lim="800000"/>
                                <a:headEnd/>
                                <a:tailEnd/>
                              </a:ln>
                            </wps:spPr>
                            <wps:txbx>
                              <w:txbxContent>
                                <w:p w:rsidR="00D60AF9" w:rsidRPr="005233F9" w:rsidRDefault="00D60AF9" w:rsidP="00D60AF9">
                                  <w:pPr>
                                    <w:rPr>
                                      <w:rFonts w:ascii="Arial" w:hAnsi="Arial" w:cs="Arial"/>
                                      <w:sz w:val="18"/>
                                      <w:szCs w:val="18"/>
                                    </w:rPr>
                                  </w:pPr>
                                  <w:r w:rsidRPr="005233F9">
                                    <w:rPr>
                                      <w:rFonts w:ascii="Arial" w:hAnsi="Arial" w:cs="Arial"/>
                                      <w:sz w:val="18"/>
                                      <w:szCs w:val="18"/>
                                    </w:rPr>
                                    <w:t>Q</w:t>
                                  </w:r>
                                  <w:r w:rsidRPr="005233F9">
                                    <w:rPr>
                                      <w:rFonts w:ascii="Arial" w:hAnsi="Arial" w:cs="Arial"/>
                                      <w:sz w:val="18"/>
                                      <w:szCs w:val="18"/>
                                      <w:vertAlign w:val="subscript"/>
                                    </w:rPr>
                                    <w:t>M</w:t>
                                  </w:r>
                                  <w:r w:rsidRPr="00BA0955">
                                    <w:rPr>
                                      <w:rFonts w:ascii="Arial" w:hAnsi="Arial" w:cs="Arial"/>
                                      <w:sz w:val="16"/>
                                      <w:szCs w:val="18"/>
                                      <w:vertAlign w:val="superscript"/>
                                    </w:rP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87" type="#_x0000_t202" style="position:absolute;margin-left:-10.8pt;margin-top:132.2pt;width:37.15pt;height:18.25pt;z-index:2516930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" filled="f" stroked="f">
                      <v:textbox style="mso-fit-shape-to-text:t">
                        <w:txbxContent>
                          <w:p w:rsidR="00D60AF9" w:rsidRPr="005233F9" w:rsidRDefault="00D60AF9" w:rsidP="00D60AF9">
                            <w:pPr>
                              <w:rPr>
                                <w:rFonts w:ascii="Arial" w:hAnsi="Arial" w:cs="Arial"/>
                                <w:sz w:val="18"/>
                                <w:szCs w:val="18"/>
                              </w:rPr>
                            </w:pPr>
                            <w:r w:rsidRPr="005233F9">
                              <w:rPr>
                                <w:rFonts w:ascii="Arial" w:hAnsi="Arial" w:cs="Arial"/>
                                <w:sz w:val="18"/>
                                <w:szCs w:val="18"/>
                              </w:rPr>
                              <w:t>Q</w:t>
                            </w:r>
                            <w:r w:rsidRPr="005233F9">
                              <w:rPr>
                                <w:rFonts w:ascii="Arial" w:hAnsi="Arial" w:cs="Arial"/>
                                <w:sz w:val="18"/>
                                <w:szCs w:val="18"/>
                                <w:vertAlign w:val="subscript"/>
                              </w:rPr>
                              <w:t>M</w:t>
                            </w:r>
                            <w:r w:rsidRPr="00BA0955">
                              <w:rPr>
                                <w:rFonts w:ascii="Arial" w:hAnsi="Arial" w:cs="Arial"/>
                                <w:sz w:val="16"/>
                                <w:szCs w:val="18"/>
                                <w:vertAlign w:val="superscript"/>
                              </w:rPr>
                              <w:t>2</w:t>
                            </w:r>
                          </w:p>
                        </w:txbxContent>
                      </v:textbox>
                    </v:shape>
                  </w:pict>
                </mc:Fallback>
              </mc:AlternateContent>
            </w:r>
            <w:r w:rsidRPr="00E152F8">
              <w:rPr>
                <w:rFonts w:ascii="Arial" w:hAnsi="Arial" w:cs="Arial"/>
                <w:noProof/>
                <w:sz w:val="22"/>
                <w:szCs w:val="22"/>
              </w:rPr>
              <mc:AlternateContent>
                <mc:Choice Requires="wps">
                  <w:drawing>
                    <wp:anchor distT="0" distB="0" distL="114300" distR="114300" simplePos="0" relativeHeight="251689984" behindDoc="0" locked="0" layoutInCell="1" allowOverlap="1" wp14:anchorId="07C13F35" wp14:editId="1BA2876F">
                      <wp:simplePos x="0" y="0"/>
                      <wp:positionH relativeFrom="column">
                        <wp:posOffset>-137160</wp:posOffset>
                      </wp:positionH>
                      <wp:positionV relativeFrom="paragraph">
                        <wp:posOffset>1265555</wp:posOffset>
                      </wp:positionV>
                      <wp:extent cx="441960" cy="231775"/>
                      <wp:effectExtent l="0" t="0" r="0" b="0"/>
                      <wp:wrapNone/>
                      <wp:docPr id="3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 cy="231775"/>
                              </a:xfrm>
                              <a:prstGeom prst="rect">
                                <a:avLst/>
                              </a:prstGeom>
                              <a:noFill/>
                              <a:ln w="9525">
                                <a:noFill/>
                                <a:miter lim="800000"/>
                                <a:headEnd/>
                                <a:tailEnd/>
                              </a:ln>
                            </wps:spPr>
                            <wps:txbx>
                              <w:txbxContent>
                                <w:p w:rsidR="00D60AF9" w:rsidRPr="005233F9" w:rsidRDefault="00D60AF9" w:rsidP="00D60AF9">
                                  <w:pPr>
                                    <w:rPr>
                                      <w:rFonts w:ascii="Arial" w:hAnsi="Arial" w:cs="Arial"/>
                                      <w:sz w:val="18"/>
                                      <w:szCs w:val="18"/>
                                    </w:rPr>
                                  </w:pPr>
                                  <w:r w:rsidRPr="005233F9">
                                    <w:rPr>
                                      <w:rFonts w:ascii="Arial" w:hAnsi="Arial" w:cs="Arial"/>
                                      <w:sz w:val="18"/>
                                      <w:szCs w:val="18"/>
                                    </w:rPr>
                                    <w:t>Q</w:t>
                                  </w:r>
                                  <w:r w:rsidRPr="005233F9">
                                    <w:rPr>
                                      <w:rFonts w:ascii="Arial" w:hAnsi="Arial" w:cs="Arial"/>
                                      <w:sz w:val="18"/>
                                      <w:szCs w:val="18"/>
                                      <w:vertAlign w:val="subscript"/>
                                    </w:rPr>
                                    <w:t>M</w:t>
                                  </w:r>
                                  <w:r w:rsidRPr="00BA0955">
                                    <w:rPr>
                                      <w:rFonts w:ascii="Arial" w:hAnsi="Arial" w:cs="Arial"/>
                                      <w:sz w:val="16"/>
                                      <w:szCs w:val="18"/>
                                      <w:vertAlign w:val="superscript"/>
                                    </w:rP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88" type="#_x0000_t202" style="position:absolute;margin-left:-10.8pt;margin-top:99.65pt;width:34.8pt;height:18.25pt;z-index:2516899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" filled="f" stroked="f">
                      <v:textbox style="mso-fit-shape-to-text:t">
                        <w:txbxContent>
                          <w:p w:rsidR="00D60AF9" w:rsidRPr="005233F9" w:rsidRDefault="00D60AF9" w:rsidP="00D60AF9">
                            <w:pPr>
                              <w:rPr>
                                <w:rFonts w:ascii="Arial" w:hAnsi="Arial" w:cs="Arial"/>
                                <w:sz w:val="18"/>
                                <w:szCs w:val="18"/>
                              </w:rPr>
                            </w:pPr>
                            <w:proofErr w:type="spellStart"/>
                            <w:r w:rsidRPr="005233F9">
                              <w:rPr>
                                <w:rFonts w:ascii="Arial" w:hAnsi="Arial" w:cs="Arial"/>
                                <w:sz w:val="18"/>
                                <w:szCs w:val="18"/>
                              </w:rPr>
                              <w:t>Q</w:t>
                            </w:r>
                            <w:r w:rsidRPr="005233F9">
                              <w:rPr>
                                <w:rFonts w:ascii="Arial" w:hAnsi="Arial" w:cs="Arial"/>
                                <w:sz w:val="18"/>
                                <w:szCs w:val="18"/>
                                <w:vertAlign w:val="subscript"/>
                              </w:rPr>
                              <w:t>M</w:t>
                            </w:r>
                            <w:r w:rsidRPr="00BA0955">
                              <w:rPr>
                                <w:rFonts w:ascii="Arial" w:hAnsi="Arial" w:cs="Arial"/>
                                <w:sz w:val="16"/>
                                <w:szCs w:val="18"/>
                                <w:vertAlign w:val="superscript"/>
                              </w:rPr>
                              <w:t>1</w:t>
                            </w:r>
                            <w:proofErr w:type="spellEnd"/>
                          </w:p>
                        </w:txbxContent>
                      </v:textbox>
                    </v:shape>
                  </w:pict>
                </mc:Fallback>
              </mc:AlternateContent>
            </w:r>
            <w:r w:rsidRPr="00E152F8">
              <w:rPr>
                <w:rFonts w:ascii="Arial" w:hAnsi="Arial" w:cs="Arial"/>
                <w:noProof/>
                <w:sz w:val="22"/>
                <w:szCs w:val="22"/>
              </w:rPr>
              <mc:AlternateContent>
                <mc:Choice Requires="wps">
                  <w:drawing>
                    <wp:anchor distT="0" distB="0" distL="114300" distR="114300" simplePos="0" relativeHeight="251688960" behindDoc="0" locked="0" layoutInCell="1" allowOverlap="1" wp14:anchorId="4532631F" wp14:editId="39118623">
                      <wp:simplePos x="0" y="0"/>
                      <wp:positionH relativeFrom="column">
                        <wp:posOffset>1590675</wp:posOffset>
                      </wp:positionH>
                      <wp:positionV relativeFrom="paragraph">
                        <wp:posOffset>2103120</wp:posOffset>
                      </wp:positionV>
                      <wp:extent cx="1134110" cy="1403985"/>
                      <wp:effectExtent l="0" t="0" r="0" b="2540"/>
                      <wp:wrapNone/>
                      <wp:docPr id="3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4110" cy="1403985"/>
                              </a:xfrm>
                              <a:prstGeom prst="rect">
                                <a:avLst/>
                              </a:prstGeom>
                              <a:noFill/>
                              <a:ln w="9525">
                                <a:noFill/>
                                <a:miter lim="800000"/>
                                <a:headEnd/>
                                <a:tailEnd/>
                              </a:ln>
                            </wps:spPr>
                            <wps:txbx>
                              <w:txbxContent>
                                <w:p w:rsidR="00D60AF9" w:rsidRPr="005233F9" w:rsidRDefault="00D60AF9" w:rsidP="00D60AF9">
                                  <w:pPr>
                                    <w:jc w:val="center"/>
                                    <w:rPr>
                                      <w:rFonts w:ascii="Arial" w:hAnsi="Arial" w:cs="Arial"/>
                                      <w:sz w:val="18"/>
                                      <w:szCs w:val="18"/>
                                    </w:rPr>
                                  </w:pPr>
                                  <w:r w:rsidRPr="005233F9">
                                    <w:rPr>
                                      <w:rFonts w:ascii="Arial" w:hAnsi="Arial" w:cs="Arial"/>
                                      <w:sz w:val="18"/>
                                      <w:szCs w:val="18"/>
                                    </w:rPr>
                                    <w:t>Output of resources, Q</w:t>
                                  </w:r>
                                  <w:r w:rsidRPr="005233F9">
                                    <w:rPr>
                                      <w:rFonts w:ascii="Arial" w:hAnsi="Arial" w:cs="Arial"/>
                                      <w:sz w:val="18"/>
                                      <w:szCs w:val="18"/>
                                      <w:vertAlign w:val="subscript"/>
                                    </w:rPr>
                                    <w:t>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89" type="#_x0000_t202" style="position:absolute;margin-left:125.25pt;margin-top:165.6pt;width:89.3pt;height:110.55pt;z-index:2516889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" filled="f" stroked="f">
                      <v:textbox style="mso-fit-shape-to-text:t">
                        <w:txbxContent>
                          <w:p w:rsidR="00D60AF9" w:rsidRPr="005233F9" w:rsidRDefault="00D60AF9" w:rsidP="00D60AF9">
                            <w:pPr>
                              <w:jc w:val="center"/>
                              <w:rPr>
                                <w:rFonts w:ascii="Arial" w:hAnsi="Arial" w:cs="Arial"/>
                                <w:sz w:val="18"/>
                                <w:szCs w:val="18"/>
                              </w:rPr>
                            </w:pPr>
                            <w:r w:rsidRPr="005233F9">
                              <w:rPr>
                                <w:rFonts w:ascii="Arial" w:hAnsi="Arial" w:cs="Arial"/>
                                <w:sz w:val="18"/>
                                <w:szCs w:val="18"/>
                              </w:rPr>
                              <w:t>Output of resources, Q</w:t>
                            </w:r>
                            <w:r w:rsidRPr="005233F9">
                              <w:rPr>
                                <w:rFonts w:ascii="Arial" w:hAnsi="Arial" w:cs="Arial"/>
                                <w:sz w:val="18"/>
                                <w:szCs w:val="18"/>
                                <w:vertAlign w:val="subscript"/>
                              </w:rPr>
                              <w:t>R</w:t>
                            </w:r>
                          </w:p>
                        </w:txbxContent>
                      </v:textbox>
                    </v:shape>
                  </w:pict>
                </mc:Fallback>
              </mc:AlternateContent>
            </w:r>
            <w:r w:rsidRPr="00E152F8">
              <w:rPr>
                <w:rFonts w:ascii="Arial" w:hAnsi="Arial" w:cs="Arial"/>
                <w:noProof/>
                <w:sz w:val="22"/>
                <w:szCs w:val="22"/>
              </w:rPr>
              <mc:AlternateContent>
                <mc:Choice Requires="wpc">
                  <w:drawing>
                    <wp:anchor distT="0" distB="0" distL="114300" distR="114300" simplePos="0" relativeHeight="251694080" behindDoc="1" locked="0" layoutInCell="1" allowOverlap="1" wp14:anchorId="7053B970" wp14:editId="56FDFDE4">
                      <wp:simplePos x="0" y="0"/>
                      <wp:positionH relativeFrom="column">
                        <wp:posOffset>-2540</wp:posOffset>
                      </wp:positionH>
                      <wp:positionV relativeFrom="paragraph">
                        <wp:posOffset>382270</wp:posOffset>
                      </wp:positionV>
                      <wp:extent cx="2642235" cy="2019300"/>
                      <wp:effectExtent l="0" t="0" r="0" b="0"/>
                      <wp:wrapTight wrapText="bothSides">
                        <wp:wrapPolygon edited="1">
                          <wp:start x="1090" y="3260"/>
                          <wp:lineTo x="1090" y="19358"/>
                          <wp:lineTo x="18065" y="19358"/>
                          <wp:lineTo x="18221" y="18747"/>
                          <wp:lineTo x="10901" y="16709"/>
                          <wp:lineTo x="11680" y="16709"/>
                          <wp:lineTo x="11213" y="15691"/>
                          <wp:lineTo x="9500" y="13449"/>
                          <wp:lineTo x="9655" y="11615"/>
                          <wp:lineTo x="9188" y="10596"/>
                          <wp:lineTo x="10745" y="9985"/>
                          <wp:lineTo x="10590" y="9577"/>
                          <wp:lineTo x="11068" y="5908"/>
                          <wp:lineTo x="5451" y="3260"/>
                          <wp:lineTo x="1090" y="3260"/>
                        </wp:wrapPolygon>
                      </wp:wrapTight>
                      <wp:docPr id="344" name="Canvas 344" descr="Figure 1.1, panel C. This panel shows a change in the economy's equilibrium, as a result of changing consumer preferences favouring the manufacturing sector."/>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322" name="Straight Connector 322"/>
                              <wps:cNvCnPr/>
                              <wps:spPr>
                                <a:xfrm>
                                  <a:off x="179514" y="335139"/>
                                  <a:ext cx="0" cy="1413673"/>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3" name="Straight Connector 323"/>
                              <wps:cNvCnPr/>
                              <wps:spPr>
                                <a:xfrm>
                                  <a:off x="179492" y="1743075"/>
                                  <a:ext cx="1997116" cy="12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4" name="Arc 33"/>
                              <wps:cNvSpPr/>
                              <wps:spPr>
                                <a:xfrm>
                                  <a:off x="179444" y="618959"/>
                                  <a:ext cx="2030321" cy="1122630"/>
                                </a:xfrm>
                                <a:custGeom>
                                  <a:avLst/>
                                  <a:gdLst>
                                    <a:gd name="connsiteX0" fmla="*/ 734742 w 1469484"/>
                                    <a:gd name="connsiteY0" fmla="*/ 0 h 1037664"/>
                                    <a:gd name="connsiteX1" fmla="*/ 1469484 w 1469484"/>
                                    <a:gd name="connsiteY1" fmla="*/ 518832 h 1037664"/>
                                    <a:gd name="connsiteX2" fmla="*/ 734742 w 1469484"/>
                                    <a:gd name="connsiteY2" fmla="*/ 518832 h 1037664"/>
                                    <a:gd name="connsiteX3" fmla="*/ 734742 w 1469484"/>
                                    <a:gd name="connsiteY3" fmla="*/ 0 h 1037664"/>
                                    <a:gd name="connsiteX0" fmla="*/ 734742 w 1469484"/>
                                    <a:gd name="connsiteY0" fmla="*/ 0 h 1037664"/>
                                    <a:gd name="connsiteX1" fmla="*/ 1469484 w 1469484"/>
                                    <a:gd name="connsiteY1" fmla="*/ 518832 h 1037664"/>
                                    <a:gd name="connsiteX0" fmla="*/ 1065865 w 1800607"/>
                                    <a:gd name="connsiteY0" fmla="*/ 140245 h 659077"/>
                                    <a:gd name="connsiteX1" fmla="*/ 1800607 w 1800607"/>
                                    <a:gd name="connsiteY1" fmla="*/ 659077 h 659077"/>
                                    <a:gd name="connsiteX2" fmla="*/ 1065865 w 1800607"/>
                                    <a:gd name="connsiteY2" fmla="*/ 659077 h 659077"/>
                                    <a:gd name="connsiteX3" fmla="*/ 1065865 w 1800607"/>
                                    <a:gd name="connsiteY3" fmla="*/ 140245 h 659077"/>
                                    <a:gd name="connsiteX0" fmla="*/ 0 w 1800607"/>
                                    <a:gd name="connsiteY0" fmla="*/ 0 h 659077"/>
                                    <a:gd name="connsiteX1" fmla="*/ 1800607 w 1800607"/>
                                    <a:gd name="connsiteY1" fmla="*/ 659077 h 659077"/>
                                    <a:gd name="connsiteX0" fmla="*/ 1065865 w 1800607"/>
                                    <a:gd name="connsiteY0" fmla="*/ 140245 h 1124692"/>
                                    <a:gd name="connsiteX1" fmla="*/ 1800607 w 1800607"/>
                                    <a:gd name="connsiteY1" fmla="*/ 659077 h 1124692"/>
                                    <a:gd name="connsiteX2" fmla="*/ 1065865 w 1800607"/>
                                    <a:gd name="connsiteY2" fmla="*/ 659077 h 1124692"/>
                                    <a:gd name="connsiteX3" fmla="*/ 1065865 w 1800607"/>
                                    <a:gd name="connsiteY3" fmla="*/ 140245 h 1124692"/>
                                    <a:gd name="connsiteX0" fmla="*/ 0 w 1800607"/>
                                    <a:gd name="connsiteY0" fmla="*/ 0 h 1124692"/>
                                    <a:gd name="connsiteX1" fmla="*/ 1643531 w 1800607"/>
                                    <a:gd name="connsiteY1" fmla="*/ 1124692 h 1124692"/>
                                    <a:gd name="connsiteX0" fmla="*/ 1077084 w 1811826"/>
                                    <a:gd name="connsiteY0" fmla="*/ 0 h 984447"/>
                                    <a:gd name="connsiteX1" fmla="*/ 1811826 w 1811826"/>
                                    <a:gd name="connsiteY1" fmla="*/ 518832 h 984447"/>
                                    <a:gd name="connsiteX2" fmla="*/ 1077084 w 1811826"/>
                                    <a:gd name="connsiteY2" fmla="*/ 518832 h 984447"/>
                                    <a:gd name="connsiteX3" fmla="*/ 1077084 w 1811826"/>
                                    <a:gd name="connsiteY3" fmla="*/ 0 h 984447"/>
                                    <a:gd name="connsiteX0" fmla="*/ 0 w 1811826"/>
                                    <a:gd name="connsiteY0" fmla="*/ 224393 h 984447"/>
                                    <a:gd name="connsiteX1" fmla="*/ 1654750 w 1811826"/>
                                    <a:gd name="connsiteY1" fmla="*/ 984447 h 984447"/>
                                    <a:gd name="connsiteX0" fmla="*/ 1077084 w 1811826"/>
                                    <a:gd name="connsiteY0" fmla="*/ 0 h 1006885"/>
                                    <a:gd name="connsiteX1" fmla="*/ 1811826 w 1811826"/>
                                    <a:gd name="connsiteY1" fmla="*/ 518832 h 1006885"/>
                                    <a:gd name="connsiteX2" fmla="*/ 1077084 w 1811826"/>
                                    <a:gd name="connsiteY2" fmla="*/ 518832 h 1006885"/>
                                    <a:gd name="connsiteX3" fmla="*/ 1077084 w 1811826"/>
                                    <a:gd name="connsiteY3" fmla="*/ 0 h 1006885"/>
                                    <a:gd name="connsiteX0" fmla="*/ 0 w 1811826"/>
                                    <a:gd name="connsiteY0" fmla="*/ 224393 h 1006885"/>
                                    <a:gd name="connsiteX1" fmla="*/ 947913 w 1811826"/>
                                    <a:gd name="connsiteY1" fmla="*/ 1006885 h 1006885"/>
                                    <a:gd name="connsiteX0" fmla="*/ 1929776 w 2083915"/>
                                    <a:gd name="connsiteY0" fmla="*/ 0 h 1074203"/>
                                    <a:gd name="connsiteX1" fmla="*/ 1811826 w 2083915"/>
                                    <a:gd name="connsiteY1" fmla="*/ 586150 h 1074203"/>
                                    <a:gd name="connsiteX2" fmla="*/ 1077084 w 2083915"/>
                                    <a:gd name="connsiteY2" fmla="*/ 586150 h 1074203"/>
                                    <a:gd name="connsiteX3" fmla="*/ 1929776 w 2083915"/>
                                    <a:gd name="connsiteY3" fmla="*/ 0 h 1074203"/>
                                    <a:gd name="connsiteX0" fmla="*/ 0 w 2083915"/>
                                    <a:gd name="connsiteY0" fmla="*/ 291711 h 1074203"/>
                                    <a:gd name="connsiteX1" fmla="*/ 947913 w 2083915"/>
                                    <a:gd name="connsiteY1" fmla="*/ 1074203 h 1074203"/>
                                    <a:gd name="connsiteX0" fmla="*/ 1929776 w 1929776"/>
                                    <a:gd name="connsiteY0" fmla="*/ 0 h 1074203"/>
                                    <a:gd name="connsiteX1" fmla="*/ 1077084 w 1929776"/>
                                    <a:gd name="connsiteY1" fmla="*/ 586150 h 1074203"/>
                                    <a:gd name="connsiteX2" fmla="*/ 1929776 w 1929776"/>
                                    <a:gd name="connsiteY2" fmla="*/ 0 h 1074203"/>
                                    <a:gd name="connsiteX0" fmla="*/ 0 w 1929776"/>
                                    <a:gd name="connsiteY0" fmla="*/ 291711 h 1074203"/>
                                    <a:gd name="connsiteX1" fmla="*/ 947913 w 1929776"/>
                                    <a:gd name="connsiteY1" fmla="*/ 1074203 h 1074203"/>
                                    <a:gd name="connsiteX0" fmla="*/ 1077084 w 1929776"/>
                                    <a:gd name="connsiteY0" fmla="*/ 586150 h 1074203"/>
                                    <a:gd name="connsiteX1" fmla="*/ 1929776 w 1929776"/>
                                    <a:gd name="connsiteY1" fmla="*/ 0 h 1074203"/>
                                    <a:gd name="connsiteX2" fmla="*/ 1168506 w 1929776"/>
                                    <a:gd name="connsiteY2" fmla="*/ 679267 h 1074203"/>
                                    <a:gd name="connsiteX0" fmla="*/ 0 w 1929776"/>
                                    <a:gd name="connsiteY0" fmla="*/ 291711 h 1074203"/>
                                    <a:gd name="connsiteX1" fmla="*/ 947913 w 1929776"/>
                                    <a:gd name="connsiteY1" fmla="*/ 1074203 h 1074203"/>
                                    <a:gd name="connsiteX0" fmla="*/ 1077084 w 1929776"/>
                                    <a:gd name="connsiteY0" fmla="*/ 586150 h 1074203"/>
                                    <a:gd name="connsiteX1" fmla="*/ 1929776 w 1929776"/>
                                    <a:gd name="connsiteY1" fmla="*/ 0 h 1074203"/>
                                    <a:gd name="connsiteX0" fmla="*/ 0 w 1929776"/>
                                    <a:gd name="connsiteY0" fmla="*/ 291711 h 1074203"/>
                                    <a:gd name="connsiteX1" fmla="*/ 947913 w 1929776"/>
                                    <a:gd name="connsiteY1" fmla="*/ 1074203 h 1074203"/>
                                    <a:gd name="connsiteX0" fmla="*/ 1077084 w 1929776"/>
                                    <a:gd name="connsiteY0" fmla="*/ 586150 h 1074203"/>
                                    <a:gd name="connsiteX1" fmla="*/ 1929776 w 1929776"/>
                                    <a:gd name="connsiteY1" fmla="*/ 0 h 1074203"/>
                                    <a:gd name="connsiteX0" fmla="*/ 0 w 1929776"/>
                                    <a:gd name="connsiteY0" fmla="*/ 291711 h 1074203"/>
                                    <a:gd name="connsiteX1" fmla="*/ 947913 w 1929776"/>
                                    <a:gd name="connsiteY1" fmla="*/ 1074203 h 1074203"/>
                                    <a:gd name="connsiteX0" fmla="*/ 1077084 w 1929776"/>
                                    <a:gd name="connsiteY0" fmla="*/ 586150 h 1074203"/>
                                    <a:gd name="connsiteX1" fmla="*/ 1929776 w 1929776"/>
                                    <a:gd name="connsiteY1" fmla="*/ 0 h 1074203"/>
                                    <a:gd name="connsiteX0" fmla="*/ 0 w 1929776"/>
                                    <a:gd name="connsiteY0" fmla="*/ 291711 h 1074203"/>
                                    <a:gd name="connsiteX1" fmla="*/ 947913 w 1929776"/>
                                    <a:gd name="connsiteY1" fmla="*/ 1074203 h 1074203"/>
                                    <a:gd name="connsiteX0" fmla="*/ 1077084 w 1929776"/>
                                    <a:gd name="connsiteY0" fmla="*/ 586150 h 1074203"/>
                                    <a:gd name="connsiteX1" fmla="*/ 1929776 w 1929776"/>
                                    <a:gd name="connsiteY1" fmla="*/ 0 h 1074203"/>
                                    <a:gd name="connsiteX0" fmla="*/ 0 w 1929776"/>
                                    <a:gd name="connsiteY0" fmla="*/ 291711 h 1074203"/>
                                    <a:gd name="connsiteX1" fmla="*/ 947913 w 1929776"/>
                                    <a:gd name="connsiteY1" fmla="*/ 1074203 h 1074203"/>
                                    <a:gd name="connsiteX0" fmla="*/ 1077084 w 1991333"/>
                                    <a:gd name="connsiteY0" fmla="*/ 632896 h 1120949"/>
                                    <a:gd name="connsiteX1" fmla="*/ 1929776 w 1991333"/>
                                    <a:gd name="connsiteY1" fmla="*/ 46746 h 1120949"/>
                                    <a:gd name="connsiteX2" fmla="*/ 1924103 w 1991333"/>
                                    <a:gd name="connsiteY2" fmla="*/ 35637 h 1120949"/>
                                    <a:gd name="connsiteX0" fmla="*/ 0 w 1991333"/>
                                    <a:gd name="connsiteY0" fmla="*/ 338457 h 1120949"/>
                                    <a:gd name="connsiteX1" fmla="*/ 947913 w 1991333"/>
                                    <a:gd name="connsiteY1" fmla="*/ 1120949 h 1120949"/>
                                    <a:gd name="connsiteX0" fmla="*/ 1077084 w 1943959"/>
                                    <a:gd name="connsiteY0" fmla="*/ 645419 h 1133472"/>
                                    <a:gd name="connsiteX1" fmla="*/ 1929776 w 1943959"/>
                                    <a:gd name="connsiteY1" fmla="*/ 59269 h 1133472"/>
                                    <a:gd name="connsiteX2" fmla="*/ 1110679 w 1943959"/>
                                    <a:gd name="connsiteY2" fmla="*/ 13879 h 1133472"/>
                                    <a:gd name="connsiteX0" fmla="*/ 0 w 1943959"/>
                                    <a:gd name="connsiteY0" fmla="*/ 350980 h 1133472"/>
                                    <a:gd name="connsiteX1" fmla="*/ 947913 w 1943959"/>
                                    <a:gd name="connsiteY1" fmla="*/ 1133472 h 1133472"/>
                                    <a:gd name="connsiteX0" fmla="*/ 1077084 w 1929776"/>
                                    <a:gd name="connsiteY0" fmla="*/ 586150 h 1074203"/>
                                    <a:gd name="connsiteX1" fmla="*/ 1929776 w 1929776"/>
                                    <a:gd name="connsiteY1" fmla="*/ 0 h 1074203"/>
                                    <a:gd name="connsiteX0" fmla="*/ 0 w 1929776"/>
                                    <a:gd name="connsiteY0" fmla="*/ 291711 h 1074203"/>
                                    <a:gd name="connsiteX1" fmla="*/ 947913 w 1929776"/>
                                    <a:gd name="connsiteY1" fmla="*/ 1074203 h 1074203"/>
                                    <a:gd name="connsiteX0" fmla="*/ 1077084 w 1929776"/>
                                    <a:gd name="connsiteY0" fmla="*/ 586150 h 1074203"/>
                                    <a:gd name="connsiteX1" fmla="*/ 1929776 w 1929776"/>
                                    <a:gd name="connsiteY1" fmla="*/ 0 h 1074203"/>
                                    <a:gd name="connsiteX0" fmla="*/ 0 w 1929776"/>
                                    <a:gd name="connsiteY0" fmla="*/ 291711 h 1074203"/>
                                    <a:gd name="connsiteX1" fmla="*/ 947913 w 1929776"/>
                                    <a:gd name="connsiteY1" fmla="*/ 1074203 h 1074203"/>
                                    <a:gd name="connsiteX0" fmla="*/ 1077084 w 1929776"/>
                                    <a:gd name="connsiteY0" fmla="*/ 586150 h 1085629"/>
                                    <a:gd name="connsiteX1" fmla="*/ 1929776 w 1929776"/>
                                    <a:gd name="connsiteY1" fmla="*/ 0 h 1085629"/>
                                    <a:gd name="connsiteX0" fmla="*/ 0 w 1929776"/>
                                    <a:gd name="connsiteY0" fmla="*/ 291711 h 1085629"/>
                                    <a:gd name="connsiteX1" fmla="*/ 1060109 w 1929776"/>
                                    <a:gd name="connsiteY1" fmla="*/ 1085629 h 1085629"/>
                                    <a:gd name="connsiteX0" fmla="*/ 1065864 w 1918556"/>
                                    <a:gd name="connsiteY0" fmla="*/ 586150 h 1085629"/>
                                    <a:gd name="connsiteX1" fmla="*/ 1918556 w 1918556"/>
                                    <a:gd name="connsiteY1" fmla="*/ 0 h 1085629"/>
                                    <a:gd name="connsiteX0" fmla="*/ 0 w 1918556"/>
                                    <a:gd name="connsiteY0" fmla="*/ 223149 h 1085629"/>
                                    <a:gd name="connsiteX1" fmla="*/ 1048889 w 1918556"/>
                                    <a:gd name="connsiteY1" fmla="*/ 1085629 h 1085629"/>
                                    <a:gd name="connsiteX0" fmla="*/ 1065864 w 1918556"/>
                                    <a:gd name="connsiteY0" fmla="*/ 586150 h 1085629"/>
                                    <a:gd name="connsiteX1" fmla="*/ 1918556 w 1918556"/>
                                    <a:gd name="connsiteY1" fmla="*/ 0 h 1085629"/>
                                    <a:gd name="connsiteX0" fmla="*/ 0 w 1918556"/>
                                    <a:gd name="connsiteY0" fmla="*/ 223149 h 1085629"/>
                                    <a:gd name="connsiteX1" fmla="*/ 1048889 w 1918556"/>
                                    <a:gd name="connsiteY1" fmla="*/ 1085629 h 1085629"/>
                                    <a:gd name="connsiteX0" fmla="*/ 1065864 w 1982736"/>
                                    <a:gd name="connsiteY0" fmla="*/ 586150 h 1085629"/>
                                    <a:gd name="connsiteX1" fmla="*/ 1952528 w 1982736"/>
                                    <a:gd name="connsiteY1" fmla="*/ 468828 h 1085629"/>
                                    <a:gd name="connsiteX2" fmla="*/ 1918556 w 1982736"/>
                                    <a:gd name="connsiteY2" fmla="*/ 0 h 1085629"/>
                                    <a:gd name="connsiteX0" fmla="*/ 0 w 1982736"/>
                                    <a:gd name="connsiteY0" fmla="*/ 223149 h 1085629"/>
                                    <a:gd name="connsiteX1" fmla="*/ 1048889 w 1982736"/>
                                    <a:gd name="connsiteY1" fmla="*/ 1085629 h 1085629"/>
                                    <a:gd name="connsiteX0" fmla="*/ 1065864 w 1982736"/>
                                    <a:gd name="connsiteY0" fmla="*/ 586150 h 1085629"/>
                                    <a:gd name="connsiteX1" fmla="*/ 1952528 w 1982736"/>
                                    <a:gd name="connsiteY1" fmla="*/ 468828 h 1085629"/>
                                    <a:gd name="connsiteX2" fmla="*/ 1918556 w 1982736"/>
                                    <a:gd name="connsiteY2" fmla="*/ 0 h 1085629"/>
                                    <a:gd name="connsiteX0" fmla="*/ 0 w 1982736"/>
                                    <a:gd name="connsiteY0" fmla="*/ 223149 h 1085629"/>
                                    <a:gd name="connsiteX1" fmla="*/ 1048889 w 1982736"/>
                                    <a:gd name="connsiteY1" fmla="*/ 1085629 h 1085629"/>
                                    <a:gd name="connsiteX0" fmla="*/ 1065864 w 1918556"/>
                                    <a:gd name="connsiteY0" fmla="*/ 586150 h 1085629"/>
                                    <a:gd name="connsiteX1" fmla="*/ 987641 w 1918556"/>
                                    <a:gd name="connsiteY1" fmla="*/ 365984 h 1085629"/>
                                    <a:gd name="connsiteX2" fmla="*/ 1918556 w 1918556"/>
                                    <a:gd name="connsiteY2" fmla="*/ 0 h 1085629"/>
                                    <a:gd name="connsiteX0" fmla="*/ 0 w 1918556"/>
                                    <a:gd name="connsiteY0" fmla="*/ 223149 h 1085629"/>
                                    <a:gd name="connsiteX1" fmla="*/ 1048889 w 1918556"/>
                                    <a:gd name="connsiteY1" fmla="*/ 1085629 h 1085629"/>
                                    <a:gd name="connsiteX0" fmla="*/ 1065864 w 1918556"/>
                                    <a:gd name="connsiteY0" fmla="*/ 597261 h 1096740"/>
                                    <a:gd name="connsiteX1" fmla="*/ 1655209 w 1918556"/>
                                    <a:gd name="connsiteY1" fmla="*/ 0 h 1096740"/>
                                    <a:gd name="connsiteX2" fmla="*/ 1918556 w 1918556"/>
                                    <a:gd name="connsiteY2" fmla="*/ 11111 h 1096740"/>
                                    <a:gd name="connsiteX0" fmla="*/ 0 w 1918556"/>
                                    <a:gd name="connsiteY0" fmla="*/ 234260 h 1096740"/>
                                    <a:gd name="connsiteX1" fmla="*/ 1048889 w 1918556"/>
                                    <a:gd name="connsiteY1" fmla="*/ 1096740 h 1096740"/>
                                    <a:gd name="connsiteX0" fmla="*/ 1065864 w 1918556"/>
                                    <a:gd name="connsiteY0" fmla="*/ 597261 h 1096740"/>
                                    <a:gd name="connsiteX1" fmla="*/ 1655209 w 1918556"/>
                                    <a:gd name="connsiteY1" fmla="*/ 0 h 1096740"/>
                                    <a:gd name="connsiteX2" fmla="*/ 1918556 w 1918556"/>
                                    <a:gd name="connsiteY2" fmla="*/ 11111 h 1096740"/>
                                    <a:gd name="connsiteX0" fmla="*/ 0 w 1918556"/>
                                    <a:gd name="connsiteY0" fmla="*/ 234260 h 1096740"/>
                                    <a:gd name="connsiteX1" fmla="*/ 1048889 w 1918556"/>
                                    <a:gd name="connsiteY1" fmla="*/ 1096740 h 1096740"/>
                                  </a:gdLst>
                                  <a:ahLst/>
                                  <a:cxnLst>
                                    <a:cxn ang="0">
                                      <a:pos x="connsiteX0" y="connsiteY0"/>
                                    </a:cxn>
                                    <a:cxn ang="0">
                                      <a:pos x="connsiteX1" y="connsiteY1"/>
                                    </a:cxn>
                                  </a:cxnLst>
                                  <a:rect l="l" t="t" r="r" b="b"/>
                                  <a:pathLst>
                                    <a:path w="1918556" h="1096740" stroke="0" extrusionOk="0">
                                      <a:moveTo>
                                        <a:pt x="1065864" y="597261"/>
                                      </a:moveTo>
                                      <a:cubicBezTo>
                                        <a:pt x="1171568" y="569137"/>
                                        <a:pt x="1556739" y="515093"/>
                                        <a:pt x="1655209" y="0"/>
                                      </a:cubicBezTo>
                                      <a:cubicBezTo>
                                        <a:pt x="1804492" y="430444"/>
                                        <a:pt x="1634325" y="206494"/>
                                        <a:pt x="1918556" y="11111"/>
                                      </a:cubicBezTo>
                                    </a:path>
                                    <a:path w="1918556" h="1096740" fill="none">
                                      <a:moveTo>
                                        <a:pt x="0" y="234260"/>
                                      </a:moveTo>
                                      <a:cubicBezTo>
                                        <a:pt x="405787" y="234260"/>
                                        <a:pt x="990427" y="500127"/>
                                        <a:pt x="1048889" y="1096740"/>
                                      </a:cubicBezTo>
                                    </a:path>
                                  </a:pathLst>
                                </a:custGeom>
                                <a:ln w="19050">
                                  <a:solidFill>
                                    <a:srgbClr val="86A20B"/>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5" name="Straight Connector 325"/>
                              <wps:cNvCnPr/>
                              <wps:spPr>
                                <a:xfrm flipH="1">
                                  <a:off x="176861" y="1018359"/>
                                  <a:ext cx="593296"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28" name="Straight Connector 328"/>
                              <wps:cNvCnPr/>
                              <wps:spPr>
                                <a:xfrm>
                                  <a:off x="480060" y="858286"/>
                                  <a:ext cx="543060" cy="277094"/>
                                </a:xfrm>
                                <a:prstGeom prst="line">
                                  <a:avLst/>
                                </a:prstGeom>
                                <a:ln w="12700">
                                  <a:solidFill>
                                    <a:srgbClr val="604A7B"/>
                                  </a:solidFill>
                                </a:ln>
                              </wps:spPr>
                              <wps:style>
                                <a:lnRef idx="1">
                                  <a:schemeClr val="accent1"/>
                                </a:lnRef>
                                <a:fillRef idx="0">
                                  <a:schemeClr val="accent1"/>
                                </a:fillRef>
                                <a:effectRef idx="0">
                                  <a:schemeClr val="accent1"/>
                                </a:effectRef>
                                <a:fontRef idx="minor">
                                  <a:schemeClr val="tx1"/>
                                </a:fontRef>
                              </wps:style>
                              <wps:bodyPr/>
                            </wps:wsp>
                            <wps:wsp>
                              <wps:cNvPr id="331" name="Straight Connector 331"/>
                              <wps:cNvCnPr/>
                              <wps:spPr>
                                <a:xfrm>
                                  <a:off x="1062990" y="1185949"/>
                                  <a:ext cx="266700" cy="464578"/>
                                </a:xfrm>
                                <a:prstGeom prst="line">
                                  <a:avLst/>
                                </a:prstGeom>
                                <a:ln w="12700">
                                  <a:solidFill>
                                    <a:srgbClr val="604A7B"/>
                                  </a:solidFill>
                                </a:ln>
                              </wps:spPr>
                              <wps:style>
                                <a:lnRef idx="1">
                                  <a:schemeClr val="accent1"/>
                                </a:lnRef>
                                <a:fillRef idx="0">
                                  <a:schemeClr val="accent1"/>
                                </a:fillRef>
                                <a:effectRef idx="0">
                                  <a:schemeClr val="accent1"/>
                                </a:effectRef>
                                <a:fontRef idx="minor">
                                  <a:schemeClr val="tx1"/>
                                </a:fontRef>
                              </wps:style>
                              <wps:bodyPr/>
                            </wps:wsp>
                            <wps:wsp>
                              <wps:cNvPr id="333" name="Arc 4"/>
                              <wps:cNvSpPr/>
                              <wps:spPr>
                                <a:xfrm rot="10645197">
                                  <a:off x="399154" y="512499"/>
                                  <a:ext cx="708595" cy="595992"/>
                                </a:xfrm>
                                <a:custGeom>
                                  <a:avLst/>
                                  <a:gdLst>
                                    <a:gd name="connsiteX0" fmla="*/ 510060 w 1020121"/>
                                    <a:gd name="connsiteY0" fmla="*/ 0 h 826399"/>
                                    <a:gd name="connsiteX1" fmla="*/ 1020121 w 1020121"/>
                                    <a:gd name="connsiteY1" fmla="*/ 413200 h 826399"/>
                                    <a:gd name="connsiteX2" fmla="*/ 510061 w 1020121"/>
                                    <a:gd name="connsiteY2" fmla="*/ 413200 h 826399"/>
                                    <a:gd name="connsiteX3" fmla="*/ 510060 w 1020121"/>
                                    <a:gd name="connsiteY3" fmla="*/ 0 h 826399"/>
                                    <a:gd name="connsiteX0" fmla="*/ 510060 w 1020121"/>
                                    <a:gd name="connsiteY0" fmla="*/ 0 h 826399"/>
                                    <a:gd name="connsiteX1" fmla="*/ 1020121 w 1020121"/>
                                    <a:gd name="connsiteY1" fmla="*/ 413200 h 826399"/>
                                    <a:gd name="connsiteX0" fmla="*/ 0 w 596834"/>
                                    <a:gd name="connsiteY0" fmla="*/ 0 h 526667"/>
                                    <a:gd name="connsiteX1" fmla="*/ 510061 w 596834"/>
                                    <a:gd name="connsiteY1" fmla="*/ 413200 h 526667"/>
                                    <a:gd name="connsiteX2" fmla="*/ 1 w 596834"/>
                                    <a:gd name="connsiteY2" fmla="*/ 413200 h 526667"/>
                                    <a:gd name="connsiteX3" fmla="*/ 0 w 596834"/>
                                    <a:gd name="connsiteY3" fmla="*/ 0 h 526667"/>
                                    <a:gd name="connsiteX0" fmla="*/ 0 w 596834"/>
                                    <a:gd name="connsiteY0" fmla="*/ 0 h 526667"/>
                                    <a:gd name="connsiteX1" fmla="*/ 596834 w 596834"/>
                                    <a:gd name="connsiteY1" fmla="*/ 526667 h 526667"/>
                                    <a:gd name="connsiteX0" fmla="*/ 46357 w 643191"/>
                                    <a:gd name="connsiteY0" fmla="*/ 69237 h 595904"/>
                                    <a:gd name="connsiteX1" fmla="*/ 556418 w 643191"/>
                                    <a:gd name="connsiteY1" fmla="*/ 482437 h 595904"/>
                                    <a:gd name="connsiteX2" fmla="*/ 46358 w 643191"/>
                                    <a:gd name="connsiteY2" fmla="*/ 482437 h 595904"/>
                                    <a:gd name="connsiteX3" fmla="*/ 46357 w 643191"/>
                                    <a:gd name="connsiteY3" fmla="*/ 69237 h 595904"/>
                                    <a:gd name="connsiteX0" fmla="*/ 0 w 643191"/>
                                    <a:gd name="connsiteY0" fmla="*/ 0 h 595904"/>
                                    <a:gd name="connsiteX1" fmla="*/ 643191 w 643191"/>
                                    <a:gd name="connsiteY1" fmla="*/ 595904 h 595904"/>
                                    <a:gd name="connsiteX0" fmla="*/ 111717 w 708551"/>
                                    <a:gd name="connsiteY0" fmla="*/ 69237 h 595904"/>
                                    <a:gd name="connsiteX1" fmla="*/ 621778 w 708551"/>
                                    <a:gd name="connsiteY1" fmla="*/ 482437 h 595904"/>
                                    <a:gd name="connsiteX2" fmla="*/ 0 w 708551"/>
                                    <a:gd name="connsiteY2" fmla="*/ 530416 h 595904"/>
                                    <a:gd name="connsiteX3" fmla="*/ 111717 w 708551"/>
                                    <a:gd name="connsiteY3" fmla="*/ 69237 h 595904"/>
                                    <a:gd name="connsiteX0" fmla="*/ 65360 w 708551"/>
                                    <a:gd name="connsiteY0" fmla="*/ 0 h 595904"/>
                                    <a:gd name="connsiteX1" fmla="*/ 708551 w 708551"/>
                                    <a:gd name="connsiteY1" fmla="*/ 595904 h 595904"/>
                                  </a:gdLst>
                                  <a:ahLst/>
                                  <a:cxnLst>
                                    <a:cxn ang="0">
                                      <a:pos x="connsiteX0" y="connsiteY0"/>
                                    </a:cxn>
                                    <a:cxn ang="0">
                                      <a:pos x="connsiteX1" y="connsiteY1"/>
                                    </a:cxn>
                                  </a:cxnLst>
                                  <a:rect l="l" t="t" r="r" b="b"/>
                                  <a:pathLst>
                                    <a:path w="708551" h="595904" stroke="0" extrusionOk="0">
                                      <a:moveTo>
                                        <a:pt x="111717" y="69237"/>
                                      </a:moveTo>
                                      <a:cubicBezTo>
                                        <a:pt x="393416" y="69237"/>
                                        <a:pt x="621778" y="254233"/>
                                        <a:pt x="621778" y="482437"/>
                                      </a:cubicBezTo>
                                      <a:lnTo>
                                        <a:pt x="0" y="530416"/>
                                      </a:lnTo>
                                      <a:cubicBezTo>
                                        <a:pt x="0" y="392683"/>
                                        <a:pt x="111717" y="206970"/>
                                        <a:pt x="111717" y="69237"/>
                                      </a:cubicBezTo>
                                      <a:close/>
                                    </a:path>
                                    <a:path w="708551" h="595904" fill="none">
                                      <a:moveTo>
                                        <a:pt x="65360" y="0"/>
                                      </a:moveTo>
                                      <a:cubicBezTo>
                                        <a:pt x="347059" y="0"/>
                                        <a:pt x="708551" y="367700"/>
                                        <a:pt x="708551" y="595904"/>
                                      </a:cubicBezTo>
                                    </a:path>
                                  </a:pathLst>
                                </a:custGeom>
                                <a:ln w="12700">
                                  <a:solidFill>
                                    <a:srgbClr val="344893"/>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7" name="Straight Connector 337"/>
                              <wps:cNvCnPr/>
                              <wps:spPr>
                                <a:xfrm>
                                  <a:off x="758987" y="1004552"/>
                                  <a:ext cx="0" cy="734096"/>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38" name="Straight Connector 338"/>
                              <wps:cNvCnPr/>
                              <wps:spPr>
                                <a:xfrm flipH="1">
                                  <a:off x="1189779" y="1413974"/>
                                  <a:ext cx="3602" cy="337155"/>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40" name="Straight Connector 340"/>
                              <wps:cNvCnPr/>
                              <wps:spPr>
                                <a:xfrm flipH="1">
                                  <a:off x="176525" y="1407114"/>
                                  <a:ext cx="998027"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86" name="Arc 4"/>
                              <wps:cNvSpPr/>
                              <wps:spPr>
                                <a:xfrm rot="10645197">
                                  <a:off x="1036565" y="1011591"/>
                                  <a:ext cx="621030" cy="704705"/>
                                </a:xfrm>
                                <a:custGeom>
                                  <a:avLst/>
                                  <a:gdLst>
                                    <a:gd name="connsiteX0" fmla="*/ 510060 w 1020121"/>
                                    <a:gd name="connsiteY0" fmla="*/ 0 h 826399"/>
                                    <a:gd name="connsiteX1" fmla="*/ 1020121 w 1020121"/>
                                    <a:gd name="connsiteY1" fmla="*/ 413200 h 826399"/>
                                    <a:gd name="connsiteX2" fmla="*/ 510061 w 1020121"/>
                                    <a:gd name="connsiteY2" fmla="*/ 413200 h 826399"/>
                                    <a:gd name="connsiteX3" fmla="*/ 510060 w 1020121"/>
                                    <a:gd name="connsiteY3" fmla="*/ 0 h 826399"/>
                                    <a:gd name="connsiteX0" fmla="*/ 510060 w 1020121"/>
                                    <a:gd name="connsiteY0" fmla="*/ 0 h 826399"/>
                                    <a:gd name="connsiteX1" fmla="*/ 1020121 w 1020121"/>
                                    <a:gd name="connsiteY1" fmla="*/ 413200 h 826399"/>
                                    <a:gd name="connsiteX0" fmla="*/ 0 w 596834"/>
                                    <a:gd name="connsiteY0" fmla="*/ 0 h 526667"/>
                                    <a:gd name="connsiteX1" fmla="*/ 510061 w 596834"/>
                                    <a:gd name="connsiteY1" fmla="*/ 413200 h 526667"/>
                                    <a:gd name="connsiteX2" fmla="*/ 1 w 596834"/>
                                    <a:gd name="connsiteY2" fmla="*/ 413200 h 526667"/>
                                    <a:gd name="connsiteX3" fmla="*/ 0 w 596834"/>
                                    <a:gd name="connsiteY3" fmla="*/ 0 h 526667"/>
                                    <a:gd name="connsiteX0" fmla="*/ 0 w 596834"/>
                                    <a:gd name="connsiteY0" fmla="*/ 0 h 526667"/>
                                    <a:gd name="connsiteX1" fmla="*/ 596834 w 596834"/>
                                    <a:gd name="connsiteY1" fmla="*/ 526667 h 526667"/>
                                    <a:gd name="connsiteX0" fmla="*/ 46357 w 643191"/>
                                    <a:gd name="connsiteY0" fmla="*/ 69237 h 595904"/>
                                    <a:gd name="connsiteX1" fmla="*/ 556418 w 643191"/>
                                    <a:gd name="connsiteY1" fmla="*/ 482437 h 595904"/>
                                    <a:gd name="connsiteX2" fmla="*/ 46358 w 643191"/>
                                    <a:gd name="connsiteY2" fmla="*/ 482437 h 595904"/>
                                    <a:gd name="connsiteX3" fmla="*/ 46357 w 643191"/>
                                    <a:gd name="connsiteY3" fmla="*/ 69237 h 595904"/>
                                    <a:gd name="connsiteX0" fmla="*/ 0 w 643191"/>
                                    <a:gd name="connsiteY0" fmla="*/ 0 h 595904"/>
                                    <a:gd name="connsiteX1" fmla="*/ 643191 w 643191"/>
                                    <a:gd name="connsiteY1" fmla="*/ 595904 h 595904"/>
                                    <a:gd name="connsiteX0" fmla="*/ 111717 w 708551"/>
                                    <a:gd name="connsiteY0" fmla="*/ 69237 h 595904"/>
                                    <a:gd name="connsiteX1" fmla="*/ 621778 w 708551"/>
                                    <a:gd name="connsiteY1" fmla="*/ 482437 h 595904"/>
                                    <a:gd name="connsiteX2" fmla="*/ 0 w 708551"/>
                                    <a:gd name="connsiteY2" fmla="*/ 530416 h 595904"/>
                                    <a:gd name="connsiteX3" fmla="*/ 111717 w 708551"/>
                                    <a:gd name="connsiteY3" fmla="*/ 69237 h 595904"/>
                                    <a:gd name="connsiteX0" fmla="*/ 65360 w 708551"/>
                                    <a:gd name="connsiteY0" fmla="*/ 0 h 595904"/>
                                    <a:gd name="connsiteX1" fmla="*/ 708551 w 708551"/>
                                    <a:gd name="connsiteY1" fmla="*/ 595904 h 595904"/>
                                    <a:gd name="connsiteX0" fmla="*/ 111717 w 621778"/>
                                    <a:gd name="connsiteY0" fmla="*/ 69237 h 584490"/>
                                    <a:gd name="connsiteX1" fmla="*/ 621778 w 621778"/>
                                    <a:gd name="connsiteY1" fmla="*/ 482437 h 584490"/>
                                    <a:gd name="connsiteX2" fmla="*/ 0 w 621778"/>
                                    <a:gd name="connsiteY2" fmla="*/ 530416 h 584490"/>
                                    <a:gd name="connsiteX3" fmla="*/ 111717 w 621778"/>
                                    <a:gd name="connsiteY3" fmla="*/ 69237 h 584490"/>
                                    <a:gd name="connsiteX0" fmla="*/ 65360 w 621778"/>
                                    <a:gd name="connsiteY0" fmla="*/ 0 h 584490"/>
                                    <a:gd name="connsiteX1" fmla="*/ 569729 w 621778"/>
                                    <a:gd name="connsiteY1" fmla="*/ 584490 h 584490"/>
                                    <a:gd name="connsiteX0" fmla="*/ 111717 w 621778"/>
                                    <a:gd name="connsiteY0" fmla="*/ 138280 h 653533"/>
                                    <a:gd name="connsiteX1" fmla="*/ 621778 w 621778"/>
                                    <a:gd name="connsiteY1" fmla="*/ 551480 h 653533"/>
                                    <a:gd name="connsiteX2" fmla="*/ 0 w 621778"/>
                                    <a:gd name="connsiteY2" fmla="*/ 599459 h 653533"/>
                                    <a:gd name="connsiteX3" fmla="*/ 111717 w 621778"/>
                                    <a:gd name="connsiteY3" fmla="*/ 138280 h 653533"/>
                                    <a:gd name="connsiteX0" fmla="*/ 78792 w 621778"/>
                                    <a:gd name="connsiteY0" fmla="*/ 0 h 653533"/>
                                    <a:gd name="connsiteX1" fmla="*/ 569729 w 621778"/>
                                    <a:gd name="connsiteY1" fmla="*/ 653533 h 653533"/>
                                    <a:gd name="connsiteX0" fmla="*/ 111717 w 621778"/>
                                    <a:gd name="connsiteY0" fmla="*/ 138280 h 653533"/>
                                    <a:gd name="connsiteX1" fmla="*/ 621778 w 621778"/>
                                    <a:gd name="connsiteY1" fmla="*/ 551480 h 653533"/>
                                    <a:gd name="connsiteX2" fmla="*/ 0 w 621778"/>
                                    <a:gd name="connsiteY2" fmla="*/ 599459 h 653533"/>
                                    <a:gd name="connsiteX3" fmla="*/ 111717 w 621778"/>
                                    <a:gd name="connsiteY3" fmla="*/ 138280 h 653533"/>
                                    <a:gd name="connsiteX0" fmla="*/ 78792 w 621778"/>
                                    <a:gd name="connsiteY0" fmla="*/ 0 h 653533"/>
                                    <a:gd name="connsiteX1" fmla="*/ 569729 w 621778"/>
                                    <a:gd name="connsiteY1" fmla="*/ 653533 h 653533"/>
                                    <a:gd name="connsiteX0" fmla="*/ 111717 w 621778"/>
                                    <a:gd name="connsiteY0" fmla="*/ 138280 h 653533"/>
                                    <a:gd name="connsiteX1" fmla="*/ 621778 w 621778"/>
                                    <a:gd name="connsiteY1" fmla="*/ 551480 h 653533"/>
                                    <a:gd name="connsiteX2" fmla="*/ 0 w 621778"/>
                                    <a:gd name="connsiteY2" fmla="*/ 599459 h 653533"/>
                                    <a:gd name="connsiteX3" fmla="*/ 111717 w 621778"/>
                                    <a:gd name="connsiteY3" fmla="*/ 138280 h 653533"/>
                                    <a:gd name="connsiteX0" fmla="*/ 78792 w 621778"/>
                                    <a:gd name="connsiteY0" fmla="*/ 0 h 653533"/>
                                    <a:gd name="connsiteX1" fmla="*/ 569729 w 621778"/>
                                    <a:gd name="connsiteY1" fmla="*/ 653533 h 653533"/>
                                    <a:gd name="connsiteX0" fmla="*/ 111717 w 641051"/>
                                    <a:gd name="connsiteY0" fmla="*/ 138280 h 674815"/>
                                    <a:gd name="connsiteX1" fmla="*/ 621778 w 641051"/>
                                    <a:gd name="connsiteY1" fmla="*/ 551480 h 674815"/>
                                    <a:gd name="connsiteX2" fmla="*/ 0 w 641051"/>
                                    <a:gd name="connsiteY2" fmla="*/ 599459 h 674815"/>
                                    <a:gd name="connsiteX3" fmla="*/ 111717 w 641051"/>
                                    <a:gd name="connsiteY3" fmla="*/ 138280 h 674815"/>
                                    <a:gd name="connsiteX0" fmla="*/ 78792 w 641051"/>
                                    <a:gd name="connsiteY0" fmla="*/ 0 h 674815"/>
                                    <a:gd name="connsiteX1" fmla="*/ 641051 w 641051"/>
                                    <a:gd name="connsiteY1" fmla="*/ 674815 h 674815"/>
                                    <a:gd name="connsiteX0" fmla="*/ 111717 w 641051"/>
                                    <a:gd name="connsiteY0" fmla="*/ 138280 h 674815"/>
                                    <a:gd name="connsiteX1" fmla="*/ 621778 w 641051"/>
                                    <a:gd name="connsiteY1" fmla="*/ 551480 h 674815"/>
                                    <a:gd name="connsiteX2" fmla="*/ 0 w 641051"/>
                                    <a:gd name="connsiteY2" fmla="*/ 599459 h 674815"/>
                                    <a:gd name="connsiteX3" fmla="*/ 111717 w 641051"/>
                                    <a:gd name="connsiteY3" fmla="*/ 138280 h 674815"/>
                                    <a:gd name="connsiteX0" fmla="*/ 78792 w 641051"/>
                                    <a:gd name="connsiteY0" fmla="*/ 0 h 674815"/>
                                    <a:gd name="connsiteX1" fmla="*/ 641051 w 641051"/>
                                    <a:gd name="connsiteY1" fmla="*/ 674815 h 674815"/>
                                    <a:gd name="connsiteX0" fmla="*/ 111717 w 621778"/>
                                    <a:gd name="connsiteY0" fmla="*/ 138280 h 705518"/>
                                    <a:gd name="connsiteX1" fmla="*/ 621778 w 621778"/>
                                    <a:gd name="connsiteY1" fmla="*/ 551480 h 705518"/>
                                    <a:gd name="connsiteX2" fmla="*/ 0 w 621778"/>
                                    <a:gd name="connsiteY2" fmla="*/ 599459 h 705518"/>
                                    <a:gd name="connsiteX3" fmla="*/ 111717 w 621778"/>
                                    <a:gd name="connsiteY3" fmla="*/ 138280 h 705518"/>
                                    <a:gd name="connsiteX0" fmla="*/ 78792 w 621778"/>
                                    <a:gd name="connsiteY0" fmla="*/ 0 h 705518"/>
                                    <a:gd name="connsiteX1" fmla="*/ 577711 w 621778"/>
                                    <a:gd name="connsiteY1" fmla="*/ 705518 h 705518"/>
                                    <a:gd name="connsiteX0" fmla="*/ 111717 w 621778"/>
                                    <a:gd name="connsiteY0" fmla="*/ 138280 h 705518"/>
                                    <a:gd name="connsiteX1" fmla="*/ 621778 w 621778"/>
                                    <a:gd name="connsiteY1" fmla="*/ 551480 h 705518"/>
                                    <a:gd name="connsiteX2" fmla="*/ 0 w 621778"/>
                                    <a:gd name="connsiteY2" fmla="*/ 599459 h 705518"/>
                                    <a:gd name="connsiteX3" fmla="*/ 111717 w 621778"/>
                                    <a:gd name="connsiteY3" fmla="*/ 138280 h 705518"/>
                                    <a:gd name="connsiteX0" fmla="*/ 78792 w 621778"/>
                                    <a:gd name="connsiteY0" fmla="*/ 0 h 705518"/>
                                    <a:gd name="connsiteX1" fmla="*/ 577711 w 621778"/>
                                    <a:gd name="connsiteY1" fmla="*/ 705518 h 705518"/>
                                  </a:gdLst>
                                  <a:ahLst/>
                                  <a:cxnLst>
                                    <a:cxn ang="0">
                                      <a:pos x="connsiteX0" y="connsiteY0"/>
                                    </a:cxn>
                                    <a:cxn ang="0">
                                      <a:pos x="connsiteX1" y="connsiteY1"/>
                                    </a:cxn>
                                  </a:cxnLst>
                                  <a:rect l="l" t="t" r="r" b="b"/>
                                  <a:pathLst>
                                    <a:path w="621778" h="705518" stroke="0" extrusionOk="0">
                                      <a:moveTo>
                                        <a:pt x="111717" y="138280"/>
                                      </a:moveTo>
                                      <a:cubicBezTo>
                                        <a:pt x="393416" y="138280"/>
                                        <a:pt x="621778" y="323276"/>
                                        <a:pt x="621778" y="551480"/>
                                      </a:cubicBezTo>
                                      <a:lnTo>
                                        <a:pt x="0" y="599459"/>
                                      </a:lnTo>
                                      <a:cubicBezTo>
                                        <a:pt x="0" y="461726"/>
                                        <a:pt x="111717" y="276013"/>
                                        <a:pt x="111717" y="138280"/>
                                      </a:cubicBezTo>
                                      <a:close/>
                                    </a:path>
                                    <a:path w="621778" h="705518" fill="none">
                                      <a:moveTo>
                                        <a:pt x="78792" y="0"/>
                                      </a:moveTo>
                                      <a:cubicBezTo>
                                        <a:pt x="374203" y="39308"/>
                                        <a:pt x="585325" y="480238"/>
                                        <a:pt x="577711" y="705518"/>
                                      </a:cubicBezTo>
                                    </a:path>
                                  </a:pathLst>
                                </a:custGeom>
                                <a:ln w="12700">
                                  <a:solidFill>
                                    <a:srgbClr val="344893"/>
                                  </a:solidFill>
                                </a:ln>
                              </wps:spPr>
                              <wps:style>
                                <a:lnRef idx="1">
                                  <a:schemeClr val="accent1"/>
                                </a:lnRef>
                                <a:fillRef idx="0">
                                  <a:schemeClr val="accent1"/>
                                </a:fillRef>
                                <a:effectRef idx="0">
                                  <a:schemeClr val="accent1"/>
                                </a:effectRef>
                                <a:fontRef idx="minor">
                                  <a:schemeClr val="tx1"/>
                                </a:fontRef>
                              </wps:style>
                              <wps:txbx>
                                <w:txbxContent>
                                  <w:p w:rsidR="00D60AF9" w:rsidRDefault="00D60AF9" w:rsidP="00D60AF9">
                                    <w:pPr>
                                      <w:pStyle w:val="NormalWeb"/>
                                      <w:spacing w:after="0" w:line="255" w:lineRule="exact"/>
                                    </w:pPr>
                                    <w:r>
                                      <w:rPr>
                                        <w:sz w:val="26"/>
                                        <w:szCs w:val="26"/>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26" name="Oval 326"/>
                              <wps:cNvSpPr/>
                              <wps:spPr>
                                <a:xfrm>
                                  <a:off x="754050" y="999927"/>
                                  <a:ext cx="18000" cy="18000"/>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8" name="Arc 4"/>
                              <wps:cNvSpPr/>
                              <wps:spPr>
                                <a:xfrm rot="11049517">
                                  <a:off x="624180" y="1151949"/>
                                  <a:ext cx="1120914" cy="305093"/>
                                </a:xfrm>
                                <a:custGeom>
                                  <a:avLst/>
                                  <a:gdLst>
                                    <a:gd name="connsiteX0" fmla="*/ 510060 w 1020121"/>
                                    <a:gd name="connsiteY0" fmla="*/ 0 h 826399"/>
                                    <a:gd name="connsiteX1" fmla="*/ 1020121 w 1020121"/>
                                    <a:gd name="connsiteY1" fmla="*/ 413200 h 826399"/>
                                    <a:gd name="connsiteX2" fmla="*/ 510061 w 1020121"/>
                                    <a:gd name="connsiteY2" fmla="*/ 413200 h 826399"/>
                                    <a:gd name="connsiteX3" fmla="*/ 510060 w 1020121"/>
                                    <a:gd name="connsiteY3" fmla="*/ 0 h 826399"/>
                                    <a:gd name="connsiteX0" fmla="*/ 510060 w 1020121"/>
                                    <a:gd name="connsiteY0" fmla="*/ 0 h 826399"/>
                                    <a:gd name="connsiteX1" fmla="*/ 1020121 w 1020121"/>
                                    <a:gd name="connsiteY1" fmla="*/ 413200 h 826399"/>
                                    <a:gd name="connsiteX0" fmla="*/ 0 w 596834"/>
                                    <a:gd name="connsiteY0" fmla="*/ 0 h 526667"/>
                                    <a:gd name="connsiteX1" fmla="*/ 510061 w 596834"/>
                                    <a:gd name="connsiteY1" fmla="*/ 413200 h 526667"/>
                                    <a:gd name="connsiteX2" fmla="*/ 1 w 596834"/>
                                    <a:gd name="connsiteY2" fmla="*/ 413200 h 526667"/>
                                    <a:gd name="connsiteX3" fmla="*/ 0 w 596834"/>
                                    <a:gd name="connsiteY3" fmla="*/ 0 h 526667"/>
                                    <a:gd name="connsiteX0" fmla="*/ 0 w 596834"/>
                                    <a:gd name="connsiteY0" fmla="*/ 0 h 526667"/>
                                    <a:gd name="connsiteX1" fmla="*/ 596834 w 596834"/>
                                    <a:gd name="connsiteY1" fmla="*/ 526667 h 526667"/>
                                    <a:gd name="connsiteX0" fmla="*/ 46357 w 643191"/>
                                    <a:gd name="connsiteY0" fmla="*/ 69237 h 595904"/>
                                    <a:gd name="connsiteX1" fmla="*/ 556418 w 643191"/>
                                    <a:gd name="connsiteY1" fmla="*/ 482437 h 595904"/>
                                    <a:gd name="connsiteX2" fmla="*/ 46358 w 643191"/>
                                    <a:gd name="connsiteY2" fmla="*/ 482437 h 595904"/>
                                    <a:gd name="connsiteX3" fmla="*/ 46357 w 643191"/>
                                    <a:gd name="connsiteY3" fmla="*/ 69237 h 595904"/>
                                    <a:gd name="connsiteX0" fmla="*/ 0 w 643191"/>
                                    <a:gd name="connsiteY0" fmla="*/ 0 h 595904"/>
                                    <a:gd name="connsiteX1" fmla="*/ 643191 w 643191"/>
                                    <a:gd name="connsiteY1" fmla="*/ 595904 h 595904"/>
                                    <a:gd name="connsiteX0" fmla="*/ 111717 w 708551"/>
                                    <a:gd name="connsiteY0" fmla="*/ 69237 h 595904"/>
                                    <a:gd name="connsiteX1" fmla="*/ 621778 w 708551"/>
                                    <a:gd name="connsiteY1" fmla="*/ 482437 h 595904"/>
                                    <a:gd name="connsiteX2" fmla="*/ 0 w 708551"/>
                                    <a:gd name="connsiteY2" fmla="*/ 530416 h 595904"/>
                                    <a:gd name="connsiteX3" fmla="*/ 111717 w 708551"/>
                                    <a:gd name="connsiteY3" fmla="*/ 69237 h 595904"/>
                                    <a:gd name="connsiteX0" fmla="*/ 65360 w 708551"/>
                                    <a:gd name="connsiteY0" fmla="*/ 0 h 595904"/>
                                    <a:gd name="connsiteX1" fmla="*/ 708551 w 708551"/>
                                    <a:gd name="connsiteY1" fmla="*/ 595904 h 595904"/>
                                    <a:gd name="connsiteX0" fmla="*/ 111717 w 783334"/>
                                    <a:gd name="connsiteY0" fmla="*/ 69237 h 667879"/>
                                    <a:gd name="connsiteX1" fmla="*/ 621778 w 783334"/>
                                    <a:gd name="connsiteY1" fmla="*/ 482437 h 667879"/>
                                    <a:gd name="connsiteX2" fmla="*/ 0 w 783334"/>
                                    <a:gd name="connsiteY2" fmla="*/ 530416 h 667879"/>
                                    <a:gd name="connsiteX3" fmla="*/ 111717 w 783334"/>
                                    <a:gd name="connsiteY3" fmla="*/ 69237 h 667879"/>
                                    <a:gd name="connsiteX0" fmla="*/ 65360 w 783334"/>
                                    <a:gd name="connsiteY0" fmla="*/ 0 h 667879"/>
                                    <a:gd name="connsiteX1" fmla="*/ 783334 w 783334"/>
                                    <a:gd name="connsiteY1" fmla="*/ 667880 h 667879"/>
                                    <a:gd name="connsiteX0" fmla="*/ 111717 w 778946"/>
                                    <a:gd name="connsiteY0" fmla="*/ 69237 h 530417"/>
                                    <a:gd name="connsiteX1" fmla="*/ 621778 w 778946"/>
                                    <a:gd name="connsiteY1" fmla="*/ 482437 h 530417"/>
                                    <a:gd name="connsiteX2" fmla="*/ 0 w 778946"/>
                                    <a:gd name="connsiteY2" fmla="*/ 530416 h 530417"/>
                                    <a:gd name="connsiteX3" fmla="*/ 111717 w 778946"/>
                                    <a:gd name="connsiteY3" fmla="*/ 69237 h 530417"/>
                                    <a:gd name="connsiteX0" fmla="*/ 65360 w 778946"/>
                                    <a:gd name="connsiteY0" fmla="*/ 0 h 530417"/>
                                    <a:gd name="connsiteX1" fmla="*/ 778946 w 778946"/>
                                    <a:gd name="connsiteY1" fmla="*/ 516878 h 530417"/>
                                    <a:gd name="connsiteX0" fmla="*/ 111717 w 778946"/>
                                    <a:gd name="connsiteY0" fmla="*/ 69237 h 530415"/>
                                    <a:gd name="connsiteX1" fmla="*/ 621778 w 778946"/>
                                    <a:gd name="connsiteY1" fmla="*/ 482437 h 530415"/>
                                    <a:gd name="connsiteX2" fmla="*/ 0 w 778946"/>
                                    <a:gd name="connsiteY2" fmla="*/ 530416 h 530415"/>
                                    <a:gd name="connsiteX3" fmla="*/ 111717 w 778946"/>
                                    <a:gd name="connsiteY3" fmla="*/ 69237 h 530415"/>
                                    <a:gd name="connsiteX0" fmla="*/ 65360 w 778946"/>
                                    <a:gd name="connsiteY0" fmla="*/ 0 h 530415"/>
                                    <a:gd name="connsiteX1" fmla="*/ 778946 w 778946"/>
                                    <a:gd name="connsiteY1" fmla="*/ 516878 h 530415"/>
                                  </a:gdLst>
                                  <a:ahLst/>
                                  <a:cxnLst>
                                    <a:cxn ang="0">
                                      <a:pos x="connsiteX0" y="connsiteY0"/>
                                    </a:cxn>
                                    <a:cxn ang="0">
                                      <a:pos x="connsiteX1" y="connsiteY1"/>
                                    </a:cxn>
                                  </a:cxnLst>
                                  <a:rect l="l" t="t" r="r" b="b"/>
                                  <a:pathLst>
                                    <a:path w="778946" h="530415" stroke="0" extrusionOk="0">
                                      <a:moveTo>
                                        <a:pt x="111717" y="69237"/>
                                      </a:moveTo>
                                      <a:cubicBezTo>
                                        <a:pt x="393416" y="69237"/>
                                        <a:pt x="621778" y="254233"/>
                                        <a:pt x="621778" y="482437"/>
                                      </a:cubicBezTo>
                                      <a:lnTo>
                                        <a:pt x="0" y="530416"/>
                                      </a:lnTo>
                                      <a:cubicBezTo>
                                        <a:pt x="0" y="392683"/>
                                        <a:pt x="111717" y="206970"/>
                                        <a:pt x="111717" y="69237"/>
                                      </a:cubicBezTo>
                                      <a:close/>
                                    </a:path>
                                    <a:path w="778946" h="530415" fill="none">
                                      <a:moveTo>
                                        <a:pt x="65360" y="0"/>
                                      </a:moveTo>
                                      <a:cubicBezTo>
                                        <a:pt x="347059" y="0"/>
                                        <a:pt x="714266" y="281464"/>
                                        <a:pt x="778946" y="516878"/>
                                      </a:cubicBezTo>
                                    </a:path>
                                  </a:pathLst>
                                </a:custGeom>
                                <a:ln w="12700">
                                  <a:solidFill>
                                    <a:srgbClr val="344893"/>
                                  </a:solidFill>
                                  <a:prstDash val="sysDash"/>
                                </a:ln>
                              </wps:spPr>
                              <wps:style>
                                <a:lnRef idx="1">
                                  <a:schemeClr val="accent1"/>
                                </a:lnRef>
                                <a:fillRef idx="0">
                                  <a:schemeClr val="accent1"/>
                                </a:fillRef>
                                <a:effectRef idx="0">
                                  <a:schemeClr val="accent1"/>
                                </a:effectRef>
                                <a:fontRef idx="minor">
                                  <a:schemeClr val="tx1"/>
                                </a:fontRef>
                              </wps:style>
                              <wps:txbx>
                                <w:txbxContent>
                                  <w:p w:rsidR="00D60AF9" w:rsidRDefault="00D60AF9" w:rsidP="00D60AF9"/>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94" name="Oval 194"/>
                              <wps:cNvSpPr/>
                              <wps:spPr>
                                <a:xfrm>
                                  <a:off x="1183935" y="1399200"/>
                                  <a:ext cx="17780" cy="17780"/>
                                </a:xfrm>
                                <a:prstGeom prst="ellipse">
                                  <a:avLst/>
                                </a:prstGeom>
                                <a:solidFill>
                                  <a:schemeClr val="tx1"/>
                                </a:solidFill>
                                <a:ln w="25400" cap="flat" cmpd="sng" algn="ctr">
                                  <a:solidFill>
                                    <a:schemeClr val="tx1"/>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D60AF9" w:rsidRDefault="00D60AF9" w:rsidP="00D60AF9">
                                    <w:pPr>
                                      <w:pStyle w:val="NormalWeb"/>
                                      <w:spacing w:after="0" w:line="255" w:lineRule="exact"/>
                                    </w:pPr>
                                    <w:r>
                                      <w:rPr>
                                        <w:sz w:val="26"/>
                                        <w:szCs w:val="26"/>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14:sizeRelH relativeFrom="page">
                        <wp14:pctWidth>0</wp14:pctWidth>
                      </wp14:sizeRelH>
                      <wp14:sizeRelV relativeFrom="page">
                        <wp14:pctHeight>0</wp14:pctHeight>
                      </wp14:sizeRelV>
                    </wp:anchor>
                  </w:drawing>
                </mc:Choice>
                <mc:Fallback>
                  <w:pict>
                    <v:group id="Canvas 344" o:spid="_x0000_s1090" editas="canvas" alt="Figure 1.1, panel C. This panel shows a change in the economy's equilibrium, as a result of changing consumer preferences favouring the manufacturing sector." style="position:absolute;margin-left:-.2pt;margin-top:30.1pt;width:208.05pt;height:159pt;z-index:-251622400" coordsize="26422,20193" wrapcoords="1090 3260 1090 19358 18065 19358 18221 18747 10901 16709 11680 16709 11213 15691 9500 13449 9655 11615 9188 10596 10745 9985 10590 9577 11068 5908 5451 3260 1090 3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">
                      <v:shape id="_x0000_s1091" type="#_x0000_t75" alt="Figure 1.1, panel C. This panel shows a change in the economy's equilibrium, as a result of changing consumer preferences favouring the manufacturing sector." style="position:absolute;width:26422;height:20193;visibility:visible;mso-wrap-style:square">
                        <v:fill o:detectmouseclick="t"/>
                        <v:path o:connecttype="none"/>
                      </v:shape>
                      <v:line id="Straight Connector 322" o:spid="_x0000_s1092" style="position:absolute;visibility:visible;mso-wrap-style:square" from="1795,3351" to="1795,17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s8FFcYAAADcAAAADwAAAGRycy9kb3ducmV2LnhtbESPQWvCQBSE7wX/w/KE3urGlBpJXSUI&#10;Qq0ntaXXR/Y1Sc2+DbvbGPvru4LgcZiZb5jFajCt6Mn5xrKC6SQBQVxa3XCl4OO4eZqD8AFZY2uZ&#10;FFzIw2o5elhgru2Z99QfQiUihH2OCuoQulxKX9Zk0E9sRxy9b+sMhihdJbXDc4SbVqZJMpMGG44L&#10;NXa0rqk8HX6Ngnn5/uOKrNhOXz677K9Pd7PNV6bU43goXkEEGsI9fGu/aQXPaQrXM/EI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LPBRXGAAAA3AAAAA8AAAAAAAAA&#10;AAAAAAAAoQIAAGRycy9kb3ducmV2LnhtbFBLBQYAAAAABAAEAPkAAACUAwAAAAA=&#10;" strokecolor="black [3213]"/>
                      <v:line id="Straight Connector 323" o:spid="_x0000_s1093" style="position:absolute;visibility:visible;mso-wrap-style:square" from="1794,17430" to="21766,174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OgjsYAAADcAAAADwAAAGRycy9kb3ducmV2LnhtbESPQWvCQBSE70L/w/IK3nRjpEaiq4SC&#10;YNtTbcXrI/tM0mbfht1tTP31bqHgcZiZb5j1djCt6Mn5xrKC2TQBQVxa3XCl4PNjN1mC8AFZY2uZ&#10;FPySh+3mYbTGXNsLv1N/CJWIEPY5KqhD6HIpfVmTQT+1HXH0ztYZDFG6SmqHlwg3rUyTZCENNhwX&#10;auzouaby+/BjFCzL1y9XZMXL7OnYZdc+fVvsTplS48ehWIEINIR7+L+91wrm6Rz+zsQjID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2DoI7GAAAA3AAAAA8AAAAAAAAA&#10;AAAAAAAAoQIAAGRycy9kb3ducmV2LnhtbFBLBQYAAAAABAAEAPkAAACUAwAAAAA=&#10;" strokecolor="black [3213]"/>
                      <v:shape id="Arc 33" o:spid="_x0000_s1094" style="position:absolute;left:1794;top:6189;width:20303;height:11226;visibility:visible;mso-wrap-style:square;v-text-anchor:middle" coordsize="1918556,10967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96V3sUA&#10;AADcAAAADwAAAGRycy9kb3ducmV2LnhtbESPQUsDMRSE70L/Q3gFbzZpLSJr0yItSg+CtFXB22Pz&#10;ugluXpbNs13/vRGEHoeZ+YZZrIbYqhP1OSS2MJ0YUMR1coEbC2+Hp5t7UFmQHbaJycIPZVgtR1cL&#10;rFw6845Oe2lUgXCu0IIX6Sqtc+0pYp6kjrh4x9RHlCL7RrsezwUeWz0z5k5HDFwWPHa09lR/7b+j&#10;BXndhZeN+dCfwcn26M10fnh+t/Z6PDw+gBIa5BL+b2+dhdvZHP7OlCO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3pXexQAAANwAAAAPAAAAAAAAAAAAAAAAAJgCAABkcnMv&#10;ZG93bnJldi54bWxQSwUGAAAAAAQABAD1AAAAigMAAAAA&#10;" path="m1065864,597261nsc1171568,569137,1556739,515093,1655209,v149283,430444,-20884,206494,263347,11111em,234260nfc405787,234260,990427,500127,1048889,1096740e" filled="f" strokecolor="#86a20b" strokeweight="1.5pt">
                        <v:path arrowok="t" o:connecttype="custom" o:connectlocs="0,239790;1109992,1122630" o:connectangles="0,0"/>
                      </v:shape>
                      <v:line id="Straight Connector 325" o:spid="_x0000_s1095" style="position:absolute;flip:x;visibility:visible;mso-wrap-style:square" from="1768,10183" to="7701,101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GrJNMMAAADcAAAADwAAAGRycy9kb3ducmV2LnhtbESP3WoCMRSE7wXfIRyhdzWpYinbjSJC&#10;oXhRW+sDHDZnf3BzsiSnur59Uyh4OczMN0y5GX2vLhRTF9jC09yAIq6C67ixcPp+e3wBlQTZYR+Y&#10;LNwowWY9nZRYuHDlL7ocpVEZwqlAC63IUGidqpY8pnkYiLNXh+hRsoyNdhGvGe57vTDmWXvsOC+0&#10;ONCupep8/PEWtOA2Ls2uNkSfe/k4nw77m7H2YTZuX0EJjXIP/7ffnYXlYgV/Z/IR0O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BqyTTDAAAA3AAAAA8AAAAAAAAAAAAA&#10;AAAAoQIAAGRycy9kb3ducmV2LnhtbFBLBQYAAAAABAAEAPkAAACRAwAAAAA=&#10;" strokecolor="black [3213]">
                        <v:stroke dashstyle="dash"/>
                      </v:line>
                      <v:line id="Straight Connector 328" o:spid="_x0000_s1096" style="position:absolute;visibility:visible;mso-wrap-style:square" from="4800,8582" to="10231,113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TecsEAAADcAAAADwAAAGRycy9kb3ducmV2LnhtbERPS2rDMBDdB3oHMYXuYjkuNI1jJZTS&#10;QjehqZMDDNbEcmKNjCV/evtoUejy8f7FfratGKn3jWMFqyQFQVw53XCt4Hz6XL6C8AFZY+uYFPyS&#10;h/3uYVFgrt3EPzSWoRYxhH2OCkwIXS6lrwxZ9InriCN3cb3FEGFfS93jFMNtK7M0fZEWG44NBjt6&#10;N1TdysEqkOY4fK+v4WN103zQg3dm3Dilnh7nty2IQHP4F/+5v7SC5yyujWfiEZC7O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pN5ywQAAANwAAAAPAAAAAAAAAAAAAAAA&#10;AKECAABkcnMvZG93bnJldi54bWxQSwUGAAAAAAQABAD5AAAAjwMAAAAA&#10;" strokecolor="#604a7b" strokeweight="1pt"/>
                      <v:line id="Straight Connector 331" o:spid="_x0000_s1097" style="position:absolute;visibility:visible;mso-wrap-style:square" from="10629,11859" to="13296,165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fhMsMAAADcAAAADwAAAGRycy9kb3ducmV2LnhtbESPzWrDMBCE74G8g9hAb4nsBprEiRxC&#10;aaGX0vw9wGJtLMfWyliy4759VSj0OMzMN8xuP9pGDNT5yrGCdJGAIC6crrhUcL28z9cgfEDW2Dgm&#10;Bd/kYZ9PJzvMtHvwiYZzKEWEsM9QgQmhzaT0hSGLfuFa4ujdXGcxRNmVUnf4iHDbyOckeZEWK44L&#10;Blt6NVTU594qkObYf63u4S2tNX/q3jszbJxST7PxsAURaAz/4b/2h1awXKbweyYeAZ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RH4TLDAAAA3AAAAA8AAAAAAAAAAAAA&#10;AAAAoQIAAGRycy9kb3ducmV2LnhtbFBLBQYAAAAABAAEAPkAAACRAwAAAAA=&#10;" strokecolor="#604a7b" strokeweight="1pt"/>
                      <v:shape id="Arc 4" o:spid="_x0000_s1098" style="position:absolute;left:3991;top:5124;width:7086;height:5960;rotation:11627394fd;visibility:visible;mso-wrap-style:square;v-text-anchor:middle" coordsize="708551,5959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8PocQA&#10;AADcAAAADwAAAGRycy9kb3ducmV2LnhtbESPQYvCMBSE7wv7H8ITvK2pFhepRhFZQSoetu5hj4/m&#10;2Vabl9LEWv+9EQSPw8x8wyxWvalFR62rLCsYjyIQxLnVFRcK/o7brxkI55E11pZJwZ0crJafHwtM&#10;tL3xL3WZL0SAsEtQQel9k0jp8pIMupFtiIN3sq1BH2RbSN3iLcBNLSdR9C0NVhwWSmxoU1J+ya5G&#10;AWXdPm2y9Pz/g+tDPI026VHelRoO+vUchKfev8Ov9k4riOMYnmfCEZ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PD6HEAAAA3AAAAA8AAAAAAAAAAAAAAAAAmAIAAGRycy9k&#10;b3ducmV2LnhtbFBLBQYAAAAABAAEAPUAAACJAwAAAAA=&#10;" path="m111717,69237nsc393416,69237,621778,254233,621778,482437l,530416c,392683,111717,206970,111717,69237xem65360,nfc347059,,708551,367700,708551,595904e" filled="f" strokecolor="#344893" strokeweight="1pt">
                        <v:path arrowok="t" o:connecttype="custom" o:connectlocs="65364,0;708595,595992" o:connectangles="0,0"/>
                      </v:shape>
                      <v:line id="Straight Connector 337" o:spid="_x0000_s1099" style="position:absolute;visibility:visible;mso-wrap-style:square" from="7589,10045" to="7589,17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ogFcUAAADcAAAADwAAAGRycy9kb3ducmV2LnhtbESPQWvCQBSE7wX/w/IEL0U3KsQSXaUU&#10;CgVPjS29PndfssHs25BdY+yv7xYKPQ4z8w2zO4yuFQP1ofGsYLnIQBBrbxquFXycXudPIEJENth6&#10;JgV3CnDYTx52WBh/43cayliLBOFQoAIbY1dIGbQlh2HhO+LkVb53GJPsa2l6vCW4a+Uqy3LpsOG0&#10;YLGjF0v6Ul6dgmO+KfF80p9f90c52CNV+juvlJpNx+ctiEhj/A//td+MgvV6A79n0hGQ+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cogFcUAAADcAAAADwAAAAAAAAAA&#10;AAAAAAChAgAAZHJzL2Rvd25yZXYueG1sUEsFBgAAAAAEAAQA+QAAAJMDAAAAAA==&#10;" strokecolor="black [3213]">
                        <v:stroke dashstyle="dash"/>
                      </v:line>
                      <v:line id="Straight Connector 338" o:spid="_x0000_s1100" style="position:absolute;flip:x;visibility:visible;mso-wrap-style:square" from="11897,14139" to="11933,175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7Lwd78AAADcAAAADwAAAGRycy9kb3ducmV2LnhtbERPzWoCMRC+F3yHMEJvmtSFIlujiFAQ&#10;D23VfYBhM+4ubiZLMtX17ZuD0OPH97/ajL5XN4qpC2zhbW5AEdfBddxYqM6fsyWoJMgO+8Bk4UEJ&#10;NuvJywpLF+58pNtJGpVDOJVooRUZSq1T3ZLHNA8DceYuIXqUDGOjXcR7Dve9Xhjzrj12nBtaHGjX&#10;Un09/XoLWnAbC7O7GKKfg3xdq+/Dw1j7Oh23H6CERvkXP917Z6Eo8tp8Jh8Bvf4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O7Lwd78AAADcAAAADwAAAAAAAAAAAAAAAACh&#10;AgAAZHJzL2Rvd25yZXYueG1sUEsFBgAAAAAEAAQA+QAAAI0DAAAAAA==&#10;" strokecolor="black [3213]">
                        <v:stroke dashstyle="dash"/>
                      </v:line>
                      <v:line id="Straight Connector 340" o:spid="_x0000_s1101" style="position:absolute;flip:x;visibility:visible;mso-wrap-style:square" from="1765,14071" to="11745,140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cKPDMAAAADcAAAADwAAAGRycy9kb3ducmV2LnhtbERPzWoCMRC+C32HMAVvmlRLKVuzIoJQ&#10;PPTH+gDDZtxddjNZkqmub28OgseP73+1Hn2vzhRTG9jCy9yAIq6Ca7m2cPzbzd5BJUF22AcmC1dK&#10;sC6fJissXLjwL50PUqscwqlAC43IUGidqoY8pnkYiDN3CtGjZBhr7SJecrjv9cKYN+2x5dzQ4EDb&#10;hqru8O8taMFNXJrtyRD97OWrO37vr8ba6fO4+QAlNMpDfHd/OgvL1zw/n8lHQJc3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3CjwzAAAAA3AAAAA8AAAAAAAAAAAAAAAAA&#10;oQIAAGRycy9kb3ducmV2LnhtbFBLBQYAAAAABAAEAPkAAACOAwAAAAA=&#10;" strokecolor="black [3213]">
                        <v:stroke dashstyle="dash"/>
                      </v:line>
                      <v:shape id="Arc 4" o:spid="_x0000_s1102" style="position:absolute;left:10365;top:10115;width:6210;height:7047;rotation:11627394fd;visibility:visible;mso-wrap-style:square;v-text-anchor:middle" coordsize="621778,70551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P2N78A&#10;AADcAAAADwAAAGRycy9kb3ducmV2LnhtbERP24rCMBB9F/Yfwgj7ImuqoEi3UWRRsL5Z9wOGZnph&#10;m0lJUq1/vxEE3+ZwrpPtRtOJGznfWlawmCcgiEurW64V/F6PXxsQPiBr7CyTggd52G0/Jhmm2t75&#10;Qrci1CKGsE9RQRNCn0rpy4YM+rntiSNXWWcwROhqqR3eY7jp5DJJ1tJgy7GhwZ5+Gir/isEoyM1w&#10;6LA8+WM18+250LlbDblSn9Nx/w0i0Bje4pf7pOP8zRqez8QL5P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Po/Y3vwAAANwAAAAPAAAAAAAAAAAAAAAAAJgCAABkcnMvZG93bnJl&#10;di54bWxQSwUGAAAAAAQABAD1AAAAhAMAAAAA&#10;" adj="-11796480,,5400" path="m111717,138280nsc393416,138280,621778,323276,621778,551480l,599459c,461726,111717,276013,111717,138280xem78792,nfc374203,39308,585325,480238,577711,705518e" filled="f" strokecolor="#344893" strokeweight="1pt">
                        <v:stroke joinstyle="miter"/>
                        <v:formulas/>
                        <v:path arrowok="t" o:connecttype="custom" o:connectlocs="78697,0;577016,704705" o:connectangles="0,0" textboxrect="0,0,621778,705518"/>
                        <v:textbox>
                          <w:txbxContent>
                            <w:p w:rsidR="00D60AF9" w:rsidRDefault="00D60AF9" w:rsidP="00D60AF9">
                              <w:pPr>
                                <w:pStyle w:val="NormalWeb"/>
                                <w:spacing w:after="0" w:line="255" w:lineRule="exact"/>
                              </w:pPr>
                              <w:r>
                                <w:rPr>
                                  <w:sz w:val="26"/>
                                  <w:szCs w:val="26"/>
                                </w:rPr>
                                <w:t> </w:t>
                              </w:r>
                            </w:p>
                          </w:txbxContent>
                        </v:textbox>
                      </v:shape>
                      <v:oval id="Oval 326" o:spid="_x0000_s1103" style="position:absolute;left:7540;top:9999;width:180;height: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0qZGcMA&#10;AADcAAAADwAAAGRycy9kb3ducmV2LnhtbESPQYvCMBSE74L/ITxhL6KpFYpUo4gguwcvWn/AI3m2&#10;1ealNlHrv98IC3scZuYbZrXpbSOe1PnasYLZNAFBrJ2puVRwLvaTBQgfkA02jknBmzxs1sPBCnPj&#10;Xnyk5ymUIkLY56igCqHNpfS6Iot+6lri6F1cZzFE2ZXSdPiKcNvINEkyabHmuFBhS7uK9O30sAqK&#10;y8F7ezzrd5GlD3138+t48a3U16jfLkEE6sN/+K/9YxTM0ww+Z+IR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0qZGcMAAADcAAAADwAAAAAAAAAAAAAAAACYAgAAZHJzL2Rv&#10;d25yZXYueG1sUEsFBgAAAAAEAAQA9QAAAIgDAAAAAA==&#10;" fillcolor="black [3213]" strokecolor="black [3213]" strokeweight="2pt"/>
                      <v:shape id="Arc 4" o:spid="_x0000_s1104" style="position:absolute;left:6241;top:11519;width:11209;height:3051;rotation:-11523941fd;visibility:visible;mso-wrap-style:square;v-text-anchor:middle" coordsize="778946,53041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zLmMgA&#10;AADcAAAADwAAAGRycy9kb3ducmV2LnhtbESPT2vCQBDF74LfYZlCL1I39iAldRXbWloQFf+AHsfs&#10;mASzsyG7jem37xwK3mZ4b977zWTWuUq11ITSs4HRMAFFnHlbcm7gsP98egEVIrLFyjMZ+KUAs2m/&#10;N8HU+htvqd3FXEkIhxQNFDHWqdYhK8hhGPqaWLSLbxxGWZtc2wZvEu4q/ZwkY+2wZGkosKb3grLr&#10;7scZwEW7GaxW6/nXZflxPh3f9OLYbYx5fOjmr6AidfFu/r/+toI/Elp5RibQ0z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HvMuYyAAAANwAAAAPAAAAAAAAAAAAAAAAAJgCAABk&#10;cnMvZG93bnJldi54bWxQSwUGAAAAAAQABAD1AAAAjQMAAAAA&#10;" adj="-11796480,,5400" path="m111717,69237nsc393416,69237,621778,254233,621778,482437l,530416c,392683,111717,206970,111717,69237xem65360,nfc347059,,714266,281464,778946,516878e" filled="f" strokecolor="#344893" strokeweight="1pt">
                        <v:stroke dashstyle="3 1" joinstyle="miter"/>
                        <v:formulas/>
                        <v:path arrowok="t" o:connecttype="custom" o:connectlocs="94054,0;1120914,297307" o:connectangles="0,0" textboxrect="0,0,778946,530415"/>
                        <v:textbox>
                          <w:txbxContent>
                            <w:p w:rsidR="00D60AF9" w:rsidRDefault="00D60AF9" w:rsidP="00D60AF9"/>
                          </w:txbxContent>
                        </v:textbox>
                      </v:shape>
                      <v:oval id="Oval 194" o:spid="_x0000_s1105" style="position:absolute;left:11839;top:13992;width:178;height:1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8F88IA&#10;AADcAAAADwAAAGRycy9kb3ducmV2LnhtbERPzYrCMBC+C/sOYRa8iKb+IFqNIguLHvZi6wMMydjW&#10;bSbdJmp9eyMseJuP73fW287W4katrxwrGI8SEMTamYoLBaf8e7gA4QOywdoxKXiQh+3mo7fG1Lg7&#10;H+mWhULEEPYpKihDaFIpvS7Joh+5hjhyZ9daDBG2hTQt3mO4reUkSebSYsWxocSGvkrSv9nVKsjP&#10;P97b40k/8vnkqv/c9DJY7JXqf3a7FYhAXXiL/90HE+cvZ/B6Jl4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wXzwgAAANwAAAAPAAAAAAAAAAAAAAAAAJgCAABkcnMvZG93&#10;bnJldi54bWxQSwUGAAAAAAQABAD1AAAAhwMAAAAA&#10;" fillcolor="black [3213]" strokecolor="black [3213]" strokeweight="2pt">
                        <v:textbox>
                          <w:txbxContent>
                            <w:p w:rsidR="00D60AF9" w:rsidRDefault="00D60AF9" w:rsidP="00D60AF9">
                              <w:pPr>
                                <w:pStyle w:val="NormalWeb"/>
                                <w:spacing w:after="0" w:line="255" w:lineRule="exact"/>
                              </w:pPr>
                              <w:r>
                                <w:rPr>
                                  <w:sz w:val="26"/>
                                  <w:szCs w:val="26"/>
                                </w:rPr>
                                <w:t> </w:t>
                              </w:r>
                            </w:p>
                          </w:txbxContent>
                        </v:textbox>
                      </v:oval>
                      <w10:wrap type="tight"/>
                    </v:group>
                  </w:pict>
                </mc:Fallback>
              </mc:AlternateContent>
            </w:r>
            <w:r w:rsidRPr="00E152F8">
              <w:rPr>
                <w:rFonts w:ascii="Arial" w:hAnsi="Arial" w:cs="Arial"/>
                <w:sz w:val="22"/>
                <w:szCs w:val="22"/>
              </w:rPr>
              <w:t>C: changing consumer preferences</w:t>
            </w:r>
            <w:r>
              <w:rPr>
                <w:rFonts w:ascii="Arial" w:hAnsi="Arial" w:cs="Arial"/>
                <w:sz w:val="22"/>
                <w:szCs w:val="22"/>
              </w:rPr>
              <w:t xml:space="preserve"> (closed economy)</w:t>
            </w:r>
          </w:p>
        </w:tc>
        <w:tc>
          <w:tcPr>
            <w:tcW w:w="4252" w:type="dxa"/>
            <w:tcBorders>
              <w:top w:val="single" w:sz="4" w:space="0" w:color="auto"/>
              <w:bottom w:val="single" w:sz="6" w:space="0" w:color="auto"/>
            </w:tcBorders>
          </w:tcPr>
          <w:p w:rsidR="00D60AF9" w:rsidRPr="0019073A" w:rsidRDefault="00D60AF9" w:rsidP="005A0B58">
            <w:pPr>
              <w:pStyle w:val="TableBodyText"/>
              <w:spacing w:before="120"/>
              <w:jc w:val="both"/>
              <w:rPr>
                <w:sz w:val="18"/>
                <w:szCs w:val="18"/>
              </w:rPr>
            </w:pPr>
            <w:r w:rsidRPr="00E152F8">
              <w:rPr>
                <w:sz w:val="18"/>
                <w:szCs w:val="18"/>
              </w:rPr>
              <w:t xml:space="preserve">The </w:t>
            </w:r>
            <w:r>
              <w:rPr>
                <w:sz w:val="18"/>
                <w:szCs w:val="18"/>
              </w:rPr>
              <w:t>panel</w:t>
            </w:r>
            <w:r w:rsidRPr="00E152F8">
              <w:rPr>
                <w:sz w:val="18"/>
                <w:szCs w:val="18"/>
              </w:rPr>
              <w:t xml:space="preserve"> on the left illustrates structural change that is fostered by changing domestic consumer preferences. At the initial equilibrium A, consumer preferences shift in favour of manufactures. This means that the initial community indifference curve I</w:t>
            </w:r>
            <w:r w:rsidRPr="00E152F8">
              <w:rPr>
                <w:sz w:val="18"/>
                <w:szCs w:val="18"/>
                <w:vertAlign w:val="subscript"/>
              </w:rPr>
              <w:t>1</w:t>
            </w:r>
            <w:r w:rsidRPr="00E152F8">
              <w:rPr>
                <w:sz w:val="18"/>
                <w:szCs w:val="18"/>
              </w:rPr>
              <w:t xml:space="preserve"> going through A is no longer </w:t>
            </w:r>
            <w:r>
              <w:rPr>
                <w:sz w:val="18"/>
                <w:szCs w:val="18"/>
              </w:rPr>
              <w:t>applicable</w:t>
            </w:r>
            <w:r w:rsidRPr="00E152F8">
              <w:rPr>
                <w:sz w:val="18"/>
                <w:szCs w:val="18"/>
              </w:rPr>
              <w:t>. (An indifference curve traces out the combination</w:t>
            </w:r>
            <w:r>
              <w:rPr>
                <w:sz w:val="18"/>
                <w:szCs w:val="18"/>
              </w:rPr>
              <w:t>s</w:t>
            </w:r>
            <w:r w:rsidRPr="00E152F8">
              <w:rPr>
                <w:sz w:val="18"/>
                <w:szCs w:val="18"/>
              </w:rPr>
              <w:t xml:space="preserve"> of the two goods between which consumers as a whole are indifferent.)</w:t>
            </w:r>
            <w:r>
              <w:rPr>
                <w:sz w:val="18"/>
                <w:szCs w:val="18"/>
              </w:rPr>
              <w:t xml:space="preserve"> Consumer</w:t>
            </w:r>
            <w:r w:rsidRPr="00E152F8">
              <w:rPr>
                <w:sz w:val="18"/>
                <w:szCs w:val="18"/>
              </w:rPr>
              <w:t xml:space="preserve"> </w:t>
            </w:r>
            <w:r>
              <w:rPr>
                <w:sz w:val="18"/>
                <w:szCs w:val="18"/>
              </w:rPr>
              <w:t>tastes are now reflected by community indifference curve</w:t>
            </w:r>
            <w:r w:rsidRPr="00E152F8">
              <w:rPr>
                <w:sz w:val="18"/>
                <w:szCs w:val="18"/>
              </w:rPr>
              <w:t xml:space="preserve"> I</w:t>
            </w:r>
            <w:r w:rsidRPr="00E152F8">
              <w:rPr>
                <w:sz w:val="18"/>
                <w:szCs w:val="18"/>
                <w:vertAlign w:val="subscript"/>
              </w:rPr>
              <w:t>2</w:t>
            </w:r>
            <w:r>
              <w:rPr>
                <w:sz w:val="18"/>
                <w:szCs w:val="18"/>
              </w:rPr>
              <w:t>, so that A is no longer an equilibrium. At that point, e</w:t>
            </w:r>
            <w:r w:rsidRPr="00E152F8">
              <w:rPr>
                <w:sz w:val="18"/>
                <w:szCs w:val="18"/>
              </w:rPr>
              <w:t>xcess demand for manufactures cause</w:t>
            </w:r>
            <w:r>
              <w:rPr>
                <w:sz w:val="18"/>
                <w:szCs w:val="18"/>
              </w:rPr>
              <w:t>s</w:t>
            </w:r>
            <w:r w:rsidRPr="00E152F8">
              <w:rPr>
                <w:sz w:val="18"/>
                <w:szCs w:val="18"/>
              </w:rPr>
              <w:t xml:space="preserve"> </w:t>
            </w:r>
            <w:r>
              <w:rPr>
                <w:sz w:val="18"/>
                <w:szCs w:val="18"/>
              </w:rPr>
              <w:t>their</w:t>
            </w:r>
            <w:r w:rsidRPr="00E152F8">
              <w:rPr>
                <w:sz w:val="18"/>
                <w:szCs w:val="18"/>
              </w:rPr>
              <w:t xml:space="preserve"> relative price to increase. Equilibrium is restored at B, where more manufactures and less resources are produced</w:t>
            </w:r>
            <w:r>
              <w:rPr>
                <w:sz w:val="18"/>
                <w:szCs w:val="18"/>
              </w:rPr>
              <w:t xml:space="preserve"> and consumed than before (for a higher level of community welfare on I</w:t>
            </w:r>
            <w:r w:rsidRPr="003C2D33">
              <w:rPr>
                <w:sz w:val="18"/>
                <w:szCs w:val="18"/>
                <w:vertAlign w:val="subscript"/>
              </w:rPr>
              <w:t>3</w:t>
            </w:r>
            <w:r>
              <w:rPr>
                <w:sz w:val="18"/>
                <w:szCs w:val="18"/>
              </w:rPr>
              <w:t>)</w:t>
            </w:r>
            <w:r w:rsidRPr="00E152F8">
              <w:rPr>
                <w:sz w:val="18"/>
                <w:szCs w:val="18"/>
              </w:rPr>
              <w:t xml:space="preserve">. </w:t>
            </w:r>
          </w:p>
        </w:tc>
      </w:tr>
    </w:tbl>
    <w:p w:rsidR="00D60AF9" w:rsidRPr="00E152F8" w:rsidRDefault="00D60AF9" w:rsidP="00D60AF9">
      <w:pPr>
        <w:pStyle w:val="Continued"/>
        <w:spacing w:before="60"/>
      </w:pPr>
      <w:r w:rsidRPr="00E152F8">
        <w:t>(</w:t>
      </w:r>
      <w:r>
        <w:t>C</w:t>
      </w:r>
      <w:r w:rsidRPr="00E152F8">
        <w:t>ontinued</w:t>
      </w:r>
      <w:r>
        <w:t xml:space="preserve"> next page</w:t>
      </w:r>
      <w:r w:rsidRPr="00E152F8">
        <w:t>)</w:t>
      </w:r>
    </w:p>
    <w:p w:rsidR="00D60AF9" w:rsidRPr="00E152F8" w:rsidRDefault="00D60AF9" w:rsidP="00D60AF9">
      <w:pPr>
        <w:pStyle w:val="FigureTitle"/>
      </w:pPr>
      <w:r w:rsidRPr="00E152F8">
        <w:rPr>
          <w:b w:val="0"/>
        </w:rPr>
        <w:lastRenderedPageBreak/>
        <w:t>Figure 1.</w:t>
      </w:r>
      <w:r w:rsidRPr="00E152F8">
        <w:rPr>
          <w:b w:val="0"/>
          <w:noProof/>
        </w:rPr>
        <w:t>1</w:t>
      </w:r>
      <w:r w:rsidRPr="00E152F8">
        <w:tab/>
      </w:r>
      <w:r w:rsidRPr="009541B9">
        <w:rPr>
          <w:b w:val="0"/>
          <w:sz w:val="18"/>
          <w:szCs w:val="18"/>
        </w:rPr>
        <w:t>(continued)</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8"/>
        <w:gridCol w:w="4389"/>
      </w:tblGrid>
      <w:tr w:rsidR="00D60AF9" w:rsidRPr="00E152F8" w:rsidTr="005A0B58">
        <w:trPr>
          <w:trHeight w:val="108"/>
        </w:trPr>
        <w:tc>
          <w:tcPr>
            <w:tcW w:w="4388" w:type="dxa"/>
          </w:tcPr>
          <w:p w:rsidR="00D60AF9" w:rsidRPr="00E152F8" w:rsidRDefault="00D60AF9" w:rsidP="005A0B58">
            <w:pPr>
              <w:pStyle w:val="Figure"/>
              <w:jc w:val="left"/>
              <w:rPr>
                <w:rFonts w:ascii="Arial" w:hAnsi="Arial" w:cs="Arial"/>
                <w:sz w:val="22"/>
                <w:szCs w:val="22"/>
              </w:rPr>
            </w:pPr>
            <w:r w:rsidRPr="00E152F8">
              <w:rPr>
                <w:rFonts w:ascii="Arial" w:hAnsi="Arial" w:cs="Arial"/>
                <w:noProof/>
                <w:sz w:val="22"/>
                <w:szCs w:val="22"/>
              </w:rPr>
              <mc:AlternateContent>
                <mc:Choice Requires="wps">
                  <w:drawing>
                    <wp:anchor distT="0" distB="0" distL="114300" distR="114300" simplePos="0" relativeHeight="251705344" behindDoc="0" locked="0" layoutInCell="1" allowOverlap="1" wp14:anchorId="643F7665" wp14:editId="71ADEF5C">
                      <wp:simplePos x="0" y="0"/>
                      <wp:positionH relativeFrom="column">
                        <wp:posOffset>424815</wp:posOffset>
                      </wp:positionH>
                      <wp:positionV relativeFrom="paragraph">
                        <wp:posOffset>1339850</wp:posOffset>
                      </wp:positionV>
                      <wp:extent cx="290830" cy="1403985"/>
                      <wp:effectExtent l="0" t="0" r="0" b="0"/>
                      <wp:wrapNone/>
                      <wp:docPr id="30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830" cy="1403985"/>
                              </a:xfrm>
                              <a:prstGeom prst="rect">
                                <a:avLst/>
                              </a:prstGeom>
                              <a:noFill/>
                              <a:ln w="9525">
                                <a:noFill/>
                                <a:miter lim="800000"/>
                                <a:headEnd/>
                                <a:tailEnd/>
                              </a:ln>
                            </wps:spPr>
                            <wps:txbx>
                              <w:txbxContent>
                                <w:p w:rsidR="00D60AF9" w:rsidRPr="001F3142" w:rsidRDefault="00D60AF9" w:rsidP="00D60AF9">
                                  <w:pPr>
                                    <w:rPr>
                                      <w:rFonts w:ascii="Arial" w:hAnsi="Arial" w:cs="Arial"/>
                                      <w:sz w:val="18"/>
                                      <w:szCs w:val="18"/>
                                    </w:rPr>
                                  </w:pPr>
                                  <w:r w:rsidRPr="001F3142">
                                    <w:rPr>
                                      <w:rFonts w:ascii="Arial" w:hAnsi="Arial" w:cs="Arial"/>
                                      <w:sz w:val="18"/>
                                      <w:szCs w:val="18"/>
                                    </w:rPr>
                                    <w:t>B</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106" type="#_x0000_t202" style="position:absolute;margin-left:33.45pt;margin-top:105.5pt;width:22.9pt;height:110.55pt;z-index:2517053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" filled="f" stroked="f">
                      <v:textbox style="mso-fit-shape-to-text:t">
                        <w:txbxContent>
                          <w:p w:rsidR="00D60AF9" w:rsidRPr="001F3142" w:rsidRDefault="00D60AF9" w:rsidP="00D60AF9">
                            <w:pPr>
                              <w:rPr>
                                <w:rFonts w:ascii="Arial" w:hAnsi="Arial" w:cs="Arial"/>
                                <w:sz w:val="18"/>
                                <w:szCs w:val="18"/>
                              </w:rPr>
                            </w:pPr>
                            <w:r w:rsidRPr="001F3142">
                              <w:rPr>
                                <w:rFonts w:ascii="Arial" w:hAnsi="Arial" w:cs="Arial"/>
                                <w:sz w:val="18"/>
                                <w:szCs w:val="18"/>
                              </w:rPr>
                              <w:t>B</w:t>
                            </w:r>
                          </w:p>
                        </w:txbxContent>
                      </v:textbox>
                    </v:shape>
                  </w:pict>
                </mc:Fallback>
              </mc:AlternateContent>
            </w:r>
            <w:r w:rsidRPr="00E152F8">
              <w:rPr>
                <w:rFonts w:ascii="Arial" w:hAnsi="Arial" w:cs="Arial"/>
                <w:noProof/>
                <w:sz w:val="22"/>
                <w:szCs w:val="22"/>
              </w:rPr>
              <mc:AlternateContent>
                <mc:Choice Requires="wps">
                  <w:drawing>
                    <wp:anchor distT="0" distB="0" distL="114300" distR="114300" simplePos="0" relativeHeight="251700224" behindDoc="0" locked="0" layoutInCell="1" allowOverlap="1" wp14:anchorId="38C48120" wp14:editId="659A8742">
                      <wp:simplePos x="0" y="0"/>
                      <wp:positionH relativeFrom="column">
                        <wp:posOffset>-106680</wp:posOffset>
                      </wp:positionH>
                      <wp:positionV relativeFrom="paragraph">
                        <wp:posOffset>688975</wp:posOffset>
                      </wp:positionV>
                      <wp:extent cx="2000250" cy="1403985"/>
                      <wp:effectExtent l="0" t="0" r="0" b="0"/>
                      <wp:wrapNone/>
                      <wp:docPr id="29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1403985"/>
                              </a:xfrm>
                              <a:prstGeom prst="rect">
                                <a:avLst/>
                              </a:prstGeom>
                              <a:noFill/>
                              <a:ln w="9525">
                                <a:noFill/>
                                <a:miter lim="800000"/>
                                <a:headEnd/>
                                <a:tailEnd/>
                              </a:ln>
                            </wps:spPr>
                            <wps:txbx>
                              <w:txbxContent>
                                <w:p w:rsidR="00D60AF9" w:rsidRPr="001F3142" w:rsidRDefault="00D60AF9" w:rsidP="00D60AF9">
                                  <w:pPr>
                                    <w:rPr>
                                      <w:rFonts w:ascii="Arial" w:hAnsi="Arial" w:cs="Arial"/>
                                      <w:sz w:val="18"/>
                                      <w:szCs w:val="18"/>
                                    </w:rPr>
                                  </w:pPr>
                                  <w:r w:rsidRPr="001F3142">
                                    <w:rPr>
                                      <w:rFonts w:ascii="Arial" w:hAnsi="Arial" w:cs="Arial"/>
                                      <w:sz w:val="18"/>
                                      <w:szCs w:val="18"/>
                                    </w:rPr>
                                    <w:t>Output of manufactures, Q</w:t>
                                  </w:r>
                                  <w:r w:rsidRPr="001F3142">
                                    <w:rPr>
                                      <w:rFonts w:ascii="Arial" w:hAnsi="Arial" w:cs="Arial"/>
                                      <w:sz w:val="18"/>
                                      <w:szCs w:val="18"/>
                                      <w:vertAlign w:val="subscript"/>
                                    </w:rPr>
                                    <w:t>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107" type="#_x0000_t202" style="position:absolute;margin-left:-8.4pt;margin-top:54.25pt;width:157.5pt;height:110.55pt;z-index:2517002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" filled="f" stroked="f">
                      <v:textbox style="mso-fit-shape-to-text:t">
                        <w:txbxContent>
                          <w:p w:rsidR="00D60AF9" w:rsidRPr="001F3142" w:rsidRDefault="00D60AF9" w:rsidP="00D60AF9">
                            <w:pPr>
                              <w:rPr>
                                <w:rFonts w:ascii="Arial" w:hAnsi="Arial" w:cs="Arial"/>
                                <w:sz w:val="18"/>
                                <w:szCs w:val="18"/>
                              </w:rPr>
                            </w:pPr>
                            <w:r w:rsidRPr="001F3142">
                              <w:rPr>
                                <w:rFonts w:ascii="Arial" w:hAnsi="Arial" w:cs="Arial"/>
                                <w:sz w:val="18"/>
                                <w:szCs w:val="18"/>
                              </w:rPr>
                              <w:t>Output of manufactures, Q</w:t>
                            </w:r>
                            <w:r w:rsidRPr="001F3142">
                              <w:rPr>
                                <w:rFonts w:ascii="Arial" w:hAnsi="Arial" w:cs="Arial"/>
                                <w:sz w:val="18"/>
                                <w:szCs w:val="18"/>
                                <w:vertAlign w:val="subscript"/>
                              </w:rPr>
                              <w:t>M</w:t>
                            </w:r>
                          </w:p>
                        </w:txbxContent>
                      </v:textbox>
                    </v:shape>
                  </w:pict>
                </mc:Fallback>
              </mc:AlternateContent>
            </w:r>
            <w:r w:rsidRPr="00E152F8">
              <w:rPr>
                <w:rFonts w:ascii="Arial" w:hAnsi="Arial" w:cs="Arial"/>
                <w:noProof/>
                <w:sz w:val="22"/>
                <w:szCs w:val="22"/>
              </w:rPr>
              <mc:AlternateContent>
                <mc:Choice Requires="wps">
                  <w:drawing>
                    <wp:anchor distT="0" distB="0" distL="114300" distR="114300" simplePos="0" relativeHeight="251711488" behindDoc="0" locked="0" layoutInCell="1" allowOverlap="1" wp14:anchorId="7443D89F" wp14:editId="69DA504F">
                      <wp:simplePos x="0" y="0"/>
                      <wp:positionH relativeFrom="column">
                        <wp:posOffset>650240</wp:posOffset>
                      </wp:positionH>
                      <wp:positionV relativeFrom="paragraph">
                        <wp:posOffset>989330</wp:posOffset>
                      </wp:positionV>
                      <wp:extent cx="290830" cy="1403985"/>
                      <wp:effectExtent l="0" t="0" r="0" b="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830" cy="1403985"/>
                              </a:xfrm>
                              <a:prstGeom prst="rect">
                                <a:avLst/>
                              </a:prstGeom>
                              <a:noFill/>
                              <a:ln w="9525">
                                <a:noFill/>
                                <a:miter lim="800000"/>
                                <a:headEnd/>
                                <a:tailEnd/>
                              </a:ln>
                            </wps:spPr>
                            <wps:txbx>
                              <w:txbxContent>
                                <w:p w:rsidR="00D60AF9" w:rsidRPr="00B27C37" w:rsidRDefault="00D60AF9" w:rsidP="00D60AF9">
                                  <w:pPr>
                                    <w:rPr>
                                      <w:rFonts w:ascii="Arial" w:hAnsi="Arial" w:cs="Arial"/>
                                      <w:sz w:val="18"/>
                                      <w:szCs w:val="18"/>
                                    </w:rPr>
                                  </w:pPr>
                                  <w:r w:rsidRPr="00B27C37">
                                    <w:rPr>
                                      <w:rFonts w:ascii="Arial" w:hAnsi="Arial" w:cs="Arial"/>
                                      <w:sz w:val="18"/>
                                      <w:szCs w:val="18"/>
                                    </w:rPr>
                                    <w:t>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108" type="#_x0000_t202" style="position:absolute;margin-left:51.2pt;margin-top:77.9pt;width:22.9pt;height:110.55pt;z-index:2517114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" filled="f" stroked="f">
                      <v:textbox style="mso-fit-shape-to-text:t">
                        <w:txbxContent>
                          <w:p w:rsidR="00D60AF9" w:rsidRPr="00B27C37" w:rsidRDefault="00D60AF9" w:rsidP="00D60AF9">
                            <w:pPr>
                              <w:rPr>
                                <w:rFonts w:ascii="Arial" w:hAnsi="Arial" w:cs="Arial"/>
                                <w:sz w:val="18"/>
                                <w:szCs w:val="18"/>
                              </w:rPr>
                            </w:pPr>
                            <w:r w:rsidRPr="00B27C37">
                              <w:rPr>
                                <w:rFonts w:ascii="Arial" w:hAnsi="Arial" w:cs="Arial"/>
                                <w:sz w:val="18"/>
                                <w:szCs w:val="18"/>
                              </w:rPr>
                              <w:t>D</w:t>
                            </w:r>
                          </w:p>
                        </w:txbxContent>
                      </v:textbox>
                    </v:shape>
                  </w:pict>
                </mc:Fallback>
              </mc:AlternateContent>
            </w:r>
            <w:r w:rsidRPr="00E152F8">
              <w:rPr>
                <w:rFonts w:ascii="Arial" w:hAnsi="Arial" w:cs="Arial"/>
                <w:noProof/>
                <w:sz w:val="22"/>
                <w:szCs w:val="22"/>
              </w:rPr>
              <mc:AlternateContent>
                <mc:Choice Requires="wps">
                  <w:drawing>
                    <wp:anchor distT="0" distB="0" distL="114300" distR="114300" simplePos="0" relativeHeight="251715584" behindDoc="0" locked="0" layoutInCell="1" allowOverlap="1" wp14:anchorId="7747CCF9" wp14:editId="188F6A57">
                      <wp:simplePos x="0" y="0"/>
                      <wp:positionH relativeFrom="column">
                        <wp:posOffset>1024255</wp:posOffset>
                      </wp:positionH>
                      <wp:positionV relativeFrom="paragraph">
                        <wp:posOffset>2338705</wp:posOffset>
                      </wp:positionV>
                      <wp:extent cx="422910" cy="231775"/>
                      <wp:effectExtent l="0" t="0" r="0" b="0"/>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 cy="231775"/>
                              </a:xfrm>
                              <a:prstGeom prst="rect">
                                <a:avLst/>
                              </a:prstGeom>
                              <a:noFill/>
                              <a:ln w="9525">
                                <a:noFill/>
                                <a:miter lim="800000"/>
                                <a:headEnd/>
                                <a:tailEnd/>
                              </a:ln>
                            </wps:spPr>
                            <wps:txbx>
                              <w:txbxContent>
                                <w:p w:rsidR="00D60AF9" w:rsidRPr="00795CAE" w:rsidRDefault="00D60AF9" w:rsidP="00D60AF9">
                                  <w:pPr>
                                    <w:rPr>
                                      <w:rFonts w:ascii="Arial" w:hAnsi="Arial" w:cs="Arial"/>
                                      <w:sz w:val="18"/>
                                      <w:szCs w:val="18"/>
                                    </w:rPr>
                                  </w:pPr>
                                  <w:r w:rsidRPr="00795CAE">
                                    <w:rPr>
                                      <w:rFonts w:ascii="Arial" w:hAnsi="Arial" w:cs="Arial"/>
                                      <w:sz w:val="18"/>
                                      <w:szCs w:val="18"/>
                                    </w:rPr>
                                    <w:t>Q</w:t>
                                  </w:r>
                                  <w:r w:rsidRPr="00795CAE">
                                    <w:rPr>
                                      <w:rFonts w:ascii="Arial" w:hAnsi="Arial" w:cs="Arial"/>
                                      <w:sz w:val="18"/>
                                      <w:szCs w:val="18"/>
                                      <w:vertAlign w:val="subscript"/>
                                    </w:rPr>
                                    <w:t>R</w:t>
                                  </w:r>
                                  <w:r w:rsidRPr="00BA0955">
                                    <w:rPr>
                                      <w:rFonts w:ascii="Arial" w:hAnsi="Arial" w:cs="Arial"/>
                                      <w:sz w:val="16"/>
                                      <w:szCs w:val="18"/>
                                      <w:vertAlign w:val="superscript"/>
                                    </w:rPr>
                                    <w:t>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109" type="#_x0000_t202" style="position:absolute;margin-left:80.65pt;margin-top:184.15pt;width:33.3pt;height:18.25pt;z-index:2517155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" filled="f" stroked="f">
                      <v:textbox style="mso-fit-shape-to-text:t">
                        <w:txbxContent>
                          <w:p w:rsidR="00D60AF9" w:rsidRPr="00795CAE" w:rsidRDefault="00D60AF9" w:rsidP="00D60AF9">
                            <w:pPr>
                              <w:rPr>
                                <w:rFonts w:ascii="Arial" w:hAnsi="Arial" w:cs="Arial"/>
                                <w:sz w:val="18"/>
                                <w:szCs w:val="18"/>
                              </w:rPr>
                            </w:pPr>
                            <w:r w:rsidRPr="00795CAE">
                              <w:rPr>
                                <w:rFonts w:ascii="Arial" w:hAnsi="Arial" w:cs="Arial"/>
                                <w:sz w:val="18"/>
                                <w:szCs w:val="18"/>
                              </w:rPr>
                              <w:t>Q</w:t>
                            </w:r>
                            <w:r w:rsidRPr="00795CAE">
                              <w:rPr>
                                <w:rFonts w:ascii="Arial" w:hAnsi="Arial" w:cs="Arial"/>
                                <w:sz w:val="18"/>
                                <w:szCs w:val="18"/>
                                <w:vertAlign w:val="subscript"/>
                              </w:rPr>
                              <w:t>R</w:t>
                            </w:r>
                            <w:r w:rsidRPr="00BA0955">
                              <w:rPr>
                                <w:rFonts w:ascii="Arial" w:hAnsi="Arial" w:cs="Arial"/>
                                <w:sz w:val="16"/>
                                <w:szCs w:val="18"/>
                                <w:vertAlign w:val="superscript"/>
                              </w:rPr>
                              <w:t>4</w:t>
                            </w:r>
                          </w:p>
                        </w:txbxContent>
                      </v:textbox>
                    </v:shape>
                  </w:pict>
                </mc:Fallback>
              </mc:AlternateContent>
            </w:r>
            <w:r w:rsidRPr="00E152F8">
              <w:rPr>
                <w:rFonts w:ascii="Arial" w:hAnsi="Arial" w:cs="Arial"/>
                <w:noProof/>
                <w:sz w:val="22"/>
                <w:szCs w:val="22"/>
              </w:rPr>
              <mc:AlternateContent>
                <mc:Choice Requires="wps">
                  <w:drawing>
                    <wp:anchor distT="0" distB="0" distL="114300" distR="114300" simplePos="0" relativeHeight="251704320" behindDoc="0" locked="0" layoutInCell="1" allowOverlap="1" wp14:anchorId="50EF4513" wp14:editId="0639CFF5">
                      <wp:simplePos x="0" y="0"/>
                      <wp:positionH relativeFrom="column">
                        <wp:posOffset>826135</wp:posOffset>
                      </wp:positionH>
                      <wp:positionV relativeFrom="paragraph">
                        <wp:posOffset>2338705</wp:posOffset>
                      </wp:positionV>
                      <wp:extent cx="457200" cy="231775"/>
                      <wp:effectExtent l="0" t="0" r="0" b="0"/>
                      <wp:wrapNone/>
                      <wp:docPr id="30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31775"/>
                              </a:xfrm>
                              <a:prstGeom prst="rect">
                                <a:avLst/>
                              </a:prstGeom>
                              <a:noFill/>
                              <a:ln w="9525">
                                <a:noFill/>
                                <a:miter lim="800000"/>
                                <a:headEnd/>
                                <a:tailEnd/>
                              </a:ln>
                            </wps:spPr>
                            <wps:txbx>
                              <w:txbxContent>
                                <w:p w:rsidR="00D60AF9" w:rsidRPr="001F3142" w:rsidRDefault="00D60AF9" w:rsidP="00D60AF9">
                                  <w:pPr>
                                    <w:rPr>
                                      <w:rFonts w:ascii="Arial" w:hAnsi="Arial" w:cs="Arial"/>
                                      <w:sz w:val="18"/>
                                      <w:szCs w:val="18"/>
                                    </w:rPr>
                                  </w:pPr>
                                  <w:r w:rsidRPr="001F3142">
                                    <w:rPr>
                                      <w:rFonts w:ascii="Arial" w:hAnsi="Arial" w:cs="Arial"/>
                                      <w:sz w:val="18"/>
                                      <w:szCs w:val="18"/>
                                    </w:rPr>
                                    <w:t>Q</w:t>
                                  </w:r>
                                  <w:r w:rsidRPr="001F3142">
                                    <w:rPr>
                                      <w:rFonts w:ascii="Arial" w:hAnsi="Arial" w:cs="Arial"/>
                                      <w:sz w:val="18"/>
                                      <w:szCs w:val="18"/>
                                      <w:vertAlign w:val="subscript"/>
                                    </w:rPr>
                                    <w:t>R</w:t>
                                  </w:r>
                                  <w:r w:rsidRPr="00BA0955">
                                    <w:rPr>
                                      <w:rFonts w:ascii="Arial" w:hAnsi="Arial" w:cs="Arial"/>
                                      <w:sz w:val="16"/>
                                      <w:szCs w:val="18"/>
                                      <w:vertAlign w:val="superscript"/>
                                    </w:rP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110" type="#_x0000_t202" style="position:absolute;margin-left:65.05pt;margin-top:184.15pt;width:36pt;height:18.25pt;z-index:2517043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" filled="f" stroked="f">
                      <v:textbox style="mso-fit-shape-to-text:t">
                        <w:txbxContent>
                          <w:p w:rsidR="00D60AF9" w:rsidRPr="001F3142" w:rsidRDefault="00D60AF9" w:rsidP="00D60AF9">
                            <w:pPr>
                              <w:rPr>
                                <w:rFonts w:ascii="Arial" w:hAnsi="Arial" w:cs="Arial"/>
                                <w:sz w:val="18"/>
                                <w:szCs w:val="18"/>
                              </w:rPr>
                            </w:pPr>
                            <w:r w:rsidRPr="001F3142">
                              <w:rPr>
                                <w:rFonts w:ascii="Arial" w:hAnsi="Arial" w:cs="Arial"/>
                                <w:sz w:val="18"/>
                                <w:szCs w:val="18"/>
                              </w:rPr>
                              <w:t>Q</w:t>
                            </w:r>
                            <w:r w:rsidRPr="001F3142">
                              <w:rPr>
                                <w:rFonts w:ascii="Arial" w:hAnsi="Arial" w:cs="Arial"/>
                                <w:sz w:val="18"/>
                                <w:szCs w:val="18"/>
                                <w:vertAlign w:val="subscript"/>
                              </w:rPr>
                              <w:t>R</w:t>
                            </w:r>
                            <w:r w:rsidRPr="00BA0955">
                              <w:rPr>
                                <w:rFonts w:ascii="Arial" w:hAnsi="Arial" w:cs="Arial"/>
                                <w:sz w:val="16"/>
                                <w:szCs w:val="18"/>
                                <w:vertAlign w:val="superscript"/>
                              </w:rPr>
                              <w:t>1</w:t>
                            </w:r>
                          </w:p>
                        </w:txbxContent>
                      </v:textbox>
                    </v:shape>
                  </w:pict>
                </mc:Fallback>
              </mc:AlternateContent>
            </w:r>
            <w:r w:rsidRPr="00E152F8">
              <w:rPr>
                <w:rFonts w:ascii="Arial" w:hAnsi="Arial" w:cs="Arial"/>
                <w:noProof/>
                <w:sz w:val="22"/>
                <w:szCs w:val="22"/>
              </w:rPr>
              <mc:AlternateContent>
                <mc:Choice Requires="wps">
                  <w:drawing>
                    <wp:anchor distT="0" distB="0" distL="114300" distR="114300" simplePos="0" relativeHeight="251714560" behindDoc="0" locked="0" layoutInCell="1" allowOverlap="1" wp14:anchorId="72EBAC9D" wp14:editId="5649EF3B">
                      <wp:simplePos x="0" y="0"/>
                      <wp:positionH relativeFrom="column">
                        <wp:posOffset>567055</wp:posOffset>
                      </wp:positionH>
                      <wp:positionV relativeFrom="paragraph">
                        <wp:posOffset>2338705</wp:posOffset>
                      </wp:positionV>
                      <wp:extent cx="407670" cy="231775"/>
                      <wp:effectExtent l="0" t="0" r="0" b="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670" cy="231775"/>
                              </a:xfrm>
                              <a:prstGeom prst="rect">
                                <a:avLst/>
                              </a:prstGeom>
                              <a:noFill/>
                              <a:ln w="9525">
                                <a:noFill/>
                                <a:miter lim="800000"/>
                                <a:headEnd/>
                                <a:tailEnd/>
                              </a:ln>
                            </wps:spPr>
                            <wps:txbx>
                              <w:txbxContent>
                                <w:p w:rsidR="00D60AF9" w:rsidRPr="00795CAE" w:rsidRDefault="00D60AF9" w:rsidP="00D60AF9">
                                  <w:pPr>
                                    <w:rPr>
                                      <w:rFonts w:ascii="Arial" w:hAnsi="Arial" w:cs="Arial"/>
                                      <w:sz w:val="18"/>
                                      <w:szCs w:val="18"/>
                                    </w:rPr>
                                  </w:pPr>
                                  <w:r w:rsidRPr="00795CAE">
                                    <w:rPr>
                                      <w:rFonts w:ascii="Arial" w:hAnsi="Arial" w:cs="Arial"/>
                                      <w:sz w:val="18"/>
                                      <w:szCs w:val="18"/>
                                    </w:rPr>
                                    <w:t>Q</w:t>
                                  </w:r>
                                  <w:r w:rsidRPr="00795CAE">
                                    <w:rPr>
                                      <w:rFonts w:ascii="Arial" w:hAnsi="Arial" w:cs="Arial"/>
                                      <w:sz w:val="18"/>
                                      <w:szCs w:val="18"/>
                                      <w:vertAlign w:val="subscript"/>
                                    </w:rPr>
                                    <w:t>R</w:t>
                                  </w:r>
                                  <w:r w:rsidRPr="00BA0955">
                                    <w:rPr>
                                      <w:rFonts w:ascii="Arial" w:hAnsi="Arial" w:cs="Arial"/>
                                      <w:sz w:val="16"/>
                                      <w:szCs w:val="18"/>
                                      <w:vertAlign w:val="superscript"/>
                                    </w:rPr>
                                    <w:t>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111" type="#_x0000_t202" style="position:absolute;margin-left:44.65pt;margin-top:184.15pt;width:32.1pt;height:18.25pt;z-index:2517145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" filled="f" stroked="f">
                      <v:textbox style="mso-fit-shape-to-text:t">
                        <w:txbxContent>
                          <w:p w:rsidR="00D60AF9" w:rsidRPr="00795CAE" w:rsidRDefault="00D60AF9" w:rsidP="00D60AF9">
                            <w:pPr>
                              <w:rPr>
                                <w:rFonts w:ascii="Arial" w:hAnsi="Arial" w:cs="Arial"/>
                                <w:sz w:val="18"/>
                                <w:szCs w:val="18"/>
                              </w:rPr>
                            </w:pPr>
                            <w:r w:rsidRPr="00795CAE">
                              <w:rPr>
                                <w:rFonts w:ascii="Arial" w:hAnsi="Arial" w:cs="Arial"/>
                                <w:sz w:val="18"/>
                                <w:szCs w:val="18"/>
                              </w:rPr>
                              <w:t>Q</w:t>
                            </w:r>
                            <w:r w:rsidRPr="00795CAE">
                              <w:rPr>
                                <w:rFonts w:ascii="Arial" w:hAnsi="Arial" w:cs="Arial"/>
                                <w:sz w:val="18"/>
                                <w:szCs w:val="18"/>
                                <w:vertAlign w:val="subscript"/>
                              </w:rPr>
                              <w:t>R</w:t>
                            </w:r>
                            <w:r w:rsidRPr="00BA0955">
                              <w:rPr>
                                <w:rFonts w:ascii="Arial" w:hAnsi="Arial" w:cs="Arial"/>
                                <w:sz w:val="16"/>
                                <w:szCs w:val="18"/>
                                <w:vertAlign w:val="superscript"/>
                              </w:rPr>
                              <w:t>3</w:t>
                            </w:r>
                          </w:p>
                        </w:txbxContent>
                      </v:textbox>
                    </v:shape>
                  </w:pict>
                </mc:Fallback>
              </mc:AlternateContent>
            </w:r>
            <w:r w:rsidRPr="00E152F8">
              <w:rPr>
                <w:rFonts w:ascii="Arial" w:hAnsi="Arial" w:cs="Arial"/>
                <w:noProof/>
                <w:sz w:val="22"/>
                <w:szCs w:val="22"/>
              </w:rPr>
              <mc:AlternateContent>
                <mc:Choice Requires="wps">
                  <w:drawing>
                    <wp:anchor distT="0" distB="0" distL="114300" distR="114300" simplePos="0" relativeHeight="251707392" behindDoc="0" locked="0" layoutInCell="1" allowOverlap="1" wp14:anchorId="6D6B8F5C" wp14:editId="5267AFF6">
                      <wp:simplePos x="0" y="0"/>
                      <wp:positionH relativeFrom="column">
                        <wp:posOffset>338455</wp:posOffset>
                      </wp:positionH>
                      <wp:positionV relativeFrom="paragraph">
                        <wp:posOffset>2338705</wp:posOffset>
                      </wp:positionV>
                      <wp:extent cx="418465" cy="231775"/>
                      <wp:effectExtent l="0" t="0" r="0" b="0"/>
                      <wp:wrapNone/>
                      <wp:docPr id="30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465" cy="231775"/>
                              </a:xfrm>
                              <a:prstGeom prst="rect">
                                <a:avLst/>
                              </a:prstGeom>
                              <a:noFill/>
                              <a:ln w="9525">
                                <a:noFill/>
                                <a:miter lim="800000"/>
                                <a:headEnd/>
                                <a:tailEnd/>
                              </a:ln>
                            </wps:spPr>
                            <wps:txbx>
                              <w:txbxContent>
                                <w:p w:rsidR="00D60AF9" w:rsidRPr="001F3142" w:rsidRDefault="00D60AF9" w:rsidP="00D60AF9">
                                  <w:pPr>
                                    <w:rPr>
                                      <w:rFonts w:ascii="Arial" w:hAnsi="Arial" w:cs="Arial"/>
                                      <w:sz w:val="18"/>
                                      <w:szCs w:val="18"/>
                                    </w:rPr>
                                  </w:pPr>
                                  <w:r w:rsidRPr="001F3142">
                                    <w:rPr>
                                      <w:rFonts w:ascii="Arial" w:hAnsi="Arial" w:cs="Arial"/>
                                      <w:sz w:val="18"/>
                                      <w:szCs w:val="18"/>
                                    </w:rPr>
                                    <w:t>Q</w:t>
                                  </w:r>
                                  <w:r w:rsidRPr="001F3142">
                                    <w:rPr>
                                      <w:rFonts w:ascii="Arial" w:hAnsi="Arial" w:cs="Arial"/>
                                      <w:sz w:val="18"/>
                                      <w:szCs w:val="18"/>
                                      <w:vertAlign w:val="subscript"/>
                                    </w:rPr>
                                    <w:t>R</w:t>
                                  </w:r>
                                  <w:r w:rsidRPr="00BA0955">
                                    <w:rPr>
                                      <w:rFonts w:ascii="Arial" w:hAnsi="Arial" w:cs="Arial"/>
                                      <w:sz w:val="16"/>
                                      <w:szCs w:val="18"/>
                                      <w:vertAlign w:val="superscript"/>
                                    </w:rP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112" type="#_x0000_t202" style="position:absolute;margin-left:26.65pt;margin-top:184.15pt;width:32.95pt;height:18.25pt;z-index:2517073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" filled="f" stroked="f">
                      <v:textbox style="mso-fit-shape-to-text:t">
                        <w:txbxContent>
                          <w:p w:rsidR="00D60AF9" w:rsidRPr="001F3142" w:rsidRDefault="00D60AF9" w:rsidP="00D60AF9">
                            <w:pPr>
                              <w:rPr>
                                <w:rFonts w:ascii="Arial" w:hAnsi="Arial" w:cs="Arial"/>
                                <w:sz w:val="18"/>
                                <w:szCs w:val="18"/>
                              </w:rPr>
                            </w:pPr>
                            <w:r w:rsidRPr="001F3142">
                              <w:rPr>
                                <w:rFonts w:ascii="Arial" w:hAnsi="Arial" w:cs="Arial"/>
                                <w:sz w:val="18"/>
                                <w:szCs w:val="18"/>
                              </w:rPr>
                              <w:t>Q</w:t>
                            </w:r>
                            <w:r w:rsidRPr="001F3142">
                              <w:rPr>
                                <w:rFonts w:ascii="Arial" w:hAnsi="Arial" w:cs="Arial"/>
                                <w:sz w:val="18"/>
                                <w:szCs w:val="18"/>
                                <w:vertAlign w:val="subscript"/>
                              </w:rPr>
                              <w:t>R</w:t>
                            </w:r>
                            <w:r w:rsidRPr="00BA0955">
                              <w:rPr>
                                <w:rFonts w:ascii="Arial" w:hAnsi="Arial" w:cs="Arial"/>
                                <w:sz w:val="16"/>
                                <w:szCs w:val="18"/>
                                <w:vertAlign w:val="superscript"/>
                              </w:rPr>
                              <w:t>2</w:t>
                            </w:r>
                          </w:p>
                        </w:txbxContent>
                      </v:textbox>
                    </v:shape>
                  </w:pict>
                </mc:Fallback>
              </mc:AlternateContent>
            </w:r>
            <w:r w:rsidRPr="00E152F8">
              <w:rPr>
                <w:rFonts w:ascii="Arial" w:hAnsi="Arial" w:cs="Arial"/>
                <w:noProof/>
                <w:sz w:val="22"/>
                <w:szCs w:val="22"/>
              </w:rPr>
              <mc:AlternateContent>
                <mc:Choice Requires="wps">
                  <w:drawing>
                    <wp:anchor distT="0" distB="0" distL="114300" distR="114300" simplePos="0" relativeHeight="251713536" behindDoc="0" locked="0" layoutInCell="1" allowOverlap="1" wp14:anchorId="6ED64DA6" wp14:editId="2E6DDEFA">
                      <wp:simplePos x="0" y="0"/>
                      <wp:positionH relativeFrom="column">
                        <wp:posOffset>-141605</wp:posOffset>
                      </wp:positionH>
                      <wp:positionV relativeFrom="paragraph">
                        <wp:posOffset>1877695</wp:posOffset>
                      </wp:positionV>
                      <wp:extent cx="403860" cy="231775"/>
                      <wp:effectExtent l="0" t="0" r="0" b="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860" cy="231775"/>
                              </a:xfrm>
                              <a:prstGeom prst="rect">
                                <a:avLst/>
                              </a:prstGeom>
                              <a:noFill/>
                              <a:ln w="9525">
                                <a:noFill/>
                                <a:miter lim="800000"/>
                                <a:headEnd/>
                                <a:tailEnd/>
                              </a:ln>
                            </wps:spPr>
                            <wps:txbx>
                              <w:txbxContent>
                                <w:p w:rsidR="00D60AF9" w:rsidRPr="00795CAE" w:rsidRDefault="00D60AF9" w:rsidP="00D60AF9">
                                  <w:pPr>
                                    <w:rPr>
                                      <w:rFonts w:ascii="Arial" w:hAnsi="Arial" w:cs="Arial"/>
                                      <w:sz w:val="18"/>
                                      <w:szCs w:val="18"/>
                                    </w:rPr>
                                  </w:pPr>
                                  <w:r w:rsidRPr="00795CAE">
                                    <w:rPr>
                                      <w:rFonts w:ascii="Arial" w:hAnsi="Arial" w:cs="Arial"/>
                                      <w:sz w:val="18"/>
                                      <w:szCs w:val="18"/>
                                    </w:rPr>
                                    <w:t>Q</w:t>
                                  </w:r>
                                  <w:r w:rsidRPr="00795CAE">
                                    <w:rPr>
                                      <w:rFonts w:ascii="Arial" w:hAnsi="Arial" w:cs="Arial"/>
                                      <w:sz w:val="18"/>
                                      <w:szCs w:val="18"/>
                                      <w:vertAlign w:val="subscript"/>
                                    </w:rPr>
                                    <w:t>M</w:t>
                                  </w:r>
                                  <w:r w:rsidRPr="00BA0955">
                                    <w:rPr>
                                      <w:rFonts w:ascii="Arial" w:hAnsi="Arial" w:cs="Arial"/>
                                      <w:sz w:val="16"/>
                                      <w:szCs w:val="18"/>
                                      <w:vertAlign w:val="superscript"/>
                                    </w:rPr>
                                    <w:t>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113" type="#_x0000_t202" style="position:absolute;margin-left:-11.15pt;margin-top:147.85pt;width:31.8pt;height:18.25pt;z-index:2517135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" filled="f" stroked="f">
                      <v:textbox style="mso-fit-shape-to-text:t">
                        <w:txbxContent>
                          <w:p w:rsidR="00D60AF9" w:rsidRPr="00795CAE" w:rsidRDefault="00D60AF9" w:rsidP="00D60AF9">
                            <w:pPr>
                              <w:rPr>
                                <w:rFonts w:ascii="Arial" w:hAnsi="Arial" w:cs="Arial"/>
                                <w:sz w:val="18"/>
                                <w:szCs w:val="18"/>
                              </w:rPr>
                            </w:pPr>
                            <w:r w:rsidRPr="00795CAE">
                              <w:rPr>
                                <w:rFonts w:ascii="Arial" w:hAnsi="Arial" w:cs="Arial"/>
                                <w:sz w:val="18"/>
                                <w:szCs w:val="18"/>
                              </w:rPr>
                              <w:t>Q</w:t>
                            </w:r>
                            <w:r w:rsidRPr="00795CAE">
                              <w:rPr>
                                <w:rFonts w:ascii="Arial" w:hAnsi="Arial" w:cs="Arial"/>
                                <w:sz w:val="18"/>
                                <w:szCs w:val="18"/>
                                <w:vertAlign w:val="subscript"/>
                              </w:rPr>
                              <w:t>M</w:t>
                            </w:r>
                            <w:r w:rsidRPr="00BA0955">
                              <w:rPr>
                                <w:rFonts w:ascii="Arial" w:hAnsi="Arial" w:cs="Arial"/>
                                <w:sz w:val="16"/>
                                <w:szCs w:val="18"/>
                                <w:vertAlign w:val="superscript"/>
                              </w:rPr>
                              <w:t>4</w:t>
                            </w:r>
                          </w:p>
                        </w:txbxContent>
                      </v:textbox>
                    </v:shape>
                  </w:pict>
                </mc:Fallback>
              </mc:AlternateContent>
            </w:r>
            <w:r w:rsidRPr="00E152F8">
              <w:rPr>
                <w:rFonts w:ascii="Arial" w:hAnsi="Arial" w:cs="Arial"/>
                <w:noProof/>
                <w:sz w:val="22"/>
                <w:szCs w:val="22"/>
              </w:rPr>
              <mc:AlternateContent>
                <mc:Choice Requires="wps">
                  <w:drawing>
                    <wp:anchor distT="0" distB="0" distL="114300" distR="114300" simplePos="0" relativeHeight="251703296" behindDoc="0" locked="0" layoutInCell="1" allowOverlap="1" wp14:anchorId="480FF875" wp14:editId="27BB7FF7">
                      <wp:simplePos x="0" y="0"/>
                      <wp:positionH relativeFrom="column">
                        <wp:posOffset>-141605</wp:posOffset>
                      </wp:positionH>
                      <wp:positionV relativeFrom="paragraph">
                        <wp:posOffset>1668145</wp:posOffset>
                      </wp:positionV>
                      <wp:extent cx="434340" cy="231775"/>
                      <wp:effectExtent l="0" t="0" r="0" b="0"/>
                      <wp:wrapNone/>
                      <wp:docPr id="3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340" cy="231775"/>
                              </a:xfrm>
                              <a:prstGeom prst="rect">
                                <a:avLst/>
                              </a:prstGeom>
                              <a:noFill/>
                              <a:ln w="9525">
                                <a:noFill/>
                                <a:miter lim="800000"/>
                                <a:headEnd/>
                                <a:tailEnd/>
                              </a:ln>
                            </wps:spPr>
                            <wps:txbx>
                              <w:txbxContent>
                                <w:p w:rsidR="00D60AF9" w:rsidRPr="001F3142" w:rsidRDefault="00D60AF9" w:rsidP="00D60AF9">
                                  <w:pPr>
                                    <w:rPr>
                                      <w:rFonts w:ascii="Arial" w:hAnsi="Arial" w:cs="Arial"/>
                                      <w:sz w:val="18"/>
                                      <w:szCs w:val="18"/>
                                    </w:rPr>
                                  </w:pPr>
                                  <w:r w:rsidRPr="001F3142">
                                    <w:rPr>
                                      <w:rFonts w:ascii="Arial" w:hAnsi="Arial" w:cs="Arial"/>
                                      <w:sz w:val="18"/>
                                      <w:szCs w:val="18"/>
                                    </w:rPr>
                                    <w:t>Q</w:t>
                                  </w:r>
                                  <w:r w:rsidRPr="001F3142">
                                    <w:rPr>
                                      <w:rFonts w:ascii="Arial" w:hAnsi="Arial" w:cs="Arial"/>
                                      <w:sz w:val="18"/>
                                      <w:szCs w:val="18"/>
                                      <w:vertAlign w:val="subscript"/>
                                    </w:rPr>
                                    <w:t>M</w:t>
                                  </w:r>
                                  <w:r w:rsidRPr="00BA0955">
                                    <w:rPr>
                                      <w:rFonts w:ascii="Arial" w:hAnsi="Arial" w:cs="Arial"/>
                                      <w:sz w:val="16"/>
                                      <w:szCs w:val="18"/>
                                      <w:vertAlign w:val="superscript"/>
                                    </w:rP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114" type="#_x0000_t202" style="position:absolute;margin-left:-11.15pt;margin-top:131.35pt;width:34.2pt;height:18.25pt;z-index:2517032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" filled="f" stroked="f">
                      <v:textbox style="mso-fit-shape-to-text:t">
                        <w:txbxContent>
                          <w:p w:rsidR="00D60AF9" w:rsidRPr="001F3142" w:rsidRDefault="00D60AF9" w:rsidP="00D60AF9">
                            <w:pPr>
                              <w:rPr>
                                <w:rFonts w:ascii="Arial" w:hAnsi="Arial" w:cs="Arial"/>
                                <w:sz w:val="18"/>
                                <w:szCs w:val="18"/>
                              </w:rPr>
                            </w:pPr>
                            <w:proofErr w:type="spellStart"/>
                            <w:r w:rsidRPr="001F3142">
                              <w:rPr>
                                <w:rFonts w:ascii="Arial" w:hAnsi="Arial" w:cs="Arial"/>
                                <w:sz w:val="18"/>
                                <w:szCs w:val="18"/>
                              </w:rPr>
                              <w:t>Q</w:t>
                            </w:r>
                            <w:r w:rsidRPr="001F3142">
                              <w:rPr>
                                <w:rFonts w:ascii="Arial" w:hAnsi="Arial" w:cs="Arial"/>
                                <w:sz w:val="18"/>
                                <w:szCs w:val="18"/>
                                <w:vertAlign w:val="subscript"/>
                              </w:rPr>
                              <w:t>M</w:t>
                            </w:r>
                            <w:r w:rsidRPr="00BA0955">
                              <w:rPr>
                                <w:rFonts w:ascii="Arial" w:hAnsi="Arial" w:cs="Arial"/>
                                <w:sz w:val="16"/>
                                <w:szCs w:val="18"/>
                                <w:vertAlign w:val="superscript"/>
                              </w:rPr>
                              <w:t>1</w:t>
                            </w:r>
                            <w:proofErr w:type="spellEnd"/>
                          </w:p>
                        </w:txbxContent>
                      </v:textbox>
                    </v:shape>
                  </w:pict>
                </mc:Fallback>
              </mc:AlternateContent>
            </w:r>
            <w:r w:rsidRPr="00E152F8">
              <w:rPr>
                <w:rFonts w:ascii="Arial" w:hAnsi="Arial" w:cs="Arial"/>
                <w:noProof/>
                <w:sz w:val="22"/>
                <w:szCs w:val="22"/>
              </w:rPr>
              <mc:AlternateContent>
                <mc:Choice Requires="wps">
                  <w:drawing>
                    <wp:anchor distT="0" distB="0" distL="114300" distR="114300" simplePos="0" relativeHeight="251706368" behindDoc="0" locked="0" layoutInCell="1" allowOverlap="1" wp14:anchorId="5F28E9F1" wp14:editId="3FA399C5">
                      <wp:simplePos x="0" y="0"/>
                      <wp:positionH relativeFrom="column">
                        <wp:posOffset>-141605</wp:posOffset>
                      </wp:positionH>
                      <wp:positionV relativeFrom="paragraph">
                        <wp:posOffset>1245235</wp:posOffset>
                      </wp:positionV>
                      <wp:extent cx="391795" cy="231775"/>
                      <wp:effectExtent l="0" t="0" r="0" b="0"/>
                      <wp:wrapNone/>
                      <wp:docPr id="3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795" cy="231775"/>
                              </a:xfrm>
                              <a:prstGeom prst="rect">
                                <a:avLst/>
                              </a:prstGeom>
                              <a:noFill/>
                              <a:ln w="9525">
                                <a:noFill/>
                                <a:miter lim="800000"/>
                                <a:headEnd/>
                                <a:tailEnd/>
                              </a:ln>
                            </wps:spPr>
                            <wps:txbx>
                              <w:txbxContent>
                                <w:p w:rsidR="00D60AF9" w:rsidRPr="001F3142" w:rsidRDefault="00D60AF9" w:rsidP="00D60AF9">
                                  <w:pPr>
                                    <w:rPr>
                                      <w:rFonts w:ascii="Arial" w:hAnsi="Arial" w:cs="Arial"/>
                                      <w:sz w:val="18"/>
                                      <w:szCs w:val="18"/>
                                    </w:rPr>
                                  </w:pPr>
                                  <w:r w:rsidRPr="001F3142">
                                    <w:rPr>
                                      <w:rFonts w:ascii="Arial" w:hAnsi="Arial" w:cs="Arial"/>
                                      <w:sz w:val="18"/>
                                      <w:szCs w:val="18"/>
                                    </w:rPr>
                                    <w:t>Q</w:t>
                                  </w:r>
                                  <w:r w:rsidRPr="001F3142">
                                    <w:rPr>
                                      <w:rFonts w:ascii="Arial" w:hAnsi="Arial" w:cs="Arial"/>
                                      <w:sz w:val="18"/>
                                      <w:szCs w:val="18"/>
                                      <w:vertAlign w:val="subscript"/>
                                    </w:rPr>
                                    <w:t>M</w:t>
                                  </w:r>
                                  <w:r w:rsidRPr="00BA0955">
                                    <w:rPr>
                                      <w:rFonts w:ascii="Arial" w:hAnsi="Arial" w:cs="Arial"/>
                                      <w:sz w:val="16"/>
                                      <w:szCs w:val="18"/>
                                      <w:vertAlign w:val="superscript"/>
                                    </w:rP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115" type="#_x0000_t202" style="position:absolute;margin-left:-11.15pt;margin-top:98.05pt;width:30.85pt;height:18.25pt;z-index:2517063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" filled="f" stroked="f">
                      <v:textbox style="mso-fit-shape-to-text:t">
                        <w:txbxContent>
                          <w:p w:rsidR="00D60AF9" w:rsidRPr="001F3142" w:rsidRDefault="00D60AF9" w:rsidP="00D60AF9">
                            <w:pPr>
                              <w:rPr>
                                <w:rFonts w:ascii="Arial" w:hAnsi="Arial" w:cs="Arial"/>
                                <w:sz w:val="18"/>
                                <w:szCs w:val="18"/>
                              </w:rPr>
                            </w:pPr>
                            <w:r w:rsidRPr="001F3142">
                              <w:rPr>
                                <w:rFonts w:ascii="Arial" w:hAnsi="Arial" w:cs="Arial"/>
                                <w:sz w:val="18"/>
                                <w:szCs w:val="18"/>
                              </w:rPr>
                              <w:t>Q</w:t>
                            </w:r>
                            <w:r w:rsidRPr="001F3142">
                              <w:rPr>
                                <w:rFonts w:ascii="Arial" w:hAnsi="Arial" w:cs="Arial"/>
                                <w:sz w:val="18"/>
                                <w:szCs w:val="18"/>
                                <w:vertAlign w:val="subscript"/>
                              </w:rPr>
                              <w:t>M</w:t>
                            </w:r>
                            <w:r w:rsidRPr="00BA0955">
                              <w:rPr>
                                <w:rFonts w:ascii="Arial" w:hAnsi="Arial" w:cs="Arial"/>
                                <w:sz w:val="16"/>
                                <w:szCs w:val="18"/>
                                <w:vertAlign w:val="superscript"/>
                              </w:rPr>
                              <w:t>2</w:t>
                            </w:r>
                          </w:p>
                        </w:txbxContent>
                      </v:textbox>
                    </v:shape>
                  </w:pict>
                </mc:Fallback>
              </mc:AlternateContent>
            </w:r>
            <w:r w:rsidRPr="00E152F8">
              <w:rPr>
                <w:rFonts w:ascii="Arial" w:hAnsi="Arial" w:cs="Arial"/>
                <w:noProof/>
                <w:sz w:val="22"/>
                <w:szCs w:val="22"/>
              </w:rPr>
              <mc:AlternateContent>
                <mc:Choice Requires="wps">
                  <w:drawing>
                    <wp:anchor distT="0" distB="0" distL="114300" distR="114300" simplePos="0" relativeHeight="251712512" behindDoc="0" locked="0" layoutInCell="1" allowOverlap="1" wp14:anchorId="024EDE88" wp14:editId="26BBB138">
                      <wp:simplePos x="0" y="0"/>
                      <wp:positionH relativeFrom="column">
                        <wp:posOffset>-141605</wp:posOffset>
                      </wp:positionH>
                      <wp:positionV relativeFrom="paragraph">
                        <wp:posOffset>997585</wp:posOffset>
                      </wp:positionV>
                      <wp:extent cx="418465" cy="231775"/>
                      <wp:effectExtent l="0" t="0" r="0" b="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465" cy="231775"/>
                              </a:xfrm>
                              <a:prstGeom prst="rect">
                                <a:avLst/>
                              </a:prstGeom>
                              <a:noFill/>
                              <a:ln w="9525">
                                <a:noFill/>
                                <a:miter lim="800000"/>
                                <a:headEnd/>
                                <a:tailEnd/>
                              </a:ln>
                            </wps:spPr>
                            <wps:txbx>
                              <w:txbxContent>
                                <w:p w:rsidR="00D60AF9" w:rsidRPr="00795CAE" w:rsidRDefault="00D60AF9" w:rsidP="00D60AF9">
                                  <w:pPr>
                                    <w:rPr>
                                      <w:rFonts w:ascii="Arial" w:hAnsi="Arial" w:cs="Arial"/>
                                      <w:sz w:val="18"/>
                                      <w:szCs w:val="18"/>
                                    </w:rPr>
                                  </w:pPr>
                                  <w:r w:rsidRPr="00795CAE">
                                    <w:rPr>
                                      <w:rFonts w:ascii="Arial" w:hAnsi="Arial" w:cs="Arial"/>
                                      <w:sz w:val="18"/>
                                      <w:szCs w:val="18"/>
                                    </w:rPr>
                                    <w:t>Q</w:t>
                                  </w:r>
                                  <w:r w:rsidRPr="00795CAE">
                                    <w:rPr>
                                      <w:rFonts w:ascii="Arial" w:hAnsi="Arial" w:cs="Arial"/>
                                      <w:sz w:val="18"/>
                                      <w:szCs w:val="18"/>
                                      <w:vertAlign w:val="subscript"/>
                                    </w:rPr>
                                    <w:t>M</w:t>
                                  </w:r>
                                  <w:r w:rsidRPr="00BA0955">
                                    <w:rPr>
                                      <w:rFonts w:ascii="Arial" w:hAnsi="Arial" w:cs="Arial"/>
                                      <w:sz w:val="16"/>
                                      <w:szCs w:val="18"/>
                                      <w:vertAlign w:val="superscript"/>
                                    </w:rPr>
                                    <w:t>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116" type="#_x0000_t202" style="position:absolute;margin-left:-11.15pt;margin-top:78.55pt;width:32.95pt;height:18.25pt;z-index:2517125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" filled="f" stroked="f">
                      <v:textbox style="mso-fit-shape-to-text:t">
                        <w:txbxContent>
                          <w:p w:rsidR="00D60AF9" w:rsidRPr="00795CAE" w:rsidRDefault="00D60AF9" w:rsidP="00D60AF9">
                            <w:pPr>
                              <w:rPr>
                                <w:rFonts w:ascii="Arial" w:hAnsi="Arial" w:cs="Arial"/>
                                <w:sz w:val="18"/>
                                <w:szCs w:val="18"/>
                              </w:rPr>
                            </w:pPr>
                            <w:r w:rsidRPr="00795CAE">
                              <w:rPr>
                                <w:rFonts w:ascii="Arial" w:hAnsi="Arial" w:cs="Arial"/>
                                <w:sz w:val="18"/>
                                <w:szCs w:val="18"/>
                              </w:rPr>
                              <w:t>Q</w:t>
                            </w:r>
                            <w:r w:rsidRPr="00795CAE">
                              <w:rPr>
                                <w:rFonts w:ascii="Arial" w:hAnsi="Arial" w:cs="Arial"/>
                                <w:sz w:val="18"/>
                                <w:szCs w:val="18"/>
                                <w:vertAlign w:val="subscript"/>
                              </w:rPr>
                              <w:t>M</w:t>
                            </w:r>
                            <w:r w:rsidRPr="00BA0955">
                              <w:rPr>
                                <w:rFonts w:ascii="Arial" w:hAnsi="Arial" w:cs="Arial"/>
                                <w:sz w:val="16"/>
                                <w:szCs w:val="18"/>
                                <w:vertAlign w:val="superscript"/>
                              </w:rPr>
                              <w:t>3</w:t>
                            </w:r>
                          </w:p>
                        </w:txbxContent>
                      </v:textbox>
                    </v:shape>
                  </w:pict>
                </mc:Fallback>
              </mc:AlternateContent>
            </w:r>
            <w:r w:rsidRPr="00E152F8">
              <w:rPr>
                <w:rFonts w:ascii="Arial" w:hAnsi="Arial" w:cs="Arial"/>
                <w:noProof/>
                <w:sz w:val="22"/>
                <w:szCs w:val="22"/>
              </w:rPr>
              <mc:AlternateContent>
                <mc:Choice Requires="wps">
                  <w:drawing>
                    <wp:anchor distT="0" distB="0" distL="114300" distR="114300" simplePos="0" relativeHeight="251699200" behindDoc="0" locked="0" layoutInCell="1" allowOverlap="1" wp14:anchorId="098A7276" wp14:editId="1F55DD6E">
                      <wp:simplePos x="0" y="0"/>
                      <wp:positionH relativeFrom="column">
                        <wp:posOffset>850900</wp:posOffset>
                      </wp:positionH>
                      <wp:positionV relativeFrom="paragraph">
                        <wp:posOffset>1760220</wp:posOffset>
                      </wp:positionV>
                      <wp:extent cx="290830" cy="1403985"/>
                      <wp:effectExtent l="0" t="0" r="0" b="0"/>
                      <wp:wrapNone/>
                      <wp:docPr id="3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830" cy="1403985"/>
                              </a:xfrm>
                              <a:prstGeom prst="rect">
                                <a:avLst/>
                              </a:prstGeom>
                              <a:noFill/>
                              <a:ln w="9525">
                                <a:noFill/>
                                <a:miter lim="800000"/>
                                <a:headEnd/>
                                <a:tailEnd/>
                              </a:ln>
                            </wps:spPr>
                            <wps:txbx>
                              <w:txbxContent>
                                <w:p w:rsidR="00D60AF9" w:rsidRPr="001F3142" w:rsidRDefault="00D60AF9" w:rsidP="00D60AF9">
                                  <w:pPr>
                                    <w:rPr>
                                      <w:rFonts w:ascii="Arial" w:hAnsi="Arial" w:cs="Arial"/>
                                      <w:sz w:val="18"/>
                                      <w:szCs w:val="18"/>
                                    </w:rPr>
                                  </w:pPr>
                                  <w:r w:rsidRPr="001F3142">
                                    <w:rPr>
                                      <w:rFonts w:ascii="Arial" w:hAnsi="Arial" w:cs="Arial"/>
                                      <w:sz w:val="18"/>
                                      <w:szCs w:val="18"/>
                                    </w:rPr>
                                    <w: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117" type="#_x0000_t202" style="position:absolute;margin-left:67pt;margin-top:138.6pt;width:22.9pt;height:110.55pt;z-index:2516992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" filled="f" stroked="f">
                      <v:textbox style="mso-fit-shape-to-text:t">
                        <w:txbxContent>
                          <w:p w:rsidR="00D60AF9" w:rsidRPr="001F3142" w:rsidRDefault="00D60AF9" w:rsidP="00D60AF9">
                            <w:pPr>
                              <w:rPr>
                                <w:rFonts w:ascii="Arial" w:hAnsi="Arial" w:cs="Arial"/>
                                <w:sz w:val="18"/>
                                <w:szCs w:val="18"/>
                              </w:rPr>
                            </w:pPr>
                            <w:r w:rsidRPr="001F3142">
                              <w:rPr>
                                <w:rFonts w:ascii="Arial" w:hAnsi="Arial" w:cs="Arial"/>
                                <w:sz w:val="18"/>
                                <w:szCs w:val="18"/>
                              </w:rPr>
                              <w:t>A</w:t>
                            </w:r>
                          </w:p>
                        </w:txbxContent>
                      </v:textbox>
                    </v:shape>
                  </w:pict>
                </mc:Fallback>
              </mc:AlternateContent>
            </w:r>
            <w:r w:rsidRPr="00E152F8">
              <w:rPr>
                <w:rFonts w:ascii="Arial" w:hAnsi="Arial" w:cs="Arial"/>
                <w:noProof/>
                <w:sz w:val="22"/>
                <w:szCs w:val="22"/>
              </w:rPr>
              <mc:AlternateContent>
                <mc:Choice Requires="wps">
                  <w:drawing>
                    <wp:anchor distT="0" distB="0" distL="114300" distR="114300" simplePos="0" relativeHeight="251709440" behindDoc="0" locked="0" layoutInCell="1" allowOverlap="1" wp14:anchorId="3C1C8028" wp14:editId="2C6D450A">
                      <wp:simplePos x="0" y="0"/>
                      <wp:positionH relativeFrom="column">
                        <wp:posOffset>384175</wp:posOffset>
                      </wp:positionH>
                      <wp:positionV relativeFrom="paragraph">
                        <wp:posOffset>929005</wp:posOffset>
                      </wp:positionV>
                      <wp:extent cx="327025" cy="1403985"/>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025" cy="1403985"/>
                              </a:xfrm>
                              <a:prstGeom prst="rect">
                                <a:avLst/>
                              </a:prstGeom>
                              <a:noFill/>
                              <a:ln w="9525">
                                <a:noFill/>
                                <a:miter lim="800000"/>
                                <a:headEnd/>
                                <a:tailEnd/>
                              </a:ln>
                            </wps:spPr>
                            <wps:txbx>
                              <w:txbxContent>
                                <w:p w:rsidR="00D60AF9" w:rsidRPr="001F3142" w:rsidRDefault="00D60AF9" w:rsidP="00D60AF9">
                                  <w:pPr>
                                    <w:rPr>
                                      <w:rFonts w:ascii="Arial" w:hAnsi="Arial" w:cs="Arial"/>
                                      <w:sz w:val="18"/>
                                      <w:szCs w:val="18"/>
                                    </w:rPr>
                                  </w:pPr>
                                  <w:r w:rsidRPr="001F3142">
                                    <w:rPr>
                                      <w:rFonts w:ascii="Arial" w:hAnsi="Arial" w:cs="Arial"/>
                                      <w:sz w:val="18"/>
                                      <w:szCs w:val="18"/>
                                    </w:rPr>
                                    <w:t>I</w:t>
                                  </w:r>
                                  <w:r w:rsidRPr="001F3142">
                                    <w:rPr>
                                      <w:rFonts w:ascii="Arial" w:hAnsi="Arial" w:cs="Arial"/>
                                      <w:sz w:val="18"/>
                                      <w:szCs w:val="18"/>
                                      <w:vertAlign w:val="subscript"/>
                                    </w:rP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118" type="#_x0000_t202" style="position:absolute;margin-left:30.25pt;margin-top:73.15pt;width:25.75pt;height:110.55pt;z-index:2517094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" filled="f" stroked="f">
                      <v:textbox style="mso-fit-shape-to-text:t">
                        <w:txbxContent>
                          <w:p w:rsidR="00D60AF9" w:rsidRPr="001F3142" w:rsidRDefault="00D60AF9" w:rsidP="00D60AF9">
                            <w:pPr>
                              <w:rPr>
                                <w:rFonts w:ascii="Arial" w:hAnsi="Arial" w:cs="Arial"/>
                                <w:sz w:val="18"/>
                                <w:szCs w:val="18"/>
                              </w:rPr>
                            </w:pPr>
                            <w:r w:rsidRPr="001F3142">
                              <w:rPr>
                                <w:rFonts w:ascii="Arial" w:hAnsi="Arial" w:cs="Arial"/>
                                <w:sz w:val="18"/>
                                <w:szCs w:val="18"/>
                              </w:rPr>
                              <w:t>I</w:t>
                            </w:r>
                            <w:r w:rsidRPr="001F3142">
                              <w:rPr>
                                <w:rFonts w:ascii="Arial" w:hAnsi="Arial" w:cs="Arial"/>
                                <w:sz w:val="18"/>
                                <w:szCs w:val="18"/>
                                <w:vertAlign w:val="subscript"/>
                              </w:rPr>
                              <w:t>1</w:t>
                            </w:r>
                          </w:p>
                        </w:txbxContent>
                      </v:textbox>
                    </v:shape>
                  </w:pict>
                </mc:Fallback>
              </mc:AlternateContent>
            </w:r>
            <w:r w:rsidRPr="00E152F8">
              <w:rPr>
                <w:rFonts w:ascii="Arial" w:hAnsi="Arial" w:cs="Arial"/>
                <w:noProof/>
                <w:sz w:val="22"/>
                <w:szCs w:val="22"/>
              </w:rPr>
              <mc:AlternateContent>
                <mc:Choice Requires="wps">
                  <w:drawing>
                    <wp:anchor distT="0" distB="0" distL="114300" distR="114300" simplePos="0" relativeHeight="251710464" behindDoc="0" locked="0" layoutInCell="1" allowOverlap="1" wp14:anchorId="76FE678C" wp14:editId="18D75AAD">
                      <wp:simplePos x="0" y="0"/>
                      <wp:positionH relativeFrom="column">
                        <wp:posOffset>572135</wp:posOffset>
                      </wp:positionH>
                      <wp:positionV relativeFrom="paragraph">
                        <wp:posOffset>843280</wp:posOffset>
                      </wp:positionV>
                      <wp:extent cx="327025" cy="1403985"/>
                      <wp:effectExtent l="0" t="0" r="0"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025" cy="1403985"/>
                              </a:xfrm>
                              <a:prstGeom prst="rect">
                                <a:avLst/>
                              </a:prstGeom>
                              <a:noFill/>
                              <a:ln w="9525">
                                <a:noFill/>
                                <a:miter lim="800000"/>
                                <a:headEnd/>
                                <a:tailEnd/>
                              </a:ln>
                            </wps:spPr>
                            <wps:txbx>
                              <w:txbxContent>
                                <w:p w:rsidR="00D60AF9" w:rsidRPr="00DB4D11" w:rsidRDefault="00D60AF9" w:rsidP="00D60AF9">
                                  <w:pPr>
                                    <w:rPr>
                                      <w:rFonts w:ascii="Arial" w:hAnsi="Arial" w:cs="Arial"/>
                                      <w:sz w:val="18"/>
                                      <w:szCs w:val="18"/>
                                    </w:rPr>
                                  </w:pPr>
                                  <w:r w:rsidRPr="00DB4D11">
                                    <w:rPr>
                                      <w:rFonts w:ascii="Arial" w:hAnsi="Arial" w:cs="Arial"/>
                                      <w:sz w:val="18"/>
                                      <w:szCs w:val="18"/>
                                    </w:rPr>
                                    <w:t>I</w:t>
                                  </w:r>
                                  <w:r w:rsidRPr="00DB4D11">
                                    <w:rPr>
                                      <w:rFonts w:ascii="Arial" w:hAnsi="Arial" w:cs="Arial"/>
                                      <w:sz w:val="18"/>
                                      <w:szCs w:val="18"/>
                                      <w:vertAlign w:val="subscript"/>
                                    </w:rP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119" type="#_x0000_t202" style="position:absolute;margin-left:45.05pt;margin-top:66.4pt;width:25.75pt;height:110.55pt;z-index:2517104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" filled="f" stroked="f">
                      <v:textbox style="mso-fit-shape-to-text:t">
                        <w:txbxContent>
                          <w:p w:rsidR="00D60AF9" w:rsidRPr="00DB4D11" w:rsidRDefault="00D60AF9" w:rsidP="00D60AF9">
                            <w:pPr>
                              <w:rPr>
                                <w:rFonts w:ascii="Arial" w:hAnsi="Arial" w:cs="Arial"/>
                                <w:sz w:val="18"/>
                                <w:szCs w:val="18"/>
                              </w:rPr>
                            </w:pPr>
                            <w:r w:rsidRPr="00DB4D11">
                              <w:rPr>
                                <w:rFonts w:ascii="Arial" w:hAnsi="Arial" w:cs="Arial"/>
                                <w:sz w:val="18"/>
                                <w:szCs w:val="18"/>
                              </w:rPr>
                              <w:t>I</w:t>
                            </w:r>
                            <w:r w:rsidRPr="00DB4D11">
                              <w:rPr>
                                <w:rFonts w:ascii="Arial" w:hAnsi="Arial" w:cs="Arial"/>
                                <w:sz w:val="18"/>
                                <w:szCs w:val="18"/>
                                <w:vertAlign w:val="subscript"/>
                              </w:rPr>
                              <w:t>2</w:t>
                            </w:r>
                          </w:p>
                        </w:txbxContent>
                      </v:textbox>
                    </v:shape>
                  </w:pict>
                </mc:Fallback>
              </mc:AlternateContent>
            </w:r>
            <w:r w:rsidRPr="00E152F8">
              <w:rPr>
                <w:rFonts w:ascii="Arial" w:hAnsi="Arial" w:cs="Arial"/>
                <w:noProof/>
                <w:sz w:val="22"/>
                <w:szCs w:val="22"/>
              </w:rPr>
              <mc:AlternateContent>
                <mc:Choice Requires="wps">
                  <w:drawing>
                    <wp:anchor distT="0" distB="0" distL="114300" distR="114300" simplePos="0" relativeHeight="251716608" behindDoc="0" locked="0" layoutInCell="1" allowOverlap="1" wp14:anchorId="18BE5938" wp14:editId="59717FED">
                      <wp:simplePos x="0" y="0"/>
                      <wp:positionH relativeFrom="column">
                        <wp:posOffset>1314450</wp:posOffset>
                      </wp:positionH>
                      <wp:positionV relativeFrom="paragraph">
                        <wp:posOffset>2145030</wp:posOffset>
                      </wp:positionV>
                      <wp:extent cx="1076325" cy="1403985"/>
                      <wp:effectExtent l="0" t="0" r="0" b="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6325" cy="1403985"/>
                              </a:xfrm>
                              <a:prstGeom prst="rect">
                                <a:avLst/>
                              </a:prstGeom>
                              <a:noFill/>
                              <a:ln w="9525">
                                <a:noFill/>
                                <a:miter lim="800000"/>
                                <a:headEnd/>
                                <a:tailEnd/>
                              </a:ln>
                            </wps:spPr>
                            <wps:txbx>
                              <w:txbxContent>
                                <w:p w:rsidR="00D60AF9" w:rsidRPr="00D32B83" w:rsidRDefault="00D60AF9" w:rsidP="00D60AF9">
                                  <w:pPr>
                                    <w:rPr>
                                      <w:rFonts w:ascii="Arial" w:hAnsi="Arial" w:cs="Arial"/>
                                      <w:sz w:val="18"/>
                                      <w:szCs w:val="18"/>
                                    </w:rPr>
                                  </w:pPr>
                                  <w:r w:rsidRPr="00D32B83">
                                    <w:rPr>
                                      <w:rFonts w:ascii="Arial" w:hAnsi="Arial" w:cs="Arial"/>
                                      <w:sz w:val="18"/>
                                      <w:szCs w:val="18"/>
                                    </w:rPr>
                                    <w:t>P</w:t>
                                  </w:r>
                                  <w:r w:rsidRPr="00D32B83">
                                    <w:rPr>
                                      <w:rFonts w:ascii="Arial" w:hAnsi="Arial" w:cs="Arial"/>
                                      <w:sz w:val="18"/>
                                      <w:szCs w:val="18"/>
                                      <w:vertAlign w:val="subscript"/>
                                    </w:rPr>
                                    <w:t>2</w:t>
                                  </w:r>
                                  <w:r w:rsidRPr="00D32B83">
                                    <w:rPr>
                                      <w:rFonts w:ascii="Arial" w:hAnsi="Arial" w:cs="Arial"/>
                                      <w:sz w:val="18"/>
                                      <w:szCs w:val="18"/>
                                    </w:rPr>
                                    <w:t xml:space="preserve"> = -P</w:t>
                                  </w:r>
                                  <w:r w:rsidRPr="00D32B83">
                                    <w:rPr>
                                      <w:rFonts w:ascii="Arial" w:hAnsi="Arial" w:cs="Arial"/>
                                      <w:sz w:val="18"/>
                                      <w:szCs w:val="18"/>
                                      <w:vertAlign w:val="subscript"/>
                                    </w:rPr>
                                    <w:t>R</w:t>
                                  </w:r>
                                  <w:r w:rsidRPr="00BA0955">
                                    <w:rPr>
                                      <w:rFonts w:ascii="Arial" w:hAnsi="Arial" w:cs="Arial"/>
                                      <w:sz w:val="16"/>
                                      <w:szCs w:val="18"/>
                                      <w:vertAlign w:val="superscript"/>
                                    </w:rPr>
                                    <w:t>2</w:t>
                                  </w:r>
                                  <w:r w:rsidRPr="00D32B83">
                                    <w:rPr>
                                      <w:rFonts w:ascii="Arial" w:hAnsi="Arial" w:cs="Arial"/>
                                      <w:sz w:val="18"/>
                                      <w:szCs w:val="18"/>
                                    </w:rPr>
                                    <w:t>/P</w:t>
                                  </w:r>
                                  <w:r w:rsidRPr="00D32B83">
                                    <w:rPr>
                                      <w:rFonts w:ascii="Arial" w:hAnsi="Arial" w:cs="Arial"/>
                                      <w:sz w:val="18"/>
                                      <w:szCs w:val="18"/>
                                      <w:vertAlign w:val="subscript"/>
                                    </w:rPr>
                                    <w:t>M</w:t>
                                  </w:r>
                                  <w:r w:rsidRPr="00BA0955">
                                    <w:rPr>
                                      <w:rFonts w:ascii="Arial" w:hAnsi="Arial" w:cs="Arial"/>
                                      <w:sz w:val="16"/>
                                      <w:szCs w:val="18"/>
                                      <w:vertAlign w:val="superscript"/>
                                    </w:rP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120" type="#_x0000_t202" style="position:absolute;margin-left:103.5pt;margin-top:168.9pt;width:84.75pt;height:110.55pt;z-index:2517166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" filled="f" stroked="f">
                      <v:textbox style="mso-fit-shape-to-text:t">
                        <w:txbxContent>
                          <w:p w:rsidR="00D60AF9" w:rsidRPr="00D32B83" w:rsidRDefault="00D60AF9" w:rsidP="00D60AF9">
                            <w:pPr>
                              <w:rPr>
                                <w:rFonts w:ascii="Arial" w:hAnsi="Arial" w:cs="Arial"/>
                                <w:sz w:val="18"/>
                                <w:szCs w:val="18"/>
                              </w:rPr>
                            </w:pPr>
                            <w:r w:rsidRPr="00D32B83">
                              <w:rPr>
                                <w:rFonts w:ascii="Arial" w:hAnsi="Arial" w:cs="Arial"/>
                                <w:sz w:val="18"/>
                                <w:szCs w:val="18"/>
                              </w:rPr>
                              <w:t>P</w:t>
                            </w:r>
                            <w:r w:rsidRPr="00D32B83">
                              <w:rPr>
                                <w:rFonts w:ascii="Arial" w:hAnsi="Arial" w:cs="Arial"/>
                                <w:sz w:val="18"/>
                                <w:szCs w:val="18"/>
                                <w:vertAlign w:val="subscript"/>
                              </w:rPr>
                              <w:t>2</w:t>
                            </w:r>
                            <w:r w:rsidRPr="00D32B83">
                              <w:rPr>
                                <w:rFonts w:ascii="Arial" w:hAnsi="Arial" w:cs="Arial"/>
                                <w:sz w:val="18"/>
                                <w:szCs w:val="18"/>
                              </w:rPr>
                              <w:t xml:space="preserve"> = -P</w:t>
                            </w:r>
                            <w:r w:rsidRPr="00D32B83">
                              <w:rPr>
                                <w:rFonts w:ascii="Arial" w:hAnsi="Arial" w:cs="Arial"/>
                                <w:sz w:val="18"/>
                                <w:szCs w:val="18"/>
                                <w:vertAlign w:val="subscript"/>
                              </w:rPr>
                              <w:t>R</w:t>
                            </w:r>
                            <w:r w:rsidRPr="00BA0955">
                              <w:rPr>
                                <w:rFonts w:ascii="Arial" w:hAnsi="Arial" w:cs="Arial"/>
                                <w:sz w:val="16"/>
                                <w:szCs w:val="18"/>
                                <w:vertAlign w:val="superscript"/>
                              </w:rPr>
                              <w:t>2</w:t>
                            </w:r>
                            <w:r w:rsidRPr="00D32B83">
                              <w:rPr>
                                <w:rFonts w:ascii="Arial" w:hAnsi="Arial" w:cs="Arial"/>
                                <w:sz w:val="18"/>
                                <w:szCs w:val="18"/>
                              </w:rPr>
                              <w:t>/P</w:t>
                            </w:r>
                            <w:r w:rsidRPr="00D32B83">
                              <w:rPr>
                                <w:rFonts w:ascii="Arial" w:hAnsi="Arial" w:cs="Arial"/>
                                <w:sz w:val="18"/>
                                <w:szCs w:val="18"/>
                                <w:vertAlign w:val="subscript"/>
                              </w:rPr>
                              <w:t>M</w:t>
                            </w:r>
                            <w:r w:rsidRPr="00BA0955">
                              <w:rPr>
                                <w:rFonts w:ascii="Arial" w:hAnsi="Arial" w:cs="Arial"/>
                                <w:sz w:val="16"/>
                                <w:szCs w:val="18"/>
                                <w:vertAlign w:val="superscript"/>
                              </w:rPr>
                              <w:t>2</w:t>
                            </w:r>
                          </w:p>
                        </w:txbxContent>
                      </v:textbox>
                    </v:shape>
                  </w:pict>
                </mc:Fallback>
              </mc:AlternateContent>
            </w:r>
            <w:r w:rsidRPr="00E152F8">
              <w:rPr>
                <w:rFonts w:ascii="Arial" w:hAnsi="Arial" w:cs="Arial"/>
                <w:noProof/>
                <w:sz w:val="22"/>
                <w:szCs w:val="22"/>
              </w:rPr>
              <mc:AlternateContent>
                <mc:Choice Requires="wps">
                  <w:drawing>
                    <wp:anchor distT="0" distB="0" distL="114300" distR="114300" simplePos="0" relativeHeight="251702272" behindDoc="0" locked="0" layoutInCell="1" allowOverlap="1" wp14:anchorId="724584FB" wp14:editId="700B81E0">
                      <wp:simplePos x="0" y="0"/>
                      <wp:positionH relativeFrom="column">
                        <wp:posOffset>1332230</wp:posOffset>
                      </wp:positionH>
                      <wp:positionV relativeFrom="paragraph">
                        <wp:posOffset>1993265</wp:posOffset>
                      </wp:positionV>
                      <wp:extent cx="1076325" cy="1403985"/>
                      <wp:effectExtent l="0" t="0" r="0" b="0"/>
                      <wp:wrapNone/>
                      <wp:docPr id="2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6325" cy="1403985"/>
                              </a:xfrm>
                              <a:prstGeom prst="rect">
                                <a:avLst/>
                              </a:prstGeom>
                              <a:noFill/>
                              <a:ln w="9525">
                                <a:noFill/>
                                <a:miter lim="800000"/>
                                <a:headEnd/>
                                <a:tailEnd/>
                              </a:ln>
                            </wps:spPr>
                            <wps:txbx>
                              <w:txbxContent>
                                <w:p w:rsidR="00D60AF9" w:rsidRPr="001F3142" w:rsidRDefault="00D60AF9" w:rsidP="00D60AF9">
                                  <w:pPr>
                                    <w:rPr>
                                      <w:rFonts w:ascii="Arial" w:hAnsi="Arial" w:cs="Arial"/>
                                      <w:sz w:val="18"/>
                                      <w:szCs w:val="18"/>
                                    </w:rPr>
                                  </w:pPr>
                                  <w:r w:rsidRPr="001F3142">
                                    <w:rPr>
                                      <w:rFonts w:ascii="Arial" w:hAnsi="Arial" w:cs="Arial"/>
                                      <w:sz w:val="18"/>
                                      <w:szCs w:val="18"/>
                                    </w:rPr>
                                    <w:t>P</w:t>
                                  </w:r>
                                  <w:r w:rsidRPr="001F3142">
                                    <w:rPr>
                                      <w:rFonts w:ascii="Arial" w:hAnsi="Arial" w:cs="Arial"/>
                                      <w:sz w:val="18"/>
                                      <w:szCs w:val="18"/>
                                      <w:vertAlign w:val="subscript"/>
                                    </w:rPr>
                                    <w:t>1</w:t>
                                  </w:r>
                                  <w:r w:rsidRPr="001F3142">
                                    <w:rPr>
                                      <w:rFonts w:ascii="Arial" w:hAnsi="Arial" w:cs="Arial"/>
                                      <w:sz w:val="18"/>
                                      <w:szCs w:val="18"/>
                                    </w:rPr>
                                    <w:t xml:space="preserve"> = -P</w:t>
                                  </w:r>
                                  <w:r w:rsidRPr="001F3142">
                                    <w:rPr>
                                      <w:rFonts w:ascii="Arial" w:hAnsi="Arial" w:cs="Arial"/>
                                      <w:sz w:val="18"/>
                                      <w:szCs w:val="18"/>
                                      <w:vertAlign w:val="subscript"/>
                                    </w:rPr>
                                    <w:t>R</w:t>
                                  </w:r>
                                  <w:r w:rsidRPr="00BA0955">
                                    <w:rPr>
                                      <w:rFonts w:ascii="Arial" w:hAnsi="Arial" w:cs="Arial"/>
                                      <w:sz w:val="16"/>
                                      <w:szCs w:val="18"/>
                                      <w:vertAlign w:val="superscript"/>
                                    </w:rPr>
                                    <w:t>1</w:t>
                                  </w:r>
                                  <w:r w:rsidRPr="001F3142">
                                    <w:rPr>
                                      <w:rFonts w:ascii="Arial" w:hAnsi="Arial" w:cs="Arial"/>
                                      <w:sz w:val="18"/>
                                      <w:szCs w:val="18"/>
                                    </w:rPr>
                                    <w:t>/P</w:t>
                                  </w:r>
                                  <w:r w:rsidRPr="001F3142">
                                    <w:rPr>
                                      <w:rFonts w:ascii="Arial" w:hAnsi="Arial" w:cs="Arial"/>
                                      <w:sz w:val="18"/>
                                      <w:szCs w:val="18"/>
                                      <w:vertAlign w:val="subscript"/>
                                    </w:rPr>
                                    <w:t>M</w:t>
                                  </w:r>
                                  <w:r w:rsidRPr="00BA0955">
                                    <w:rPr>
                                      <w:rFonts w:ascii="Arial" w:hAnsi="Arial" w:cs="Arial"/>
                                      <w:sz w:val="16"/>
                                      <w:szCs w:val="18"/>
                                      <w:vertAlign w:val="superscript"/>
                                    </w:rP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121" type="#_x0000_t202" style="position:absolute;margin-left:104.9pt;margin-top:156.95pt;width:84.75pt;height:110.55pt;z-index:2517022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" filled="f" stroked="f">
                      <v:textbox style="mso-fit-shape-to-text:t">
                        <w:txbxContent>
                          <w:p w:rsidR="00D60AF9" w:rsidRPr="001F3142" w:rsidRDefault="00D60AF9" w:rsidP="00D60AF9">
                            <w:pPr>
                              <w:rPr>
                                <w:rFonts w:ascii="Arial" w:hAnsi="Arial" w:cs="Arial"/>
                                <w:sz w:val="18"/>
                                <w:szCs w:val="18"/>
                              </w:rPr>
                            </w:pPr>
                            <w:r w:rsidRPr="001F3142">
                              <w:rPr>
                                <w:rFonts w:ascii="Arial" w:hAnsi="Arial" w:cs="Arial"/>
                                <w:sz w:val="18"/>
                                <w:szCs w:val="18"/>
                              </w:rPr>
                              <w:t>P</w:t>
                            </w:r>
                            <w:r w:rsidRPr="001F3142">
                              <w:rPr>
                                <w:rFonts w:ascii="Arial" w:hAnsi="Arial" w:cs="Arial"/>
                                <w:sz w:val="18"/>
                                <w:szCs w:val="18"/>
                                <w:vertAlign w:val="subscript"/>
                              </w:rPr>
                              <w:t>1</w:t>
                            </w:r>
                            <w:r w:rsidRPr="001F3142">
                              <w:rPr>
                                <w:rFonts w:ascii="Arial" w:hAnsi="Arial" w:cs="Arial"/>
                                <w:sz w:val="18"/>
                                <w:szCs w:val="18"/>
                              </w:rPr>
                              <w:t xml:space="preserve"> = -P</w:t>
                            </w:r>
                            <w:r w:rsidRPr="001F3142">
                              <w:rPr>
                                <w:rFonts w:ascii="Arial" w:hAnsi="Arial" w:cs="Arial"/>
                                <w:sz w:val="18"/>
                                <w:szCs w:val="18"/>
                                <w:vertAlign w:val="subscript"/>
                              </w:rPr>
                              <w:t>R</w:t>
                            </w:r>
                            <w:r w:rsidRPr="00BA0955">
                              <w:rPr>
                                <w:rFonts w:ascii="Arial" w:hAnsi="Arial" w:cs="Arial"/>
                                <w:sz w:val="16"/>
                                <w:szCs w:val="18"/>
                                <w:vertAlign w:val="superscript"/>
                              </w:rPr>
                              <w:t>1</w:t>
                            </w:r>
                            <w:r w:rsidRPr="001F3142">
                              <w:rPr>
                                <w:rFonts w:ascii="Arial" w:hAnsi="Arial" w:cs="Arial"/>
                                <w:sz w:val="18"/>
                                <w:szCs w:val="18"/>
                              </w:rPr>
                              <w:t>/P</w:t>
                            </w:r>
                            <w:r w:rsidRPr="001F3142">
                              <w:rPr>
                                <w:rFonts w:ascii="Arial" w:hAnsi="Arial" w:cs="Arial"/>
                                <w:sz w:val="18"/>
                                <w:szCs w:val="18"/>
                                <w:vertAlign w:val="subscript"/>
                              </w:rPr>
                              <w:t>M</w:t>
                            </w:r>
                            <w:r w:rsidRPr="00BA0955">
                              <w:rPr>
                                <w:rFonts w:ascii="Arial" w:hAnsi="Arial" w:cs="Arial"/>
                                <w:sz w:val="16"/>
                                <w:szCs w:val="18"/>
                                <w:vertAlign w:val="superscript"/>
                              </w:rPr>
                              <w:t>1</w:t>
                            </w:r>
                          </w:p>
                        </w:txbxContent>
                      </v:textbox>
                    </v:shape>
                  </w:pict>
                </mc:Fallback>
              </mc:AlternateContent>
            </w:r>
            <w:r w:rsidRPr="00E152F8">
              <w:rPr>
                <w:rFonts w:ascii="Arial" w:hAnsi="Arial" w:cs="Arial"/>
                <w:noProof/>
                <w:sz w:val="22"/>
                <w:szCs w:val="22"/>
              </w:rPr>
              <mc:AlternateContent>
                <mc:Choice Requires="wps">
                  <w:drawing>
                    <wp:anchor distT="0" distB="0" distL="114300" distR="114300" simplePos="0" relativeHeight="251701248" behindDoc="0" locked="0" layoutInCell="1" allowOverlap="1" wp14:anchorId="04824F69" wp14:editId="162D2B51">
                      <wp:simplePos x="0" y="0"/>
                      <wp:positionH relativeFrom="column">
                        <wp:posOffset>1689100</wp:posOffset>
                      </wp:positionH>
                      <wp:positionV relativeFrom="paragraph">
                        <wp:posOffset>2343150</wp:posOffset>
                      </wp:positionV>
                      <wp:extent cx="1054735" cy="1403985"/>
                      <wp:effectExtent l="0" t="0" r="0" b="2540"/>
                      <wp:wrapNone/>
                      <wp:docPr id="3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4735" cy="1403985"/>
                              </a:xfrm>
                              <a:prstGeom prst="rect">
                                <a:avLst/>
                              </a:prstGeom>
                              <a:noFill/>
                              <a:ln w="9525">
                                <a:noFill/>
                                <a:miter lim="800000"/>
                                <a:headEnd/>
                                <a:tailEnd/>
                              </a:ln>
                            </wps:spPr>
                            <wps:txbx>
                              <w:txbxContent>
                                <w:p w:rsidR="00D60AF9" w:rsidRPr="001F3142" w:rsidRDefault="00D60AF9" w:rsidP="00D60AF9">
                                  <w:pPr>
                                    <w:jc w:val="center"/>
                                    <w:rPr>
                                      <w:rFonts w:ascii="Arial" w:hAnsi="Arial" w:cs="Arial"/>
                                      <w:sz w:val="18"/>
                                      <w:szCs w:val="18"/>
                                    </w:rPr>
                                  </w:pPr>
                                  <w:r w:rsidRPr="001F3142">
                                    <w:rPr>
                                      <w:rFonts w:ascii="Arial" w:hAnsi="Arial" w:cs="Arial"/>
                                      <w:sz w:val="18"/>
                                      <w:szCs w:val="18"/>
                                    </w:rPr>
                                    <w:t>Output of resources, Q</w:t>
                                  </w:r>
                                  <w:r>
                                    <w:rPr>
                                      <w:rFonts w:ascii="Arial" w:hAnsi="Arial" w:cs="Arial"/>
                                      <w:sz w:val="18"/>
                                      <w:szCs w:val="18"/>
                                      <w:vertAlign w:val="subscript"/>
                                    </w:rPr>
                                    <w:t>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122" type="#_x0000_t202" style="position:absolute;margin-left:133pt;margin-top:184.5pt;width:83.05pt;height:110.55pt;z-index:2517012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" filled="f" stroked="f">
                      <v:textbox style="mso-fit-shape-to-text:t">
                        <w:txbxContent>
                          <w:p w:rsidR="00D60AF9" w:rsidRPr="001F3142" w:rsidRDefault="00D60AF9" w:rsidP="00D60AF9">
                            <w:pPr>
                              <w:jc w:val="center"/>
                              <w:rPr>
                                <w:rFonts w:ascii="Arial" w:hAnsi="Arial" w:cs="Arial"/>
                                <w:sz w:val="18"/>
                                <w:szCs w:val="18"/>
                              </w:rPr>
                            </w:pPr>
                            <w:r w:rsidRPr="001F3142">
                              <w:rPr>
                                <w:rFonts w:ascii="Arial" w:hAnsi="Arial" w:cs="Arial"/>
                                <w:sz w:val="18"/>
                                <w:szCs w:val="18"/>
                              </w:rPr>
                              <w:t>Output of resources, Q</w:t>
                            </w:r>
                            <w:r>
                              <w:rPr>
                                <w:rFonts w:ascii="Arial" w:hAnsi="Arial" w:cs="Arial"/>
                                <w:sz w:val="18"/>
                                <w:szCs w:val="18"/>
                                <w:vertAlign w:val="subscript"/>
                              </w:rPr>
                              <w:t>R</w:t>
                            </w:r>
                          </w:p>
                        </w:txbxContent>
                      </v:textbox>
                    </v:shape>
                  </w:pict>
                </mc:Fallback>
              </mc:AlternateContent>
            </w:r>
            <w:r w:rsidRPr="00E152F8">
              <w:rPr>
                <w:rFonts w:ascii="Arial" w:hAnsi="Arial" w:cs="Arial"/>
                <w:noProof/>
                <w:sz w:val="22"/>
                <w:szCs w:val="22"/>
              </w:rPr>
              <mc:AlternateContent>
                <mc:Choice Requires="wps">
                  <w:drawing>
                    <wp:anchor distT="0" distB="0" distL="114300" distR="114300" simplePos="0" relativeHeight="251717632" behindDoc="0" locked="0" layoutInCell="1" allowOverlap="1" wp14:anchorId="5DE3706E" wp14:editId="795D1A07">
                      <wp:simplePos x="0" y="0"/>
                      <wp:positionH relativeFrom="column">
                        <wp:posOffset>1007745</wp:posOffset>
                      </wp:positionH>
                      <wp:positionV relativeFrom="paragraph">
                        <wp:posOffset>1990090</wp:posOffset>
                      </wp:positionV>
                      <wp:extent cx="290830" cy="1403985"/>
                      <wp:effectExtent l="0" t="0" r="0" b="2540"/>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830" cy="1403985"/>
                              </a:xfrm>
                              <a:prstGeom prst="rect">
                                <a:avLst/>
                              </a:prstGeom>
                              <a:noFill/>
                              <a:ln w="9525">
                                <a:noFill/>
                                <a:miter lim="800000"/>
                                <a:headEnd/>
                                <a:tailEnd/>
                              </a:ln>
                            </wps:spPr>
                            <wps:txbx>
                              <w:txbxContent>
                                <w:p w:rsidR="00D60AF9" w:rsidRPr="00C27544" w:rsidRDefault="00D60AF9" w:rsidP="00D60AF9">
                                  <w:pPr>
                                    <w:rPr>
                                      <w:rFonts w:ascii="Arial" w:hAnsi="Arial" w:cs="Arial"/>
                                      <w:sz w:val="18"/>
                                      <w:szCs w:val="18"/>
                                    </w:rPr>
                                  </w:pPr>
                                  <w:r w:rsidRPr="00C27544">
                                    <w:rPr>
                                      <w:rFonts w:ascii="Arial" w:hAnsi="Arial" w:cs="Arial"/>
                                      <w:sz w:val="18"/>
                                      <w:szCs w:val="18"/>
                                    </w:rPr>
                                    <w:t>C</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123" type="#_x0000_t202" style="position:absolute;margin-left:79.35pt;margin-top:156.7pt;width:22.9pt;height:110.55pt;z-index:2517176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" filled="f" stroked="f">
                      <v:textbox style="mso-fit-shape-to-text:t">
                        <w:txbxContent>
                          <w:p w:rsidR="00D60AF9" w:rsidRPr="00C27544" w:rsidRDefault="00D60AF9" w:rsidP="00D60AF9">
                            <w:pPr>
                              <w:rPr>
                                <w:rFonts w:ascii="Arial" w:hAnsi="Arial" w:cs="Arial"/>
                                <w:sz w:val="18"/>
                                <w:szCs w:val="18"/>
                              </w:rPr>
                            </w:pPr>
                            <w:r w:rsidRPr="00C27544">
                              <w:rPr>
                                <w:rFonts w:ascii="Arial" w:hAnsi="Arial" w:cs="Arial"/>
                                <w:sz w:val="18"/>
                                <w:szCs w:val="18"/>
                              </w:rPr>
                              <w:t>C</w:t>
                            </w:r>
                          </w:p>
                        </w:txbxContent>
                      </v:textbox>
                    </v:shape>
                  </w:pict>
                </mc:Fallback>
              </mc:AlternateContent>
            </w:r>
            <w:r w:rsidRPr="00E152F8">
              <w:rPr>
                <w:rFonts w:ascii="Arial" w:hAnsi="Arial" w:cs="Arial"/>
                <w:noProof/>
                <w:sz w:val="22"/>
                <w:szCs w:val="22"/>
              </w:rPr>
              <mc:AlternateContent>
                <mc:Choice Requires="wpc">
                  <w:drawing>
                    <wp:anchor distT="0" distB="0" distL="114300" distR="114300" simplePos="0" relativeHeight="251708416" behindDoc="1" locked="0" layoutInCell="1" allowOverlap="1" wp14:anchorId="03BC783B" wp14:editId="705D224F">
                      <wp:simplePos x="0" y="0"/>
                      <wp:positionH relativeFrom="column">
                        <wp:posOffset>9525</wp:posOffset>
                      </wp:positionH>
                      <wp:positionV relativeFrom="paragraph">
                        <wp:posOffset>608330</wp:posOffset>
                      </wp:positionV>
                      <wp:extent cx="2642235" cy="2019300"/>
                      <wp:effectExtent l="0" t="0" r="0" b="0"/>
                      <wp:wrapTight wrapText="bothSides">
                        <wp:wrapPolygon edited="1">
                          <wp:start x="1090" y="3260"/>
                          <wp:lineTo x="1090" y="19358"/>
                          <wp:lineTo x="18065" y="19358"/>
                          <wp:lineTo x="18221" y="18747"/>
                          <wp:lineTo x="10901" y="16709"/>
                          <wp:lineTo x="11680" y="16709"/>
                          <wp:lineTo x="11213" y="15691"/>
                          <wp:lineTo x="9500" y="13449"/>
                          <wp:lineTo x="9655" y="11615"/>
                          <wp:lineTo x="9188" y="10596"/>
                          <wp:lineTo x="10745" y="9985"/>
                          <wp:lineTo x="10590" y="9577"/>
                          <wp:lineTo x="11068" y="5908"/>
                          <wp:lineTo x="5451" y="3260"/>
                          <wp:lineTo x="1090" y="3260"/>
                        </wp:wrapPolygon>
                      </wp:wrapTight>
                      <wp:docPr id="315" name="Canvas 315" descr="Figure 1.1, panel D. This panel shows a change in the economy's equilibrium, as a result of an increase in demand by overseas markets for Australia's natural resources."/>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92" name="Straight Connector 292"/>
                              <wps:cNvCnPr/>
                              <wps:spPr>
                                <a:xfrm>
                                  <a:off x="179514" y="335139"/>
                                  <a:ext cx="0" cy="1413673"/>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3" name="Straight Connector 293"/>
                              <wps:cNvCnPr/>
                              <wps:spPr>
                                <a:xfrm>
                                  <a:off x="179492" y="1743075"/>
                                  <a:ext cx="1997116" cy="12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4" name="Arc 33"/>
                              <wps:cNvSpPr/>
                              <wps:spPr>
                                <a:xfrm>
                                  <a:off x="179444" y="618959"/>
                                  <a:ext cx="2030321" cy="1122630"/>
                                </a:xfrm>
                                <a:custGeom>
                                  <a:avLst/>
                                  <a:gdLst>
                                    <a:gd name="connsiteX0" fmla="*/ 734742 w 1469484"/>
                                    <a:gd name="connsiteY0" fmla="*/ 0 h 1037664"/>
                                    <a:gd name="connsiteX1" fmla="*/ 1469484 w 1469484"/>
                                    <a:gd name="connsiteY1" fmla="*/ 518832 h 1037664"/>
                                    <a:gd name="connsiteX2" fmla="*/ 734742 w 1469484"/>
                                    <a:gd name="connsiteY2" fmla="*/ 518832 h 1037664"/>
                                    <a:gd name="connsiteX3" fmla="*/ 734742 w 1469484"/>
                                    <a:gd name="connsiteY3" fmla="*/ 0 h 1037664"/>
                                    <a:gd name="connsiteX0" fmla="*/ 734742 w 1469484"/>
                                    <a:gd name="connsiteY0" fmla="*/ 0 h 1037664"/>
                                    <a:gd name="connsiteX1" fmla="*/ 1469484 w 1469484"/>
                                    <a:gd name="connsiteY1" fmla="*/ 518832 h 1037664"/>
                                    <a:gd name="connsiteX0" fmla="*/ 1065865 w 1800607"/>
                                    <a:gd name="connsiteY0" fmla="*/ 140245 h 659077"/>
                                    <a:gd name="connsiteX1" fmla="*/ 1800607 w 1800607"/>
                                    <a:gd name="connsiteY1" fmla="*/ 659077 h 659077"/>
                                    <a:gd name="connsiteX2" fmla="*/ 1065865 w 1800607"/>
                                    <a:gd name="connsiteY2" fmla="*/ 659077 h 659077"/>
                                    <a:gd name="connsiteX3" fmla="*/ 1065865 w 1800607"/>
                                    <a:gd name="connsiteY3" fmla="*/ 140245 h 659077"/>
                                    <a:gd name="connsiteX0" fmla="*/ 0 w 1800607"/>
                                    <a:gd name="connsiteY0" fmla="*/ 0 h 659077"/>
                                    <a:gd name="connsiteX1" fmla="*/ 1800607 w 1800607"/>
                                    <a:gd name="connsiteY1" fmla="*/ 659077 h 659077"/>
                                    <a:gd name="connsiteX0" fmla="*/ 1065865 w 1800607"/>
                                    <a:gd name="connsiteY0" fmla="*/ 140245 h 1124692"/>
                                    <a:gd name="connsiteX1" fmla="*/ 1800607 w 1800607"/>
                                    <a:gd name="connsiteY1" fmla="*/ 659077 h 1124692"/>
                                    <a:gd name="connsiteX2" fmla="*/ 1065865 w 1800607"/>
                                    <a:gd name="connsiteY2" fmla="*/ 659077 h 1124692"/>
                                    <a:gd name="connsiteX3" fmla="*/ 1065865 w 1800607"/>
                                    <a:gd name="connsiteY3" fmla="*/ 140245 h 1124692"/>
                                    <a:gd name="connsiteX0" fmla="*/ 0 w 1800607"/>
                                    <a:gd name="connsiteY0" fmla="*/ 0 h 1124692"/>
                                    <a:gd name="connsiteX1" fmla="*/ 1643531 w 1800607"/>
                                    <a:gd name="connsiteY1" fmla="*/ 1124692 h 1124692"/>
                                    <a:gd name="connsiteX0" fmla="*/ 1077084 w 1811826"/>
                                    <a:gd name="connsiteY0" fmla="*/ 0 h 984447"/>
                                    <a:gd name="connsiteX1" fmla="*/ 1811826 w 1811826"/>
                                    <a:gd name="connsiteY1" fmla="*/ 518832 h 984447"/>
                                    <a:gd name="connsiteX2" fmla="*/ 1077084 w 1811826"/>
                                    <a:gd name="connsiteY2" fmla="*/ 518832 h 984447"/>
                                    <a:gd name="connsiteX3" fmla="*/ 1077084 w 1811826"/>
                                    <a:gd name="connsiteY3" fmla="*/ 0 h 984447"/>
                                    <a:gd name="connsiteX0" fmla="*/ 0 w 1811826"/>
                                    <a:gd name="connsiteY0" fmla="*/ 224393 h 984447"/>
                                    <a:gd name="connsiteX1" fmla="*/ 1654750 w 1811826"/>
                                    <a:gd name="connsiteY1" fmla="*/ 984447 h 984447"/>
                                    <a:gd name="connsiteX0" fmla="*/ 1077084 w 1811826"/>
                                    <a:gd name="connsiteY0" fmla="*/ 0 h 1006885"/>
                                    <a:gd name="connsiteX1" fmla="*/ 1811826 w 1811826"/>
                                    <a:gd name="connsiteY1" fmla="*/ 518832 h 1006885"/>
                                    <a:gd name="connsiteX2" fmla="*/ 1077084 w 1811826"/>
                                    <a:gd name="connsiteY2" fmla="*/ 518832 h 1006885"/>
                                    <a:gd name="connsiteX3" fmla="*/ 1077084 w 1811826"/>
                                    <a:gd name="connsiteY3" fmla="*/ 0 h 1006885"/>
                                    <a:gd name="connsiteX0" fmla="*/ 0 w 1811826"/>
                                    <a:gd name="connsiteY0" fmla="*/ 224393 h 1006885"/>
                                    <a:gd name="connsiteX1" fmla="*/ 947913 w 1811826"/>
                                    <a:gd name="connsiteY1" fmla="*/ 1006885 h 1006885"/>
                                    <a:gd name="connsiteX0" fmla="*/ 1929776 w 2083915"/>
                                    <a:gd name="connsiteY0" fmla="*/ 0 h 1074203"/>
                                    <a:gd name="connsiteX1" fmla="*/ 1811826 w 2083915"/>
                                    <a:gd name="connsiteY1" fmla="*/ 586150 h 1074203"/>
                                    <a:gd name="connsiteX2" fmla="*/ 1077084 w 2083915"/>
                                    <a:gd name="connsiteY2" fmla="*/ 586150 h 1074203"/>
                                    <a:gd name="connsiteX3" fmla="*/ 1929776 w 2083915"/>
                                    <a:gd name="connsiteY3" fmla="*/ 0 h 1074203"/>
                                    <a:gd name="connsiteX0" fmla="*/ 0 w 2083915"/>
                                    <a:gd name="connsiteY0" fmla="*/ 291711 h 1074203"/>
                                    <a:gd name="connsiteX1" fmla="*/ 947913 w 2083915"/>
                                    <a:gd name="connsiteY1" fmla="*/ 1074203 h 1074203"/>
                                    <a:gd name="connsiteX0" fmla="*/ 1929776 w 1929776"/>
                                    <a:gd name="connsiteY0" fmla="*/ 0 h 1074203"/>
                                    <a:gd name="connsiteX1" fmla="*/ 1077084 w 1929776"/>
                                    <a:gd name="connsiteY1" fmla="*/ 586150 h 1074203"/>
                                    <a:gd name="connsiteX2" fmla="*/ 1929776 w 1929776"/>
                                    <a:gd name="connsiteY2" fmla="*/ 0 h 1074203"/>
                                    <a:gd name="connsiteX0" fmla="*/ 0 w 1929776"/>
                                    <a:gd name="connsiteY0" fmla="*/ 291711 h 1074203"/>
                                    <a:gd name="connsiteX1" fmla="*/ 947913 w 1929776"/>
                                    <a:gd name="connsiteY1" fmla="*/ 1074203 h 1074203"/>
                                    <a:gd name="connsiteX0" fmla="*/ 1077084 w 1929776"/>
                                    <a:gd name="connsiteY0" fmla="*/ 586150 h 1074203"/>
                                    <a:gd name="connsiteX1" fmla="*/ 1929776 w 1929776"/>
                                    <a:gd name="connsiteY1" fmla="*/ 0 h 1074203"/>
                                    <a:gd name="connsiteX2" fmla="*/ 1168506 w 1929776"/>
                                    <a:gd name="connsiteY2" fmla="*/ 679267 h 1074203"/>
                                    <a:gd name="connsiteX0" fmla="*/ 0 w 1929776"/>
                                    <a:gd name="connsiteY0" fmla="*/ 291711 h 1074203"/>
                                    <a:gd name="connsiteX1" fmla="*/ 947913 w 1929776"/>
                                    <a:gd name="connsiteY1" fmla="*/ 1074203 h 1074203"/>
                                    <a:gd name="connsiteX0" fmla="*/ 1077084 w 1929776"/>
                                    <a:gd name="connsiteY0" fmla="*/ 586150 h 1074203"/>
                                    <a:gd name="connsiteX1" fmla="*/ 1929776 w 1929776"/>
                                    <a:gd name="connsiteY1" fmla="*/ 0 h 1074203"/>
                                    <a:gd name="connsiteX0" fmla="*/ 0 w 1929776"/>
                                    <a:gd name="connsiteY0" fmla="*/ 291711 h 1074203"/>
                                    <a:gd name="connsiteX1" fmla="*/ 947913 w 1929776"/>
                                    <a:gd name="connsiteY1" fmla="*/ 1074203 h 1074203"/>
                                    <a:gd name="connsiteX0" fmla="*/ 1077084 w 1929776"/>
                                    <a:gd name="connsiteY0" fmla="*/ 586150 h 1074203"/>
                                    <a:gd name="connsiteX1" fmla="*/ 1929776 w 1929776"/>
                                    <a:gd name="connsiteY1" fmla="*/ 0 h 1074203"/>
                                    <a:gd name="connsiteX0" fmla="*/ 0 w 1929776"/>
                                    <a:gd name="connsiteY0" fmla="*/ 291711 h 1074203"/>
                                    <a:gd name="connsiteX1" fmla="*/ 947913 w 1929776"/>
                                    <a:gd name="connsiteY1" fmla="*/ 1074203 h 1074203"/>
                                    <a:gd name="connsiteX0" fmla="*/ 1077084 w 1929776"/>
                                    <a:gd name="connsiteY0" fmla="*/ 586150 h 1074203"/>
                                    <a:gd name="connsiteX1" fmla="*/ 1929776 w 1929776"/>
                                    <a:gd name="connsiteY1" fmla="*/ 0 h 1074203"/>
                                    <a:gd name="connsiteX0" fmla="*/ 0 w 1929776"/>
                                    <a:gd name="connsiteY0" fmla="*/ 291711 h 1074203"/>
                                    <a:gd name="connsiteX1" fmla="*/ 947913 w 1929776"/>
                                    <a:gd name="connsiteY1" fmla="*/ 1074203 h 1074203"/>
                                    <a:gd name="connsiteX0" fmla="*/ 1077084 w 1929776"/>
                                    <a:gd name="connsiteY0" fmla="*/ 586150 h 1074203"/>
                                    <a:gd name="connsiteX1" fmla="*/ 1929776 w 1929776"/>
                                    <a:gd name="connsiteY1" fmla="*/ 0 h 1074203"/>
                                    <a:gd name="connsiteX0" fmla="*/ 0 w 1929776"/>
                                    <a:gd name="connsiteY0" fmla="*/ 291711 h 1074203"/>
                                    <a:gd name="connsiteX1" fmla="*/ 947913 w 1929776"/>
                                    <a:gd name="connsiteY1" fmla="*/ 1074203 h 1074203"/>
                                    <a:gd name="connsiteX0" fmla="*/ 1077084 w 1991333"/>
                                    <a:gd name="connsiteY0" fmla="*/ 632896 h 1120949"/>
                                    <a:gd name="connsiteX1" fmla="*/ 1929776 w 1991333"/>
                                    <a:gd name="connsiteY1" fmla="*/ 46746 h 1120949"/>
                                    <a:gd name="connsiteX2" fmla="*/ 1924103 w 1991333"/>
                                    <a:gd name="connsiteY2" fmla="*/ 35637 h 1120949"/>
                                    <a:gd name="connsiteX0" fmla="*/ 0 w 1991333"/>
                                    <a:gd name="connsiteY0" fmla="*/ 338457 h 1120949"/>
                                    <a:gd name="connsiteX1" fmla="*/ 947913 w 1991333"/>
                                    <a:gd name="connsiteY1" fmla="*/ 1120949 h 1120949"/>
                                    <a:gd name="connsiteX0" fmla="*/ 1077084 w 1943959"/>
                                    <a:gd name="connsiteY0" fmla="*/ 645419 h 1133472"/>
                                    <a:gd name="connsiteX1" fmla="*/ 1929776 w 1943959"/>
                                    <a:gd name="connsiteY1" fmla="*/ 59269 h 1133472"/>
                                    <a:gd name="connsiteX2" fmla="*/ 1110679 w 1943959"/>
                                    <a:gd name="connsiteY2" fmla="*/ 13879 h 1133472"/>
                                    <a:gd name="connsiteX0" fmla="*/ 0 w 1943959"/>
                                    <a:gd name="connsiteY0" fmla="*/ 350980 h 1133472"/>
                                    <a:gd name="connsiteX1" fmla="*/ 947913 w 1943959"/>
                                    <a:gd name="connsiteY1" fmla="*/ 1133472 h 1133472"/>
                                    <a:gd name="connsiteX0" fmla="*/ 1077084 w 1929776"/>
                                    <a:gd name="connsiteY0" fmla="*/ 586150 h 1074203"/>
                                    <a:gd name="connsiteX1" fmla="*/ 1929776 w 1929776"/>
                                    <a:gd name="connsiteY1" fmla="*/ 0 h 1074203"/>
                                    <a:gd name="connsiteX0" fmla="*/ 0 w 1929776"/>
                                    <a:gd name="connsiteY0" fmla="*/ 291711 h 1074203"/>
                                    <a:gd name="connsiteX1" fmla="*/ 947913 w 1929776"/>
                                    <a:gd name="connsiteY1" fmla="*/ 1074203 h 1074203"/>
                                    <a:gd name="connsiteX0" fmla="*/ 1077084 w 1929776"/>
                                    <a:gd name="connsiteY0" fmla="*/ 586150 h 1074203"/>
                                    <a:gd name="connsiteX1" fmla="*/ 1929776 w 1929776"/>
                                    <a:gd name="connsiteY1" fmla="*/ 0 h 1074203"/>
                                    <a:gd name="connsiteX0" fmla="*/ 0 w 1929776"/>
                                    <a:gd name="connsiteY0" fmla="*/ 291711 h 1074203"/>
                                    <a:gd name="connsiteX1" fmla="*/ 947913 w 1929776"/>
                                    <a:gd name="connsiteY1" fmla="*/ 1074203 h 1074203"/>
                                    <a:gd name="connsiteX0" fmla="*/ 1077084 w 1929776"/>
                                    <a:gd name="connsiteY0" fmla="*/ 586150 h 1085629"/>
                                    <a:gd name="connsiteX1" fmla="*/ 1929776 w 1929776"/>
                                    <a:gd name="connsiteY1" fmla="*/ 0 h 1085629"/>
                                    <a:gd name="connsiteX0" fmla="*/ 0 w 1929776"/>
                                    <a:gd name="connsiteY0" fmla="*/ 291711 h 1085629"/>
                                    <a:gd name="connsiteX1" fmla="*/ 1060109 w 1929776"/>
                                    <a:gd name="connsiteY1" fmla="*/ 1085629 h 1085629"/>
                                    <a:gd name="connsiteX0" fmla="*/ 1065864 w 1918556"/>
                                    <a:gd name="connsiteY0" fmla="*/ 586150 h 1085629"/>
                                    <a:gd name="connsiteX1" fmla="*/ 1918556 w 1918556"/>
                                    <a:gd name="connsiteY1" fmla="*/ 0 h 1085629"/>
                                    <a:gd name="connsiteX0" fmla="*/ 0 w 1918556"/>
                                    <a:gd name="connsiteY0" fmla="*/ 223149 h 1085629"/>
                                    <a:gd name="connsiteX1" fmla="*/ 1048889 w 1918556"/>
                                    <a:gd name="connsiteY1" fmla="*/ 1085629 h 1085629"/>
                                    <a:gd name="connsiteX0" fmla="*/ 1065864 w 1918556"/>
                                    <a:gd name="connsiteY0" fmla="*/ 586150 h 1085629"/>
                                    <a:gd name="connsiteX1" fmla="*/ 1918556 w 1918556"/>
                                    <a:gd name="connsiteY1" fmla="*/ 0 h 1085629"/>
                                    <a:gd name="connsiteX0" fmla="*/ 0 w 1918556"/>
                                    <a:gd name="connsiteY0" fmla="*/ 223149 h 1085629"/>
                                    <a:gd name="connsiteX1" fmla="*/ 1048889 w 1918556"/>
                                    <a:gd name="connsiteY1" fmla="*/ 1085629 h 1085629"/>
                                    <a:gd name="connsiteX0" fmla="*/ 1065864 w 1982736"/>
                                    <a:gd name="connsiteY0" fmla="*/ 586150 h 1085629"/>
                                    <a:gd name="connsiteX1" fmla="*/ 1952528 w 1982736"/>
                                    <a:gd name="connsiteY1" fmla="*/ 468828 h 1085629"/>
                                    <a:gd name="connsiteX2" fmla="*/ 1918556 w 1982736"/>
                                    <a:gd name="connsiteY2" fmla="*/ 0 h 1085629"/>
                                    <a:gd name="connsiteX0" fmla="*/ 0 w 1982736"/>
                                    <a:gd name="connsiteY0" fmla="*/ 223149 h 1085629"/>
                                    <a:gd name="connsiteX1" fmla="*/ 1048889 w 1982736"/>
                                    <a:gd name="connsiteY1" fmla="*/ 1085629 h 1085629"/>
                                    <a:gd name="connsiteX0" fmla="*/ 1065864 w 1982736"/>
                                    <a:gd name="connsiteY0" fmla="*/ 586150 h 1085629"/>
                                    <a:gd name="connsiteX1" fmla="*/ 1952528 w 1982736"/>
                                    <a:gd name="connsiteY1" fmla="*/ 468828 h 1085629"/>
                                    <a:gd name="connsiteX2" fmla="*/ 1918556 w 1982736"/>
                                    <a:gd name="connsiteY2" fmla="*/ 0 h 1085629"/>
                                    <a:gd name="connsiteX0" fmla="*/ 0 w 1982736"/>
                                    <a:gd name="connsiteY0" fmla="*/ 223149 h 1085629"/>
                                    <a:gd name="connsiteX1" fmla="*/ 1048889 w 1982736"/>
                                    <a:gd name="connsiteY1" fmla="*/ 1085629 h 1085629"/>
                                    <a:gd name="connsiteX0" fmla="*/ 1065864 w 1918556"/>
                                    <a:gd name="connsiteY0" fmla="*/ 586150 h 1085629"/>
                                    <a:gd name="connsiteX1" fmla="*/ 987641 w 1918556"/>
                                    <a:gd name="connsiteY1" fmla="*/ 365984 h 1085629"/>
                                    <a:gd name="connsiteX2" fmla="*/ 1918556 w 1918556"/>
                                    <a:gd name="connsiteY2" fmla="*/ 0 h 1085629"/>
                                    <a:gd name="connsiteX0" fmla="*/ 0 w 1918556"/>
                                    <a:gd name="connsiteY0" fmla="*/ 223149 h 1085629"/>
                                    <a:gd name="connsiteX1" fmla="*/ 1048889 w 1918556"/>
                                    <a:gd name="connsiteY1" fmla="*/ 1085629 h 1085629"/>
                                    <a:gd name="connsiteX0" fmla="*/ 1065864 w 1918556"/>
                                    <a:gd name="connsiteY0" fmla="*/ 597261 h 1096740"/>
                                    <a:gd name="connsiteX1" fmla="*/ 1655209 w 1918556"/>
                                    <a:gd name="connsiteY1" fmla="*/ 0 h 1096740"/>
                                    <a:gd name="connsiteX2" fmla="*/ 1918556 w 1918556"/>
                                    <a:gd name="connsiteY2" fmla="*/ 11111 h 1096740"/>
                                    <a:gd name="connsiteX0" fmla="*/ 0 w 1918556"/>
                                    <a:gd name="connsiteY0" fmla="*/ 234260 h 1096740"/>
                                    <a:gd name="connsiteX1" fmla="*/ 1048889 w 1918556"/>
                                    <a:gd name="connsiteY1" fmla="*/ 1096740 h 1096740"/>
                                    <a:gd name="connsiteX0" fmla="*/ 1065864 w 1918556"/>
                                    <a:gd name="connsiteY0" fmla="*/ 597261 h 1096740"/>
                                    <a:gd name="connsiteX1" fmla="*/ 1655209 w 1918556"/>
                                    <a:gd name="connsiteY1" fmla="*/ 0 h 1096740"/>
                                    <a:gd name="connsiteX2" fmla="*/ 1918556 w 1918556"/>
                                    <a:gd name="connsiteY2" fmla="*/ 11111 h 1096740"/>
                                    <a:gd name="connsiteX0" fmla="*/ 0 w 1918556"/>
                                    <a:gd name="connsiteY0" fmla="*/ 234260 h 1096740"/>
                                    <a:gd name="connsiteX1" fmla="*/ 1048889 w 1918556"/>
                                    <a:gd name="connsiteY1" fmla="*/ 1096740 h 1096740"/>
                                  </a:gdLst>
                                  <a:ahLst/>
                                  <a:cxnLst>
                                    <a:cxn ang="0">
                                      <a:pos x="connsiteX0" y="connsiteY0"/>
                                    </a:cxn>
                                    <a:cxn ang="0">
                                      <a:pos x="connsiteX1" y="connsiteY1"/>
                                    </a:cxn>
                                  </a:cxnLst>
                                  <a:rect l="l" t="t" r="r" b="b"/>
                                  <a:pathLst>
                                    <a:path w="1918556" h="1096740" stroke="0" extrusionOk="0">
                                      <a:moveTo>
                                        <a:pt x="1065864" y="597261"/>
                                      </a:moveTo>
                                      <a:cubicBezTo>
                                        <a:pt x="1171568" y="569137"/>
                                        <a:pt x="1556739" y="515093"/>
                                        <a:pt x="1655209" y="0"/>
                                      </a:cubicBezTo>
                                      <a:cubicBezTo>
                                        <a:pt x="1804492" y="430444"/>
                                        <a:pt x="1634325" y="206494"/>
                                        <a:pt x="1918556" y="11111"/>
                                      </a:cubicBezTo>
                                    </a:path>
                                    <a:path w="1918556" h="1096740" fill="none">
                                      <a:moveTo>
                                        <a:pt x="0" y="234260"/>
                                      </a:moveTo>
                                      <a:cubicBezTo>
                                        <a:pt x="405787" y="234260"/>
                                        <a:pt x="990427" y="500127"/>
                                        <a:pt x="1048889" y="1096740"/>
                                      </a:cubicBezTo>
                                    </a:path>
                                  </a:pathLst>
                                </a:custGeom>
                                <a:ln w="19050">
                                  <a:solidFill>
                                    <a:srgbClr val="86A20B"/>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5" name="Straight Connector 295"/>
                              <wps:cNvCnPr/>
                              <wps:spPr>
                                <a:xfrm flipH="1">
                                  <a:off x="182013" y="1191753"/>
                                  <a:ext cx="840728" cy="4334"/>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297" name="Straight Connector 297"/>
                              <wps:cNvCnPr/>
                              <wps:spPr>
                                <a:xfrm>
                                  <a:off x="610438" y="775039"/>
                                  <a:ext cx="0" cy="972559"/>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298" name="Straight Connector 298"/>
                              <wps:cNvCnPr/>
                              <wps:spPr>
                                <a:xfrm>
                                  <a:off x="363287" y="518983"/>
                                  <a:ext cx="1023726" cy="1023638"/>
                                </a:xfrm>
                                <a:prstGeom prst="line">
                                  <a:avLst/>
                                </a:prstGeom>
                                <a:ln w="12700">
                                  <a:solidFill>
                                    <a:srgbClr val="604A7B"/>
                                  </a:solidFill>
                                </a:ln>
                              </wps:spPr>
                              <wps:style>
                                <a:lnRef idx="1">
                                  <a:schemeClr val="accent1"/>
                                </a:lnRef>
                                <a:fillRef idx="0">
                                  <a:schemeClr val="accent1"/>
                                </a:fillRef>
                                <a:effectRef idx="0">
                                  <a:schemeClr val="accent1"/>
                                </a:effectRef>
                                <a:fontRef idx="minor">
                                  <a:schemeClr val="tx1"/>
                                </a:fontRef>
                              </wps:style>
                              <wps:bodyPr/>
                            </wps:wsp>
                            <wps:wsp>
                              <wps:cNvPr id="299" name="Straight Connector 299"/>
                              <wps:cNvCnPr/>
                              <wps:spPr>
                                <a:xfrm flipH="1">
                                  <a:off x="184971" y="774089"/>
                                  <a:ext cx="432867"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00" name="Straight Connector 300"/>
                              <wps:cNvCnPr/>
                              <wps:spPr>
                                <a:xfrm>
                                  <a:off x="1023026" y="1203711"/>
                                  <a:ext cx="4350" cy="543887"/>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01" name="Straight Connector 301"/>
                              <wps:cNvCnPr/>
                              <wps:spPr>
                                <a:xfrm>
                                  <a:off x="571941" y="361231"/>
                                  <a:ext cx="801338" cy="1347278"/>
                                </a:xfrm>
                                <a:prstGeom prst="line">
                                  <a:avLst/>
                                </a:prstGeom>
                                <a:ln w="12700">
                                  <a:solidFill>
                                    <a:srgbClr val="604A7B"/>
                                  </a:solidFill>
                                </a:ln>
                              </wps:spPr>
                              <wps:style>
                                <a:lnRef idx="1">
                                  <a:schemeClr val="accent1"/>
                                </a:lnRef>
                                <a:fillRef idx="0">
                                  <a:schemeClr val="accent1"/>
                                </a:fillRef>
                                <a:effectRef idx="0">
                                  <a:schemeClr val="accent1"/>
                                </a:effectRef>
                                <a:fontRef idx="minor">
                                  <a:schemeClr val="tx1"/>
                                </a:fontRef>
                              </wps:style>
                              <wps:bodyPr/>
                            </wps:wsp>
                            <wps:wsp>
                              <wps:cNvPr id="4" name="Arc 4"/>
                              <wps:cNvSpPr/>
                              <wps:spPr>
                                <a:xfrm rot="10645197">
                                  <a:off x="468699" y="442951"/>
                                  <a:ext cx="708595" cy="595992"/>
                                </a:xfrm>
                                <a:custGeom>
                                  <a:avLst/>
                                  <a:gdLst>
                                    <a:gd name="connsiteX0" fmla="*/ 510060 w 1020121"/>
                                    <a:gd name="connsiteY0" fmla="*/ 0 h 826399"/>
                                    <a:gd name="connsiteX1" fmla="*/ 1020121 w 1020121"/>
                                    <a:gd name="connsiteY1" fmla="*/ 413200 h 826399"/>
                                    <a:gd name="connsiteX2" fmla="*/ 510061 w 1020121"/>
                                    <a:gd name="connsiteY2" fmla="*/ 413200 h 826399"/>
                                    <a:gd name="connsiteX3" fmla="*/ 510060 w 1020121"/>
                                    <a:gd name="connsiteY3" fmla="*/ 0 h 826399"/>
                                    <a:gd name="connsiteX0" fmla="*/ 510060 w 1020121"/>
                                    <a:gd name="connsiteY0" fmla="*/ 0 h 826399"/>
                                    <a:gd name="connsiteX1" fmla="*/ 1020121 w 1020121"/>
                                    <a:gd name="connsiteY1" fmla="*/ 413200 h 826399"/>
                                    <a:gd name="connsiteX0" fmla="*/ 0 w 596834"/>
                                    <a:gd name="connsiteY0" fmla="*/ 0 h 526667"/>
                                    <a:gd name="connsiteX1" fmla="*/ 510061 w 596834"/>
                                    <a:gd name="connsiteY1" fmla="*/ 413200 h 526667"/>
                                    <a:gd name="connsiteX2" fmla="*/ 1 w 596834"/>
                                    <a:gd name="connsiteY2" fmla="*/ 413200 h 526667"/>
                                    <a:gd name="connsiteX3" fmla="*/ 0 w 596834"/>
                                    <a:gd name="connsiteY3" fmla="*/ 0 h 526667"/>
                                    <a:gd name="connsiteX0" fmla="*/ 0 w 596834"/>
                                    <a:gd name="connsiteY0" fmla="*/ 0 h 526667"/>
                                    <a:gd name="connsiteX1" fmla="*/ 596834 w 596834"/>
                                    <a:gd name="connsiteY1" fmla="*/ 526667 h 526667"/>
                                    <a:gd name="connsiteX0" fmla="*/ 46357 w 643191"/>
                                    <a:gd name="connsiteY0" fmla="*/ 69237 h 595904"/>
                                    <a:gd name="connsiteX1" fmla="*/ 556418 w 643191"/>
                                    <a:gd name="connsiteY1" fmla="*/ 482437 h 595904"/>
                                    <a:gd name="connsiteX2" fmla="*/ 46358 w 643191"/>
                                    <a:gd name="connsiteY2" fmla="*/ 482437 h 595904"/>
                                    <a:gd name="connsiteX3" fmla="*/ 46357 w 643191"/>
                                    <a:gd name="connsiteY3" fmla="*/ 69237 h 595904"/>
                                    <a:gd name="connsiteX0" fmla="*/ 0 w 643191"/>
                                    <a:gd name="connsiteY0" fmla="*/ 0 h 595904"/>
                                    <a:gd name="connsiteX1" fmla="*/ 643191 w 643191"/>
                                    <a:gd name="connsiteY1" fmla="*/ 595904 h 595904"/>
                                    <a:gd name="connsiteX0" fmla="*/ 111717 w 708551"/>
                                    <a:gd name="connsiteY0" fmla="*/ 69237 h 595904"/>
                                    <a:gd name="connsiteX1" fmla="*/ 621778 w 708551"/>
                                    <a:gd name="connsiteY1" fmla="*/ 482437 h 595904"/>
                                    <a:gd name="connsiteX2" fmla="*/ 0 w 708551"/>
                                    <a:gd name="connsiteY2" fmla="*/ 530416 h 595904"/>
                                    <a:gd name="connsiteX3" fmla="*/ 111717 w 708551"/>
                                    <a:gd name="connsiteY3" fmla="*/ 69237 h 595904"/>
                                    <a:gd name="connsiteX0" fmla="*/ 65360 w 708551"/>
                                    <a:gd name="connsiteY0" fmla="*/ 0 h 595904"/>
                                    <a:gd name="connsiteX1" fmla="*/ 708551 w 708551"/>
                                    <a:gd name="connsiteY1" fmla="*/ 595904 h 595904"/>
                                  </a:gdLst>
                                  <a:ahLst/>
                                  <a:cxnLst>
                                    <a:cxn ang="0">
                                      <a:pos x="connsiteX0" y="connsiteY0"/>
                                    </a:cxn>
                                    <a:cxn ang="0">
                                      <a:pos x="connsiteX1" y="connsiteY1"/>
                                    </a:cxn>
                                  </a:cxnLst>
                                  <a:rect l="l" t="t" r="r" b="b"/>
                                  <a:pathLst>
                                    <a:path w="708551" h="595904" stroke="0" extrusionOk="0">
                                      <a:moveTo>
                                        <a:pt x="111717" y="69237"/>
                                      </a:moveTo>
                                      <a:cubicBezTo>
                                        <a:pt x="393416" y="69237"/>
                                        <a:pt x="621778" y="254233"/>
                                        <a:pt x="621778" y="482437"/>
                                      </a:cubicBezTo>
                                      <a:lnTo>
                                        <a:pt x="0" y="530416"/>
                                      </a:lnTo>
                                      <a:cubicBezTo>
                                        <a:pt x="0" y="392683"/>
                                        <a:pt x="111717" y="206970"/>
                                        <a:pt x="111717" y="69237"/>
                                      </a:cubicBezTo>
                                      <a:close/>
                                    </a:path>
                                    <a:path w="708551" h="595904" fill="none">
                                      <a:moveTo>
                                        <a:pt x="65360" y="0"/>
                                      </a:moveTo>
                                      <a:cubicBezTo>
                                        <a:pt x="347059" y="0"/>
                                        <a:pt x="708551" y="367700"/>
                                        <a:pt x="708551" y="595904"/>
                                      </a:cubicBezTo>
                                    </a:path>
                                  </a:pathLst>
                                </a:custGeom>
                                <a:ln w="12700">
                                  <a:solidFill>
                                    <a:srgbClr val="344893"/>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Arc 4"/>
                              <wps:cNvSpPr/>
                              <wps:spPr>
                                <a:xfrm rot="10645197">
                                  <a:off x="634632" y="337036"/>
                                  <a:ext cx="708595" cy="595992"/>
                                </a:xfrm>
                                <a:custGeom>
                                  <a:avLst/>
                                  <a:gdLst>
                                    <a:gd name="connsiteX0" fmla="*/ 510060 w 1020121"/>
                                    <a:gd name="connsiteY0" fmla="*/ 0 h 826399"/>
                                    <a:gd name="connsiteX1" fmla="*/ 1020121 w 1020121"/>
                                    <a:gd name="connsiteY1" fmla="*/ 413200 h 826399"/>
                                    <a:gd name="connsiteX2" fmla="*/ 510061 w 1020121"/>
                                    <a:gd name="connsiteY2" fmla="*/ 413200 h 826399"/>
                                    <a:gd name="connsiteX3" fmla="*/ 510060 w 1020121"/>
                                    <a:gd name="connsiteY3" fmla="*/ 0 h 826399"/>
                                    <a:gd name="connsiteX0" fmla="*/ 510060 w 1020121"/>
                                    <a:gd name="connsiteY0" fmla="*/ 0 h 826399"/>
                                    <a:gd name="connsiteX1" fmla="*/ 1020121 w 1020121"/>
                                    <a:gd name="connsiteY1" fmla="*/ 413200 h 826399"/>
                                    <a:gd name="connsiteX0" fmla="*/ 0 w 596834"/>
                                    <a:gd name="connsiteY0" fmla="*/ 0 h 526667"/>
                                    <a:gd name="connsiteX1" fmla="*/ 510061 w 596834"/>
                                    <a:gd name="connsiteY1" fmla="*/ 413200 h 526667"/>
                                    <a:gd name="connsiteX2" fmla="*/ 1 w 596834"/>
                                    <a:gd name="connsiteY2" fmla="*/ 413200 h 526667"/>
                                    <a:gd name="connsiteX3" fmla="*/ 0 w 596834"/>
                                    <a:gd name="connsiteY3" fmla="*/ 0 h 526667"/>
                                    <a:gd name="connsiteX0" fmla="*/ 0 w 596834"/>
                                    <a:gd name="connsiteY0" fmla="*/ 0 h 526667"/>
                                    <a:gd name="connsiteX1" fmla="*/ 596834 w 596834"/>
                                    <a:gd name="connsiteY1" fmla="*/ 526667 h 526667"/>
                                    <a:gd name="connsiteX0" fmla="*/ 46357 w 643191"/>
                                    <a:gd name="connsiteY0" fmla="*/ 69237 h 595904"/>
                                    <a:gd name="connsiteX1" fmla="*/ 556418 w 643191"/>
                                    <a:gd name="connsiteY1" fmla="*/ 482437 h 595904"/>
                                    <a:gd name="connsiteX2" fmla="*/ 46358 w 643191"/>
                                    <a:gd name="connsiteY2" fmla="*/ 482437 h 595904"/>
                                    <a:gd name="connsiteX3" fmla="*/ 46357 w 643191"/>
                                    <a:gd name="connsiteY3" fmla="*/ 69237 h 595904"/>
                                    <a:gd name="connsiteX0" fmla="*/ 0 w 643191"/>
                                    <a:gd name="connsiteY0" fmla="*/ 0 h 595904"/>
                                    <a:gd name="connsiteX1" fmla="*/ 643191 w 643191"/>
                                    <a:gd name="connsiteY1" fmla="*/ 595904 h 595904"/>
                                    <a:gd name="connsiteX0" fmla="*/ 111717 w 708551"/>
                                    <a:gd name="connsiteY0" fmla="*/ 69237 h 595904"/>
                                    <a:gd name="connsiteX1" fmla="*/ 621778 w 708551"/>
                                    <a:gd name="connsiteY1" fmla="*/ 482437 h 595904"/>
                                    <a:gd name="connsiteX2" fmla="*/ 0 w 708551"/>
                                    <a:gd name="connsiteY2" fmla="*/ 530416 h 595904"/>
                                    <a:gd name="connsiteX3" fmla="*/ 111717 w 708551"/>
                                    <a:gd name="connsiteY3" fmla="*/ 69237 h 595904"/>
                                    <a:gd name="connsiteX0" fmla="*/ 65360 w 708551"/>
                                    <a:gd name="connsiteY0" fmla="*/ 0 h 595904"/>
                                    <a:gd name="connsiteX1" fmla="*/ 708551 w 708551"/>
                                    <a:gd name="connsiteY1" fmla="*/ 595904 h 595904"/>
                                  </a:gdLst>
                                  <a:ahLst/>
                                  <a:cxnLst>
                                    <a:cxn ang="0">
                                      <a:pos x="connsiteX0" y="connsiteY0"/>
                                    </a:cxn>
                                    <a:cxn ang="0">
                                      <a:pos x="connsiteX1" y="connsiteY1"/>
                                    </a:cxn>
                                  </a:cxnLst>
                                  <a:rect l="l" t="t" r="r" b="b"/>
                                  <a:pathLst>
                                    <a:path w="708551" h="595904" stroke="0" extrusionOk="0">
                                      <a:moveTo>
                                        <a:pt x="111717" y="69237"/>
                                      </a:moveTo>
                                      <a:cubicBezTo>
                                        <a:pt x="393416" y="69237"/>
                                        <a:pt x="621778" y="254233"/>
                                        <a:pt x="621778" y="482437"/>
                                      </a:cubicBezTo>
                                      <a:lnTo>
                                        <a:pt x="0" y="530416"/>
                                      </a:lnTo>
                                      <a:cubicBezTo>
                                        <a:pt x="0" y="392683"/>
                                        <a:pt x="111717" y="206970"/>
                                        <a:pt x="111717" y="69237"/>
                                      </a:cubicBezTo>
                                      <a:close/>
                                    </a:path>
                                    <a:path w="708551" h="595904" fill="none">
                                      <a:moveTo>
                                        <a:pt x="65360" y="0"/>
                                      </a:moveTo>
                                      <a:cubicBezTo>
                                        <a:pt x="347059" y="0"/>
                                        <a:pt x="708551" y="367700"/>
                                        <a:pt x="708551" y="595904"/>
                                      </a:cubicBezTo>
                                    </a:path>
                                  </a:pathLst>
                                </a:custGeom>
                                <a:ln w="12700">
                                  <a:solidFill>
                                    <a:srgbClr val="344893"/>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Straight Connector 72"/>
                              <wps:cNvCnPr/>
                              <wps:spPr>
                                <a:xfrm>
                                  <a:off x="673987" y="531434"/>
                                  <a:ext cx="0" cy="1212634"/>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73" name="Straight Connector 73"/>
                              <wps:cNvCnPr>
                                <a:stCxn id="71" idx="6"/>
                              </wps:cNvCnPr>
                              <wps:spPr>
                                <a:xfrm flipH="1">
                                  <a:off x="1189779" y="1409928"/>
                                  <a:ext cx="3602" cy="337155"/>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74" name="Straight Connector 74"/>
                              <wps:cNvCnPr/>
                              <wps:spPr>
                                <a:xfrm flipH="1">
                                  <a:off x="172995" y="534015"/>
                                  <a:ext cx="494271"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75" name="Straight Connector 75"/>
                              <wps:cNvCnPr/>
                              <wps:spPr>
                                <a:xfrm flipH="1">
                                  <a:off x="176525" y="1407114"/>
                                  <a:ext cx="998027"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70" name="Oval 70"/>
                              <wps:cNvSpPr/>
                              <wps:spPr>
                                <a:xfrm>
                                  <a:off x="667210" y="518927"/>
                                  <a:ext cx="18000" cy="18000"/>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60AF9" w:rsidRDefault="00D60AF9" w:rsidP="00D60AF9"/>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71" name="Oval 71"/>
                              <wps:cNvSpPr/>
                              <wps:spPr>
                                <a:xfrm>
                                  <a:off x="1175601" y="1401038"/>
                                  <a:ext cx="17780" cy="17780"/>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60AF9" w:rsidRDefault="00D60AF9" w:rsidP="00D60AF9">
                                    <w:pPr>
                                      <w:pStyle w:val="NormalWeb"/>
                                      <w:spacing w:after="0" w:line="255" w:lineRule="exact"/>
                                    </w:pPr>
                                    <w:r>
                                      <w:rPr>
                                        <w:sz w:val="26"/>
                                        <w:szCs w:val="26"/>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96" name="Oval 296"/>
                              <wps:cNvSpPr/>
                              <wps:spPr>
                                <a:xfrm>
                                  <a:off x="1016779" y="1182807"/>
                                  <a:ext cx="18000" cy="18000"/>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 name="Oval 133"/>
                              <wps:cNvSpPr/>
                              <wps:spPr>
                                <a:xfrm>
                                  <a:off x="610060" y="766577"/>
                                  <a:ext cx="18000" cy="18000"/>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60AF9" w:rsidRDefault="00D60AF9" w:rsidP="00D60AF9"/>
                                </w:txbxContent>
                              </wps:txbx>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14:sizeRelH relativeFrom="page">
                        <wp14:pctWidth>0</wp14:pctWidth>
                      </wp14:sizeRelH>
                      <wp14:sizeRelV relativeFrom="page">
                        <wp14:pctHeight>0</wp14:pctHeight>
                      </wp14:sizeRelV>
                    </wp:anchor>
                  </w:drawing>
                </mc:Choice>
                <mc:Fallback>
                  <w:pict>
                    <v:group id="_x0000_s1124" editas="canvas" alt="Figure 1.1, panel D. This panel shows a change in the economy's equilibrium, as a result of an increase in demand by overseas markets for Australia's natural resources." style="position:absolute;margin-left:.75pt;margin-top:47.9pt;width:208.05pt;height:159pt;z-index:-251608064" coordsize="26422,20193" wrapcoords="1090 3260 1090 19358 18065 19358 18221 18747 10901 16709 11680 16709 11213 15691 9500 13449 9655 11615 9188 10596 10745 9985 10590 9577 11068 5908 5451 3260 1090 3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">
                      <v:shape id="_x0000_s1125" type="#_x0000_t75" alt="Figure 1.1, panel D. This panel shows a change in the economy's equilibrium, as a result of an increase in demand by overseas markets for Australia's natural resources." style="position:absolute;width:26422;height:20193;visibility:visible;mso-wrap-style:square">
                        <v:fill o:detectmouseclick="t"/>
                        <v:path o:connecttype="none"/>
                      </v:shape>
                      <v:line id="Straight Connector 292" o:spid="_x0000_s1126" style="position:absolute;visibility:visible;mso-wrap-style:square" from="1795,3351" to="1795,17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5HDb8YAAADcAAAADwAAAGRycy9kb3ducmV2LnhtbESPQWvCQBSE7wX/w/KE3urGgMamrhIE&#10;wdpTtaXXR/Y1SZt9G3bXGP31bqHgcZiZb5jlejCt6Mn5xrKC6SQBQVxa3XCl4OO4fVqA8AFZY2uZ&#10;FFzIw3o1elhiru2Z36k/hEpECPscFdQhdLmUvqzJoJ/Yjjh639YZDFG6SmqH5wg3rUyTZC4NNhwX&#10;auxoU1P5ezgZBYty/+OKrHidzj677Nqnb/PtV6bU43goXkAEGsI9/N/eaQXpcwp/Z+IRkK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eRw2/GAAAA3AAAAA8AAAAAAAAA&#10;AAAAAAAAoQIAAGRycy9kb3ducmV2LnhtbFBLBQYAAAAABAAEAPkAAACUAwAAAAA=&#10;" strokecolor="black [3213]"/>
                      <v:line id="Straight Connector 293" o:spid="_x0000_s1127" style="position:absolute;visibility:visible;mso-wrap-style:square" from="1794,17430" to="21766,174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N1m9MYAAADcAAAADwAAAGRycy9kb3ducmV2LnhtbESPT2vCQBTE7wW/w/KE3urGSI1GVwmC&#10;0D8nreL1kX0mabNvw+42pv303UKhx2FmfsOst4NpRU/ON5YVTCcJCOLS6oYrBae3/cMChA/IGlvL&#10;pOCLPGw3o7s15tre+ED9MVQiQtjnqKAOocul9GVNBv3EdsTRu1pnMETpKqkd3iLctDJNkrk02HBc&#10;qLGjXU3lx/HTKFiUL++uyIrn6eO5y7779HW+v2RK3Y+HYgUi0BD+w3/tJ60gXc7g90w8AnLz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jdZvTGAAAA3AAAAA8AAAAAAAAA&#10;AAAAAAAAoQIAAGRycy9kb3ducmV2LnhtbFBLBQYAAAAABAAEAPkAAACUAwAAAAA=&#10;" strokecolor="black [3213]"/>
                      <v:shape id="Arc 33" o:spid="_x0000_s1128" style="position:absolute;left:1794;top:6189;width:20303;height:11226;visibility:visible;mso-wrap-style:square;v-text-anchor:middle" coordsize="1918556,10967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BTpMUA&#10;AADcAAAADwAAAGRycy9kb3ducmV2LnhtbESPQUsDMRSE70L/Q3gFbzZpKaJr0yItSg+CtFXB22Pz&#10;ugluXpbNs13/vRGEHoeZ+YZZrIbYqhP1OSS2MJ0YUMR1coEbC2+Hp5s7UFmQHbaJycIPZVgtR1cL&#10;rFw6845Oe2lUgXCu0IIX6Sqtc+0pYp6kjrh4x9RHlCL7RrsezwUeWz0z5lZHDFwWPHa09lR/7b+j&#10;BXndhZeN+dCfwcn26M10fnh+t/Z6PDw+gBIa5BL+b2+dhdn9HP7OlCO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gFOkxQAAANwAAAAPAAAAAAAAAAAAAAAAAJgCAABkcnMv&#10;ZG93bnJldi54bWxQSwUGAAAAAAQABAD1AAAAigMAAAAA&#10;" path="m1065864,597261nsc1171568,569137,1556739,515093,1655209,v149283,430444,-20884,206494,263347,11111em,234260nfc405787,234260,990427,500127,1048889,1096740e" filled="f" strokecolor="#86a20b" strokeweight="1.5pt">
                        <v:path arrowok="t" o:connecttype="custom" o:connectlocs="0,239790;1109992,1122630" o:connectangles="0,0"/>
                      </v:shape>
                      <v:line id="Straight Connector 295" o:spid="_x0000_s1129" style="position:absolute;flip:x;visibility:visible;mso-wrap-style:square" from="1820,11917" to="10227,11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TQPTsMAAADcAAAADwAAAGRycy9kb3ducmV2LnhtbESPUWsCMRCE34X+h7CFvmmipWJPo4hQ&#10;KD60evUHLJf17vCyOZKtnv++KRT6OMzMN8xqM/hOXSmmNrCF6cSAIq6Ca7m2cPp6Gy9AJUF22AUm&#10;C3dKsFk/jFZYuHDjI11LqVWGcCrQQiPSF1qnqiGPaRJ64uydQ/QoWcZau4i3DPednhkz1x5bzgsN&#10;9rRrqLqU396CFtzGZ7M7G6LDXj4up8/93Vj79Dhsl6CEBvkP/7XfnYXZ6wv8nslHQK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U0D07DAAAA3AAAAA8AAAAAAAAAAAAA&#10;AAAAoQIAAGRycy9kb3ducmV2LnhtbFBLBQYAAAAABAAEAPkAAACRAwAAAAA=&#10;" strokecolor="black [3213]">
                        <v:stroke dashstyle="dash"/>
                      </v:line>
                      <v:line id="Straight Connector 297" o:spid="_x0000_s1130" style="position:absolute;visibility:visible;mso-wrap-style:square" from="6104,7750" to="6104,174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1wssUAAADcAAAADwAAAGRycy9kb3ducmV2LnhtbESPQWvCQBSE74X+h+UVeil1o4fYRlcp&#10;glDwZGzp9bn7kg3Nvg3ZNUZ/vSsUehxm5htmuR5dKwbqQ+NZwXSSgSDW3jRcK/g6bF/fQISIbLD1&#10;TAouFGC9enxYYmH8mfc0lLEWCcKhQAU2xq6QMmhLDsPEd8TJq3zvMCbZ19L0eE5w18pZluXSYcNp&#10;wWJHG0v6tzw5Bbt8XuLxoL9/Li9ysDuq9DWvlHp+Gj8WICKN8T/81/40Cmbvc7ifSUdAr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U1wssUAAADcAAAADwAAAAAAAAAA&#10;AAAAAAChAgAAZHJzL2Rvd25yZXYueG1sUEsFBgAAAAAEAAQA+QAAAJMDAAAAAA==&#10;" strokecolor="black [3213]">
                        <v:stroke dashstyle="dash"/>
                      </v:line>
                      <v:line id="Straight Connector 298" o:spid="_x0000_s1131" style="position:absolute;visibility:visible;mso-wrap-style:square" from="3632,5189" to="13870,154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oYCL8AAADcAAAADwAAAGRycy9kb3ducmV2LnhtbERPzYrCMBC+L/gOYQRvmtaDq9VYRBS8&#10;iLvuPsDQjE21mZQmrfXtzWFhjx/f/yYfbC16an3lWEE6S0AQF05XXCr4/TlOlyB8QNZYOyYFL/KQ&#10;b0cfG8y0e/I39ddQihjCPkMFJoQmk9IXhiz6mWuII3dzrcUQYVtK3eIzhttazpNkIS1WHBsMNrQ3&#10;VDyunVUgzVd3+byHQ/rQfNadd6ZfOaUm42G3BhFoCP/iP/dJK5iv4tp4Jh4BuX0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foYCL8AAADcAAAADwAAAAAAAAAAAAAAAACh&#10;AgAAZHJzL2Rvd25yZXYueG1sUEsFBgAAAAAEAAQA+QAAAI0DAAAAAA==&#10;" strokecolor="#604a7b" strokeweight="1pt"/>
                      <v:line id="Straight Connector 299" o:spid="_x0000_s1132" style="position:absolute;flip:x;visibility:visible;mso-wrap-style:square" from="1849,7740" to="6178,7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kFS8IAAADcAAAADwAAAGRycy9kb3ducmV2LnhtbESPUWsCMRCE3wv9D2GFvmmihaJXo4hQ&#10;EB9atf6A5bLeHV42R7Lq+e8bQejjMDPfMPNl71t1pZiawBbGIwOKuAyu4crC8fdrOAWVBNlhG5gs&#10;3CnBcvH6MsfChRvv6XqQSmUIpwIt1CJdoXUqa/KYRqEjzt4pRI+SZay0i3jLcN/qiTEf2mPDeaHG&#10;jtY1lefDxVvQgqv4btYnQ7Tbyvf5+LO9G2vfBv3qE5RQL//hZ3vjLExmM3icyUdAL/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HkFS8IAAADcAAAADwAAAAAAAAAAAAAA&#10;AAChAgAAZHJzL2Rvd25yZXYueG1sUEsFBgAAAAAEAAQA+QAAAJADAAAAAA==&#10;" strokecolor="black [3213]">
                        <v:stroke dashstyle="dash"/>
                      </v:line>
                      <v:line id="Straight Connector 300" o:spid="_x0000_s1133" style="position:absolute;visibility:visible;mso-wrap-style:square" from="10230,12037" to="10273,174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E9y3MEAAADcAAAADwAAAGRycy9kb3ducmV2LnhtbERPz2vCMBS+C/sfwht4kZnqoI7OKCIM&#10;Bp5WlV3fktemrHkpTax1f/1yEDx+fL/X29G1YqA+NJ4VLOYZCGLtTcO1gtPx4+UNRIjIBlvPpOBG&#10;Ababp8kaC+Ov/EVDGWuRQjgUqMDG2BVSBm3JYZj7jjhxle8dxgT7WpoerynctXKZZbl02HBqsNjR&#10;3pL+LS9OwSFflfhz1Ofv20wO9kCV/ssrpabP4+4dRKQxPsR396dR8Jql+elMOgJy8w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4T3LcwQAAANwAAAAPAAAAAAAAAAAAAAAA&#10;AKECAABkcnMvZG93bnJldi54bWxQSwUGAAAAAAQABAD5AAAAjwMAAAAA&#10;" strokecolor="black [3213]">
                        <v:stroke dashstyle="dash"/>
                      </v:line>
                      <v:line id="Straight Connector 301" o:spid="_x0000_s1134" style="position:absolute;visibility:visible;mso-wrap-style:square" from="5719,3612" to="13732,17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srj8MAAADcAAAADwAAAGRycy9kb3ducmV2LnhtbESP0WrCQBRE3wX/YbmCb7qJQrWpq4go&#10;+FKqaT/gkr1mo9m7IbuJ6d93C4U+DjNzhtnsBluLnlpfOVaQzhMQxIXTFZcKvj5PszUIH5A11o5J&#10;wTd52G3How1m2j35Sn0eShEh7DNUYEJoMil9Yciin7uGOHo311oMUbal1C0+I9zWcpEkL9JixXHB&#10;YEMHQ8Uj76wCaS7dx+oejulD87vuvDP9q1NqOhn2byACDeE//Nc+awXLJIXfM/EIyO0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orK4/DAAAA3AAAAA8AAAAAAAAAAAAA&#10;AAAAoQIAAGRycy9kb3ducmV2LnhtbFBLBQYAAAAABAAEAPkAAACRAwAAAAA=&#10;" strokecolor="#604a7b" strokeweight="1pt"/>
                      <v:shape id="Arc 4" o:spid="_x0000_s1135" style="position:absolute;left:4686;top:4429;width:7086;height:5960;rotation:11627394fd;visibility:visible;mso-wrap-style:square;v-text-anchor:middle" coordsize="708551,5959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E0/cQA&#10;AADaAAAADwAAAGRycy9kb3ducmV2LnhtbESPQWvCQBSE74L/YXmF3uqm1kpJswlBWigRD0YPPT6y&#10;r0na7NuQ3cb4711B8DjMzDdMkk2mEyMNrrWs4HkRgSCurG65VnA8fD69gXAeWWNnmRScyUGWzmcJ&#10;xtqeeE9j6WsRIOxiVNB438dSuqohg25he+Lg/djBoA9yqKUe8BTgppPLKFpLgy2HhQZ72jRU/ZX/&#10;RgGV47boy+L3+wPz3ctrtCkO8qzU48OUv4PwNPl7+Nb+0gpWcL0SboBM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RNP3EAAAA2gAAAA8AAAAAAAAAAAAAAAAAmAIAAGRycy9k&#10;b3ducmV2LnhtbFBLBQYAAAAABAAEAPUAAACJAwAAAAA=&#10;" path="m111717,69237nsc393416,69237,621778,254233,621778,482437l,530416c,392683,111717,206970,111717,69237xem65360,nfc347059,,708551,367700,708551,595904e" filled="f" strokecolor="#344893" strokeweight="1pt">
                        <v:path arrowok="t" o:connecttype="custom" o:connectlocs="65364,0;708595,595992" o:connectangles="0,0"/>
                      </v:shape>
                      <v:shape id="Arc 4" o:spid="_x0000_s1136" style="position:absolute;left:6346;top:3370;width:7086;height:5960;rotation:11627394fd;visibility:visible;mso-wrap-style:square;v-text-anchor:middle" coordsize="708551,5959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aAhsMA&#10;AADbAAAADwAAAGRycy9kb3ducmV2LnhtbESPQYvCMBSE7wv+h/AEb2uqoixdo4goSMWD7R72+Gje&#10;tl2bl9LEWv+9EQSPw8x8wyzXvalFR62rLCuYjCMQxLnVFRcKfrL95xcI55E11pZJwZ0crFeDjyXG&#10;2t74TF3qCxEg7GJUUHrfxFK6vCSDbmwb4uD92dagD7ItpG7xFuCmltMoWkiDFYeFEhvalpRf0qtR&#10;QGl3TJo0+f/d4eY0m0fbJJN3pUbDfvMNwlPv3+FX+6AVLObw/BJ+gF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eaAhsMAAADbAAAADwAAAAAAAAAAAAAAAACYAgAAZHJzL2Rv&#10;d25yZXYueG1sUEsFBgAAAAAEAAQA9QAAAIgDAAAAAA==&#10;" path="m111717,69237nsc393416,69237,621778,254233,621778,482437l,530416c,392683,111717,206970,111717,69237xem65360,nfc347059,,708551,367700,708551,595904e" filled="f" strokecolor="#344893" strokeweight="1pt">
                        <v:path arrowok="t" o:connecttype="custom" o:connectlocs="65364,0;708595,595992" o:connectangles="0,0"/>
                      </v:shape>
                      <v:line id="Straight Connector 72" o:spid="_x0000_s1137" style="position:absolute;visibility:visible;mso-wrap-style:square" from="6739,5314" to="6739,17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Gsu8MAAADbAAAADwAAAGRycy9kb3ducmV2LnhtbESPQWvCQBSE7wX/w/IKvRTd1EOU6CpF&#10;KBQ8NSpen7sv2WD2bchuY+yv7xYKHoeZ+YZZb0fXioH60HhW8DbLQBBrbxquFRwPH9MliBCRDbae&#10;ScGdAmw3k6c1Fsbf+IuGMtYiQTgUqMDG2BVSBm3JYZj5jjh5le8dxiT7WpoebwnuWjnPslw6bDgt&#10;WOxoZ0lfy2+nYJ8vSrwc9Ol8f5WD3VOlf/JKqZfn8X0FItIYH+H/9qdRsJjD35f0A+Tm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FxrLvDAAAA2wAAAA8AAAAAAAAAAAAA&#10;AAAAoQIAAGRycy9kb3ducmV2LnhtbFBLBQYAAAAABAAEAPkAAACRAwAAAAA=&#10;" strokecolor="black [3213]">
                        <v:stroke dashstyle="dash"/>
                      </v:line>
                      <v:line id="Straight Connector 73" o:spid="_x0000_s1138" style="position:absolute;flip:x;visibility:visible;mso-wrap-style:square" from="11897,14099" to="11933,17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SUvsIAAADbAAAADwAAAGRycy9kb3ducmV2LnhtbESP3WoCMRSE74W+QzhC72piBVu2G0WE&#10;QvGituoDHDZnf3BzsiSnur59Uyh4OczMN0y5Hn2vLhRTF9jCfGZAEVfBddxYOB3fn15BJUF22Acm&#10;CzdKsF49TEosXLjyN10O0qgM4VSghVZkKLROVUse0ywMxNmrQ/QoWcZGu4jXDPe9fjZmqT12nBda&#10;HGjbUnU+/HgLWnATF2ZbG6KvnXyeT/vdzVj7OB03b6CERrmH/9sfzsLLAv6+5B+gV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FSUvsIAAADbAAAADwAAAAAAAAAAAAAA&#10;AAChAgAAZHJzL2Rvd25yZXYueG1sUEsFBgAAAAAEAAQA+QAAAJADAAAAAA==&#10;" strokecolor="black [3213]">
                        <v:stroke dashstyle="dash"/>
                      </v:line>
                      <v:line id="Straight Connector 74" o:spid="_x0000_s1139" style="position:absolute;flip:x;visibility:visible;mso-wrap-style:square" from="1729,5340" to="6672,5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70MysIAAADbAAAADwAAAGRycy9kb3ducmV2LnhtbESPUWsCMRCE3wv9D2EF32piK225GkWE&#10;QvFBq/UHLJf17vCyOZKtnv/eCIKPw8x8w0znvW/ViWJqAlsYjwwo4jK4hisL+7/vl09QSZAdtoHJ&#10;woUSzGfPT1MsXDjzlk47qVSGcCrQQi3SFVqnsiaPaRQ64uwdQvQoWcZKu4jnDPetfjXmXXtsOC/U&#10;2NGypvK4+/cWtOAivpnlwRD9rmR93G9WF2PtcNAvvkAJ9fII39s/zsLHBG5f8g/Qsy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70MysIAAADbAAAADwAAAAAAAAAAAAAA&#10;AAChAgAAZHJzL2Rvd25yZXYueG1sUEsFBgAAAAAEAAQA+QAAAJADAAAAAA==&#10;" strokecolor="black [3213]">
                        <v:stroke dashstyle="dash"/>
                      </v:line>
                      <v:line id="Straight Connector 75" o:spid="_x0000_s1140" style="position:absolute;flip:x;visibility:visible;mso-wrap-style:square" from="1765,14071" to="11745,140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GpUcIAAADbAAAADwAAAGRycy9kb3ducmV2LnhtbESPUWsCMRCE3wv9D2EF32pii225GkWE&#10;QvFBq/UHLJf17vCyOZKtnv/eCIKPw8x8w0znvW/ViWJqAlsYjwwo4jK4hisL+7/vl09QSZAdtoHJ&#10;woUSzGfPT1MsXDjzlk47qVSGcCrQQi3SFVqnsiaPaRQ64uwdQvQoWcZKu4jnDPetfjXmXXtsOC/U&#10;2NGypvK4+/cWtOAivpnlwRD9rmR93G9WF2PtcNAvvkAJ9fII39s/zsLHBG5f8g/Qsy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PGpUcIAAADbAAAADwAAAAAAAAAAAAAA&#10;AAChAgAAZHJzL2Rvd25yZXYueG1sUEsFBgAAAAAEAAQA+QAAAJADAAAAAA==&#10;" strokecolor="black [3213]">
                        <v:stroke dashstyle="dash"/>
                      </v:line>
                      <v:oval id="Oval 70" o:spid="_x0000_s1141" style="position:absolute;left:6672;top:5189;width:180;height: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InAsEA&#10;AADbAAAADwAAAGRycy9kb3ducmV2LnhtbERPzWqDQBC+F/IOyxR6KXWtBRusmxACpTn0kugDDLsT&#10;tXVnjbuJ+vbZQ6HHj++/3M62FzcafedYwWuSgiDWznTcKKirz5c1CB+QDfaOScFCHrab1UOJhXET&#10;H+l2Co2IIewLVNCGMBRSet2SRZ+4gThyZzdaDBGOjTQjTjHc9jJL01xa7Dg2tDjQviX9e7paBdX5&#10;23t7rPVS5dlVX9zbz/P6S6mnx3n3ASLQHP7Ff+6DUfAe18cv8QfIz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SJwLBAAAA2wAAAA8AAAAAAAAAAAAAAAAAmAIAAGRycy9kb3du&#10;cmV2LnhtbFBLBQYAAAAABAAEAPUAAACGAwAAAAA=&#10;" fillcolor="black [3213]" strokecolor="black [3213]" strokeweight="2pt">
                        <v:textbox>
                          <w:txbxContent>
                            <w:p w:rsidR="00D60AF9" w:rsidRDefault="00D60AF9" w:rsidP="00D60AF9"/>
                          </w:txbxContent>
                        </v:textbox>
                      </v:oval>
                      <v:oval id="Oval 71" o:spid="_x0000_s1142" style="position:absolute;left:11756;top:14010;width:177;height:1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6CmcQA&#10;AADbAAAADwAAAGRycy9kb3ducmV2LnhtbESPQWsCMRSE7wX/Q3iCl1KzWrCyNUopiB560fUHPJLn&#10;ZuvmZd1k1/XfNwXB4zAz3zCrzeBq0VMbKs8KZtMMBLH2puJSwanYvi1BhIhssPZMCu4UYLMevaww&#10;N/7GB+qPsRQJwiFHBTbGJpcyaEsOw9Q3xMk7+9ZhTLItpWnxluCulvMsW0iHFacFiw19W9KXY+cU&#10;FOefENzhpO/FYt7pq3//fV3ulJqMh69PEJGG+Aw/2nuj4GMG/1/SD5D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egpnEAAAA2wAAAA8AAAAAAAAAAAAAAAAAmAIAAGRycy9k&#10;b3ducmV2LnhtbFBLBQYAAAAABAAEAPUAAACJAwAAAAA=&#10;" fillcolor="black [3213]" strokecolor="black [3213]" strokeweight="2pt">
                        <v:textbox>
                          <w:txbxContent>
                            <w:p w:rsidR="00D60AF9" w:rsidRDefault="00D60AF9" w:rsidP="00D60AF9">
                              <w:pPr>
                                <w:pStyle w:val="NormalWeb"/>
                                <w:spacing w:after="0" w:line="255" w:lineRule="exact"/>
                              </w:pPr>
                              <w:r>
                                <w:rPr>
                                  <w:sz w:val="26"/>
                                  <w:szCs w:val="26"/>
                                </w:rPr>
                                <w:t> </w:t>
                              </w:r>
                            </w:p>
                          </w:txbxContent>
                        </v:textbox>
                      </v:oval>
                      <v:oval id="Oval 296" o:spid="_x0000_s1143" style="position:absolute;left:10167;top:11828;width:180;height: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RfY8MA&#10;AADcAAAADwAAAGRycy9kb3ducmV2LnhtbESPQYvCMBSE7wv+h/AEL4um24Wi1SiyIHrwovUHPJJn&#10;W21eahO1/nuzsLDHYWa+YRar3jbiQZ2vHSv4miQgiLUzNZcKTsVmPAXhA7LBxjEpeJGH1XLwscDc&#10;uCcf6HEMpYgQ9jkqqEJocym9rsiin7iWOHpn11kMUXalNB0+I9w2Mk2STFqsOS5U2NJPRfp6vFsF&#10;xXnvvT2c9KvI0ru+ue/L53Sr1GjYr+cgAvXhP/zX3hkF6SyD3zPxCMjlG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hRfY8MAAADcAAAADwAAAAAAAAAAAAAAAACYAgAAZHJzL2Rv&#10;d25yZXYueG1sUEsFBgAAAAAEAAQA9QAAAIgDAAAAAA==&#10;" fillcolor="black [3213]" strokecolor="black [3213]" strokeweight="2pt"/>
                      <v:oval id="Oval 133" o:spid="_x0000_s1144" style="position:absolute;left:6100;top:7665;width:180;height: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DCvcAA&#10;AADcAAAADwAAAGRycy9kb3ducmV2LnhtbERPzYrCMBC+C75DGMGLaKoFka5RZEH04EXrAwzJ2HZt&#10;Jt0man17Iwje5uP7neW6s7W4U+srxwqmkwQEsXam4kLBOd+OFyB8QDZYOyYFT/KwXvV7S8yMe/CR&#10;7qdQiBjCPkMFZQhNJqXXJVn0E9cQR+7iWoshwraQpsVHDLe1nCXJXFqsODaU2NBvSfp6ulkF+eXg&#10;vT2e9TOfz27636V/o8VOqeGg2/yACNSFr/jj3ps4P03h/Uy8QK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yDCvcAAAADcAAAADwAAAAAAAAAAAAAAAACYAgAAZHJzL2Rvd25y&#10;ZXYueG1sUEsFBgAAAAAEAAQA9QAAAIUDAAAAAA==&#10;" fillcolor="black [3213]" strokecolor="black [3213]" strokeweight="2pt">
                        <v:textbox>
                          <w:txbxContent>
                            <w:p w:rsidR="00D60AF9" w:rsidRDefault="00D60AF9" w:rsidP="00D60AF9"/>
                          </w:txbxContent>
                        </v:textbox>
                      </v:oval>
                      <w10:wrap type="tight"/>
                    </v:group>
                  </w:pict>
                </mc:Fallback>
              </mc:AlternateContent>
            </w:r>
            <w:r w:rsidRPr="00E152F8">
              <w:rPr>
                <w:rFonts w:ascii="Arial" w:hAnsi="Arial" w:cs="Arial"/>
                <w:sz w:val="22"/>
                <w:szCs w:val="22"/>
              </w:rPr>
              <w:t>D: increased overseas demand for resources</w:t>
            </w:r>
            <w:r>
              <w:rPr>
                <w:rFonts w:ascii="Arial" w:hAnsi="Arial" w:cs="Arial"/>
                <w:sz w:val="22"/>
                <w:szCs w:val="22"/>
              </w:rPr>
              <w:t xml:space="preserve"> (open economy)</w:t>
            </w:r>
          </w:p>
        </w:tc>
        <w:tc>
          <w:tcPr>
            <w:tcW w:w="4389" w:type="dxa"/>
          </w:tcPr>
          <w:p w:rsidR="00D60AF9" w:rsidRPr="00E152F8" w:rsidRDefault="00D60AF9" w:rsidP="005A0B58">
            <w:pPr>
              <w:pStyle w:val="TableBodyText"/>
              <w:spacing w:before="120"/>
              <w:jc w:val="both"/>
              <w:rPr>
                <w:sz w:val="18"/>
                <w:szCs w:val="18"/>
              </w:rPr>
            </w:pPr>
            <w:r w:rsidRPr="00E152F8">
              <w:rPr>
                <w:sz w:val="18"/>
                <w:szCs w:val="18"/>
              </w:rPr>
              <w:t>In this panel, the initial equilibrium and economic structure are defined by production equilibrium point A and consumption equilibrium point B. This means that quantity (Q</w:t>
            </w:r>
            <w:r w:rsidRPr="00E152F8">
              <w:rPr>
                <w:sz w:val="18"/>
                <w:szCs w:val="18"/>
                <w:vertAlign w:val="subscript"/>
              </w:rPr>
              <w:t>M</w:t>
            </w:r>
            <w:r w:rsidRPr="00E152F8">
              <w:rPr>
                <w:sz w:val="18"/>
                <w:szCs w:val="18"/>
                <w:vertAlign w:val="superscript"/>
              </w:rPr>
              <w:t>2</w:t>
            </w:r>
            <w:r>
              <w:rPr>
                <w:sz w:val="18"/>
                <w:szCs w:val="18"/>
              </w:rPr>
              <w:noBreakHyphen/>
            </w:r>
            <w:r w:rsidRPr="00E152F8">
              <w:rPr>
                <w:sz w:val="18"/>
                <w:szCs w:val="18"/>
              </w:rPr>
              <w:t>Q</w:t>
            </w:r>
            <w:r w:rsidRPr="00E152F8">
              <w:rPr>
                <w:sz w:val="18"/>
                <w:szCs w:val="18"/>
                <w:vertAlign w:val="subscript"/>
              </w:rPr>
              <w:t>M</w:t>
            </w:r>
            <w:r w:rsidRPr="00E152F8">
              <w:rPr>
                <w:sz w:val="18"/>
                <w:szCs w:val="18"/>
                <w:vertAlign w:val="superscript"/>
              </w:rPr>
              <w:t>1</w:t>
            </w:r>
            <w:r w:rsidRPr="00E152F8">
              <w:rPr>
                <w:sz w:val="18"/>
                <w:szCs w:val="18"/>
              </w:rPr>
              <w:t>) of manufactures is imported and quantity (Q</w:t>
            </w:r>
            <w:r w:rsidRPr="00E152F8">
              <w:rPr>
                <w:sz w:val="18"/>
                <w:szCs w:val="18"/>
                <w:vertAlign w:val="subscript"/>
              </w:rPr>
              <w:t>R</w:t>
            </w:r>
            <w:r w:rsidRPr="00E152F8">
              <w:rPr>
                <w:sz w:val="18"/>
                <w:szCs w:val="18"/>
                <w:vertAlign w:val="superscript"/>
              </w:rPr>
              <w:t>1</w:t>
            </w:r>
            <w:r>
              <w:rPr>
                <w:sz w:val="18"/>
                <w:szCs w:val="18"/>
              </w:rPr>
              <w:noBreakHyphen/>
            </w:r>
            <w:r w:rsidRPr="00E152F8">
              <w:rPr>
                <w:sz w:val="18"/>
                <w:szCs w:val="18"/>
              </w:rPr>
              <w:t>Q</w:t>
            </w:r>
            <w:r w:rsidRPr="00E152F8">
              <w:rPr>
                <w:sz w:val="18"/>
                <w:szCs w:val="18"/>
                <w:vertAlign w:val="subscript"/>
              </w:rPr>
              <w:t>R</w:t>
            </w:r>
            <w:r w:rsidRPr="00E152F8">
              <w:rPr>
                <w:sz w:val="18"/>
                <w:szCs w:val="18"/>
                <w:vertAlign w:val="superscript"/>
              </w:rPr>
              <w:t>2</w:t>
            </w:r>
            <w:r w:rsidRPr="00E152F8">
              <w:rPr>
                <w:sz w:val="18"/>
                <w:szCs w:val="18"/>
              </w:rPr>
              <w:t>) of resources is exported. The curve I</w:t>
            </w:r>
            <w:r w:rsidRPr="00E152F8">
              <w:rPr>
                <w:sz w:val="18"/>
                <w:szCs w:val="18"/>
                <w:vertAlign w:val="subscript"/>
              </w:rPr>
              <w:t>1</w:t>
            </w:r>
            <w:r w:rsidRPr="00E152F8">
              <w:rPr>
                <w:sz w:val="18"/>
                <w:szCs w:val="18"/>
              </w:rPr>
              <w:t xml:space="preserve"> represents the community’s initial consumption indifference curve.</w:t>
            </w:r>
          </w:p>
          <w:p w:rsidR="00D60AF9" w:rsidRPr="00E152F8" w:rsidRDefault="00D60AF9" w:rsidP="005A0B58">
            <w:pPr>
              <w:pStyle w:val="TableBodyText"/>
              <w:spacing w:before="120"/>
              <w:jc w:val="both"/>
              <w:rPr>
                <w:sz w:val="18"/>
                <w:szCs w:val="18"/>
              </w:rPr>
            </w:pPr>
            <w:r w:rsidRPr="00E152F8">
              <w:rPr>
                <w:sz w:val="18"/>
                <w:szCs w:val="18"/>
              </w:rPr>
              <w:t>If overseas demand for resources increases, the price of resources also rises, relative to that of manufactur</w:t>
            </w:r>
            <w:r>
              <w:rPr>
                <w:sz w:val="18"/>
                <w:szCs w:val="18"/>
              </w:rPr>
              <w:t>es</w:t>
            </w:r>
            <w:r w:rsidRPr="00E152F8">
              <w:rPr>
                <w:sz w:val="18"/>
                <w:szCs w:val="18"/>
              </w:rPr>
              <w:t>. As a result, the equilibria move to C (production) and D (consumption). This translates into an increase in resource exports and an increase in manufactur</w:t>
            </w:r>
            <w:r>
              <w:rPr>
                <w:sz w:val="18"/>
                <w:szCs w:val="18"/>
              </w:rPr>
              <w:t>e</w:t>
            </w:r>
            <w:r w:rsidRPr="00E152F8">
              <w:rPr>
                <w:sz w:val="18"/>
                <w:szCs w:val="18"/>
              </w:rPr>
              <w:t xml:space="preserve"> imports. The structure of domestic production has changed towards resources, away from manufactur</w:t>
            </w:r>
            <w:r>
              <w:rPr>
                <w:sz w:val="18"/>
                <w:szCs w:val="18"/>
              </w:rPr>
              <w:t>es</w:t>
            </w:r>
            <w:r w:rsidRPr="00E152F8">
              <w:rPr>
                <w:sz w:val="18"/>
                <w:szCs w:val="18"/>
              </w:rPr>
              <w:t>. Moreover, the welfare of the community has increased, as it is consuming on a higher indifference curve I</w:t>
            </w:r>
            <w:r w:rsidRPr="00E152F8">
              <w:rPr>
                <w:sz w:val="18"/>
                <w:szCs w:val="18"/>
                <w:vertAlign w:val="subscript"/>
              </w:rPr>
              <w:t>2</w:t>
            </w:r>
            <w:r w:rsidRPr="00E152F8">
              <w:rPr>
                <w:sz w:val="18"/>
                <w:szCs w:val="18"/>
              </w:rPr>
              <w:t xml:space="preserve">. This scenario broadly illustrates the effects of the </w:t>
            </w:r>
            <w:r>
              <w:rPr>
                <w:sz w:val="18"/>
                <w:szCs w:val="18"/>
              </w:rPr>
              <w:t>resources boom</w:t>
            </w:r>
            <w:r w:rsidRPr="00E152F8">
              <w:rPr>
                <w:sz w:val="18"/>
                <w:szCs w:val="18"/>
              </w:rPr>
              <w:t xml:space="preserve"> on Australia’s production and consumption patterns.</w:t>
            </w:r>
          </w:p>
        </w:tc>
      </w:tr>
    </w:tbl>
    <w:p w:rsidR="00D60AF9" w:rsidRPr="00E152F8" w:rsidRDefault="00D60AF9" w:rsidP="00D60AF9">
      <w:pPr>
        <w:pStyle w:val="BodyText"/>
      </w:pPr>
      <w:r w:rsidRPr="00E152F8">
        <w:t>An important corollary of the brief analysis presented above concerns the implications for factors of production. Whenever the position of the economy on its production possibility frontier changes, the patterns of use of, and rewards to, labour and capital change also. This is due to the fact that, as one or more of the economic fundamentals is altered (as illustrated in panels A to D of figure</w:t>
      </w:r>
      <w:r>
        <w:t> </w:t>
      </w:r>
      <w:r w:rsidRPr="00E152F8">
        <w:t>1.1), excess supply and excess demand initially develop in labour and capital markets, creating pressures for adjustment. For equilibrium to be restored simultaneously in both markets, factor price movements need to occur such that, in each sector of production, the ratio of wages to capital rentals is equal to the ratio of the marginal products of labour and capital. Unless this condition is met, unused labour or capital or both will exist and the economy will operate within its production possibility frontier. The total quantity of each factor used</w:t>
      </w:r>
      <w:r>
        <w:t xml:space="preserve"> across the </w:t>
      </w:r>
      <w:r w:rsidRPr="00E152F8">
        <w:t>economy, combined with the economy</w:t>
      </w:r>
      <w:r>
        <w:noBreakHyphen/>
      </w:r>
      <w:r w:rsidRPr="00E152F8">
        <w:t>wide price for each factor, ultimately determines how much of the nation’s income accrues to workers, and how much to the owners of capital</w:t>
      </w:r>
      <w:r>
        <w:t xml:space="preserve"> and other factors of production</w:t>
      </w:r>
      <w:r w:rsidRPr="00E152F8">
        <w:t>.</w:t>
      </w:r>
    </w:p>
    <w:p w:rsidR="00D60AF9" w:rsidRPr="00E152F8" w:rsidRDefault="00D60AF9" w:rsidP="00D60AF9">
      <w:pPr>
        <w:pStyle w:val="Heading3"/>
      </w:pPr>
      <w:r w:rsidRPr="00E152F8">
        <w:t>Structural change in Australia</w:t>
      </w:r>
    </w:p>
    <w:p w:rsidR="00D60AF9" w:rsidRDefault="00D60AF9" w:rsidP="00D60AF9">
      <w:pPr>
        <w:pStyle w:val="BodyText"/>
      </w:pPr>
      <w:r w:rsidRPr="00E152F8">
        <w:t>Regardless of the</w:t>
      </w:r>
      <w:r>
        <w:t>ir</w:t>
      </w:r>
      <w:r w:rsidRPr="00E152F8">
        <w:t xml:space="preserve"> stage of development, all countries experience some form of structural change. Indeed, the broad similarity of long</w:t>
      </w:r>
      <w:r>
        <w:noBreakHyphen/>
      </w:r>
      <w:r w:rsidRPr="00E152F8">
        <w:t xml:space="preserve">term patterns of change in economic structure worldwide underpins a school of thought highlighting the </w:t>
      </w:r>
      <w:r w:rsidRPr="00E152F8">
        <w:lastRenderedPageBreak/>
        <w:t>so</w:t>
      </w:r>
      <w:r>
        <w:noBreakHyphen/>
      </w:r>
      <w:r w:rsidRPr="00E152F8">
        <w:t>called ‘stylised facts’ of structural change.</w:t>
      </w:r>
      <w:r w:rsidRPr="00E152F8">
        <w:rPr>
          <w:rStyle w:val="FootnoteReference"/>
        </w:rPr>
        <w:footnoteReference w:id="5"/>
      </w:r>
      <w:r w:rsidRPr="00E152F8">
        <w:t xml:space="preserve"> These stylised facts describe the three </w:t>
      </w:r>
      <w:r>
        <w:t xml:space="preserve">successive </w:t>
      </w:r>
      <w:r w:rsidRPr="00E152F8">
        <w:t>phases of development follow</w:t>
      </w:r>
      <w:r>
        <w:t>ed by most economies:</w:t>
      </w:r>
    </w:p>
    <w:p w:rsidR="00D60AF9" w:rsidRDefault="00D60AF9" w:rsidP="00D60AF9">
      <w:pPr>
        <w:pStyle w:val="ListBullet"/>
      </w:pPr>
      <w:r w:rsidRPr="00E152F8">
        <w:t>the long</w:t>
      </w:r>
      <w:r>
        <w:noBreakHyphen/>
      </w:r>
      <w:r w:rsidRPr="00E152F8">
        <w:t>term decline of agriculture from its pre</w:t>
      </w:r>
      <w:r w:rsidRPr="00E152F8">
        <w:noBreakHyphen/>
        <w:t>development dominance</w:t>
      </w:r>
    </w:p>
    <w:p w:rsidR="00D60AF9" w:rsidRDefault="00D60AF9" w:rsidP="00D60AF9">
      <w:pPr>
        <w:pStyle w:val="ListBullet"/>
      </w:pPr>
      <w:r w:rsidRPr="00E152F8">
        <w:t>the medium</w:t>
      </w:r>
      <w:r>
        <w:noBreakHyphen/>
      </w:r>
      <w:r w:rsidRPr="00E152F8">
        <w:t>term rise, then fall, of manufacturing as nations industrialise</w:t>
      </w:r>
      <w:r>
        <w:t>,</w:t>
      </w:r>
      <w:r w:rsidRPr="00E152F8">
        <w:t xml:space="preserve"> and</w:t>
      </w:r>
    </w:p>
    <w:p w:rsidR="00D60AF9" w:rsidRDefault="00D60AF9" w:rsidP="00D60AF9">
      <w:pPr>
        <w:pStyle w:val="ListBullet"/>
      </w:pPr>
      <w:r w:rsidRPr="00E152F8">
        <w:t>the long</w:t>
      </w:r>
      <w:r>
        <w:noBreakHyphen/>
      </w:r>
      <w:r w:rsidRPr="00E152F8">
        <w:t>term rise and ultimate dominance of the services sector, as nations become modern economies.</w:t>
      </w:r>
    </w:p>
    <w:p w:rsidR="00D60AF9" w:rsidRPr="00E152F8" w:rsidRDefault="00D60AF9" w:rsidP="00D60AF9">
      <w:pPr>
        <w:pStyle w:val="BodyText"/>
      </w:pPr>
      <w:r w:rsidRPr="00E152F8">
        <w:t>Notwithstanding these similarities, even those authors who focus on these stylised facts acknowledge the country</w:t>
      </w:r>
      <w:r>
        <w:noBreakHyphen/>
      </w:r>
      <w:r w:rsidRPr="00E152F8">
        <w:t>specific nature of much structural change</w:t>
      </w:r>
      <w:r>
        <w:t xml:space="preserve"> (Acemoglu 2012; Herrendorf et al. 2011)</w:t>
      </w:r>
      <w:r w:rsidRPr="00E152F8">
        <w:t>.</w:t>
      </w:r>
    </w:p>
    <w:p w:rsidR="00D60AF9" w:rsidRPr="00E152F8" w:rsidRDefault="00D60AF9" w:rsidP="00D60AF9">
      <w:pPr>
        <w:pStyle w:val="Heading4"/>
      </w:pPr>
      <w:r w:rsidRPr="00E152F8">
        <w:t xml:space="preserve">The importance of international trade and </w:t>
      </w:r>
      <w:r>
        <w:t>‘</w:t>
      </w:r>
      <w:r w:rsidRPr="00E152F8">
        <w:t>globalisation</w:t>
      </w:r>
      <w:r>
        <w:t>’</w:t>
      </w:r>
    </w:p>
    <w:p w:rsidR="00D60AF9" w:rsidRPr="00E152F8" w:rsidRDefault="00D60AF9" w:rsidP="00D60AF9">
      <w:pPr>
        <w:pStyle w:val="BodyText"/>
      </w:pPr>
      <w:r>
        <w:t>Although</w:t>
      </w:r>
      <w:r w:rsidRPr="00E152F8">
        <w:t xml:space="preserve"> Australia’s development trajectory accords broadly with the stylised facts of structural change (chapters</w:t>
      </w:r>
      <w:r>
        <w:t> </w:t>
      </w:r>
      <w:r w:rsidRPr="00E152F8">
        <w:t xml:space="preserve">3 and 4), it </w:t>
      </w:r>
      <w:r>
        <w:t>stands out</w:t>
      </w:r>
      <w:r w:rsidRPr="00E152F8">
        <w:t xml:space="preserve"> in some important respects. Even prior to the current </w:t>
      </w:r>
      <w:r>
        <w:t>resources boom</w:t>
      </w:r>
      <w:r w:rsidRPr="00E152F8">
        <w:t>, Australia has always had a much more resource</w:t>
      </w:r>
      <w:r>
        <w:noBreakHyphen/>
      </w:r>
      <w:r w:rsidRPr="00E152F8">
        <w:t xml:space="preserve">oriented economy than any other comparable developed economy. With its comparative advantage traditionally lying in </w:t>
      </w:r>
      <w:r>
        <w:t xml:space="preserve">broadacre </w:t>
      </w:r>
      <w:r w:rsidRPr="00E152F8">
        <w:t xml:space="preserve">rural commodities, minerals and energy — as far back as the gold rushes of the nineteenth century — Australia has tended to experience disproportionately the </w:t>
      </w:r>
      <w:r>
        <w:t xml:space="preserve">volatility </w:t>
      </w:r>
      <w:r w:rsidRPr="00E152F8">
        <w:t xml:space="preserve">of international </w:t>
      </w:r>
      <w:r>
        <w:t xml:space="preserve">commodity </w:t>
      </w:r>
      <w:r w:rsidRPr="00E152F8">
        <w:t>prices.</w:t>
      </w:r>
    </w:p>
    <w:p w:rsidR="00D60AF9" w:rsidRPr="00E152F8" w:rsidRDefault="00D60AF9" w:rsidP="00D60AF9">
      <w:pPr>
        <w:pStyle w:val="BodyText"/>
      </w:pPr>
      <w:r w:rsidRPr="00E152F8">
        <w:t xml:space="preserve">For example, during the </w:t>
      </w:r>
      <w:r>
        <w:t xml:space="preserve">early </w:t>
      </w:r>
      <w:r w:rsidRPr="00E152F8">
        <w:t xml:space="preserve">1950s, the Korean War led to a spike in the demand for Australian wool </w:t>
      </w:r>
      <w:r>
        <w:t>that</w:t>
      </w:r>
      <w:r w:rsidRPr="00E152F8">
        <w:t xml:space="preserve"> saw Australia’s terms of trade reach an unprecedented high (figure 1.2). Conversely, at the time of the United Kingdom’s entry into the European Economic Community in 1973, Australia lost much of that country’s market for its agricultural exports (IAC 1977). This loss exacerbated other pressures felt by some</w:t>
      </w:r>
      <w:r>
        <w:t xml:space="preserve"> major</w:t>
      </w:r>
      <w:r w:rsidRPr="00E152F8">
        <w:t xml:space="preserve"> rural industries around that period, leading to a decline in their share of the economy.</w:t>
      </w:r>
    </w:p>
    <w:p w:rsidR="00D60AF9" w:rsidRPr="00E152F8" w:rsidRDefault="00D60AF9" w:rsidP="00D60AF9">
      <w:pPr>
        <w:pStyle w:val="BodyText"/>
      </w:pPr>
      <w:r w:rsidRPr="00E152F8">
        <w:t xml:space="preserve">Australia’s </w:t>
      </w:r>
      <w:r>
        <w:t>sensitivity</w:t>
      </w:r>
      <w:r w:rsidRPr="00E152F8">
        <w:t xml:space="preserve"> to overseas economic conditions was </w:t>
      </w:r>
      <w:r>
        <w:t xml:space="preserve">demonstrated </w:t>
      </w:r>
      <w:r w:rsidRPr="00E152F8">
        <w:t xml:space="preserve">repeatedly over the course of the twentieth century. On each occasion, one or more of the </w:t>
      </w:r>
      <w:r>
        <w:t xml:space="preserve">country’s fundamentals </w:t>
      </w:r>
      <w:r w:rsidRPr="00E152F8">
        <w:t xml:space="preserve">was </w:t>
      </w:r>
      <w:r>
        <w:t>altered (as</w:t>
      </w:r>
      <w:r w:rsidRPr="00E152F8">
        <w:t xml:space="preserve"> </w:t>
      </w:r>
      <w:r>
        <w:t>illustrated</w:t>
      </w:r>
      <w:r w:rsidRPr="00E152F8">
        <w:t xml:space="preserve"> in figure</w:t>
      </w:r>
      <w:r>
        <w:t> </w:t>
      </w:r>
      <w:r w:rsidRPr="00E152F8">
        <w:t>1.1</w:t>
      </w:r>
      <w:r>
        <w:t>)</w:t>
      </w:r>
      <w:r w:rsidRPr="00E152F8">
        <w:t xml:space="preserve">, </w:t>
      </w:r>
      <w:r>
        <w:t>resulting in</w:t>
      </w:r>
      <w:r w:rsidRPr="00E152F8">
        <w:t xml:space="preserve"> structural change. For example, during the early 1970s, the discovery of major bauxite and oil reserves and increased Japanese demand for iron ore and coal led to a </w:t>
      </w:r>
      <w:r>
        <w:t>resources boom</w:t>
      </w:r>
      <w:r w:rsidRPr="00E152F8">
        <w:t xml:space="preserve">. In the late 1970s, there was another </w:t>
      </w:r>
      <w:r>
        <w:t>resources boom</w:t>
      </w:r>
      <w:r w:rsidRPr="00E152F8">
        <w:t xml:space="preserve">, this time triggered by increases in the price of energy, in the wake of oil price shocks (Battelino 2010). The consequences of these resource discoveries and booms for </w:t>
      </w:r>
      <w:r w:rsidRPr="00E152F8">
        <w:lastRenderedPageBreak/>
        <w:t xml:space="preserve">industry structure and competitiveness were the catalyst for the elaboration of the ‘Gregory thesis’, </w:t>
      </w:r>
      <w:r>
        <w:t>analogous to</w:t>
      </w:r>
      <w:r w:rsidRPr="00E152F8">
        <w:t xml:space="preserve"> the ‘Dutch Disease’ and ‘resource curse’ constructs (</w:t>
      </w:r>
      <w:r>
        <w:t>discussed below</w:t>
      </w:r>
      <w:r w:rsidRPr="00E152F8">
        <w:t>).</w:t>
      </w:r>
    </w:p>
    <w:p w:rsidR="00D60AF9" w:rsidRPr="00D66E48" w:rsidRDefault="00D60AF9" w:rsidP="00D60AF9">
      <w:pPr>
        <w:pStyle w:val="FigureTitle"/>
      </w:pPr>
      <w:r w:rsidRPr="00E152F8">
        <w:rPr>
          <w:b w:val="0"/>
        </w:rPr>
        <w:t xml:space="preserve">Figure </w:t>
      </w:r>
      <w:r>
        <w:rPr>
          <w:b w:val="0"/>
        </w:rPr>
        <w:t>1.</w:t>
      </w:r>
      <w:r>
        <w:rPr>
          <w:b w:val="0"/>
          <w:noProof/>
        </w:rPr>
        <w:t>2</w:t>
      </w:r>
      <w:r w:rsidRPr="00E152F8">
        <w:tab/>
      </w:r>
      <w:r w:rsidRPr="00D66E48">
        <w:t>T</w:t>
      </w:r>
      <w:r>
        <w:t>he t</w:t>
      </w:r>
      <w:r w:rsidRPr="00D66E48">
        <w:t>erms of trade peak</w:t>
      </w:r>
      <w:r>
        <w:t>ed</w:t>
      </w:r>
      <w:r w:rsidRPr="00D66E48">
        <w:t xml:space="preserve"> in </w:t>
      </w:r>
      <w:r>
        <w:t xml:space="preserve">late </w:t>
      </w:r>
      <w:r w:rsidRPr="00D66E48">
        <w:t>2011</w:t>
      </w:r>
      <w:r w:rsidRPr="001F0F54">
        <w:rPr>
          <w:rStyle w:val="NoteLabel"/>
          <w:b/>
        </w:rPr>
        <w:t>a</w:t>
      </w:r>
    </w:p>
    <w:p w:rsidR="00D60AF9" w:rsidRPr="00D66E48" w:rsidRDefault="00D60AF9" w:rsidP="00D60AF9">
      <w:pPr>
        <w:pStyle w:val="Subtitle"/>
      </w:pPr>
      <w:r w:rsidRPr="00D66E48">
        <w:t>Index values, 1870–201</w:t>
      </w:r>
      <w:r>
        <w:t>3</w:t>
      </w:r>
      <w:r w:rsidRPr="00D66E48">
        <w:t xml:space="preserve"> (1901–2000 average=100)</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D60AF9" w:rsidRPr="00D66E48" w:rsidTr="005A0B58">
        <w:tc>
          <w:tcPr>
            <w:tcW w:w="8777" w:type="dxa"/>
            <w:tcBorders>
              <w:top w:val="single" w:sz="6" w:space="0" w:color="auto"/>
              <w:bottom w:val="single" w:sz="6" w:space="0" w:color="auto"/>
            </w:tcBorders>
          </w:tcPr>
          <w:p w:rsidR="00D60AF9" w:rsidRPr="00D66E48" w:rsidRDefault="00D60AF9" w:rsidP="005A0B58">
            <w:pPr>
              <w:pStyle w:val="Figure"/>
            </w:pPr>
            <w:r w:rsidRPr="00E00EC4">
              <w:rPr>
                <w:noProof/>
              </w:rPr>
              <w:drawing>
                <wp:inline distT="0" distB="0" distL="0" distR="0" wp14:anchorId="39554E6D" wp14:editId="18AE6BD0">
                  <wp:extent cx="5400000" cy="3600000"/>
                  <wp:effectExtent l="0" t="0" r="0" b="635"/>
                  <wp:docPr id="8" name="Chart 8" descr="Figure 1.2 This figure shows Australia's terms of trade from 1870 to March 2013, expressed in index value. The base is equal to one hundred, which is set to equal the average terms of trade value between 1901 and 2000."/>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D60AF9" w:rsidRPr="00D66E48" w:rsidRDefault="00D60AF9" w:rsidP="00D60AF9">
      <w:pPr>
        <w:pStyle w:val="Note"/>
      </w:pPr>
      <w:r w:rsidRPr="00D66E48">
        <w:rPr>
          <w:rStyle w:val="NoteLabel"/>
        </w:rPr>
        <w:t>a</w:t>
      </w:r>
      <w:r w:rsidRPr="00D66E48">
        <w:t xml:space="preserve"> Based on annual data to 1959, and </w:t>
      </w:r>
      <w:r>
        <w:t xml:space="preserve">seasonally adjusted </w:t>
      </w:r>
      <w:r w:rsidRPr="00D66E48">
        <w:t xml:space="preserve">quarterly data </w:t>
      </w:r>
      <w:r>
        <w:t xml:space="preserve">averaged over the year to June </w:t>
      </w:r>
      <w:r w:rsidRPr="00D66E48">
        <w:t>thereafter</w:t>
      </w:r>
      <w:r>
        <w:t xml:space="preserve">. Dates refer to </w:t>
      </w:r>
      <w:r w:rsidRPr="00D66E48">
        <w:t>the June quarter.</w:t>
      </w:r>
      <w:r>
        <w:t xml:space="preserve"> Data for 2012</w:t>
      </w:r>
      <w:r>
        <w:noBreakHyphen/>
        <w:t>13 include only the September, December and March quarters.</w:t>
      </w:r>
    </w:p>
    <w:p w:rsidR="00D60AF9" w:rsidRPr="00D66E48" w:rsidRDefault="00D60AF9" w:rsidP="00D60AF9">
      <w:pPr>
        <w:pStyle w:val="Source"/>
      </w:pPr>
      <w:r>
        <w:rPr>
          <w:i/>
        </w:rPr>
        <w:t>S</w:t>
      </w:r>
      <w:r w:rsidRPr="00D66E48">
        <w:rPr>
          <w:i/>
        </w:rPr>
        <w:t>ources</w:t>
      </w:r>
      <w:r w:rsidRPr="00D66E48">
        <w:t xml:space="preserve">: </w:t>
      </w:r>
      <w:r>
        <w:t>Connolly, E. (RBA, Sydney, pers. comm., 28 August 2012, unpublished data) and</w:t>
      </w:r>
      <w:r w:rsidRPr="00D66E48">
        <w:t xml:space="preserve"> </w:t>
      </w:r>
      <w:r>
        <w:t>ABS (</w:t>
      </w:r>
      <w:r w:rsidRPr="00624875">
        <w:rPr>
          <w:i/>
        </w:rPr>
        <w:t>Australian National Accounts: National Income, Expenditure and Product, March 2013</w:t>
      </w:r>
      <w:r>
        <w:t>, Cat. no. 5206.0)</w:t>
      </w:r>
      <w:r w:rsidRPr="007B0E2A">
        <w:t>.</w:t>
      </w:r>
    </w:p>
    <w:p w:rsidR="00D60AF9" w:rsidRPr="00E152F8" w:rsidRDefault="00D60AF9" w:rsidP="00D60AF9">
      <w:pPr>
        <w:pStyle w:val="BodyText"/>
      </w:pPr>
      <w:r w:rsidRPr="00E152F8">
        <w:t xml:space="preserve">The current </w:t>
      </w:r>
      <w:r>
        <w:t>natural resources boom</w:t>
      </w:r>
      <w:r w:rsidRPr="00E152F8">
        <w:t xml:space="preserve"> is but the latest in a series of external trade shocks affecting the Australian economy. The sharp rise in the price of Australia’s minerals exports, beginning in 2002</w:t>
      </w:r>
      <w:r>
        <w:noBreakHyphen/>
      </w:r>
      <w:r w:rsidRPr="00E152F8">
        <w:t xml:space="preserve">03 saw the terms of trade </w:t>
      </w:r>
      <w:r>
        <w:t>match</w:t>
      </w:r>
      <w:r w:rsidRPr="00E152F8">
        <w:t xml:space="preserve"> the heights previously reached during the boom in agricultural export prices in the 1950s (figure</w:t>
      </w:r>
      <w:r>
        <w:t> </w:t>
      </w:r>
      <w:r w:rsidRPr="00E152F8">
        <w:t>1.2).</w:t>
      </w:r>
    </w:p>
    <w:p w:rsidR="00D60AF9" w:rsidRPr="00E152F8" w:rsidRDefault="00D60AF9" w:rsidP="00D60AF9">
      <w:pPr>
        <w:pStyle w:val="BodyText"/>
      </w:pPr>
      <w:r w:rsidRPr="00E152F8">
        <w:t xml:space="preserve">Unlike earlier </w:t>
      </w:r>
      <w:r>
        <w:t>resources boom</w:t>
      </w:r>
      <w:r w:rsidRPr="00E152F8">
        <w:t xml:space="preserve">s, the most recent one has proved </w:t>
      </w:r>
      <w:r>
        <w:t xml:space="preserve">to be </w:t>
      </w:r>
      <w:r w:rsidRPr="00E152F8">
        <w:t>long</w:t>
      </w:r>
      <w:r>
        <w:noBreakHyphen/>
      </w:r>
      <w:r w:rsidRPr="00E152F8">
        <w:t>lived. Its effects have been accentuated by the strong appreciation of the Australian dollar and a significant fall in the prices of goods imported from Asia. In the midst of these favourable developments, the occurrence of the Global Financial Crisis (GFC) led to a temporary downturn in activity which, despite being relatively mild in Australia, has nonetheless resulted in some durable effects.</w:t>
      </w:r>
    </w:p>
    <w:p w:rsidR="00D60AF9" w:rsidRPr="00E152F8" w:rsidRDefault="00D60AF9" w:rsidP="00D60AF9">
      <w:pPr>
        <w:pStyle w:val="BodyText"/>
      </w:pPr>
      <w:r w:rsidRPr="00E152F8">
        <w:lastRenderedPageBreak/>
        <w:t xml:space="preserve">Both the </w:t>
      </w:r>
      <w:r>
        <w:t>resources boom</w:t>
      </w:r>
      <w:r w:rsidRPr="00E152F8">
        <w:t xml:space="preserve"> and the GFC have thrown into stark relief the extent to which the world economy is increasingly integrated and interdependent</w:t>
      </w:r>
      <w:r>
        <w:t xml:space="preserve"> — in other words</w:t>
      </w:r>
      <w:r w:rsidRPr="00E152F8">
        <w:t xml:space="preserve">, ‘globalised’. </w:t>
      </w:r>
      <w:r>
        <w:t xml:space="preserve">For example, the ratio of world merchandise exports and imports to world GDP grew from 29 per cent in 1986 to 53 per cent in 2008, prior to the downturn caused by the GFC (Productivity Commission estimates based on World Bank data). </w:t>
      </w:r>
      <w:r w:rsidRPr="00E152F8">
        <w:t xml:space="preserve">Globalisation means that countries linked by trade, financial transfers, technology, information flows, immigration and social exchanges are now enmeshed in each others’ opportunities and risks. On the downside, this can mean a more rapid transmission of economic turmoil and financial crises. On the upside, it means that Australia is benefitting greatly from </w:t>
      </w:r>
      <w:r>
        <w:t>China’s strong demand for steel, underpinned by rapid industrialisation and urbanisation and a growing</w:t>
      </w:r>
      <w:r w:rsidRPr="00E152F8">
        <w:t xml:space="preserve"> standard of living.</w:t>
      </w:r>
    </w:p>
    <w:p w:rsidR="00D60AF9" w:rsidRDefault="00D60AF9" w:rsidP="00D60AF9">
      <w:pPr>
        <w:pStyle w:val="BodyText"/>
      </w:pPr>
      <w:r w:rsidRPr="00E152F8">
        <w:t>Based on the KOF index of globalisation for 2012, Australia was the 21</w:t>
      </w:r>
      <w:r w:rsidRPr="00E152F8">
        <w:rPr>
          <w:vertAlign w:val="superscript"/>
        </w:rPr>
        <w:t>st</w:t>
      </w:r>
      <w:r w:rsidRPr="00E152F8">
        <w:t xml:space="preserve"> most globalised country, in overall terms, and the 32</w:t>
      </w:r>
      <w:r w:rsidRPr="00E152F8">
        <w:rPr>
          <w:vertAlign w:val="superscript"/>
        </w:rPr>
        <w:t>nd</w:t>
      </w:r>
      <w:r w:rsidRPr="00E152F8">
        <w:t xml:space="preserve"> highest globalised country in economic terms (out of 208 countries).</w:t>
      </w:r>
      <w:r w:rsidRPr="00E152F8">
        <w:rPr>
          <w:rStyle w:val="FootnoteReference"/>
        </w:rPr>
        <w:footnoteReference w:id="6"/>
      </w:r>
      <w:r w:rsidRPr="00E152F8">
        <w:t xml:space="preserve"> For Australian producers, globalisation presents both opportunities and risks. On the one hand, market</w:t>
      </w:r>
      <w:r>
        <w:t>s</w:t>
      </w:r>
      <w:r w:rsidRPr="00E152F8">
        <w:t xml:space="preserve"> for </w:t>
      </w:r>
      <w:r>
        <w:t xml:space="preserve">traded </w:t>
      </w:r>
      <w:r w:rsidRPr="00E152F8">
        <w:t xml:space="preserve">goods and services </w:t>
      </w:r>
      <w:r>
        <w:t>are</w:t>
      </w:r>
      <w:r w:rsidRPr="00E152F8">
        <w:t xml:space="preserve"> now larger and, in particular, Australia’s minerals and energy </w:t>
      </w:r>
      <w:r>
        <w:t>are</w:t>
      </w:r>
      <w:r w:rsidRPr="00E152F8">
        <w:t xml:space="preserve"> in great demand. </w:t>
      </w:r>
      <w:r>
        <w:t>Technology has also enhanced</w:t>
      </w:r>
      <w:r w:rsidRPr="00E152F8">
        <w:t xml:space="preserve"> the ability of many Australian firms to achieve lower production costs through access to cheaper imported inputs, or through the outsourcing of some activities (including services) to overseas suppliers.</w:t>
      </w:r>
    </w:p>
    <w:p w:rsidR="00D60AF9" w:rsidRPr="00E152F8" w:rsidRDefault="00D60AF9" w:rsidP="00D60AF9">
      <w:pPr>
        <w:pStyle w:val="BodyText"/>
      </w:pPr>
      <w:r w:rsidRPr="00E152F8">
        <w:t>Technological advances are often put forward as an enabler of globalisation (Langhorne 2001, cited in Dreher, Gaston and Martens 2008). Improvements in transport and communication technology have fostered countless innovations in the ways of ‘doing business’ internationally and improvements in the range, speed and ease of international transactions.</w:t>
      </w:r>
    </w:p>
    <w:p w:rsidR="00D60AF9" w:rsidRDefault="00D60AF9" w:rsidP="00D60AF9">
      <w:pPr>
        <w:pStyle w:val="BodyText"/>
      </w:pPr>
      <w:r w:rsidRPr="00E152F8">
        <w:t xml:space="preserve">Globalisation has </w:t>
      </w:r>
      <w:r>
        <w:t xml:space="preserve">also </w:t>
      </w:r>
      <w:r w:rsidRPr="00E152F8">
        <w:t xml:space="preserve">had </w:t>
      </w:r>
      <w:r>
        <w:t>a</w:t>
      </w:r>
      <w:r w:rsidRPr="00E152F8">
        <w:t xml:space="preserve"> downside for some domestic producers. For example, the Australian motor vehicle, printing and publishing industries have lost domestic market share to overseas competitors. But not all firms in these and other trade</w:t>
      </w:r>
      <w:r>
        <w:noBreakHyphen/>
      </w:r>
      <w:r w:rsidRPr="00E152F8">
        <w:t xml:space="preserve">exposed industries are similarly affected. Some have been able to harness the increasing geographic </w:t>
      </w:r>
      <w:r>
        <w:t>dispersion</w:t>
      </w:r>
      <w:r w:rsidRPr="00E152F8">
        <w:t xml:space="preserve"> of production processes to their advantage (box 1.3).</w:t>
      </w:r>
    </w:p>
    <w:p w:rsidR="00D60AF9" w:rsidRDefault="00D60AF9" w:rsidP="00D60AF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60AF9" w:rsidTr="005A0B58">
        <w:tc>
          <w:tcPr>
            <w:tcW w:w="8771" w:type="dxa"/>
            <w:tcBorders>
              <w:top w:val="single" w:sz="6" w:space="0" w:color="auto"/>
              <w:bottom w:val="nil"/>
            </w:tcBorders>
          </w:tcPr>
          <w:p w:rsidR="00D60AF9" w:rsidRDefault="00D60AF9" w:rsidP="005A0B58">
            <w:pPr>
              <w:pStyle w:val="BoxTitle"/>
            </w:pPr>
            <w:r>
              <w:rPr>
                <w:b w:val="0"/>
              </w:rPr>
              <w:t>Box 1.</w:t>
            </w:r>
            <w:r>
              <w:rPr>
                <w:b w:val="0"/>
                <w:noProof/>
              </w:rPr>
              <w:t>3</w:t>
            </w:r>
            <w:r>
              <w:tab/>
            </w:r>
            <w:r w:rsidRPr="00E152F8">
              <w:t>International value chains and ‘made in the world’</w:t>
            </w:r>
          </w:p>
        </w:tc>
      </w:tr>
      <w:tr w:rsidR="00D60AF9" w:rsidTr="005A0B58">
        <w:trPr>
          <w:cantSplit/>
        </w:trPr>
        <w:tc>
          <w:tcPr>
            <w:tcW w:w="8771" w:type="dxa"/>
            <w:tcBorders>
              <w:top w:val="nil"/>
              <w:left w:val="single" w:sz="6" w:space="0" w:color="auto"/>
              <w:bottom w:val="nil"/>
              <w:right w:val="single" w:sz="6" w:space="0" w:color="auto"/>
            </w:tcBorders>
          </w:tcPr>
          <w:p w:rsidR="00D60AF9" w:rsidRPr="00E152F8" w:rsidRDefault="00D60AF9" w:rsidP="005A0B58">
            <w:pPr>
              <w:pStyle w:val="Box"/>
            </w:pPr>
            <w:r w:rsidRPr="00E152F8">
              <w:t xml:space="preserve">A value (or supply) chain is defined as ‘the unbundling of stages of production across different countries, based on their cost advantages’ (Lamy 2012). An example of a value chain is that underlying the manufacture of an Apple iPhone. </w:t>
            </w:r>
            <w:r>
              <w:t>Although</w:t>
            </w:r>
            <w:r w:rsidRPr="00E152F8">
              <w:t xml:space="preserve"> iPhones are assembled in China for export to the rest of the world, it has been calculated that the value added embodied in each unit is created in a range of countries, with China among the smallest value adders. As a result, an iPhone is literally ‘made in the world’.</w:t>
            </w:r>
          </w:p>
          <w:p w:rsidR="00D60AF9" w:rsidRPr="00E152F8" w:rsidRDefault="00D60AF9" w:rsidP="005A0B58">
            <w:pPr>
              <w:pStyle w:val="Box"/>
            </w:pPr>
            <w:r w:rsidRPr="00E152F8">
              <w:t xml:space="preserve">The concept of a value chain emphasises that, increasingly, trade between countries is made up not of trade in finished products, but of trade in intermediates, tasks and value added. Thus, a country’s exported goods can incorporate parts and labour supplied, via imports, by a multitude of other countries. </w:t>
            </w:r>
            <w:r>
              <w:t>For example, i</w:t>
            </w:r>
            <w:r w:rsidRPr="00E152F8">
              <w:t>t has been estimated that, in 2005, a third of the value of Norway’s exports was accounted for by the imported inputs they contained. This proportion was higher in manufacturing than in services.</w:t>
            </w:r>
          </w:p>
          <w:p w:rsidR="00D60AF9" w:rsidRPr="00E152F8" w:rsidRDefault="00D60AF9" w:rsidP="005A0B58">
            <w:pPr>
              <w:pStyle w:val="Box"/>
            </w:pPr>
            <w:r w:rsidRPr="00E152F8">
              <w:t xml:space="preserve">The increasing </w:t>
            </w:r>
            <w:r>
              <w:t>dispersion</w:t>
            </w:r>
            <w:r w:rsidRPr="00E152F8">
              <w:t xml:space="preserve"> of production </w:t>
            </w:r>
            <w:r>
              <w:t>activities</w:t>
            </w:r>
            <w:r w:rsidRPr="00E152F8">
              <w:t xml:space="preserve"> across countries provides additional opportunities for countries to become part of a chain, at a level commensurate with their capabilities and endowments. As the tasks required to assemble a particular good are increasingly split</w:t>
            </w:r>
            <w:r>
              <w:noBreakHyphen/>
              <w:t>up</w:t>
            </w:r>
            <w:r w:rsidRPr="00E152F8">
              <w:t xml:space="preserve"> and distributed, countries become better able to exploit their comparative advantage in building one or more components, rather than the whole product. </w:t>
            </w:r>
          </w:p>
          <w:p w:rsidR="00D60AF9" w:rsidRDefault="00D60AF9" w:rsidP="005A0B58">
            <w:pPr>
              <w:pStyle w:val="Box"/>
            </w:pPr>
            <w:r w:rsidRPr="00E152F8">
              <w:t xml:space="preserve">The rising importance of value chains has been underpinned by the rapid growth of foreign direct investment (FDI) within world trade. Many FDI flows represent a multinational company’s funding of upstream and downstream activities carried out by its overseas subsidiaries or foreign affiliates. For example, over the last ten years, the US company Boeing has invested in excess of $500 million </w:t>
            </w:r>
            <w:r>
              <w:t>i</w:t>
            </w:r>
            <w:r w:rsidRPr="00E152F8">
              <w:t xml:space="preserve">n plant, equipment, training and research laboratories </w:t>
            </w:r>
            <w:r>
              <w:t xml:space="preserve">(such as CSIRO) </w:t>
            </w:r>
            <w:r w:rsidRPr="00E152F8">
              <w:t>in Australia.</w:t>
            </w:r>
          </w:p>
        </w:tc>
      </w:tr>
      <w:tr w:rsidR="00D60AF9" w:rsidTr="005A0B58">
        <w:trPr>
          <w:cantSplit/>
        </w:trPr>
        <w:tc>
          <w:tcPr>
            <w:tcW w:w="8771" w:type="dxa"/>
            <w:tcBorders>
              <w:top w:val="nil"/>
              <w:left w:val="single" w:sz="6" w:space="0" w:color="auto"/>
              <w:bottom w:val="nil"/>
              <w:right w:val="single" w:sz="6" w:space="0" w:color="auto"/>
            </w:tcBorders>
          </w:tcPr>
          <w:p w:rsidR="00D60AF9" w:rsidRDefault="00D60AF9" w:rsidP="001B6C8E">
            <w:pPr>
              <w:pStyle w:val="BoxSource"/>
            </w:pPr>
            <w:r>
              <w:rPr>
                <w:i/>
              </w:rPr>
              <w:t>Sources</w:t>
            </w:r>
            <w:r w:rsidRPr="00167F06">
              <w:t>:</w:t>
            </w:r>
            <w:r w:rsidRPr="00E152F8">
              <w:t xml:space="preserve"> Lamy (2012); Isakson (2011); Austrade (2012).</w:t>
            </w:r>
          </w:p>
        </w:tc>
      </w:tr>
      <w:tr w:rsidR="00D60AF9" w:rsidTr="005A0B58">
        <w:trPr>
          <w:cantSplit/>
        </w:trPr>
        <w:tc>
          <w:tcPr>
            <w:tcW w:w="8771" w:type="dxa"/>
            <w:tcBorders>
              <w:top w:val="nil"/>
              <w:left w:val="single" w:sz="6" w:space="0" w:color="auto"/>
              <w:bottom w:val="single" w:sz="6" w:space="0" w:color="auto"/>
              <w:right w:val="single" w:sz="6" w:space="0" w:color="auto"/>
            </w:tcBorders>
          </w:tcPr>
          <w:p w:rsidR="00D60AF9" w:rsidRDefault="00D60AF9" w:rsidP="005A0B58">
            <w:pPr>
              <w:pStyle w:val="Box"/>
              <w:spacing w:before="0" w:line="120" w:lineRule="exact"/>
            </w:pPr>
          </w:p>
        </w:tc>
      </w:tr>
      <w:tr w:rsidR="00D60AF9" w:rsidRPr="000863A5" w:rsidTr="005A0B58">
        <w:tc>
          <w:tcPr>
            <w:tcW w:w="8771" w:type="dxa"/>
            <w:tcBorders>
              <w:top w:val="nil"/>
              <w:left w:val="nil"/>
              <w:bottom w:val="nil"/>
              <w:right w:val="nil"/>
            </w:tcBorders>
          </w:tcPr>
          <w:p w:rsidR="00D60AF9" w:rsidRPr="00626D32" w:rsidRDefault="00D60AF9" w:rsidP="005A0B58">
            <w:pPr>
              <w:pStyle w:val="BoxSpaceBelow"/>
            </w:pPr>
          </w:p>
        </w:tc>
      </w:tr>
    </w:tbl>
    <w:p w:rsidR="00D60AF9" w:rsidRPr="00E152F8" w:rsidRDefault="00D60AF9" w:rsidP="00D60AF9">
      <w:pPr>
        <w:pStyle w:val="Heading2"/>
      </w:pPr>
      <w:r>
        <w:t>1.</w:t>
      </w:r>
      <w:r>
        <w:rPr>
          <w:noProof/>
        </w:rPr>
        <w:t>3</w:t>
      </w:r>
      <w:r w:rsidRPr="00E152F8">
        <w:tab/>
        <w:t>Why is structural change of policy interest?</w:t>
      </w:r>
    </w:p>
    <w:p w:rsidR="00D60AF9" w:rsidRPr="00E152F8" w:rsidRDefault="00D60AF9" w:rsidP="00D60AF9">
      <w:pPr>
        <w:pStyle w:val="BodyText"/>
      </w:pPr>
      <w:r w:rsidRPr="00E152F8">
        <w:t xml:space="preserve">As mentioned earlier, structural change cannot take place without accompanying adjustments. </w:t>
      </w:r>
      <w:r>
        <w:t>Accordingly, t</w:t>
      </w:r>
      <w:r w:rsidRPr="00E152F8">
        <w:t xml:space="preserve">he potential benefits of structural change cannot be </w:t>
      </w:r>
      <w:r>
        <w:t>realised</w:t>
      </w:r>
      <w:r w:rsidRPr="00E152F8">
        <w:t xml:space="preserve"> until structural adjustment takes place. However, structural adjustments are not costless. It is this feature that </w:t>
      </w:r>
      <w:r>
        <w:t xml:space="preserve">causes community concern and </w:t>
      </w:r>
      <w:r w:rsidRPr="00E152F8">
        <w:t>motivates</w:t>
      </w:r>
      <w:r>
        <w:t xml:space="preserve"> much of the</w:t>
      </w:r>
      <w:r w:rsidRPr="00E152F8">
        <w:t xml:space="preserve"> government interest in this area.</w:t>
      </w:r>
    </w:p>
    <w:p w:rsidR="00D60AF9" w:rsidRPr="00E152F8" w:rsidRDefault="00D60AF9" w:rsidP="00D60AF9">
      <w:pPr>
        <w:pStyle w:val="Heading3"/>
      </w:pPr>
      <w:r>
        <w:t>Promoting the benefits of</w:t>
      </w:r>
      <w:r w:rsidRPr="00E152F8">
        <w:t xml:space="preserve"> resource reallocation</w:t>
      </w:r>
    </w:p>
    <w:p w:rsidR="00D60AF9" w:rsidRDefault="00D60AF9" w:rsidP="00D60AF9">
      <w:pPr>
        <w:pStyle w:val="BodyText"/>
      </w:pPr>
      <w:r w:rsidRPr="00E152F8">
        <w:t xml:space="preserve">In a market economy, scarce </w:t>
      </w:r>
      <w:r>
        <w:t xml:space="preserve">productive </w:t>
      </w:r>
      <w:r w:rsidRPr="00E152F8">
        <w:t xml:space="preserve">resources </w:t>
      </w:r>
      <w:r>
        <w:t xml:space="preserve">will tend to </w:t>
      </w:r>
      <w:r w:rsidRPr="00E152F8">
        <w:t>flow to their highest</w:t>
      </w:r>
      <w:r>
        <w:noBreakHyphen/>
      </w:r>
      <w:r w:rsidRPr="00E152F8">
        <w:t xml:space="preserve">value uses. If, for example, changing preferences </w:t>
      </w:r>
      <w:r>
        <w:t xml:space="preserve">of foreign consumers </w:t>
      </w:r>
      <w:r w:rsidRPr="00E152F8">
        <w:lastRenderedPageBreak/>
        <w:t xml:space="preserve">mean that </w:t>
      </w:r>
      <w:r>
        <w:t>overseas demand for Australia’s minerals and energy increases</w:t>
      </w:r>
      <w:r w:rsidRPr="00E152F8">
        <w:t xml:space="preserve">, relative prices </w:t>
      </w:r>
      <w:r>
        <w:t xml:space="preserve">received by Australian producers </w:t>
      </w:r>
      <w:r w:rsidRPr="00E152F8">
        <w:t xml:space="preserve">will come to reflect this shift in </w:t>
      </w:r>
      <w:r>
        <w:t>market conditions</w:t>
      </w:r>
      <w:r w:rsidRPr="00E152F8">
        <w:t xml:space="preserve">. In time, </w:t>
      </w:r>
      <w:r>
        <w:t>resources</w:t>
      </w:r>
      <w:r w:rsidRPr="00E152F8">
        <w:t xml:space="preserve"> will be reallocated to the production of the more </w:t>
      </w:r>
      <w:r>
        <w:t>highly-valued</w:t>
      </w:r>
      <w:r w:rsidRPr="00E152F8">
        <w:t xml:space="preserve"> product.</w:t>
      </w:r>
    </w:p>
    <w:p w:rsidR="00D60AF9" w:rsidRDefault="00D60AF9" w:rsidP="00D60AF9">
      <w:pPr>
        <w:pStyle w:val="BodyText"/>
      </w:pPr>
      <w:r w:rsidRPr="00E152F8">
        <w:t>This is the process illustrated in figure 1.1(</w:t>
      </w:r>
      <w:r>
        <w:t>D</w:t>
      </w:r>
      <w:r w:rsidRPr="00E152F8">
        <w:t xml:space="preserve">) by a movement of the economy along its production possibility frontier, which results in </w:t>
      </w:r>
      <w:r>
        <w:t>more natural resources being produced (and exported) and fewer manufactures being produced (while more are imported). T</w:t>
      </w:r>
      <w:r w:rsidRPr="00E152F8">
        <w:t xml:space="preserve">he movement of the economy along the frontier </w:t>
      </w:r>
      <w:r>
        <w:t>need not be</w:t>
      </w:r>
      <w:r w:rsidRPr="00E152F8">
        <w:t xml:space="preserve"> smooth or orderly</w:t>
      </w:r>
      <w:r>
        <w:t>, particularly in response to large shocks, where structural adjustment cannot be easily accommodated within the context of economic growth</w:t>
      </w:r>
      <w:r w:rsidRPr="00E152F8">
        <w:t xml:space="preserve">. </w:t>
      </w:r>
      <w:r>
        <w:t>In the domestic sector less favoured by overseas demand, some or all firms will need to reduce their output and, possibly, higher</w:t>
      </w:r>
      <w:r>
        <w:noBreakHyphen/>
        <w:t>cost ones to close their doors.</w:t>
      </w:r>
      <w:r w:rsidRPr="00E152F8">
        <w:t xml:space="preserve"> In the favoured sector, there will be </w:t>
      </w:r>
      <w:r>
        <w:t xml:space="preserve">increased production and likely entry of new firms, </w:t>
      </w:r>
      <w:r w:rsidRPr="00E152F8">
        <w:t>attracted by the higher relative prices (and, hence, returns).</w:t>
      </w:r>
    </w:p>
    <w:p w:rsidR="00D60AF9" w:rsidRDefault="00D60AF9" w:rsidP="00D60AF9">
      <w:pPr>
        <w:pStyle w:val="BodyText"/>
      </w:pPr>
      <w:r>
        <w:t>In practice, the sector experiencing declining relative overseas demand often finds itself doubly hampered, because the shift of the economy towards resources exports tends to result in its decreased competitiveness both at home and abroad (via exchange rate appreciation and rising domestic input costs). This is, in essence, the ‘Dutch Disease’ scenario already mentioned (box 1.4). Notwithstanding their negative connotation, the adjustments that follow the initial shift in overseas demand are both predictable and desirable. In other words, they are likely to produce net community benefits.</w:t>
      </w:r>
    </w:p>
    <w:p w:rsidR="00D60AF9" w:rsidRDefault="00D60AF9" w:rsidP="00D60AF9">
      <w:pPr>
        <w:pStyle w:val="BodyText"/>
      </w:pPr>
      <w:r>
        <w:t>Nevertheless, a</w:t>
      </w:r>
      <w:r w:rsidRPr="00E152F8">
        <w:t xml:space="preserve"> range of factors can prevent th</w:t>
      </w:r>
      <w:r>
        <w:t>ose</w:t>
      </w:r>
      <w:r w:rsidRPr="00E152F8">
        <w:t xml:space="preserve"> benefits from being re</w:t>
      </w:r>
      <w:r>
        <w:t>alised in full</w:t>
      </w:r>
      <w:r w:rsidRPr="00E152F8">
        <w:t>.</w:t>
      </w:r>
      <w:r>
        <w:t xml:space="preserve"> </w:t>
      </w:r>
      <w:r w:rsidRPr="00E152F8">
        <w:t>First, adjustment relies on timely, accurate and transparent price signals. If those characteristics are present, firms and consumers adjust their behaviour in ways that are inherently efficient. If, conversely, price signals are obscured, delayed or distorted, perhaps by government regulation or policy</w:t>
      </w:r>
      <w:r>
        <w:t xml:space="preserve"> (or its absence, in the case of policy</w:t>
      </w:r>
      <w:r>
        <w:noBreakHyphen/>
        <w:t>relevant externalities)</w:t>
      </w:r>
      <w:r w:rsidRPr="00E152F8">
        <w:t>, efficient adjustments may not take place to the same extent, if at all. For example, government assistance to an internationally uncompetitive industry might prolong its claim on resources that could be employed more productively elsewhere. In terms of figure</w:t>
      </w:r>
      <w:r>
        <w:t> </w:t>
      </w:r>
      <w:r w:rsidRPr="00E152F8">
        <w:t>1.1(D), movement of production from point A to point C would not take place.</w:t>
      </w:r>
    </w:p>
    <w:p w:rsidR="00D60AF9" w:rsidRDefault="00D60AF9" w:rsidP="00D60AF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60AF9" w:rsidTr="005A0B58">
        <w:tc>
          <w:tcPr>
            <w:tcW w:w="8771" w:type="dxa"/>
            <w:tcBorders>
              <w:top w:val="single" w:sz="6" w:space="0" w:color="auto"/>
              <w:bottom w:val="nil"/>
            </w:tcBorders>
          </w:tcPr>
          <w:p w:rsidR="00D60AF9" w:rsidRDefault="00D60AF9" w:rsidP="005A0B58">
            <w:pPr>
              <w:pStyle w:val="BoxTitle"/>
            </w:pPr>
            <w:r>
              <w:rPr>
                <w:b w:val="0"/>
              </w:rPr>
              <w:t>Box 1.</w:t>
            </w:r>
            <w:r>
              <w:rPr>
                <w:b w:val="0"/>
                <w:noProof/>
              </w:rPr>
              <w:t>4</w:t>
            </w:r>
            <w:r>
              <w:tab/>
            </w:r>
            <w:r w:rsidRPr="00E152F8">
              <w:t>Is Australia suffering from the Dutch Disease?</w:t>
            </w:r>
          </w:p>
        </w:tc>
      </w:tr>
      <w:tr w:rsidR="00D60AF9" w:rsidTr="005A0B58">
        <w:trPr>
          <w:cantSplit/>
        </w:trPr>
        <w:tc>
          <w:tcPr>
            <w:tcW w:w="8771" w:type="dxa"/>
            <w:tcBorders>
              <w:top w:val="nil"/>
              <w:left w:val="single" w:sz="6" w:space="0" w:color="auto"/>
              <w:bottom w:val="nil"/>
              <w:right w:val="single" w:sz="6" w:space="0" w:color="auto"/>
            </w:tcBorders>
          </w:tcPr>
          <w:p w:rsidR="00D60AF9" w:rsidRPr="00E152F8" w:rsidRDefault="00D60AF9" w:rsidP="005A0B58">
            <w:pPr>
              <w:pStyle w:val="Box"/>
            </w:pPr>
            <w:r w:rsidRPr="00E152F8">
              <w:t>The term ‘Dutch Disease’ was coined in the 1970s to characterise structural change in the Netherlands economy, following the discovery and exploitation of North Sea gas reserves. Other terms used to describe the same set of changes include ‘booming sector effect’,</w:t>
            </w:r>
            <w:r>
              <w:t xml:space="preserve"> ‘deindustrialisation’,</w:t>
            </w:r>
            <w:r w:rsidRPr="00E152F8">
              <w:t xml:space="preserve"> ‘resource curse’ and, in Australia, </w:t>
            </w:r>
            <w:r>
              <w:t xml:space="preserve">‘Gregory thesis’ and </w:t>
            </w:r>
            <w:r w:rsidRPr="00E152F8">
              <w:t>‘two</w:t>
            </w:r>
            <w:r>
              <w:noBreakHyphen/>
            </w:r>
            <w:r w:rsidRPr="00E152F8">
              <w:t>speed economy’.</w:t>
            </w:r>
          </w:p>
          <w:p w:rsidR="00D60AF9" w:rsidRPr="00E152F8" w:rsidRDefault="00D60AF9" w:rsidP="005A0B58">
            <w:pPr>
              <w:pStyle w:val="Box"/>
            </w:pPr>
            <w:r w:rsidRPr="00E152F8">
              <w:t>The key structural changes underlying the Dutch Disease are, in addition to the expansion of the booming resources sector, the relative contraction of the non</w:t>
            </w:r>
            <w:r>
              <w:noBreakHyphen/>
            </w:r>
            <w:r w:rsidRPr="00E152F8">
              <w:t>booming industries (traditional exporters, but also providers of inbound tourism services) and import</w:t>
            </w:r>
            <w:r>
              <w:noBreakHyphen/>
            </w:r>
            <w:r w:rsidRPr="00E152F8">
              <w:t>competing industries. At the same time, the sector producing non</w:t>
            </w:r>
            <w:r>
              <w:noBreakHyphen/>
            </w:r>
            <w:r w:rsidRPr="00E152F8">
              <w:t>tradeable commodities (mainly services) expands in relative terms. These sectoral shifts are brought about by two separate effects:</w:t>
            </w:r>
          </w:p>
          <w:p w:rsidR="00D60AF9" w:rsidRPr="00E152F8" w:rsidRDefault="00D60AF9" w:rsidP="005A0B58">
            <w:pPr>
              <w:pStyle w:val="BoxListBullet"/>
            </w:pPr>
            <w:r w:rsidRPr="00E152F8">
              <w:t>Resource movement effect — as the booming sector expands, it draws resources away from other parts of the economy. This is the scenario illustrated in figure</w:t>
            </w:r>
            <w:r>
              <w:t> </w:t>
            </w:r>
            <w:r w:rsidRPr="00E152F8">
              <w:t>1.1(A).</w:t>
            </w:r>
          </w:p>
          <w:p w:rsidR="00D60AF9" w:rsidRPr="00E152F8" w:rsidRDefault="00D60AF9" w:rsidP="005A0B58">
            <w:pPr>
              <w:pStyle w:val="BoxListBullet"/>
            </w:pPr>
            <w:r w:rsidRPr="00E152F8">
              <w:t>Spending effect — a boom in exports of resources generates additional income in the economy. For example, the additional income generated in Australia by the higher terms of trade has been estimated at 15 per cent or more of Gross Domestic Product (Stevens 2011). Part of this extra income is inevitably directed at non</w:t>
            </w:r>
            <w:r>
              <w:noBreakHyphen/>
            </w:r>
            <w:r w:rsidRPr="00E152F8">
              <w:t>tradeable goods, the price of which increases (the price of tradeables cannot rise as it is set by world markets). As production of non</w:t>
            </w:r>
            <w:r>
              <w:noBreakHyphen/>
            </w:r>
            <w:r w:rsidRPr="00E152F8">
              <w:t>tradeables becomes more profitable, that sector draws resources away from both the booming and non</w:t>
            </w:r>
            <w:r>
              <w:noBreakHyphen/>
            </w:r>
            <w:r w:rsidRPr="00E152F8">
              <w:t>booming sectors.</w:t>
            </w:r>
          </w:p>
          <w:p w:rsidR="00D60AF9" w:rsidRPr="00E152F8" w:rsidRDefault="00D60AF9" w:rsidP="005A0B58">
            <w:pPr>
              <w:pStyle w:val="Box"/>
            </w:pPr>
            <w:r w:rsidRPr="00E152F8">
              <w:t>At the end of this process, the non</w:t>
            </w:r>
            <w:r>
              <w:noBreakHyphen/>
            </w:r>
            <w:r w:rsidRPr="00E152F8">
              <w:t>booming tradeables sector has unambiguously shrunk, in relative terms. Moreover, the real exchange rate — the ratio of non</w:t>
            </w:r>
            <w:r>
              <w:noBreakHyphen/>
            </w:r>
            <w:r w:rsidRPr="00E152F8">
              <w:t>tradeables prices to tradeables prices expressed in domes</w:t>
            </w:r>
            <w:r>
              <w:t xml:space="preserve">tic currency — has appreciated. </w:t>
            </w:r>
            <w:r w:rsidRPr="00E152F8">
              <w:t xml:space="preserve">During Australia’s </w:t>
            </w:r>
            <w:r>
              <w:t>resources boom</w:t>
            </w:r>
            <w:r w:rsidRPr="00E152F8">
              <w:t>, the transformation summarised above was accelerated by the historic rise in the terms of trade and the high value of the Australian dollar.</w:t>
            </w:r>
          </w:p>
          <w:p w:rsidR="00D60AF9" w:rsidRPr="00E152F8" w:rsidRDefault="00D60AF9" w:rsidP="005A0B58">
            <w:pPr>
              <w:pStyle w:val="Box"/>
            </w:pPr>
            <w:r w:rsidRPr="00E152F8">
              <w:t xml:space="preserve">The term ‘disease’ suggests harmful effects, </w:t>
            </w:r>
            <w:r>
              <w:t>not least the contraction of the non</w:t>
            </w:r>
            <w:r>
              <w:noBreakHyphen/>
              <w:t xml:space="preserve">booming tradeables sector. However, </w:t>
            </w:r>
            <w:r w:rsidRPr="00E152F8">
              <w:t>this was not the long</w:t>
            </w:r>
            <w:r>
              <w:noBreakHyphen/>
            </w:r>
            <w:r w:rsidRPr="00E152F8">
              <w:t>term experience of the Netherlands and nor should it be in Australia. A better description is ‘multi</w:t>
            </w:r>
            <w:r>
              <w:noBreakHyphen/>
            </w:r>
            <w:r w:rsidRPr="00E152F8">
              <w:t xml:space="preserve">speed’ economy, which more accurately conveys that </w:t>
            </w:r>
            <w:r>
              <w:t>l</w:t>
            </w:r>
            <w:r w:rsidRPr="00E152F8">
              <w:t>eading and lagging sectors have always been a reality in Australia</w:t>
            </w:r>
            <w:r>
              <w:t>.</w:t>
            </w:r>
            <w:r w:rsidRPr="00E152F8">
              <w:t xml:space="preserve"> </w:t>
            </w:r>
            <w:r>
              <w:t>R</w:t>
            </w:r>
            <w:r w:rsidRPr="00E152F8">
              <w:t xml:space="preserve">ecent </w:t>
            </w:r>
            <w:r>
              <w:t>structural transformations</w:t>
            </w:r>
            <w:r w:rsidRPr="00E152F8">
              <w:t xml:space="preserve"> are, in many cases, </w:t>
            </w:r>
            <w:r>
              <w:t>consistent with</w:t>
            </w:r>
            <w:r w:rsidRPr="00E152F8">
              <w:t xml:space="preserve"> longer</w:t>
            </w:r>
            <w:r>
              <w:noBreakHyphen/>
            </w:r>
            <w:r w:rsidRPr="00E152F8">
              <w:t>term trends.</w:t>
            </w:r>
          </w:p>
          <w:p w:rsidR="00D60AF9" w:rsidRDefault="00D60AF9" w:rsidP="005A0B58">
            <w:pPr>
              <w:pStyle w:val="Box"/>
            </w:pPr>
            <w:r w:rsidRPr="00E152F8">
              <w:t xml:space="preserve">The real appreciation of the exchange rate is the economy’s response to the heightened price of natural resources and it is the key trigger for the necessary reallocation of </w:t>
            </w:r>
            <w:r>
              <w:t>factors of production</w:t>
            </w:r>
            <w:r w:rsidRPr="00E152F8">
              <w:t xml:space="preserve"> from one part of the economy (the non</w:t>
            </w:r>
            <w:r>
              <w:noBreakHyphen/>
            </w:r>
            <w:r w:rsidRPr="00E152F8">
              <w:t xml:space="preserve">booming sector) to others (the </w:t>
            </w:r>
            <w:r>
              <w:t>natural resources</w:t>
            </w:r>
            <w:r w:rsidRPr="00E152F8">
              <w:t xml:space="preserve"> and non</w:t>
            </w:r>
            <w:r>
              <w:noBreakHyphen/>
            </w:r>
            <w:r w:rsidRPr="00E152F8">
              <w:t>tradeables sector</w:t>
            </w:r>
            <w:r>
              <w:t>s</w:t>
            </w:r>
            <w:r w:rsidRPr="00E152F8">
              <w:t>). Put another way, in an economy close to full employment, growth in non</w:t>
            </w:r>
            <w:r>
              <w:noBreakHyphen/>
            </w:r>
            <w:r w:rsidRPr="00E152F8">
              <w:t>traded activities can only be accommodated through the relative contraction of other parts of the economy.</w:t>
            </w:r>
          </w:p>
        </w:tc>
      </w:tr>
      <w:tr w:rsidR="00D60AF9" w:rsidTr="005A0B58">
        <w:trPr>
          <w:cantSplit/>
        </w:trPr>
        <w:tc>
          <w:tcPr>
            <w:tcW w:w="8771" w:type="dxa"/>
            <w:tcBorders>
              <w:top w:val="nil"/>
              <w:left w:val="single" w:sz="6" w:space="0" w:color="auto"/>
              <w:bottom w:val="nil"/>
              <w:right w:val="single" w:sz="6" w:space="0" w:color="auto"/>
            </w:tcBorders>
          </w:tcPr>
          <w:p w:rsidR="00D60AF9" w:rsidRDefault="001B6C8E" w:rsidP="001B6C8E">
            <w:pPr>
              <w:pStyle w:val="BoxSource"/>
            </w:pPr>
            <w:r>
              <w:rPr>
                <w:i/>
              </w:rPr>
              <w:t>Source</w:t>
            </w:r>
            <w:r w:rsidR="00D60AF9">
              <w:rPr>
                <w:i/>
              </w:rPr>
              <w:t>s</w:t>
            </w:r>
            <w:r w:rsidR="00D60AF9" w:rsidRPr="00167F06">
              <w:t xml:space="preserve">: </w:t>
            </w:r>
            <w:r w:rsidR="00D60AF9" w:rsidRPr="00E152F8">
              <w:t>Corden and Neary (1982); van Wijnbergen (1984).</w:t>
            </w:r>
          </w:p>
        </w:tc>
      </w:tr>
      <w:tr w:rsidR="00D60AF9" w:rsidTr="005A0B58">
        <w:trPr>
          <w:cantSplit/>
        </w:trPr>
        <w:tc>
          <w:tcPr>
            <w:tcW w:w="8771" w:type="dxa"/>
            <w:tcBorders>
              <w:top w:val="nil"/>
              <w:left w:val="single" w:sz="6" w:space="0" w:color="auto"/>
              <w:bottom w:val="single" w:sz="6" w:space="0" w:color="auto"/>
              <w:right w:val="single" w:sz="6" w:space="0" w:color="auto"/>
            </w:tcBorders>
          </w:tcPr>
          <w:p w:rsidR="00D60AF9" w:rsidRDefault="00D60AF9" w:rsidP="005A0B58">
            <w:pPr>
              <w:pStyle w:val="Box"/>
              <w:spacing w:before="0" w:line="120" w:lineRule="exact"/>
            </w:pPr>
          </w:p>
        </w:tc>
      </w:tr>
      <w:tr w:rsidR="00D60AF9" w:rsidRPr="000863A5" w:rsidTr="005A0B58">
        <w:tc>
          <w:tcPr>
            <w:tcW w:w="8771" w:type="dxa"/>
            <w:tcBorders>
              <w:top w:val="nil"/>
              <w:left w:val="nil"/>
              <w:bottom w:val="nil"/>
              <w:right w:val="nil"/>
            </w:tcBorders>
          </w:tcPr>
          <w:p w:rsidR="00D60AF9" w:rsidRPr="00626D32" w:rsidRDefault="00D60AF9" w:rsidP="005A0B58">
            <w:pPr>
              <w:pStyle w:val="BoxSpaceBelow"/>
            </w:pPr>
          </w:p>
        </w:tc>
      </w:tr>
    </w:tbl>
    <w:p w:rsidR="00D60AF9" w:rsidRPr="00E152F8" w:rsidRDefault="00D60AF9" w:rsidP="00D60AF9">
      <w:pPr>
        <w:pStyle w:val="BodyText"/>
      </w:pPr>
      <w:r w:rsidRPr="00E152F8">
        <w:lastRenderedPageBreak/>
        <w:t xml:space="preserve">Moreover, </w:t>
      </w:r>
      <w:r>
        <w:t>if</w:t>
      </w:r>
      <w:r w:rsidRPr="00E152F8">
        <w:t xml:space="preserve"> factor use and rewards </w:t>
      </w:r>
      <w:r>
        <w:t xml:space="preserve">are unable </w:t>
      </w:r>
      <w:r w:rsidRPr="00E152F8">
        <w:t>to respond to pressures for change</w:t>
      </w:r>
      <w:r>
        <w:t>,</w:t>
      </w:r>
      <w:r w:rsidRPr="00E152F8">
        <w:t xml:space="preserve"> some resources </w:t>
      </w:r>
      <w:r>
        <w:t>could become</w:t>
      </w:r>
      <w:r w:rsidRPr="00E152F8">
        <w:t xml:space="preserve"> unemployed. This is not to say that no adjustments would occur; in a context of factor or product markets rigidity, the adjustments taking place are those enforced on some economic agents that would otherwise </w:t>
      </w:r>
      <w:r>
        <w:t xml:space="preserve">have </w:t>
      </w:r>
      <w:r w:rsidRPr="00E152F8">
        <w:t xml:space="preserve">benefited from changing circumstances. An example of such adjustment occurs when some consumers or firms pay more for some goods or services than they would have, had the economy adjusted fully. Another is when a sector is unable to </w:t>
      </w:r>
      <w:r>
        <w:t>expand fully</w:t>
      </w:r>
      <w:r w:rsidRPr="00E152F8">
        <w:t xml:space="preserve">, due to </w:t>
      </w:r>
      <w:r>
        <w:t>the fact that</w:t>
      </w:r>
      <w:r w:rsidRPr="00E152F8">
        <w:t xml:space="preserve"> resources</w:t>
      </w:r>
      <w:r>
        <w:t xml:space="preserve"> are ‘locked in’ by economic distortions</w:t>
      </w:r>
      <w:r w:rsidRPr="00E152F8">
        <w:t>. In both these scenarios, ‘negative’ adjustments mean that community welfare lies below its potential.</w:t>
      </w:r>
    </w:p>
    <w:p w:rsidR="00D60AF9" w:rsidRPr="00E152F8" w:rsidRDefault="00D60AF9" w:rsidP="00D60AF9">
      <w:pPr>
        <w:pStyle w:val="BodyText"/>
      </w:pPr>
      <w:r w:rsidRPr="00E152F8">
        <w:t xml:space="preserve">To avoid such an outcome, it would be important for governments to </w:t>
      </w:r>
      <w:r>
        <w:t>address</w:t>
      </w:r>
      <w:r w:rsidRPr="00E152F8">
        <w:t xml:space="preserve"> distortions and rigidities — in both product and factor markets — that may have accumulated over the years. This rationale for government intervention was re</w:t>
      </w:r>
      <w:r>
        <w:noBreakHyphen/>
      </w:r>
      <w:r w:rsidRPr="00E152F8">
        <w:t>emphasised recently by the Secretary of the Department of the Treasury:</w:t>
      </w:r>
    </w:p>
    <w:p w:rsidR="00D60AF9" w:rsidRPr="00E152F8" w:rsidRDefault="00D60AF9" w:rsidP="00D60AF9">
      <w:pPr>
        <w:pStyle w:val="Quote"/>
        <w:rPr>
          <w:lang w:val="en"/>
        </w:rPr>
      </w:pPr>
      <w:r w:rsidRPr="00E152F8">
        <w:rPr>
          <w:lang w:val="en"/>
        </w:rPr>
        <w:t>We also need to ensure that our scarce resources can move quickly so that we can take full advantage of the opportunities before us. Workers, investors and entrepreneurs must be able to direct their resources according to their best judg</w:t>
      </w:r>
      <w:r>
        <w:rPr>
          <w:lang w:val="en"/>
        </w:rPr>
        <w:t>e</w:t>
      </w:r>
      <w:r w:rsidRPr="00E152F8">
        <w:rPr>
          <w:lang w:val="en"/>
        </w:rPr>
        <w:t>ments and in response to appropriate price signals. To ensure that price signals are good guides, we need to maintain and foster healthy competition by regulating against price distortion and supporting dynamic and efficient markets. (Parkinson 2012)</w:t>
      </w:r>
    </w:p>
    <w:p w:rsidR="00D60AF9" w:rsidRPr="00E152F8" w:rsidRDefault="00D60AF9" w:rsidP="00D60AF9">
      <w:pPr>
        <w:pStyle w:val="BodyText"/>
      </w:pPr>
      <w:r>
        <w:t>On the other hand,</w:t>
      </w:r>
      <w:r w:rsidRPr="00E152F8">
        <w:t xml:space="preserve"> beneficial adjustments may not take place because of market failures. For example, information gaps and credit constraints can mean that those affected by structural change are unable to respond </w:t>
      </w:r>
      <w:r>
        <w:t xml:space="preserve">as </w:t>
      </w:r>
      <w:r w:rsidRPr="00E152F8">
        <w:t>efficiently</w:t>
      </w:r>
      <w:r>
        <w:t xml:space="preserve"> as they might</w:t>
      </w:r>
      <w:r w:rsidRPr="00E152F8">
        <w:t>. As an illustration, possible responses for newly laid</w:t>
      </w:r>
      <w:r>
        <w:noBreakHyphen/>
      </w:r>
      <w:r w:rsidRPr="00E152F8">
        <w:t xml:space="preserve">off workers might include upskilling, retraining, relocating or starting a small business. Yet, workers might lack the information about the costs and benefits of each option, or the </w:t>
      </w:r>
      <w:r>
        <w:t xml:space="preserve">financial </w:t>
      </w:r>
      <w:r w:rsidRPr="00E152F8">
        <w:t xml:space="preserve">means to act. </w:t>
      </w:r>
      <w:r>
        <w:t>Thus, they</w:t>
      </w:r>
      <w:r w:rsidRPr="00E152F8">
        <w:t xml:space="preserve"> may be</w:t>
      </w:r>
      <w:r>
        <w:t>come</w:t>
      </w:r>
      <w:r w:rsidRPr="00E152F8">
        <w:t xml:space="preserve"> unemploy</w:t>
      </w:r>
      <w:r>
        <w:t>ed</w:t>
      </w:r>
      <w:r w:rsidRPr="00E152F8">
        <w:t xml:space="preserve"> or </w:t>
      </w:r>
      <w:r>
        <w:t>leave the labour force altogether</w:t>
      </w:r>
      <w:r w:rsidRPr="00E152F8">
        <w:t xml:space="preserve">, even though they could </w:t>
      </w:r>
      <w:r>
        <w:t>and would prefer to be</w:t>
      </w:r>
      <w:r w:rsidRPr="00E152F8">
        <w:t xml:space="preserve"> employed in another part of the economy. This represents a costly outcome for the economy, in terms of output forgone, skills decay, increased government transfers</w:t>
      </w:r>
      <w:r>
        <w:t>,</w:t>
      </w:r>
      <w:r w:rsidRPr="00E152F8">
        <w:t xml:space="preserve"> and psychological damage to individuals.</w:t>
      </w:r>
    </w:p>
    <w:p w:rsidR="00D60AF9" w:rsidRPr="00E152F8" w:rsidRDefault="00D60AF9" w:rsidP="00D60AF9">
      <w:pPr>
        <w:pStyle w:val="BodyText"/>
      </w:pPr>
      <w:r>
        <w:t xml:space="preserve">In some cases, a </w:t>
      </w:r>
      <w:r w:rsidRPr="00E152F8">
        <w:t xml:space="preserve">change may be so sudden, unforeseen or large, that the adjustments required of some groups would be extremely costly or </w:t>
      </w:r>
      <w:r>
        <w:t xml:space="preserve">considered </w:t>
      </w:r>
      <w:r w:rsidRPr="00E152F8">
        <w:t>inequitable</w:t>
      </w:r>
      <w:r>
        <w:t xml:space="preserve"> by the community</w:t>
      </w:r>
      <w:r w:rsidRPr="00E152F8">
        <w:t>. Changes introduced by governments and other public institutions are often perceived to fall into this category</w:t>
      </w:r>
      <w:r>
        <w:t>. According to the Industries Assistance Commission</w:t>
      </w:r>
      <w:r w:rsidRPr="00E152F8">
        <w:t>:</w:t>
      </w:r>
    </w:p>
    <w:p w:rsidR="00D60AF9" w:rsidRPr="00E152F8" w:rsidRDefault="00D60AF9" w:rsidP="00D60AF9">
      <w:pPr>
        <w:pStyle w:val="Quote"/>
      </w:pPr>
      <w:r w:rsidRPr="00E152F8">
        <w:t>Because some Government decisions have an obvious and immediate effect on the economy many people see changes in government policy as the major source of structural change in the economy. (1977, p.</w:t>
      </w:r>
      <w:r>
        <w:t> </w:t>
      </w:r>
      <w:r w:rsidRPr="00E152F8">
        <w:t>45)</w:t>
      </w:r>
    </w:p>
    <w:p w:rsidR="00D60AF9" w:rsidRPr="00E152F8" w:rsidRDefault="00D60AF9" w:rsidP="00D60AF9">
      <w:pPr>
        <w:pStyle w:val="BodyText"/>
      </w:pPr>
      <w:r w:rsidRPr="00E152F8">
        <w:lastRenderedPageBreak/>
        <w:t>Instances of institutions</w:t>
      </w:r>
      <w:r>
        <w:noBreakHyphen/>
      </w:r>
      <w:r w:rsidRPr="00E152F8">
        <w:t xml:space="preserve">induced structural change are many, such as when governments began to reduce tariff protection of Australian industry in the 1970s, thus putting pressure on manufacturing’s share of employment and output. In subsequent decades, </w:t>
      </w:r>
      <w:r>
        <w:t>further</w:t>
      </w:r>
      <w:r w:rsidRPr="00E152F8">
        <w:t xml:space="preserve"> </w:t>
      </w:r>
      <w:r>
        <w:t xml:space="preserve">waves of </w:t>
      </w:r>
      <w:r w:rsidRPr="00E152F8">
        <w:t xml:space="preserve">microeconomic reform </w:t>
      </w:r>
      <w:r>
        <w:t>— including under</w:t>
      </w:r>
      <w:r w:rsidRPr="00E152F8">
        <w:t xml:space="preserve"> the National Competition Policy </w:t>
      </w:r>
      <w:r>
        <w:t xml:space="preserve">— </w:t>
      </w:r>
      <w:r w:rsidRPr="00E152F8">
        <w:t xml:space="preserve">caused </w:t>
      </w:r>
      <w:r>
        <w:t xml:space="preserve">significant </w:t>
      </w:r>
      <w:r w:rsidRPr="00E152F8">
        <w:t xml:space="preserve">structural change in </w:t>
      </w:r>
      <w:r>
        <w:t>a number of industries, such as</w:t>
      </w:r>
      <w:r w:rsidRPr="00E152F8">
        <w:t xml:space="preserve"> Electricity, gas and water and Transport and communication (De</w:t>
      </w:r>
      <w:r>
        <w:t> </w:t>
      </w:r>
      <w:r w:rsidRPr="00E152F8">
        <w:t>Laine, Lee and Woodbridge 1997</w:t>
      </w:r>
      <w:r>
        <w:t>; PC 2005c</w:t>
      </w:r>
      <w:r w:rsidRPr="00E152F8">
        <w:t>).</w:t>
      </w:r>
    </w:p>
    <w:p w:rsidR="00D60AF9" w:rsidRPr="00E152F8" w:rsidRDefault="00D60AF9" w:rsidP="00D60AF9">
      <w:pPr>
        <w:pStyle w:val="BodyText"/>
      </w:pPr>
      <w:r w:rsidRPr="00E152F8">
        <w:t>Government policies can have a multitude of structural effects, not all of which are readily identifiable. Policies may apply across</w:t>
      </w:r>
      <w:r>
        <w:noBreakHyphen/>
      </w:r>
      <w:r w:rsidRPr="00E152F8">
        <w:t>the</w:t>
      </w:r>
      <w:r>
        <w:noBreakHyphen/>
      </w:r>
      <w:r w:rsidRPr="00E152F8">
        <w:t>board, but create differing pressures for change on different industries (for example, environmental regulations). Or policies may just target a single industry — for example, with the aim of reforming its operation — but in doing so affect others indirectly, through inter</w:t>
      </w:r>
      <w:r>
        <w:noBreakHyphen/>
      </w:r>
      <w:r w:rsidRPr="00E152F8">
        <w:t>industry and income effects. In either scenario, identifying the ‘winners’ and ‘losers’ from the policy can be a complex task. For example, it is necessary to assess whether any group is likely to be materially more disadvantaged by the intended policy than could be expected under a baseline ‘market churn’ scenario:</w:t>
      </w:r>
    </w:p>
    <w:p w:rsidR="00D60AF9" w:rsidRPr="00E152F8" w:rsidRDefault="00D60AF9" w:rsidP="00D60AF9">
      <w:pPr>
        <w:pStyle w:val="Quote"/>
      </w:pPr>
      <w:r w:rsidRPr="00E152F8">
        <w:t>Individuals and firms win or lose from market</w:t>
      </w:r>
      <w:r>
        <w:noBreakHyphen/>
      </w:r>
      <w:r w:rsidRPr="00E152F8">
        <w:t>based changes every</w:t>
      </w:r>
      <w:r>
        <w:t xml:space="preserve"> </w:t>
      </w:r>
      <w:r w:rsidRPr="00E152F8">
        <w:t>day. This is usually considered to be part of the normal operation of markets. For the losers, assistance beyond the social safety net and generally available measures is rarely provided. (PC 2001, p.</w:t>
      </w:r>
      <w:r>
        <w:t> </w:t>
      </w:r>
      <w:r w:rsidRPr="00E152F8">
        <w:t>42)</w:t>
      </w:r>
    </w:p>
    <w:p w:rsidR="00D60AF9" w:rsidRPr="00E152F8" w:rsidRDefault="00D60AF9" w:rsidP="00D60AF9">
      <w:pPr>
        <w:pStyle w:val="BodyText"/>
      </w:pPr>
      <w:r w:rsidRPr="00E152F8">
        <w:t>Complicating factors abound in this type of exercise, such as when a change disadvantages wage earners but favours owners of capital in the same industry (or vice versa). If some individuals belong to both groups, estimating net gains or losses becomes even more challenging.</w:t>
      </w:r>
    </w:p>
    <w:p w:rsidR="00D60AF9" w:rsidRPr="00E152F8" w:rsidRDefault="00D60AF9" w:rsidP="00D60AF9">
      <w:pPr>
        <w:pStyle w:val="BodyText"/>
      </w:pPr>
      <w:r w:rsidRPr="00E152F8">
        <w:t>Those technical difficulties aside, governments will sometimes opt to provide assistance, over and beyond what is available through the safety net, to those groups put at risk of inequitable outcomes by structural change (policy</w:t>
      </w:r>
      <w:r>
        <w:noBreakHyphen/>
      </w:r>
      <w:r w:rsidRPr="00E152F8">
        <w:t xml:space="preserve">induced or not). </w:t>
      </w:r>
    </w:p>
    <w:p w:rsidR="00D60AF9" w:rsidRPr="00E152F8" w:rsidRDefault="00D60AF9" w:rsidP="00D60AF9">
      <w:pPr>
        <w:pStyle w:val="BodyText"/>
      </w:pPr>
      <w:r w:rsidRPr="00E152F8">
        <w:t>Further discussion of the potential benefits and costs of structural adjustment, and of appropriate policy settings, may be found in PC (2012</w:t>
      </w:r>
      <w:r>
        <w:t xml:space="preserve">a, </w:t>
      </w:r>
      <w:r w:rsidRPr="00E152F8">
        <w:t>2001).</w:t>
      </w:r>
    </w:p>
    <w:p w:rsidR="00D60AF9" w:rsidRPr="00E152F8" w:rsidRDefault="00D60AF9" w:rsidP="00D60AF9">
      <w:pPr>
        <w:pStyle w:val="Heading2"/>
      </w:pPr>
      <w:r>
        <w:t>1.</w:t>
      </w:r>
      <w:r>
        <w:rPr>
          <w:noProof/>
        </w:rPr>
        <w:t>4</w:t>
      </w:r>
      <w:r w:rsidRPr="00E152F8">
        <w:tab/>
        <w:t xml:space="preserve">Aims and structure of this </w:t>
      </w:r>
      <w:r>
        <w:t>supplement</w:t>
      </w:r>
    </w:p>
    <w:p w:rsidR="00D60AF9" w:rsidRDefault="00D60AF9" w:rsidP="00D60AF9">
      <w:pPr>
        <w:pStyle w:val="BodyText"/>
      </w:pPr>
      <w:r w:rsidRPr="00E152F8">
        <w:t xml:space="preserve">In a reflection of the importance of structural change and structural adjustment for economic growth and community welfare, the Productivity Commission and its predecessor organisations have devoted a number of publications to exploring these </w:t>
      </w:r>
      <w:r w:rsidRPr="00E152F8">
        <w:lastRenderedPageBreak/>
        <w:t>themes (box</w:t>
      </w:r>
      <w:r>
        <w:t> </w:t>
      </w:r>
      <w:r w:rsidRPr="00E152F8">
        <w:t>1.</w:t>
      </w:r>
      <w:r>
        <w:t>5</w:t>
      </w:r>
      <w:r w:rsidRPr="00E152F8">
        <w:t>).</w:t>
      </w:r>
      <w:r w:rsidRPr="00E152F8">
        <w:rPr>
          <w:rStyle w:val="FootnoteReference"/>
        </w:rPr>
        <w:footnoteReference w:id="7"/>
      </w:r>
      <w:r w:rsidRPr="00E152F8">
        <w:t xml:space="preserve"> </w:t>
      </w:r>
      <w:r>
        <w:t>A recent instalment in this suite of publications was contained in the theme chapter of the 2011</w:t>
      </w:r>
      <w:r>
        <w:noBreakHyphen/>
        <w:t xml:space="preserve">12 Annual Report, entitled ‘Structural adjustment in a “multi-speed” economy’ (PC 2012a). </w:t>
      </w:r>
      <w:r w:rsidRPr="00E152F8">
        <w:t xml:space="preserve">This </w:t>
      </w:r>
      <w:r>
        <w:t>supplement</w:t>
      </w:r>
      <w:r w:rsidRPr="00E152F8">
        <w:t xml:space="preserve"> </w:t>
      </w:r>
      <w:r>
        <w:t>provides additional data and supportive analyses for this theme chapter, although its scope differs slightly in parts. The supplement includes a case study of the natural resources sector, which was a large part of the structural change and adjustment unfolding during the decade to 2012.</w:t>
      </w:r>
    </w:p>
    <w:p w:rsidR="00D60AF9" w:rsidRPr="00EB014F" w:rsidRDefault="00D60AF9" w:rsidP="00D60AF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60AF9" w:rsidTr="005A0B58">
        <w:tc>
          <w:tcPr>
            <w:tcW w:w="8771" w:type="dxa"/>
            <w:tcBorders>
              <w:top w:val="single" w:sz="6" w:space="0" w:color="auto"/>
              <w:bottom w:val="nil"/>
            </w:tcBorders>
          </w:tcPr>
          <w:p w:rsidR="00D60AF9" w:rsidRDefault="00D60AF9" w:rsidP="005A0B58">
            <w:pPr>
              <w:pStyle w:val="BoxTitle"/>
            </w:pPr>
            <w:r>
              <w:rPr>
                <w:b w:val="0"/>
              </w:rPr>
              <w:t>Box 1.</w:t>
            </w:r>
            <w:r>
              <w:rPr>
                <w:b w:val="0"/>
                <w:noProof/>
              </w:rPr>
              <w:t>5</w:t>
            </w:r>
            <w:r>
              <w:tab/>
            </w:r>
            <w:r w:rsidRPr="00E152F8">
              <w:t>Selected Industry Commission and Productivity Commission publications on structural change and structural adjustment</w:t>
            </w:r>
          </w:p>
        </w:tc>
      </w:tr>
      <w:tr w:rsidR="00D60AF9" w:rsidTr="005A0B58">
        <w:trPr>
          <w:cantSplit/>
        </w:trPr>
        <w:tc>
          <w:tcPr>
            <w:tcW w:w="8771" w:type="dxa"/>
            <w:tcBorders>
              <w:top w:val="nil"/>
              <w:left w:val="single" w:sz="6" w:space="0" w:color="auto"/>
              <w:bottom w:val="nil"/>
              <w:right w:val="single" w:sz="6" w:space="0" w:color="auto"/>
            </w:tcBorders>
          </w:tcPr>
          <w:p w:rsidR="00D60AF9" w:rsidRPr="00E152F8" w:rsidRDefault="00D60AF9" w:rsidP="005A0B58">
            <w:pPr>
              <w:pStyle w:val="BoxListBullet"/>
              <w:tabs>
                <w:tab w:val="clear" w:pos="284"/>
                <w:tab w:val="num" w:pos="687"/>
              </w:tabs>
            </w:pPr>
            <w:r w:rsidRPr="00E152F8">
              <w:t xml:space="preserve">Industry Commission 1993, </w:t>
            </w:r>
            <w:r w:rsidRPr="00E152F8">
              <w:rPr>
                <w:i/>
              </w:rPr>
              <w:t>Impediments to Regional Industry Adjustment</w:t>
            </w:r>
            <w:r w:rsidRPr="00E152F8">
              <w:t>, Inquiry Report, Canberra.</w:t>
            </w:r>
          </w:p>
          <w:p w:rsidR="00D60AF9" w:rsidRPr="00E152F8" w:rsidRDefault="00D60AF9" w:rsidP="005A0B58">
            <w:pPr>
              <w:pStyle w:val="BoxListBullet"/>
              <w:tabs>
                <w:tab w:val="clear" w:pos="284"/>
                <w:tab w:val="num" w:pos="687"/>
              </w:tabs>
            </w:pPr>
            <w:r w:rsidRPr="00E152F8">
              <w:t xml:space="preserve">De Laine, C., Lee, K. and Woodridge, G. 1997, </w:t>
            </w:r>
            <w:r w:rsidRPr="00E152F8">
              <w:rPr>
                <w:i/>
              </w:rPr>
              <w:t>Microeconomic Reform and Structural Change in Employment</w:t>
            </w:r>
            <w:r w:rsidRPr="00E152F8">
              <w:t>, Industry Commission, Staff Research Paper, no. 6, Canberra.</w:t>
            </w:r>
          </w:p>
          <w:p w:rsidR="00D60AF9" w:rsidRPr="00E152F8" w:rsidRDefault="00D60AF9" w:rsidP="005A0B58">
            <w:pPr>
              <w:pStyle w:val="BoxListBullet"/>
              <w:tabs>
                <w:tab w:val="clear" w:pos="284"/>
                <w:tab w:val="num" w:pos="687"/>
              </w:tabs>
            </w:pPr>
            <w:r w:rsidRPr="00E152F8">
              <w:t xml:space="preserve">Productivity Commission 1998, </w:t>
            </w:r>
            <w:r w:rsidRPr="00E152F8">
              <w:rPr>
                <w:i/>
              </w:rPr>
              <w:t>Aspects of Structural Change in Australia</w:t>
            </w:r>
            <w:r w:rsidRPr="00E152F8">
              <w:t>, Research Report, Canberra.</w:t>
            </w:r>
          </w:p>
          <w:p w:rsidR="00D60AF9" w:rsidRPr="00E152F8" w:rsidRDefault="00D60AF9" w:rsidP="005A0B58">
            <w:pPr>
              <w:pStyle w:val="BoxListBullet"/>
              <w:tabs>
                <w:tab w:val="clear" w:pos="284"/>
                <w:tab w:val="num" w:pos="687"/>
              </w:tabs>
            </w:pPr>
            <w:r w:rsidRPr="00E152F8">
              <w:t xml:space="preserve">Productivity Commission 2001, </w:t>
            </w:r>
            <w:r w:rsidRPr="00E152F8">
              <w:rPr>
                <w:i/>
              </w:rPr>
              <w:t>Structural Adjustment — Key Policy Issues</w:t>
            </w:r>
            <w:r w:rsidRPr="00E152F8">
              <w:t>, Commission Research Paper, Canberra.</w:t>
            </w:r>
          </w:p>
          <w:p w:rsidR="00D60AF9" w:rsidRPr="00E152F8" w:rsidRDefault="00D60AF9" w:rsidP="005A0B58">
            <w:pPr>
              <w:pStyle w:val="BoxListBullet"/>
              <w:tabs>
                <w:tab w:val="clear" w:pos="284"/>
                <w:tab w:val="num" w:pos="687"/>
              </w:tabs>
            </w:pPr>
            <w:r w:rsidRPr="00E152F8">
              <w:t>Thompson, G., Murray, T. and Jomini, P. 2012,</w:t>
            </w:r>
            <w:r>
              <w:t>*</w:t>
            </w:r>
            <w:r w:rsidRPr="00E152F8">
              <w:t xml:space="preserve"> </w:t>
            </w:r>
            <w:r w:rsidRPr="00E152F8">
              <w:rPr>
                <w:i/>
              </w:rPr>
              <w:t>Trade, Employment and Structural Change: the Australian Experience</w:t>
            </w:r>
            <w:r w:rsidRPr="00E152F8">
              <w:t>, OECD Trade Policy Working Papers, no. 137, Paris.</w:t>
            </w:r>
          </w:p>
          <w:p w:rsidR="00D60AF9" w:rsidRPr="00E152F8" w:rsidRDefault="00D60AF9" w:rsidP="005A0B58">
            <w:pPr>
              <w:pStyle w:val="BoxListBullet"/>
              <w:tabs>
                <w:tab w:val="clear" w:pos="284"/>
                <w:tab w:val="num" w:pos="687"/>
              </w:tabs>
            </w:pPr>
            <w:r w:rsidRPr="00E152F8">
              <w:t xml:space="preserve">Productivity Commission 2012, </w:t>
            </w:r>
            <w:r w:rsidRPr="00E152F8">
              <w:rPr>
                <w:i/>
              </w:rPr>
              <w:t>Trade &amp; Assistance Review 2010</w:t>
            </w:r>
            <w:r>
              <w:rPr>
                <w:i/>
              </w:rPr>
              <w:noBreakHyphen/>
            </w:r>
            <w:r w:rsidRPr="00E152F8">
              <w:rPr>
                <w:i/>
              </w:rPr>
              <w:t>11</w:t>
            </w:r>
            <w:r w:rsidRPr="00E152F8">
              <w:t>, Annual Report Series, Productivity Commission, Canberra, May (see chapter</w:t>
            </w:r>
            <w:r>
              <w:t> </w:t>
            </w:r>
            <w:r w:rsidRPr="00E152F8">
              <w:t>4).</w:t>
            </w:r>
          </w:p>
          <w:p w:rsidR="00D60AF9" w:rsidRDefault="00D60AF9" w:rsidP="005A0B58">
            <w:pPr>
              <w:pStyle w:val="BoxListBullet"/>
            </w:pPr>
            <w:r w:rsidRPr="00E152F8">
              <w:t xml:space="preserve">Productivity Commission 2012, </w:t>
            </w:r>
            <w:r w:rsidRPr="00E152F8">
              <w:rPr>
                <w:i/>
              </w:rPr>
              <w:t>Annual Report 2011</w:t>
            </w:r>
            <w:r>
              <w:rPr>
                <w:i/>
              </w:rPr>
              <w:noBreakHyphen/>
            </w:r>
            <w:r w:rsidRPr="00E152F8">
              <w:rPr>
                <w:i/>
              </w:rPr>
              <w:t>12</w:t>
            </w:r>
            <w:r w:rsidRPr="00E152F8">
              <w:t>, Annual Report Series, Productivity Commission, Canberra, October (see chapter</w:t>
            </w:r>
            <w:r>
              <w:t> </w:t>
            </w:r>
            <w:r w:rsidRPr="00E152F8">
              <w:t>1).</w:t>
            </w:r>
          </w:p>
        </w:tc>
      </w:tr>
      <w:tr w:rsidR="00D60AF9" w:rsidTr="005A0B58">
        <w:trPr>
          <w:cantSplit/>
        </w:trPr>
        <w:tc>
          <w:tcPr>
            <w:tcW w:w="8771" w:type="dxa"/>
            <w:tcBorders>
              <w:top w:val="nil"/>
              <w:left w:val="single" w:sz="6" w:space="0" w:color="auto"/>
              <w:bottom w:val="nil"/>
              <w:right w:val="single" w:sz="6" w:space="0" w:color="auto"/>
            </w:tcBorders>
          </w:tcPr>
          <w:p w:rsidR="00D60AF9" w:rsidRDefault="00D60AF9" w:rsidP="005A0B58">
            <w:pPr>
              <w:pStyle w:val="BoxSource"/>
            </w:pPr>
            <w:r w:rsidRPr="009E3EC1">
              <w:t>*</w:t>
            </w:r>
            <w:r>
              <w:t xml:space="preserve"> Paper contributed by Productivity Commission researchers to the International Collaborative Initiative on Trade and Employment, coordinated by the OECD.</w:t>
            </w:r>
          </w:p>
        </w:tc>
      </w:tr>
      <w:tr w:rsidR="00D60AF9" w:rsidTr="005A0B58">
        <w:trPr>
          <w:cantSplit/>
        </w:trPr>
        <w:tc>
          <w:tcPr>
            <w:tcW w:w="8771" w:type="dxa"/>
            <w:tcBorders>
              <w:top w:val="nil"/>
              <w:left w:val="single" w:sz="6" w:space="0" w:color="auto"/>
              <w:bottom w:val="single" w:sz="6" w:space="0" w:color="auto"/>
              <w:right w:val="single" w:sz="6" w:space="0" w:color="auto"/>
            </w:tcBorders>
          </w:tcPr>
          <w:p w:rsidR="00D60AF9" w:rsidRDefault="00D60AF9" w:rsidP="005A0B58">
            <w:pPr>
              <w:pStyle w:val="Box"/>
              <w:spacing w:before="0" w:line="120" w:lineRule="exact"/>
            </w:pPr>
          </w:p>
        </w:tc>
      </w:tr>
      <w:tr w:rsidR="00D60AF9" w:rsidRPr="000863A5" w:rsidTr="005A0B58">
        <w:tc>
          <w:tcPr>
            <w:tcW w:w="8771" w:type="dxa"/>
            <w:tcBorders>
              <w:top w:val="nil"/>
              <w:left w:val="nil"/>
              <w:bottom w:val="nil"/>
              <w:right w:val="nil"/>
            </w:tcBorders>
          </w:tcPr>
          <w:p w:rsidR="00D60AF9" w:rsidRPr="00626D32" w:rsidRDefault="00D60AF9" w:rsidP="005A0B58">
            <w:pPr>
              <w:pStyle w:val="BoxSpaceBelow"/>
            </w:pPr>
          </w:p>
        </w:tc>
      </w:tr>
    </w:tbl>
    <w:p w:rsidR="00D60AF9" w:rsidRPr="00E152F8" w:rsidRDefault="00D60AF9" w:rsidP="00D60AF9">
      <w:pPr>
        <w:pStyle w:val="BodyText"/>
      </w:pPr>
      <w:r w:rsidRPr="00E152F8">
        <w:t xml:space="preserve">The remainder of this </w:t>
      </w:r>
      <w:r>
        <w:t>supplement</w:t>
      </w:r>
      <w:r w:rsidRPr="00E152F8">
        <w:t xml:space="preserve"> is structured as follows.</w:t>
      </w:r>
    </w:p>
    <w:p w:rsidR="00D60AF9" w:rsidRPr="00E152F8" w:rsidRDefault="00D60AF9" w:rsidP="00D60AF9">
      <w:pPr>
        <w:pStyle w:val="BodyText"/>
      </w:pPr>
      <w:r w:rsidRPr="00E152F8">
        <w:t>Chapter</w:t>
      </w:r>
      <w:r>
        <w:t> </w:t>
      </w:r>
      <w:r w:rsidRPr="00E152F8">
        <w:t>2 examine</w:t>
      </w:r>
      <w:r>
        <w:t>s</w:t>
      </w:r>
      <w:r w:rsidRPr="00E152F8">
        <w:t xml:space="preserve"> the global and domestic forces behind structural change in Australia</w:t>
      </w:r>
      <w:r>
        <w:t>, using a range of indicators</w:t>
      </w:r>
      <w:r w:rsidRPr="00E152F8">
        <w:t xml:space="preserve">. </w:t>
      </w:r>
      <w:r>
        <w:t>The potential implications of these forces for particular industries are also considered, as is selected empirical evidence.</w:t>
      </w:r>
    </w:p>
    <w:p w:rsidR="00D60AF9" w:rsidRPr="00E152F8" w:rsidRDefault="00D60AF9" w:rsidP="00D60AF9">
      <w:pPr>
        <w:pStyle w:val="BodyText"/>
      </w:pPr>
      <w:r w:rsidRPr="00E152F8">
        <w:t>Chapters</w:t>
      </w:r>
      <w:r>
        <w:t> </w:t>
      </w:r>
      <w:r w:rsidRPr="00E152F8">
        <w:t>3 and 4 describe, measure and analyse the various manifestations of structural change over the last ten years</w:t>
      </w:r>
      <w:r>
        <w:t xml:space="preserve"> and longer</w:t>
      </w:r>
      <w:r w:rsidRPr="00E152F8">
        <w:t xml:space="preserve">, using a </w:t>
      </w:r>
      <w:r>
        <w:t xml:space="preserve">wide </w:t>
      </w:r>
      <w:r w:rsidRPr="00E152F8">
        <w:t xml:space="preserve">range of output, investment and employment data. This allows a consideration of whether the pace </w:t>
      </w:r>
      <w:r w:rsidRPr="00E152F8">
        <w:lastRenderedPageBreak/>
        <w:t>of change accelerated</w:t>
      </w:r>
      <w:r>
        <w:t xml:space="preserve"> in recent times</w:t>
      </w:r>
      <w:r w:rsidRPr="00E152F8">
        <w:t xml:space="preserve">, compared with earlier periods. Similarities and differences in the nature of change in successive decades are </w:t>
      </w:r>
      <w:r>
        <w:t xml:space="preserve">also </w:t>
      </w:r>
      <w:r w:rsidRPr="00E152F8">
        <w:t xml:space="preserve">highlighted. </w:t>
      </w:r>
    </w:p>
    <w:p w:rsidR="00D60AF9" w:rsidRPr="00E152F8" w:rsidRDefault="00D60AF9" w:rsidP="00D60AF9">
      <w:pPr>
        <w:pStyle w:val="BodyText"/>
      </w:pPr>
      <w:r w:rsidRPr="00E152F8">
        <w:t>Chapter</w:t>
      </w:r>
      <w:r>
        <w:t> </w:t>
      </w:r>
      <w:r w:rsidRPr="00E152F8">
        <w:t>5 explores in greater detail the underlying mechanisms at work for labour market adjustment. This requires going beyond the trends observed at the</w:t>
      </w:r>
      <w:r>
        <w:t xml:space="preserve"> sectoral and</w:t>
      </w:r>
      <w:r w:rsidRPr="00E152F8">
        <w:t xml:space="preserve"> industry level to examine changes at the level of the individual</w:t>
      </w:r>
      <w:r>
        <w:t xml:space="preserve"> worker</w:t>
      </w:r>
      <w:r w:rsidRPr="00E152F8">
        <w:t xml:space="preserve">, such as changes in labour force status and </w:t>
      </w:r>
      <w:r>
        <w:t>job location</w:t>
      </w:r>
      <w:r w:rsidRPr="00E152F8">
        <w:t>.</w:t>
      </w:r>
    </w:p>
    <w:p w:rsidR="00F056FC" w:rsidRDefault="00D60AF9" w:rsidP="00120072">
      <w:pPr>
        <w:pStyle w:val="BodyText"/>
      </w:pPr>
      <w:r w:rsidRPr="00E152F8">
        <w:t>Chapter</w:t>
      </w:r>
      <w:r>
        <w:t> </w:t>
      </w:r>
      <w:r w:rsidRPr="00E152F8">
        <w:t xml:space="preserve">6 provides a detailed case study of the </w:t>
      </w:r>
      <w:r>
        <w:t xml:space="preserve">natural </w:t>
      </w:r>
      <w:r w:rsidRPr="00E152F8">
        <w:t>resources sector</w:t>
      </w:r>
      <w:r>
        <w:rPr>
          <w:rStyle w:val="FootnoteReference"/>
        </w:rPr>
        <w:footnoteReference w:id="8"/>
      </w:r>
      <w:r w:rsidRPr="00E152F8">
        <w:t xml:space="preserve"> that serves to illustrate many of the trends and responses identified in preceding chapters. The rapid expansion of </w:t>
      </w:r>
      <w:r>
        <w:t>resource sector</w:t>
      </w:r>
      <w:r w:rsidRPr="00E152F8">
        <w:t xml:space="preserve"> employment and investment in the last decade</w:t>
      </w:r>
      <w:r>
        <w:t xml:space="preserve"> or so</w:t>
      </w:r>
      <w:r w:rsidRPr="00E152F8">
        <w:t xml:space="preserve"> are forms of structural change made possible, in part, by the economy</w:t>
      </w:r>
      <w:r>
        <w:noBreakHyphen/>
      </w:r>
      <w:r w:rsidRPr="00E152F8">
        <w:t xml:space="preserve">wide reallocation of </w:t>
      </w:r>
      <w:r>
        <w:t>factors of production</w:t>
      </w:r>
      <w:r w:rsidRPr="00E152F8">
        <w:t xml:space="preserve">. Given the geographic concentration of mining areas, such movement </w:t>
      </w:r>
      <w:r>
        <w:t xml:space="preserve">has </w:t>
      </w:r>
      <w:r w:rsidRPr="00E152F8">
        <w:t>led to structural change at a geographic, as well as an industry, level.</w:t>
      </w:r>
    </w:p>
    <w:sectPr w:rsidR="00F056FC" w:rsidSect="0089285E">
      <w:headerReference w:type="even" r:id="rId10"/>
      <w:headerReference w:type="default" r:id="rId11"/>
      <w:footerReference w:type="even" r:id="rId12"/>
      <w:footerReference w:type="default" r:id="rId13"/>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0AF9" w:rsidRDefault="00D60AF9">
      <w:r>
        <w:separator/>
      </w:r>
    </w:p>
  </w:endnote>
  <w:endnote w:type="continuationSeparator" w:id="0">
    <w:p w:rsidR="00D60AF9" w:rsidRDefault="00D60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96E55">
      <w:trPr>
        <w:trHeight w:hRule="exact" w:val="740"/>
      </w:trPr>
      <w:tc>
        <w:tcPr>
          <w:tcW w:w="510" w:type="dxa"/>
          <w:tcBorders>
            <w:top w:val="single" w:sz="6" w:space="0" w:color="auto"/>
          </w:tcBorders>
        </w:tcPr>
        <w:p w:rsidR="00096E55" w:rsidRDefault="00096E55"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6C3FEB">
            <w:rPr>
              <w:rStyle w:val="PageNumber"/>
              <w:noProof/>
            </w:rPr>
            <w:t>18</w:t>
          </w:r>
          <w:r>
            <w:rPr>
              <w:rStyle w:val="PageNumber"/>
            </w:rPr>
            <w:fldChar w:fldCharType="end"/>
          </w:r>
        </w:p>
      </w:tc>
      <w:tc>
        <w:tcPr>
          <w:tcW w:w="1644" w:type="dxa"/>
          <w:tcBorders>
            <w:top w:val="single" w:sz="6" w:space="0" w:color="auto"/>
          </w:tcBorders>
        </w:tcPr>
        <w:p w:rsidR="00096E55" w:rsidRDefault="001B6C8E" w:rsidP="0019293B">
          <w:pPr>
            <w:pStyle w:val="Footer"/>
          </w:pPr>
          <w:fldSimple w:instr=" SUBJECT  \* MERGEFORMAT ">
            <w:r w:rsidR="00BA0955">
              <w:t>Looking back on structural change</w:t>
            </w:r>
          </w:fldSimple>
        </w:p>
      </w:tc>
      <w:tc>
        <w:tcPr>
          <w:tcW w:w="6634" w:type="dxa"/>
        </w:tcPr>
        <w:p w:rsidR="00096E55" w:rsidRDefault="00096E55" w:rsidP="0019293B">
          <w:pPr>
            <w:pStyle w:val="Footer"/>
          </w:pPr>
        </w:p>
      </w:tc>
    </w:tr>
  </w:tbl>
  <w:p w:rsidR="00096E55" w:rsidRDefault="00096E5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96E55">
      <w:trPr>
        <w:trHeight w:hRule="exact" w:val="740"/>
      </w:trPr>
      <w:tc>
        <w:tcPr>
          <w:tcW w:w="6634" w:type="dxa"/>
        </w:tcPr>
        <w:p w:rsidR="00096E55" w:rsidRDefault="00096E55">
          <w:pPr>
            <w:pStyle w:val="Footer"/>
            <w:ind w:right="360" w:firstLine="360"/>
          </w:pPr>
        </w:p>
      </w:tc>
      <w:tc>
        <w:tcPr>
          <w:tcW w:w="1644" w:type="dxa"/>
          <w:tcBorders>
            <w:top w:val="single" w:sz="6" w:space="0" w:color="auto"/>
          </w:tcBorders>
        </w:tcPr>
        <w:p w:rsidR="00096E55" w:rsidRDefault="001B6C8E">
          <w:pPr>
            <w:pStyle w:val="Footer"/>
          </w:pPr>
          <w:fldSimple w:instr=" TITLE  \* MERGEFORMAT ">
            <w:r w:rsidR="00BA0955">
              <w:t>Setting the scene</w:t>
            </w:r>
          </w:fldSimple>
        </w:p>
      </w:tc>
      <w:tc>
        <w:tcPr>
          <w:tcW w:w="510" w:type="dxa"/>
          <w:tcBorders>
            <w:top w:val="single" w:sz="6" w:space="0" w:color="auto"/>
          </w:tcBorders>
        </w:tcPr>
        <w:p w:rsidR="00096E55" w:rsidRDefault="00096E55">
          <w:pPr>
            <w:pStyle w:val="Footer"/>
            <w:jc w:val="right"/>
          </w:pPr>
          <w:r>
            <w:rPr>
              <w:rStyle w:val="PageNumber"/>
            </w:rPr>
            <w:fldChar w:fldCharType="begin"/>
          </w:r>
          <w:r>
            <w:rPr>
              <w:rStyle w:val="PageNumber"/>
            </w:rPr>
            <w:instrText xml:space="preserve">PAGE  </w:instrText>
          </w:r>
          <w:r>
            <w:rPr>
              <w:rStyle w:val="PageNumber"/>
            </w:rPr>
            <w:fldChar w:fldCharType="separate"/>
          </w:r>
          <w:r w:rsidR="006C3FEB">
            <w:rPr>
              <w:rStyle w:val="PageNumber"/>
              <w:noProof/>
            </w:rPr>
            <w:t>1</w:t>
          </w:r>
          <w:r>
            <w:rPr>
              <w:rStyle w:val="PageNumber"/>
            </w:rPr>
            <w:fldChar w:fldCharType="end"/>
          </w:r>
        </w:p>
      </w:tc>
    </w:tr>
  </w:tbl>
  <w:p w:rsidR="00096E55" w:rsidRDefault="00096E5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0AF9" w:rsidRDefault="00D60AF9">
      <w:r>
        <w:separator/>
      </w:r>
    </w:p>
  </w:footnote>
  <w:footnote w:type="continuationSeparator" w:id="0">
    <w:p w:rsidR="00D60AF9" w:rsidRDefault="00D60AF9">
      <w:r>
        <w:continuationSeparator/>
      </w:r>
    </w:p>
  </w:footnote>
  <w:footnote w:id="1">
    <w:p w:rsidR="00D60AF9" w:rsidRDefault="00D60AF9" w:rsidP="00D60AF9">
      <w:pPr>
        <w:pStyle w:val="FootnoteText"/>
      </w:pPr>
      <w:r>
        <w:rPr>
          <w:rStyle w:val="FootnoteReference"/>
        </w:rPr>
        <w:footnoteRef/>
      </w:r>
      <w:r>
        <w:t xml:space="preserve"> </w:t>
      </w:r>
      <w:r>
        <w:tab/>
        <w:t>Limits to factor endowments (supplies of factors of production) are not immutable. Endowments can increase through foreign capital inflows, domestic investment, immigration or demographic change.</w:t>
      </w:r>
    </w:p>
  </w:footnote>
  <w:footnote w:id="2">
    <w:p w:rsidR="00D60AF9" w:rsidRDefault="00D60AF9" w:rsidP="00D60AF9">
      <w:pPr>
        <w:pStyle w:val="FootnoteText"/>
      </w:pPr>
      <w:r>
        <w:rPr>
          <w:rStyle w:val="FootnoteReference"/>
        </w:rPr>
        <w:footnoteRef/>
      </w:r>
      <w:r>
        <w:t xml:space="preserve"> </w:t>
      </w:r>
      <w:r>
        <w:tab/>
        <w:t>If relative prices cannot change, excess demands will lead to shortages and non-price rationing, while excess supplies initially will lead to unanticipated inventories or waste, followed by underutilised capital and unemployment. In other words, shocks would still have consequences, but generally more costly ones than if resources could move to higher-valued uses.</w:t>
      </w:r>
    </w:p>
  </w:footnote>
  <w:footnote w:id="3">
    <w:p w:rsidR="00D60AF9" w:rsidRDefault="00D60AF9" w:rsidP="00D60AF9">
      <w:pPr>
        <w:pStyle w:val="FootnoteText"/>
      </w:pPr>
      <w:r>
        <w:rPr>
          <w:rStyle w:val="FootnoteReference"/>
        </w:rPr>
        <w:footnoteRef/>
      </w:r>
      <w:r>
        <w:t xml:space="preserve"> </w:t>
      </w:r>
      <w:r>
        <w:tab/>
        <w:t>The term ‘capital’ is used throughout this supplement to refer to a firm’s durable assets, including machinery, equipment and buildings. It is not meant to refer to ‘financial’ capital, such as loans and equity funds, or ‘working’ capital, which includes liquid funds and stocks of material, outputs and work in progress.</w:t>
      </w:r>
    </w:p>
  </w:footnote>
  <w:footnote w:id="4">
    <w:p w:rsidR="00D60AF9" w:rsidRDefault="00D60AF9" w:rsidP="00D60AF9">
      <w:pPr>
        <w:pStyle w:val="FootnoteText"/>
      </w:pPr>
      <w:r>
        <w:rPr>
          <w:rStyle w:val="FootnoteReference"/>
        </w:rPr>
        <w:footnoteRef/>
      </w:r>
      <w:r>
        <w:t xml:space="preserve"> </w:t>
      </w:r>
      <w:r>
        <w:tab/>
        <w:t>For example, classical international trade theory postulates that gains from trade arise, on the production side, as a consequence of differences in relative factor endowments between nations (Woodland 1982). Differences on the demand side — for example, in consumer preferences or income per capita — also create scope for gains from trade (Markusen and Melvin 1988).</w:t>
      </w:r>
    </w:p>
  </w:footnote>
  <w:footnote w:id="5">
    <w:p w:rsidR="00D60AF9" w:rsidRDefault="00D60AF9" w:rsidP="00D60AF9">
      <w:pPr>
        <w:pStyle w:val="FootnoteText"/>
      </w:pPr>
      <w:r>
        <w:rPr>
          <w:rStyle w:val="FootnoteReference"/>
        </w:rPr>
        <w:footnoteRef/>
      </w:r>
      <w:r>
        <w:t xml:space="preserve"> </w:t>
      </w:r>
      <w:r>
        <w:tab/>
        <w:t>This school of economic thought is associated with the work of 1971 Nobel Prize in Economics Laureate, Simon Kuznets.</w:t>
      </w:r>
    </w:p>
  </w:footnote>
  <w:footnote w:id="6">
    <w:p w:rsidR="00D60AF9" w:rsidRDefault="00D60AF9" w:rsidP="00D60AF9">
      <w:pPr>
        <w:pStyle w:val="FootnoteText"/>
      </w:pPr>
      <w:r>
        <w:rPr>
          <w:rStyle w:val="FootnoteReference"/>
        </w:rPr>
        <w:footnoteRef/>
      </w:r>
      <w:r>
        <w:t xml:space="preserve"> </w:t>
      </w:r>
      <w:r>
        <w:tab/>
        <w:t xml:space="preserve">See </w:t>
      </w:r>
      <w:r w:rsidRPr="007C072F">
        <w:rPr>
          <w:u w:val="single"/>
        </w:rPr>
        <w:t>http://globalization.kof.ethz.ch</w:t>
      </w:r>
      <w:r>
        <w:t xml:space="preserve"> as well as Dreher, Gaston and Martens (2008) for details of the index. KOF is the acronym for the German word ‘</w:t>
      </w:r>
      <w:r w:rsidRPr="00BB432F">
        <w:t>Konjunkturforschungsstelle</w:t>
      </w:r>
      <w:r>
        <w:t>’, meaning ‘economic research agency’. The index is produced under the auspices of the Swiss Economic Institute.</w:t>
      </w:r>
    </w:p>
  </w:footnote>
  <w:footnote w:id="7">
    <w:p w:rsidR="00D60AF9" w:rsidRDefault="00D60AF9" w:rsidP="00D60AF9">
      <w:pPr>
        <w:pStyle w:val="FootnoteText"/>
      </w:pPr>
      <w:r>
        <w:rPr>
          <w:rStyle w:val="FootnoteReference"/>
        </w:rPr>
        <w:footnoteRef/>
      </w:r>
      <w:r>
        <w:t xml:space="preserve"> Available from </w:t>
      </w:r>
      <w:r w:rsidRPr="006F095B">
        <w:rPr>
          <w:u w:val="single"/>
        </w:rPr>
        <w:t>www.pc.gov.au</w:t>
      </w:r>
      <w:r>
        <w:t>.</w:t>
      </w:r>
    </w:p>
  </w:footnote>
  <w:footnote w:id="8">
    <w:p w:rsidR="00D60AF9" w:rsidRDefault="00D60AF9" w:rsidP="00D60AF9">
      <w:pPr>
        <w:pStyle w:val="FootnoteText"/>
      </w:pPr>
      <w:r>
        <w:rPr>
          <w:rStyle w:val="FootnoteReference"/>
        </w:rPr>
        <w:footnoteRef/>
      </w:r>
      <w:r>
        <w:tab/>
        <w:t>The terms ‘natural resources sector’, ‘resources sector’, ‘mining sector’ and ‘Mining industry’ are used interchangeably in this supplement. Appendix A provides a definition of the natural resources sector.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96E55">
      <w:tc>
        <w:tcPr>
          <w:tcW w:w="2155" w:type="dxa"/>
          <w:tcBorders>
            <w:top w:val="single" w:sz="24" w:space="0" w:color="auto"/>
          </w:tcBorders>
        </w:tcPr>
        <w:p w:rsidR="00096E55" w:rsidRDefault="00096E55" w:rsidP="0019293B">
          <w:pPr>
            <w:pStyle w:val="HeaderEven"/>
          </w:pPr>
        </w:p>
      </w:tc>
      <w:tc>
        <w:tcPr>
          <w:tcW w:w="6634" w:type="dxa"/>
          <w:tcBorders>
            <w:top w:val="single" w:sz="6" w:space="0" w:color="auto"/>
          </w:tcBorders>
        </w:tcPr>
        <w:p w:rsidR="00096E55" w:rsidRDefault="00096E55" w:rsidP="0019293B">
          <w:pPr>
            <w:pStyle w:val="HeaderEven"/>
          </w:pPr>
        </w:p>
      </w:tc>
    </w:tr>
  </w:tbl>
  <w:p w:rsidR="00096E55" w:rsidRDefault="00096E5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96E55">
      <w:tc>
        <w:tcPr>
          <w:tcW w:w="6634" w:type="dxa"/>
          <w:tcBorders>
            <w:top w:val="single" w:sz="6" w:space="0" w:color="auto"/>
          </w:tcBorders>
        </w:tcPr>
        <w:p w:rsidR="00096E55" w:rsidRDefault="00096E55" w:rsidP="00E669E2">
          <w:pPr>
            <w:pStyle w:val="HeaderOdd"/>
          </w:pPr>
        </w:p>
      </w:tc>
      <w:tc>
        <w:tcPr>
          <w:tcW w:w="2155" w:type="dxa"/>
          <w:tcBorders>
            <w:top w:val="single" w:sz="24" w:space="0" w:color="auto"/>
          </w:tcBorders>
        </w:tcPr>
        <w:p w:rsidR="00096E55" w:rsidRDefault="00096E55" w:rsidP="00E669E2">
          <w:pPr>
            <w:pStyle w:val="HeaderOdd"/>
          </w:pPr>
        </w:p>
      </w:tc>
    </w:tr>
  </w:tbl>
  <w:p w:rsidR="00096E55" w:rsidRDefault="00096E55"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6EC6030F"/>
    <w:multiLevelType w:val="hybridMultilevel"/>
    <w:tmpl w:val="269A3D5C"/>
    <w:lvl w:ilvl="0" w:tplc="FFFFFFFF">
      <w:start w:val="1"/>
      <w:numFmt w:val="bullet"/>
      <w:pStyle w:val="QtrListBullet"/>
      <w:lvlText w:val=""/>
      <w:lvlJc w:val="left"/>
      <w:pPr>
        <w:tabs>
          <w:tab w:val="num" w:pos="284"/>
        </w:tabs>
        <w:ind w:left="284" w:hanging="284"/>
      </w:pPr>
      <w:rPr>
        <w:rFonts w:ascii="Symbol" w:hAnsi="Symbol" w:hint="default"/>
        <w:sz w:val="18"/>
      </w:rPr>
    </w:lvl>
    <w:lvl w:ilvl="1" w:tplc="FFFFFFFF">
      <w:start w:val="1"/>
      <w:numFmt w:val="bullet"/>
      <w:lvlText w:val="-"/>
      <w:lvlJc w:val="left"/>
      <w:pPr>
        <w:tabs>
          <w:tab w:val="num" w:pos="1440"/>
        </w:tabs>
        <w:ind w:left="1440" w:hanging="360"/>
      </w:pPr>
      <w:rPr>
        <w:rFonts w:ascii="Courier New" w:hAnsi="Courier New" w:hint="default"/>
        <w:color w:val="auto"/>
        <w:sz w:val="18"/>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1">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5">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3"/>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4"/>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2"/>
  </w:num>
  <w:num w:numId="26">
    <w:abstractNumId w:val="33"/>
  </w:num>
  <w:num w:numId="27">
    <w:abstractNumId w:val="38"/>
  </w:num>
  <w:num w:numId="28">
    <w:abstractNumId w:val="40"/>
  </w:num>
  <w:num w:numId="29">
    <w:abstractNumId w:val="31"/>
  </w:num>
  <w:num w:numId="30">
    <w:abstractNumId w:val="21"/>
  </w:num>
  <w:num w:numId="31">
    <w:abstractNumId w:val="45"/>
  </w:num>
  <w:num w:numId="32">
    <w:abstractNumId w:val="15"/>
  </w:num>
  <w:num w:numId="33">
    <w:abstractNumId w:val="8"/>
  </w:num>
  <w:num w:numId="34">
    <w:abstractNumId w:val="18"/>
  </w:num>
  <w:num w:numId="35">
    <w:abstractNumId w:val="41"/>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 w:numId="49">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hideSpellingError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Setting the scene"/>
    <w:docVar w:name="ShortReportTitle" w:val="Looking back on structural change"/>
  </w:docVars>
  <w:rsids>
    <w:rsidRoot w:val="00D60AF9"/>
    <w:rsid w:val="000227D5"/>
    <w:rsid w:val="000245AA"/>
    <w:rsid w:val="0003664B"/>
    <w:rsid w:val="0004111F"/>
    <w:rsid w:val="000565B3"/>
    <w:rsid w:val="0007150B"/>
    <w:rsid w:val="000938F5"/>
    <w:rsid w:val="00096E55"/>
    <w:rsid w:val="000B601B"/>
    <w:rsid w:val="000C207E"/>
    <w:rsid w:val="000F0035"/>
    <w:rsid w:val="000F420B"/>
    <w:rsid w:val="00110116"/>
    <w:rsid w:val="00120072"/>
    <w:rsid w:val="00126EB8"/>
    <w:rsid w:val="001274D4"/>
    <w:rsid w:val="001363AA"/>
    <w:rsid w:val="00183E82"/>
    <w:rsid w:val="001878BB"/>
    <w:rsid w:val="00191AE0"/>
    <w:rsid w:val="0019293B"/>
    <w:rsid w:val="0019426B"/>
    <w:rsid w:val="001B6C8E"/>
    <w:rsid w:val="001C0865"/>
    <w:rsid w:val="001C3ABA"/>
    <w:rsid w:val="001E7BE8"/>
    <w:rsid w:val="001F0248"/>
    <w:rsid w:val="001F3EB3"/>
    <w:rsid w:val="001F4F86"/>
    <w:rsid w:val="00202C2C"/>
    <w:rsid w:val="002135AB"/>
    <w:rsid w:val="002144BE"/>
    <w:rsid w:val="00242279"/>
    <w:rsid w:val="00245C82"/>
    <w:rsid w:val="00291B40"/>
    <w:rsid w:val="002B4008"/>
    <w:rsid w:val="002D0E8E"/>
    <w:rsid w:val="00301189"/>
    <w:rsid w:val="00315903"/>
    <w:rsid w:val="00323E09"/>
    <w:rsid w:val="00333932"/>
    <w:rsid w:val="003518AA"/>
    <w:rsid w:val="00352165"/>
    <w:rsid w:val="00353182"/>
    <w:rsid w:val="003565D9"/>
    <w:rsid w:val="003602E1"/>
    <w:rsid w:val="0037026F"/>
    <w:rsid w:val="00371240"/>
    <w:rsid w:val="00374731"/>
    <w:rsid w:val="00376E59"/>
    <w:rsid w:val="003919F9"/>
    <w:rsid w:val="003C38B5"/>
    <w:rsid w:val="003C5D99"/>
    <w:rsid w:val="003E2F59"/>
    <w:rsid w:val="003F0789"/>
    <w:rsid w:val="00401882"/>
    <w:rsid w:val="004100C8"/>
    <w:rsid w:val="00411DBD"/>
    <w:rsid w:val="00412ACE"/>
    <w:rsid w:val="00431249"/>
    <w:rsid w:val="00434C19"/>
    <w:rsid w:val="00450810"/>
    <w:rsid w:val="00477144"/>
    <w:rsid w:val="00491380"/>
    <w:rsid w:val="0049459F"/>
    <w:rsid w:val="004A364B"/>
    <w:rsid w:val="004A38DD"/>
    <w:rsid w:val="004B43AE"/>
    <w:rsid w:val="004C30ED"/>
    <w:rsid w:val="004D5675"/>
    <w:rsid w:val="00523639"/>
    <w:rsid w:val="00531FE5"/>
    <w:rsid w:val="005402FA"/>
    <w:rsid w:val="00583C39"/>
    <w:rsid w:val="00587F28"/>
    <w:rsid w:val="005909CF"/>
    <w:rsid w:val="00591E71"/>
    <w:rsid w:val="005A0D41"/>
    <w:rsid w:val="005E211B"/>
    <w:rsid w:val="00607BF1"/>
    <w:rsid w:val="00630D4D"/>
    <w:rsid w:val="00632A74"/>
    <w:rsid w:val="006A4655"/>
    <w:rsid w:val="006B2B3C"/>
    <w:rsid w:val="006C1D81"/>
    <w:rsid w:val="006C3FEB"/>
    <w:rsid w:val="006C7038"/>
    <w:rsid w:val="006E73EF"/>
    <w:rsid w:val="00714D4D"/>
    <w:rsid w:val="007604BB"/>
    <w:rsid w:val="00785232"/>
    <w:rsid w:val="007A21EB"/>
    <w:rsid w:val="007B1A93"/>
    <w:rsid w:val="007C36C9"/>
    <w:rsid w:val="007D6401"/>
    <w:rsid w:val="007E01E4"/>
    <w:rsid w:val="007F7107"/>
    <w:rsid w:val="00800D4C"/>
    <w:rsid w:val="0081030F"/>
    <w:rsid w:val="0082087D"/>
    <w:rsid w:val="00835771"/>
    <w:rsid w:val="00842933"/>
    <w:rsid w:val="0086082C"/>
    <w:rsid w:val="00864ADC"/>
    <w:rsid w:val="00880153"/>
    <w:rsid w:val="00880F97"/>
    <w:rsid w:val="0088133A"/>
    <w:rsid w:val="0089285E"/>
    <w:rsid w:val="0089436C"/>
    <w:rsid w:val="008D365C"/>
    <w:rsid w:val="009030BF"/>
    <w:rsid w:val="0091032F"/>
    <w:rsid w:val="00914368"/>
    <w:rsid w:val="00931076"/>
    <w:rsid w:val="009345D9"/>
    <w:rsid w:val="00934B15"/>
    <w:rsid w:val="00940C87"/>
    <w:rsid w:val="00942B62"/>
    <w:rsid w:val="0095323B"/>
    <w:rsid w:val="00956A0C"/>
    <w:rsid w:val="00956BD9"/>
    <w:rsid w:val="00962489"/>
    <w:rsid w:val="00990C2C"/>
    <w:rsid w:val="009C4A73"/>
    <w:rsid w:val="009E1844"/>
    <w:rsid w:val="009F0D1B"/>
    <w:rsid w:val="009F696D"/>
    <w:rsid w:val="009F6BC6"/>
    <w:rsid w:val="00A17328"/>
    <w:rsid w:val="00A23A20"/>
    <w:rsid w:val="00A268B9"/>
    <w:rsid w:val="00A2703A"/>
    <w:rsid w:val="00A33DFF"/>
    <w:rsid w:val="00A35115"/>
    <w:rsid w:val="00A36D9A"/>
    <w:rsid w:val="00A554AB"/>
    <w:rsid w:val="00A57062"/>
    <w:rsid w:val="00A92B53"/>
    <w:rsid w:val="00A94FA6"/>
    <w:rsid w:val="00AA49A0"/>
    <w:rsid w:val="00AA6710"/>
    <w:rsid w:val="00AB0681"/>
    <w:rsid w:val="00AD520B"/>
    <w:rsid w:val="00B425C3"/>
    <w:rsid w:val="00B440AD"/>
    <w:rsid w:val="00B479BB"/>
    <w:rsid w:val="00B53E7E"/>
    <w:rsid w:val="00B6342E"/>
    <w:rsid w:val="00B7113F"/>
    <w:rsid w:val="00BA0955"/>
    <w:rsid w:val="00BA73B6"/>
    <w:rsid w:val="00BA7E27"/>
    <w:rsid w:val="00BB2603"/>
    <w:rsid w:val="00BB4FCD"/>
    <w:rsid w:val="00BC04E9"/>
    <w:rsid w:val="00BD13EA"/>
    <w:rsid w:val="00BE3808"/>
    <w:rsid w:val="00C062E9"/>
    <w:rsid w:val="00C07B64"/>
    <w:rsid w:val="00C13721"/>
    <w:rsid w:val="00C14FE4"/>
    <w:rsid w:val="00C3066D"/>
    <w:rsid w:val="00C52416"/>
    <w:rsid w:val="00C543F4"/>
    <w:rsid w:val="00C6291C"/>
    <w:rsid w:val="00C633CB"/>
    <w:rsid w:val="00C736B7"/>
    <w:rsid w:val="00C81D4A"/>
    <w:rsid w:val="00C8762C"/>
    <w:rsid w:val="00CA00F9"/>
    <w:rsid w:val="00CA2961"/>
    <w:rsid w:val="00CB50D7"/>
    <w:rsid w:val="00CB7177"/>
    <w:rsid w:val="00CC1998"/>
    <w:rsid w:val="00CC4946"/>
    <w:rsid w:val="00D270A4"/>
    <w:rsid w:val="00D31FE9"/>
    <w:rsid w:val="00D34E1B"/>
    <w:rsid w:val="00D376BA"/>
    <w:rsid w:val="00D45634"/>
    <w:rsid w:val="00D5568A"/>
    <w:rsid w:val="00D60AF9"/>
    <w:rsid w:val="00D63D73"/>
    <w:rsid w:val="00D64452"/>
    <w:rsid w:val="00D66E1E"/>
    <w:rsid w:val="00D75722"/>
    <w:rsid w:val="00D80CF5"/>
    <w:rsid w:val="00DA5BBA"/>
    <w:rsid w:val="00DB0D66"/>
    <w:rsid w:val="00DB26D2"/>
    <w:rsid w:val="00DB67C9"/>
    <w:rsid w:val="00DC0C95"/>
    <w:rsid w:val="00DD6580"/>
    <w:rsid w:val="00E17C72"/>
    <w:rsid w:val="00E21FC6"/>
    <w:rsid w:val="00E431A9"/>
    <w:rsid w:val="00E669E2"/>
    <w:rsid w:val="00E76135"/>
    <w:rsid w:val="00E82F4F"/>
    <w:rsid w:val="00EC2844"/>
    <w:rsid w:val="00EC5500"/>
    <w:rsid w:val="00ED18F8"/>
    <w:rsid w:val="00EF6C6C"/>
    <w:rsid w:val="00F056FC"/>
    <w:rsid w:val="00F10476"/>
    <w:rsid w:val="00F135D8"/>
    <w:rsid w:val="00F31299"/>
    <w:rsid w:val="00F3534A"/>
    <w:rsid w:val="00F51609"/>
    <w:rsid w:val="00F81006"/>
    <w:rsid w:val="00F85325"/>
    <w:rsid w:val="00FD22B1"/>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header" w:uiPriority="99"/>
    <w:lsdException w:name="footer" w:uiPriority="99"/>
    <w:lsdException w:name="Body Text" w:qFormat="1"/>
    <w:lsdException w:name="Subtitle" w:uiPriority="99"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D60AF9"/>
    <w:rPr>
      <w:sz w:val="26"/>
      <w:szCs w:val="24"/>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rsid w:val="00A17328"/>
    <w:pPr>
      <w:spacing w:after="60"/>
      <w:jc w:val="left"/>
      <w:outlineLvl w:val="5"/>
    </w:pPr>
    <w:rPr>
      <w:i/>
      <w:sz w:val="22"/>
    </w:rPr>
  </w:style>
  <w:style w:type="paragraph" w:styleId="Heading7">
    <w:name w:val="heading 7"/>
    <w:basedOn w:val="BodyText"/>
    <w:next w:val="BodyText"/>
    <w:link w:val="Heading7Char"/>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uiPriority w:val="99"/>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uiPriority w:val="99"/>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uiPriority w:val="99"/>
    <w:rsid w:val="00A17328"/>
    <w:pPr>
      <w:keepLines/>
      <w:spacing w:before="80" w:line="220" w:lineRule="exact"/>
    </w:pPr>
    <w:rPr>
      <w:rFonts w:ascii="Arial" w:hAnsi="Arial"/>
      <w:sz w:val="18"/>
    </w:rPr>
  </w:style>
  <w:style w:type="paragraph" w:customStyle="1" w:styleId="Source">
    <w:name w:val="Source"/>
    <w:basedOn w:val="Note"/>
    <w:next w:val="BodyText"/>
    <w:uiPriority w:val="99"/>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uiPriority w:val="99"/>
    <w:rsid w:val="00A17328"/>
    <w:pPr>
      <w:keepNext/>
      <w:spacing w:before="120" w:after="120" w:line="240" w:lineRule="atLeast"/>
      <w:jc w:val="center"/>
    </w:pPr>
  </w:style>
  <w:style w:type="paragraph" w:customStyle="1" w:styleId="FigureTitle">
    <w:name w:val="Figure Title"/>
    <w:basedOn w:val="Caption"/>
    <w:next w:val="Subtitle"/>
    <w:uiPriority w:val="99"/>
    <w:rsid w:val="00D80CF5"/>
    <w:rPr>
      <w:sz w:val="24"/>
    </w:rPr>
  </w:style>
  <w:style w:type="paragraph" w:styleId="Subtitle">
    <w:name w:val="Subtitle"/>
    <w:basedOn w:val="Caption"/>
    <w:link w:val="SubtitleChar"/>
    <w:uiPriority w:val="99"/>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uiPriority w:val="99"/>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uiPriority w:val="99"/>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Heading1Char">
    <w:name w:val="Heading 1 Char"/>
    <w:basedOn w:val="DefaultParagraphFont"/>
    <w:link w:val="Heading1"/>
    <w:rsid w:val="00D60AF9"/>
    <w:rPr>
      <w:sz w:val="52"/>
    </w:rPr>
  </w:style>
  <w:style w:type="character" w:customStyle="1" w:styleId="Heading2Char">
    <w:name w:val="Heading 2 Char"/>
    <w:basedOn w:val="DefaultParagraphFont"/>
    <w:link w:val="Heading2"/>
    <w:rsid w:val="00D60AF9"/>
    <w:rPr>
      <w:rFonts w:ascii="Arial" w:hAnsi="Arial"/>
      <w:b/>
      <w:sz w:val="32"/>
    </w:rPr>
  </w:style>
  <w:style w:type="character" w:customStyle="1" w:styleId="Heading3Char">
    <w:name w:val="Heading 3 Char"/>
    <w:basedOn w:val="DefaultParagraphFont"/>
    <w:link w:val="Heading3"/>
    <w:rsid w:val="00D60AF9"/>
    <w:rPr>
      <w:rFonts w:ascii="Arial" w:hAnsi="Arial"/>
      <w:b/>
      <w:sz w:val="26"/>
    </w:rPr>
  </w:style>
  <w:style w:type="character" w:customStyle="1" w:styleId="Heading4Char">
    <w:name w:val="Heading 4 Char"/>
    <w:basedOn w:val="DefaultParagraphFont"/>
    <w:link w:val="Heading4"/>
    <w:rsid w:val="00D60AF9"/>
    <w:rPr>
      <w:rFonts w:ascii="Arial" w:hAnsi="Arial"/>
      <w:i/>
      <w:sz w:val="24"/>
    </w:rPr>
  </w:style>
  <w:style w:type="character" w:customStyle="1" w:styleId="Heading5Char">
    <w:name w:val="Heading 5 Char"/>
    <w:basedOn w:val="DefaultParagraphFont"/>
    <w:link w:val="Heading5"/>
    <w:rsid w:val="00D60AF9"/>
    <w:rPr>
      <w:i/>
      <w:sz w:val="26"/>
    </w:rPr>
  </w:style>
  <w:style w:type="character" w:customStyle="1" w:styleId="Heading6Char">
    <w:name w:val="Heading 6 Char"/>
    <w:basedOn w:val="DefaultParagraphFont"/>
    <w:link w:val="Heading6"/>
    <w:rsid w:val="00D60AF9"/>
    <w:rPr>
      <w:i/>
      <w:sz w:val="22"/>
    </w:rPr>
  </w:style>
  <w:style w:type="character" w:customStyle="1" w:styleId="Heading7Char">
    <w:name w:val="Heading 7 Char"/>
    <w:basedOn w:val="DefaultParagraphFont"/>
    <w:link w:val="Heading7"/>
    <w:rsid w:val="00D60AF9"/>
    <w:rPr>
      <w:rFonts w:ascii="Arial" w:hAnsi="Arial"/>
    </w:rPr>
  </w:style>
  <w:style w:type="character" w:customStyle="1" w:styleId="Heading8Char">
    <w:name w:val="Heading 8 Char"/>
    <w:basedOn w:val="DefaultParagraphFont"/>
    <w:link w:val="Heading8"/>
    <w:rsid w:val="00D60AF9"/>
    <w:rPr>
      <w:rFonts w:ascii="Arial" w:hAnsi="Arial"/>
      <w:i/>
    </w:rPr>
  </w:style>
  <w:style w:type="character" w:customStyle="1" w:styleId="Heading9Char">
    <w:name w:val="Heading 9 Char"/>
    <w:basedOn w:val="DefaultParagraphFont"/>
    <w:link w:val="Heading9"/>
    <w:rsid w:val="00D60AF9"/>
    <w:rPr>
      <w:rFonts w:ascii="Arial" w:hAnsi="Arial"/>
      <w:b/>
      <w:i/>
      <w:sz w:val="18"/>
    </w:rPr>
  </w:style>
  <w:style w:type="character" w:customStyle="1" w:styleId="BodyTextChar">
    <w:name w:val="Body Text Char"/>
    <w:basedOn w:val="DefaultParagraphFont"/>
    <w:link w:val="BodyText"/>
    <w:rsid w:val="00D60AF9"/>
    <w:rPr>
      <w:sz w:val="26"/>
    </w:rPr>
  </w:style>
  <w:style w:type="character" w:customStyle="1" w:styleId="FooterChar">
    <w:name w:val="Footer Char"/>
    <w:basedOn w:val="DefaultParagraphFont"/>
    <w:link w:val="Footer"/>
    <w:uiPriority w:val="99"/>
    <w:rsid w:val="00D60AF9"/>
    <w:rPr>
      <w:caps/>
      <w:spacing w:val="-4"/>
      <w:sz w:val="16"/>
    </w:rPr>
  </w:style>
  <w:style w:type="character" w:customStyle="1" w:styleId="HeaderChar">
    <w:name w:val="Header Char"/>
    <w:basedOn w:val="DefaultParagraphFont"/>
    <w:link w:val="Header"/>
    <w:uiPriority w:val="99"/>
    <w:rsid w:val="00D60AF9"/>
    <w:rPr>
      <w:rFonts w:ascii="Arial" w:hAnsi="Arial"/>
      <w:caps/>
      <w:sz w:val="26"/>
    </w:rPr>
  </w:style>
  <w:style w:type="paragraph" w:customStyle="1" w:styleId="BoxSpace">
    <w:name w:val="Box Space"/>
    <w:basedOn w:val="BodyText"/>
    <w:rsid w:val="00D60AF9"/>
    <w:pPr>
      <w:keepNext/>
      <w:spacing w:before="360" w:line="80" w:lineRule="exact"/>
      <w:jc w:val="left"/>
    </w:pPr>
  </w:style>
  <w:style w:type="character" w:customStyle="1" w:styleId="CommentTextChar">
    <w:name w:val="Comment Text Char"/>
    <w:basedOn w:val="DefaultParagraphFont"/>
    <w:rsid w:val="00D60AF9"/>
    <w:rPr>
      <w:szCs w:val="24"/>
    </w:rPr>
  </w:style>
  <w:style w:type="character" w:customStyle="1" w:styleId="FootnoteTextChar">
    <w:name w:val="Footnote Text Char"/>
    <w:basedOn w:val="DefaultParagraphFont"/>
    <w:link w:val="FootnoteText"/>
    <w:rsid w:val="00D60AF9"/>
    <w:rPr>
      <w:sz w:val="22"/>
    </w:rPr>
  </w:style>
  <w:style w:type="character" w:customStyle="1" w:styleId="QuoteChar">
    <w:name w:val="Quote Char"/>
    <w:basedOn w:val="DefaultParagraphFont"/>
    <w:link w:val="Quote"/>
    <w:rsid w:val="00D60AF9"/>
    <w:rPr>
      <w:sz w:val="24"/>
    </w:rPr>
  </w:style>
  <w:style w:type="table" w:styleId="TableGrid">
    <w:name w:val="Table Grid"/>
    <w:basedOn w:val="TableNormal"/>
    <w:rsid w:val="00D60A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QtrListBullet">
    <w:name w:val="Qtr List Bullet"/>
    <w:basedOn w:val="ListBullet"/>
    <w:link w:val="QtrListBulletChar"/>
    <w:rsid w:val="00D60AF9"/>
    <w:pPr>
      <w:numPr>
        <w:numId w:val="49"/>
      </w:numPr>
    </w:pPr>
    <w:rPr>
      <w:sz w:val="24"/>
    </w:rPr>
  </w:style>
  <w:style w:type="character" w:customStyle="1" w:styleId="QtrListBulletChar">
    <w:name w:val="Qtr List Bullet Char"/>
    <w:link w:val="QtrListBullet"/>
    <w:rsid w:val="00D60AF9"/>
    <w:rPr>
      <w:sz w:val="24"/>
    </w:rPr>
  </w:style>
  <w:style w:type="paragraph" w:styleId="NormalWeb">
    <w:name w:val="Normal (Web)"/>
    <w:basedOn w:val="Normal"/>
    <w:uiPriority w:val="99"/>
    <w:unhideWhenUsed/>
    <w:rsid w:val="00D60AF9"/>
    <w:pPr>
      <w:spacing w:before="180" w:after="180" w:line="255" w:lineRule="atLeast"/>
    </w:pPr>
    <w:rPr>
      <w:sz w:val="24"/>
    </w:rPr>
  </w:style>
  <w:style w:type="paragraph" w:styleId="CommentSubject">
    <w:name w:val="annotation subject"/>
    <w:basedOn w:val="CommentText"/>
    <w:next w:val="CommentText"/>
    <w:link w:val="CommentSubjectChar"/>
    <w:rsid w:val="00D60AF9"/>
    <w:pPr>
      <w:spacing w:before="0" w:line="240" w:lineRule="auto"/>
      <w:ind w:left="0" w:firstLine="0"/>
    </w:pPr>
    <w:rPr>
      <w:b/>
      <w:bCs/>
      <w:szCs w:val="20"/>
    </w:rPr>
  </w:style>
  <w:style w:type="character" w:customStyle="1" w:styleId="CommentTextChar1">
    <w:name w:val="Comment Text Char1"/>
    <w:basedOn w:val="DefaultParagraphFont"/>
    <w:link w:val="CommentText"/>
    <w:rsid w:val="00D60AF9"/>
    <w:rPr>
      <w:szCs w:val="24"/>
    </w:rPr>
  </w:style>
  <w:style w:type="character" w:customStyle="1" w:styleId="CommentSubjectChar">
    <w:name w:val="Comment Subject Char"/>
    <w:basedOn w:val="CommentTextChar1"/>
    <w:link w:val="CommentSubject"/>
    <w:rsid w:val="00D60AF9"/>
    <w:rPr>
      <w:b/>
      <w:bCs/>
      <w:szCs w:val="24"/>
    </w:rPr>
  </w:style>
  <w:style w:type="paragraph" w:styleId="Revision">
    <w:name w:val="Revision"/>
    <w:hidden/>
    <w:uiPriority w:val="99"/>
    <w:semiHidden/>
    <w:rsid w:val="00D60AF9"/>
    <w:rPr>
      <w:sz w:val="26"/>
      <w:szCs w:val="24"/>
    </w:rPr>
  </w:style>
  <w:style w:type="character" w:styleId="Hyperlink">
    <w:name w:val="Hyperlink"/>
    <w:basedOn w:val="DefaultParagraphFont"/>
    <w:rsid w:val="00D60AF9"/>
    <w:rPr>
      <w:color w:val="0000FF" w:themeColor="hyperlink"/>
      <w:u w:val="single"/>
    </w:rPr>
  </w:style>
  <w:style w:type="character" w:customStyle="1" w:styleId="NoteChar">
    <w:name w:val="Note Char"/>
    <w:link w:val="Note"/>
    <w:uiPriority w:val="99"/>
    <w:locked/>
    <w:rsid w:val="00D60AF9"/>
    <w:rPr>
      <w:rFonts w:ascii="Arial" w:hAnsi="Arial"/>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header" w:uiPriority="99"/>
    <w:lsdException w:name="footer" w:uiPriority="99"/>
    <w:lsdException w:name="Body Text" w:qFormat="1"/>
    <w:lsdException w:name="Subtitle" w:uiPriority="99"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D60AF9"/>
    <w:rPr>
      <w:sz w:val="26"/>
      <w:szCs w:val="24"/>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rsid w:val="00A17328"/>
    <w:pPr>
      <w:spacing w:after="60"/>
      <w:jc w:val="left"/>
      <w:outlineLvl w:val="5"/>
    </w:pPr>
    <w:rPr>
      <w:i/>
      <w:sz w:val="22"/>
    </w:rPr>
  </w:style>
  <w:style w:type="paragraph" w:styleId="Heading7">
    <w:name w:val="heading 7"/>
    <w:basedOn w:val="BodyText"/>
    <w:next w:val="BodyText"/>
    <w:link w:val="Heading7Char"/>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uiPriority w:val="99"/>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uiPriority w:val="99"/>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uiPriority w:val="99"/>
    <w:rsid w:val="00A17328"/>
    <w:pPr>
      <w:keepLines/>
      <w:spacing w:before="80" w:line="220" w:lineRule="exact"/>
    </w:pPr>
    <w:rPr>
      <w:rFonts w:ascii="Arial" w:hAnsi="Arial"/>
      <w:sz w:val="18"/>
    </w:rPr>
  </w:style>
  <w:style w:type="paragraph" w:customStyle="1" w:styleId="Source">
    <w:name w:val="Source"/>
    <w:basedOn w:val="Note"/>
    <w:next w:val="BodyText"/>
    <w:uiPriority w:val="99"/>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uiPriority w:val="99"/>
    <w:rsid w:val="00A17328"/>
    <w:pPr>
      <w:keepNext/>
      <w:spacing w:before="120" w:after="120" w:line="240" w:lineRule="atLeast"/>
      <w:jc w:val="center"/>
    </w:pPr>
  </w:style>
  <w:style w:type="paragraph" w:customStyle="1" w:styleId="FigureTitle">
    <w:name w:val="Figure Title"/>
    <w:basedOn w:val="Caption"/>
    <w:next w:val="Subtitle"/>
    <w:uiPriority w:val="99"/>
    <w:rsid w:val="00D80CF5"/>
    <w:rPr>
      <w:sz w:val="24"/>
    </w:rPr>
  </w:style>
  <w:style w:type="paragraph" w:styleId="Subtitle">
    <w:name w:val="Subtitle"/>
    <w:basedOn w:val="Caption"/>
    <w:link w:val="SubtitleChar"/>
    <w:uiPriority w:val="99"/>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uiPriority w:val="99"/>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uiPriority w:val="99"/>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Heading1Char">
    <w:name w:val="Heading 1 Char"/>
    <w:basedOn w:val="DefaultParagraphFont"/>
    <w:link w:val="Heading1"/>
    <w:rsid w:val="00D60AF9"/>
    <w:rPr>
      <w:sz w:val="52"/>
    </w:rPr>
  </w:style>
  <w:style w:type="character" w:customStyle="1" w:styleId="Heading2Char">
    <w:name w:val="Heading 2 Char"/>
    <w:basedOn w:val="DefaultParagraphFont"/>
    <w:link w:val="Heading2"/>
    <w:rsid w:val="00D60AF9"/>
    <w:rPr>
      <w:rFonts w:ascii="Arial" w:hAnsi="Arial"/>
      <w:b/>
      <w:sz w:val="32"/>
    </w:rPr>
  </w:style>
  <w:style w:type="character" w:customStyle="1" w:styleId="Heading3Char">
    <w:name w:val="Heading 3 Char"/>
    <w:basedOn w:val="DefaultParagraphFont"/>
    <w:link w:val="Heading3"/>
    <w:rsid w:val="00D60AF9"/>
    <w:rPr>
      <w:rFonts w:ascii="Arial" w:hAnsi="Arial"/>
      <w:b/>
      <w:sz w:val="26"/>
    </w:rPr>
  </w:style>
  <w:style w:type="character" w:customStyle="1" w:styleId="Heading4Char">
    <w:name w:val="Heading 4 Char"/>
    <w:basedOn w:val="DefaultParagraphFont"/>
    <w:link w:val="Heading4"/>
    <w:rsid w:val="00D60AF9"/>
    <w:rPr>
      <w:rFonts w:ascii="Arial" w:hAnsi="Arial"/>
      <w:i/>
      <w:sz w:val="24"/>
    </w:rPr>
  </w:style>
  <w:style w:type="character" w:customStyle="1" w:styleId="Heading5Char">
    <w:name w:val="Heading 5 Char"/>
    <w:basedOn w:val="DefaultParagraphFont"/>
    <w:link w:val="Heading5"/>
    <w:rsid w:val="00D60AF9"/>
    <w:rPr>
      <w:i/>
      <w:sz w:val="26"/>
    </w:rPr>
  </w:style>
  <w:style w:type="character" w:customStyle="1" w:styleId="Heading6Char">
    <w:name w:val="Heading 6 Char"/>
    <w:basedOn w:val="DefaultParagraphFont"/>
    <w:link w:val="Heading6"/>
    <w:rsid w:val="00D60AF9"/>
    <w:rPr>
      <w:i/>
      <w:sz w:val="22"/>
    </w:rPr>
  </w:style>
  <w:style w:type="character" w:customStyle="1" w:styleId="Heading7Char">
    <w:name w:val="Heading 7 Char"/>
    <w:basedOn w:val="DefaultParagraphFont"/>
    <w:link w:val="Heading7"/>
    <w:rsid w:val="00D60AF9"/>
    <w:rPr>
      <w:rFonts w:ascii="Arial" w:hAnsi="Arial"/>
    </w:rPr>
  </w:style>
  <w:style w:type="character" w:customStyle="1" w:styleId="Heading8Char">
    <w:name w:val="Heading 8 Char"/>
    <w:basedOn w:val="DefaultParagraphFont"/>
    <w:link w:val="Heading8"/>
    <w:rsid w:val="00D60AF9"/>
    <w:rPr>
      <w:rFonts w:ascii="Arial" w:hAnsi="Arial"/>
      <w:i/>
    </w:rPr>
  </w:style>
  <w:style w:type="character" w:customStyle="1" w:styleId="Heading9Char">
    <w:name w:val="Heading 9 Char"/>
    <w:basedOn w:val="DefaultParagraphFont"/>
    <w:link w:val="Heading9"/>
    <w:rsid w:val="00D60AF9"/>
    <w:rPr>
      <w:rFonts w:ascii="Arial" w:hAnsi="Arial"/>
      <w:b/>
      <w:i/>
      <w:sz w:val="18"/>
    </w:rPr>
  </w:style>
  <w:style w:type="character" w:customStyle="1" w:styleId="BodyTextChar">
    <w:name w:val="Body Text Char"/>
    <w:basedOn w:val="DefaultParagraphFont"/>
    <w:link w:val="BodyText"/>
    <w:rsid w:val="00D60AF9"/>
    <w:rPr>
      <w:sz w:val="26"/>
    </w:rPr>
  </w:style>
  <w:style w:type="character" w:customStyle="1" w:styleId="FooterChar">
    <w:name w:val="Footer Char"/>
    <w:basedOn w:val="DefaultParagraphFont"/>
    <w:link w:val="Footer"/>
    <w:uiPriority w:val="99"/>
    <w:rsid w:val="00D60AF9"/>
    <w:rPr>
      <w:caps/>
      <w:spacing w:val="-4"/>
      <w:sz w:val="16"/>
    </w:rPr>
  </w:style>
  <w:style w:type="character" w:customStyle="1" w:styleId="HeaderChar">
    <w:name w:val="Header Char"/>
    <w:basedOn w:val="DefaultParagraphFont"/>
    <w:link w:val="Header"/>
    <w:uiPriority w:val="99"/>
    <w:rsid w:val="00D60AF9"/>
    <w:rPr>
      <w:rFonts w:ascii="Arial" w:hAnsi="Arial"/>
      <w:caps/>
      <w:sz w:val="26"/>
    </w:rPr>
  </w:style>
  <w:style w:type="paragraph" w:customStyle="1" w:styleId="BoxSpace">
    <w:name w:val="Box Space"/>
    <w:basedOn w:val="BodyText"/>
    <w:rsid w:val="00D60AF9"/>
    <w:pPr>
      <w:keepNext/>
      <w:spacing w:before="360" w:line="80" w:lineRule="exact"/>
      <w:jc w:val="left"/>
    </w:pPr>
  </w:style>
  <w:style w:type="character" w:customStyle="1" w:styleId="CommentTextChar">
    <w:name w:val="Comment Text Char"/>
    <w:basedOn w:val="DefaultParagraphFont"/>
    <w:rsid w:val="00D60AF9"/>
    <w:rPr>
      <w:szCs w:val="24"/>
    </w:rPr>
  </w:style>
  <w:style w:type="character" w:customStyle="1" w:styleId="FootnoteTextChar">
    <w:name w:val="Footnote Text Char"/>
    <w:basedOn w:val="DefaultParagraphFont"/>
    <w:link w:val="FootnoteText"/>
    <w:rsid w:val="00D60AF9"/>
    <w:rPr>
      <w:sz w:val="22"/>
    </w:rPr>
  </w:style>
  <w:style w:type="character" w:customStyle="1" w:styleId="QuoteChar">
    <w:name w:val="Quote Char"/>
    <w:basedOn w:val="DefaultParagraphFont"/>
    <w:link w:val="Quote"/>
    <w:rsid w:val="00D60AF9"/>
    <w:rPr>
      <w:sz w:val="24"/>
    </w:rPr>
  </w:style>
  <w:style w:type="table" w:styleId="TableGrid">
    <w:name w:val="Table Grid"/>
    <w:basedOn w:val="TableNormal"/>
    <w:rsid w:val="00D60A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QtrListBullet">
    <w:name w:val="Qtr List Bullet"/>
    <w:basedOn w:val="ListBullet"/>
    <w:link w:val="QtrListBulletChar"/>
    <w:rsid w:val="00D60AF9"/>
    <w:pPr>
      <w:numPr>
        <w:numId w:val="49"/>
      </w:numPr>
    </w:pPr>
    <w:rPr>
      <w:sz w:val="24"/>
    </w:rPr>
  </w:style>
  <w:style w:type="character" w:customStyle="1" w:styleId="QtrListBulletChar">
    <w:name w:val="Qtr List Bullet Char"/>
    <w:link w:val="QtrListBullet"/>
    <w:rsid w:val="00D60AF9"/>
    <w:rPr>
      <w:sz w:val="24"/>
    </w:rPr>
  </w:style>
  <w:style w:type="paragraph" w:styleId="NormalWeb">
    <w:name w:val="Normal (Web)"/>
    <w:basedOn w:val="Normal"/>
    <w:uiPriority w:val="99"/>
    <w:unhideWhenUsed/>
    <w:rsid w:val="00D60AF9"/>
    <w:pPr>
      <w:spacing w:before="180" w:after="180" w:line="255" w:lineRule="atLeast"/>
    </w:pPr>
    <w:rPr>
      <w:sz w:val="24"/>
    </w:rPr>
  </w:style>
  <w:style w:type="paragraph" w:styleId="CommentSubject">
    <w:name w:val="annotation subject"/>
    <w:basedOn w:val="CommentText"/>
    <w:next w:val="CommentText"/>
    <w:link w:val="CommentSubjectChar"/>
    <w:rsid w:val="00D60AF9"/>
    <w:pPr>
      <w:spacing w:before="0" w:line="240" w:lineRule="auto"/>
      <w:ind w:left="0" w:firstLine="0"/>
    </w:pPr>
    <w:rPr>
      <w:b/>
      <w:bCs/>
      <w:szCs w:val="20"/>
    </w:rPr>
  </w:style>
  <w:style w:type="character" w:customStyle="1" w:styleId="CommentTextChar1">
    <w:name w:val="Comment Text Char1"/>
    <w:basedOn w:val="DefaultParagraphFont"/>
    <w:link w:val="CommentText"/>
    <w:rsid w:val="00D60AF9"/>
    <w:rPr>
      <w:szCs w:val="24"/>
    </w:rPr>
  </w:style>
  <w:style w:type="character" w:customStyle="1" w:styleId="CommentSubjectChar">
    <w:name w:val="Comment Subject Char"/>
    <w:basedOn w:val="CommentTextChar1"/>
    <w:link w:val="CommentSubject"/>
    <w:rsid w:val="00D60AF9"/>
    <w:rPr>
      <w:b/>
      <w:bCs/>
      <w:szCs w:val="24"/>
    </w:rPr>
  </w:style>
  <w:style w:type="paragraph" w:styleId="Revision">
    <w:name w:val="Revision"/>
    <w:hidden/>
    <w:uiPriority w:val="99"/>
    <w:semiHidden/>
    <w:rsid w:val="00D60AF9"/>
    <w:rPr>
      <w:sz w:val="26"/>
      <w:szCs w:val="24"/>
    </w:rPr>
  </w:style>
  <w:style w:type="character" w:styleId="Hyperlink">
    <w:name w:val="Hyperlink"/>
    <w:basedOn w:val="DefaultParagraphFont"/>
    <w:rsid w:val="00D60AF9"/>
    <w:rPr>
      <w:color w:val="0000FF" w:themeColor="hyperlink"/>
      <w:u w:val="single"/>
    </w:rPr>
  </w:style>
  <w:style w:type="character" w:customStyle="1" w:styleId="NoteChar">
    <w:name w:val="Note Char"/>
    <w:link w:val="Note"/>
    <w:uiPriority w:val="99"/>
    <w:locked/>
    <w:rsid w:val="00D60AF9"/>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mel_1\groups\Structural%20Adjustment\Work\Matt\tot_revisite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925833333333333"/>
          <c:y val="4.4165277777777776E-2"/>
          <c:w val="0.85344074074074072"/>
          <c:h val="0.84628638888888885"/>
        </c:manualLayout>
      </c:layout>
      <c:lineChart>
        <c:grouping val="standard"/>
        <c:varyColors val="0"/>
        <c:ser>
          <c:idx val="2"/>
          <c:order val="0"/>
          <c:tx>
            <c:v>Spliced data, financial year average post-1959</c:v>
          </c:tx>
          <c:spPr>
            <a:ln w="19050">
              <a:solidFill>
                <a:srgbClr val="344893"/>
              </a:solidFill>
            </a:ln>
          </c:spPr>
          <c:marker>
            <c:symbol val="none"/>
          </c:marker>
          <c:cat>
            <c:numRef>
              <c:f>original!$F$5:$F$148</c:f>
              <c:numCache>
                <c:formatCode>General</c:formatCode>
                <c:ptCount val="144"/>
                <c:pt idx="0">
                  <c:v>1870</c:v>
                </c:pt>
                <c:pt idx="1">
                  <c:v>1871</c:v>
                </c:pt>
                <c:pt idx="2">
                  <c:v>1872</c:v>
                </c:pt>
                <c:pt idx="3">
                  <c:v>1873</c:v>
                </c:pt>
                <c:pt idx="4">
                  <c:v>1874</c:v>
                </c:pt>
                <c:pt idx="5">
                  <c:v>1875</c:v>
                </c:pt>
                <c:pt idx="6">
                  <c:v>1876</c:v>
                </c:pt>
                <c:pt idx="7">
                  <c:v>1877</c:v>
                </c:pt>
                <c:pt idx="8">
                  <c:v>1878</c:v>
                </c:pt>
                <c:pt idx="9">
                  <c:v>1879</c:v>
                </c:pt>
                <c:pt idx="10">
                  <c:v>1880</c:v>
                </c:pt>
                <c:pt idx="11">
                  <c:v>1881</c:v>
                </c:pt>
                <c:pt idx="12">
                  <c:v>1882</c:v>
                </c:pt>
                <c:pt idx="13">
                  <c:v>1883</c:v>
                </c:pt>
                <c:pt idx="14">
                  <c:v>1884</c:v>
                </c:pt>
                <c:pt idx="15">
                  <c:v>1885</c:v>
                </c:pt>
                <c:pt idx="16">
                  <c:v>1886</c:v>
                </c:pt>
                <c:pt idx="17">
                  <c:v>1887</c:v>
                </c:pt>
                <c:pt idx="18">
                  <c:v>1888</c:v>
                </c:pt>
                <c:pt idx="19">
                  <c:v>1889</c:v>
                </c:pt>
                <c:pt idx="20">
                  <c:v>1890</c:v>
                </c:pt>
                <c:pt idx="21">
                  <c:v>1891</c:v>
                </c:pt>
                <c:pt idx="22">
                  <c:v>1892</c:v>
                </c:pt>
                <c:pt idx="23">
                  <c:v>1893</c:v>
                </c:pt>
                <c:pt idx="24">
                  <c:v>1894</c:v>
                </c:pt>
                <c:pt idx="25">
                  <c:v>1895</c:v>
                </c:pt>
                <c:pt idx="26">
                  <c:v>1896</c:v>
                </c:pt>
                <c:pt idx="27">
                  <c:v>1897</c:v>
                </c:pt>
                <c:pt idx="28">
                  <c:v>1898</c:v>
                </c:pt>
                <c:pt idx="29">
                  <c:v>1899</c:v>
                </c:pt>
                <c:pt idx="30">
                  <c:v>1900</c:v>
                </c:pt>
                <c:pt idx="31">
                  <c:v>1901</c:v>
                </c:pt>
                <c:pt idx="32">
                  <c:v>1902</c:v>
                </c:pt>
                <c:pt idx="33">
                  <c:v>1903</c:v>
                </c:pt>
                <c:pt idx="34">
                  <c:v>1904</c:v>
                </c:pt>
                <c:pt idx="35">
                  <c:v>1905</c:v>
                </c:pt>
                <c:pt idx="36">
                  <c:v>1906</c:v>
                </c:pt>
                <c:pt idx="37">
                  <c:v>1907</c:v>
                </c:pt>
                <c:pt idx="38">
                  <c:v>1908</c:v>
                </c:pt>
                <c:pt idx="39">
                  <c:v>1909</c:v>
                </c:pt>
                <c:pt idx="40">
                  <c:v>1910</c:v>
                </c:pt>
                <c:pt idx="41">
                  <c:v>1911</c:v>
                </c:pt>
                <c:pt idx="42">
                  <c:v>1912</c:v>
                </c:pt>
                <c:pt idx="43">
                  <c:v>1913</c:v>
                </c:pt>
                <c:pt idx="44">
                  <c:v>1914</c:v>
                </c:pt>
                <c:pt idx="45">
                  <c:v>1915</c:v>
                </c:pt>
                <c:pt idx="46">
                  <c:v>1916</c:v>
                </c:pt>
                <c:pt idx="47">
                  <c:v>1917</c:v>
                </c:pt>
                <c:pt idx="48">
                  <c:v>1918</c:v>
                </c:pt>
                <c:pt idx="49">
                  <c:v>1919</c:v>
                </c:pt>
                <c:pt idx="50">
                  <c:v>1920</c:v>
                </c:pt>
                <c:pt idx="51">
                  <c:v>1921</c:v>
                </c:pt>
                <c:pt idx="52">
                  <c:v>1922</c:v>
                </c:pt>
                <c:pt idx="53">
                  <c:v>1923</c:v>
                </c:pt>
                <c:pt idx="54">
                  <c:v>1924</c:v>
                </c:pt>
                <c:pt idx="55">
                  <c:v>1925</c:v>
                </c:pt>
                <c:pt idx="56">
                  <c:v>1926</c:v>
                </c:pt>
                <c:pt idx="57">
                  <c:v>1927</c:v>
                </c:pt>
                <c:pt idx="58">
                  <c:v>1928</c:v>
                </c:pt>
                <c:pt idx="59">
                  <c:v>1929</c:v>
                </c:pt>
                <c:pt idx="60">
                  <c:v>1930</c:v>
                </c:pt>
                <c:pt idx="61">
                  <c:v>1931</c:v>
                </c:pt>
                <c:pt idx="62">
                  <c:v>1932</c:v>
                </c:pt>
                <c:pt idx="63">
                  <c:v>1933</c:v>
                </c:pt>
                <c:pt idx="64">
                  <c:v>1934</c:v>
                </c:pt>
                <c:pt idx="65">
                  <c:v>1935</c:v>
                </c:pt>
                <c:pt idx="66">
                  <c:v>1936</c:v>
                </c:pt>
                <c:pt idx="67">
                  <c:v>1937</c:v>
                </c:pt>
                <c:pt idx="68">
                  <c:v>1938</c:v>
                </c:pt>
                <c:pt idx="69">
                  <c:v>1939</c:v>
                </c:pt>
                <c:pt idx="70">
                  <c:v>1940</c:v>
                </c:pt>
                <c:pt idx="71">
                  <c:v>1941</c:v>
                </c:pt>
                <c:pt idx="72">
                  <c:v>1942</c:v>
                </c:pt>
                <c:pt idx="73">
                  <c:v>1943</c:v>
                </c:pt>
                <c:pt idx="74">
                  <c:v>1944</c:v>
                </c:pt>
                <c:pt idx="75">
                  <c:v>1945</c:v>
                </c:pt>
                <c:pt idx="76">
                  <c:v>1946</c:v>
                </c:pt>
                <c:pt idx="77">
                  <c:v>1947</c:v>
                </c:pt>
                <c:pt idx="78">
                  <c:v>1948</c:v>
                </c:pt>
                <c:pt idx="79">
                  <c:v>1949</c:v>
                </c:pt>
                <c:pt idx="80">
                  <c:v>1950</c:v>
                </c:pt>
                <c:pt idx="81">
                  <c:v>1951</c:v>
                </c:pt>
                <c:pt idx="82">
                  <c:v>1952</c:v>
                </c:pt>
                <c:pt idx="83">
                  <c:v>1953</c:v>
                </c:pt>
                <c:pt idx="84">
                  <c:v>1954</c:v>
                </c:pt>
                <c:pt idx="85">
                  <c:v>1955</c:v>
                </c:pt>
                <c:pt idx="86">
                  <c:v>1956</c:v>
                </c:pt>
                <c:pt idx="87">
                  <c:v>1957</c:v>
                </c:pt>
                <c:pt idx="88">
                  <c:v>1958</c:v>
                </c:pt>
                <c:pt idx="89">
                  <c:v>1959</c:v>
                </c:pt>
                <c:pt idx="90">
                  <c:v>1960</c:v>
                </c:pt>
                <c:pt idx="91">
                  <c:v>1961</c:v>
                </c:pt>
                <c:pt idx="92">
                  <c:v>1962</c:v>
                </c:pt>
                <c:pt idx="93">
                  <c:v>1963</c:v>
                </c:pt>
                <c:pt idx="94">
                  <c:v>1964</c:v>
                </c:pt>
                <c:pt idx="95">
                  <c:v>1965</c:v>
                </c:pt>
                <c:pt idx="96">
                  <c:v>1966</c:v>
                </c:pt>
                <c:pt idx="97">
                  <c:v>1967</c:v>
                </c:pt>
                <c:pt idx="98">
                  <c:v>1968</c:v>
                </c:pt>
                <c:pt idx="99">
                  <c:v>1969</c:v>
                </c:pt>
                <c:pt idx="100">
                  <c:v>1970</c:v>
                </c:pt>
                <c:pt idx="101">
                  <c:v>1971</c:v>
                </c:pt>
                <c:pt idx="102">
                  <c:v>1972</c:v>
                </c:pt>
                <c:pt idx="103">
                  <c:v>1973</c:v>
                </c:pt>
                <c:pt idx="104">
                  <c:v>1974</c:v>
                </c:pt>
                <c:pt idx="105">
                  <c:v>1975</c:v>
                </c:pt>
                <c:pt idx="106">
                  <c:v>1976</c:v>
                </c:pt>
                <c:pt idx="107">
                  <c:v>1977</c:v>
                </c:pt>
                <c:pt idx="108">
                  <c:v>1978</c:v>
                </c:pt>
                <c:pt idx="109">
                  <c:v>1979</c:v>
                </c:pt>
                <c:pt idx="110">
                  <c:v>1980</c:v>
                </c:pt>
                <c:pt idx="111">
                  <c:v>1981</c:v>
                </c:pt>
                <c:pt idx="112">
                  <c:v>1982</c:v>
                </c:pt>
                <c:pt idx="113">
                  <c:v>1983</c:v>
                </c:pt>
                <c:pt idx="114">
                  <c:v>1984</c:v>
                </c:pt>
                <c:pt idx="115">
                  <c:v>1985</c:v>
                </c:pt>
                <c:pt idx="116">
                  <c:v>1986</c:v>
                </c:pt>
                <c:pt idx="117">
                  <c:v>1987</c:v>
                </c:pt>
                <c:pt idx="118">
                  <c:v>1988</c:v>
                </c:pt>
                <c:pt idx="119">
                  <c:v>1989</c:v>
                </c:pt>
                <c:pt idx="120">
                  <c:v>1990</c:v>
                </c:pt>
                <c:pt idx="121">
                  <c:v>1991</c:v>
                </c:pt>
                <c:pt idx="122">
                  <c:v>1992</c:v>
                </c:pt>
                <c:pt idx="123">
                  <c:v>1993</c:v>
                </c:pt>
                <c:pt idx="124">
                  <c:v>1994</c:v>
                </c:pt>
                <c:pt idx="125">
                  <c:v>1995</c:v>
                </c:pt>
                <c:pt idx="126">
                  <c:v>1996</c:v>
                </c:pt>
                <c:pt idx="127">
                  <c:v>1997</c:v>
                </c:pt>
                <c:pt idx="128">
                  <c:v>1998</c:v>
                </c:pt>
                <c:pt idx="129">
                  <c:v>1999</c:v>
                </c:pt>
                <c:pt idx="130">
                  <c:v>2000</c:v>
                </c:pt>
                <c:pt idx="131">
                  <c:v>2001</c:v>
                </c:pt>
                <c:pt idx="132">
                  <c:v>2002</c:v>
                </c:pt>
                <c:pt idx="133">
                  <c:v>2003</c:v>
                </c:pt>
                <c:pt idx="134">
                  <c:v>2004</c:v>
                </c:pt>
                <c:pt idx="135">
                  <c:v>2005</c:v>
                </c:pt>
                <c:pt idx="136">
                  <c:v>2006</c:v>
                </c:pt>
                <c:pt idx="137">
                  <c:v>2007</c:v>
                </c:pt>
                <c:pt idx="138">
                  <c:v>2008</c:v>
                </c:pt>
                <c:pt idx="139">
                  <c:v>2009</c:v>
                </c:pt>
                <c:pt idx="140">
                  <c:v>2010</c:v>
                </c:pt>
                <c:pt idx="141">
                  <c:v>2011</c:v>
                </c:pt>
                <c:pt idx="142">
                  <c:v>2012</c:v>
                </c:pt>
                <c:pt idx="143">
                  <c:v>2013</c:v>
                </c:pt>
              </c:numCache>
            </c:numRef>
          </c:cat>
          <c:val>
            <c:numRef>
              <c:f>original!$N$5:$N$148</c:f>
              <c:numCache>
                <c:formatCode>0</c:formatCode>
                <c:ptCount val="144"/>
                <c:pt idx="0">
                  <c:v>97.640325452102473</c:v>
                </c:pt>
                <c:pt idx="1">
                  <c:v>118.82543135509356</c:v>
                </c:pt>
                <c:pt idx="2">
                  <c:v>103.5380782942543</c:v>
                </c:pt>
                <c:pt idx="3">
                  <c:v>108.1368000483929</c:v>
                </c:pt>
                <c:pt idx="4">
                  <c:v>108.16852870160649</c:v>
                </c:pt>
                <c:pt idx="5">
                  <c:v>114.30857659800124</c:v>
                </c:pt>
                <c:pt idx="6">
                  <c:v>110.35697272195102</c:v>
                </c:pt>
                <c:pt idx="7">
                  <c:v>105.23390133591728</c:v>
                </c:pt>
                <c:pt idx="8">
                  <c:v>105.62481538777271</c:v>
                </c:pt>
                <c:pt idx="9">
                  <c:v>114.57945724111309</c:v>
                </c:pt>
                <c:pt idx="10">
                  <c:v>111.57976168960806</c:v>
                </c:pt>
                <c:pt idx="11">
                  <c:v>111.98476708892622</c:v>
                </c:pt>
                <c:pt idx="12">
                  <c:v>116.17128991846744</c:v>
                </c:pt>
                <c:pt idx="13">
                  <c:v>114.2619002052746</c:v>
                </c:pt>
                <c:pt idx="14">
                  <c:v>114.23971088902674</c:v>
                </c:pt>
                <c:pt idx="15">
                  <c:v>109.2731811594074</c:v>
                </c:pt>
                <c:pt idx="16">
                  <c:v>107.04279451638301</c:v>
                </c:pt>
                <c:pt idx="17">
                  <c:v>109.0140728996913</c:v>
                </c:pt>
                <c:pt idx="18">
                  <c:v>106.25444302404314</c:v>
                </c:pt>
                <c:pt idx="19">
                  <c:v>103.64623088300175</c:v>
                </c:pt>
                <c:pt idx="20">
                  <c:v>101.06707802673401</c:v>
                </c:pt>
                <c:pt idx="21">
                  <c:v>96.28864169584665</c:v>
                </c:pt>
                <c:pt idx="22">
                  <c:v>95.050548884915074</c:v>
                </c:pt>
                <c:pt idx="23">
                  <c:v>89.380881464876069</c:v>
                </c:pt>
                <c:pt idx="24">
                  <c:v>84.830298660034657</c:v>
                </c:pt>
                <c:pt idx="25">
                  <c:v>87.779375359269679</c:v>
                </c:pt>
                <c:pt idx="26">
                  <c:v>88.680430686653949</c:v>
                </c:pt>
                <c:pt idx="27">
                  <c:v>85.313921778893004</c:v>
                </c:pt>
                <c:pt idx="28">
                  <c:v>89.277550966072752</c:v>
                </c:pt>
                <c:pt idx="29">
                  <c:v>112.08855809250575</c:v>
                </c:pt>
                <c:pt idx="30">
                  <c:v>97.337329872732084</c:v>
                </c:pt>
                <c:pt idx="31">
                  <c:v>95.672221674247538</c:v>
                </c:pt>
                <c:pt idx="32">
                  <c:v>103.6339100066792</c:v>
                </c:pt>
                <c:pt idx="33">
                  <c:v>113.40176779731949</c:v>
                </c:pt>
                <c:pt idx="34">
                  <c:v>114.70858637830337</c:v>
                </c:pt>
                <c:pt idx="35">
                  <c:v>120.7357778312463</c:v>
                </c:pt>
                <c:pt idx="36">
                  <c:v>118.87262831849526</c:v>
                </c:pt>
                <c:pt idx="37">
                  <c:v>117.32851048140751</c:v>
                </c:pt>
                <c:pt idx="38">
                  <c:v>113.56395934296661</c:v>
                </c:pt>
                <c:pt idx="39">
                  <c:v>113.41514695822055</c:v>
                </c:pt>
                <c:pt idx="40">
                  <c:v>113.92135343838821</c:v>
                </c:pt>
                <c:pt idx="41">
                  <c:v>109.21458595976794</c:v>
                </c:pt>
                <c:pt idx="42">
                  <c:v>109.75349904430082</c:v>
                </c:pt>
                <c:pt idx="43">
                  <c:v>111.95270175511315</c:v>
                </c:pt>
                <c:pt idx="44">
                  <c:v>109.91119085327253</c:v>
                </c:pt>
                <c:pt idx="45">
                  <c:v>111.08671161106155</c:v>
                </c:pt>
                <c:pt idx="46">
                  <c:v>109.88111939202676</c:v>
                </c:pt>
                <c:pt idx="47">
                  <c:v>107.95198959029084</c:v>
                </c:pt>
                <c:pt idx="48">
                  <c:v>100.60466576595594</c:v>
                </c:pt>
                <c:pt idx="49">
                  <c:v>86.446247130816516</c:v>
                </c:pt>
                <c:pt idx="50">
                  <c:v>84.450479894796899</c:v>
                </c:pt>
                <c:pt idx="51">
                  <c:v>72.700847909433833</c:v>
                </c:pt>
                <c:pt idx="52">
                  <c:v>69.101558059218888</c:v>
                </c:pt>
                <c:pt idx="53">
                  <c:v>99.57898208744281</c:v>
                </c:pt>
                <c:pt idx="54">
                  <c:v>135.23655838783682</c:v>
                </c:pt>
                <c:pt idx="55">
                  <c:v>157.66672163845107</c:v>
                </c:pt>
                <c:pt idx="56">
                  <c:v>114.36679372553729</c:v>
                </c:pt>
                <c:pt idx="57">
                  <c:v>114.81647728679727</c:v>
                </c:pt>
                <c:pt idx="58">
                  <c:v>127.93659892106812</c:v>
                </c:pt>
                <c:pt idx="59">
                  <c:v>119.44852137642795</c:v>
                </c:pt>
                <c:pt idx="60">
                  <c:v>95.645508782533426</c:v>
                </c:pt>
                <c:pt idx="61">
                  <c:v>72.458718774646542</c:v>
                </c:pt>
                <c:pt idx="62">
                  <c:v>72.51132346509182</c:v>
                </c:pt>
                <c:pt idx="63">
                  <c:v>76.590096950217941</c:v>
                </c:pt>
                <c:pt idx="64">
                  <c:v>99.50624360527523</c:v>
                </c:pt>
                <c:pt idx="65">
                  <c:v>83.382546724790785</c:v>
                </c:pt>
                <c:pt idx="66">
                  <c:v>103.63391000667919</c:v>
                </c:pt>
                <c:pt idx="67">
                  <c:v>120.18946209445336</c:v>
                </c:pt>
                <c:pt idx="68">
                  <c:v>101.02815646293575</c:v>
                </c:pt>
                <c:pt idx="69">
                  <c:v>83.408979014758785</c:v>
                </c:pt>
                <c:pt idx="70">
                  <c:v>86.451517600706211</c:v>
                </c:pt>
                <c:pt idx="71">
                  <c:v>77.402146431560283</c:v>
                </c:pt>
                <c:pt idx="72">
                  <c:v>68.001721742464809</c:v>
                </c:pt>
                <c:pt idx="73">
                  <c:v>63.454076177833628</c:v>
                </c:pt>
                <c:pt idx="74">
                  <c:v>61.056899061279971</c:v>
                </c:pt>
                <c:pt idx="75">
                  <c:v>66.124875558206369</c:v>
                </c:pt>
                <c:pt idx="76">
                  <c:v>72.901440070621945</c:v>
                </c:pt>
                <c:pt idx="77">
                  <c:v>88.597805135178191</c:v>
                </c:pt>
                <c:pt idx="78">
                  <c:v>105.37882586465439</c:v>
                </c:pt>
                <c:pt idx="79">
                  <c:v>118.00419914728148</c:v>
                </c:pt>
                <c:pt idx="80">
                  <c:v>119.61848367733998</c:v>
                </c:pt>
                <c:pt idx="81">
                  <c:v>175.07702371899049</c:v>
                </c:pt>
                <c:pt idx="82">
                  <c:v>109.81323079012346</c:v>
                </c:pt>
                <c:pt idx="83">
                  <c:v>119.07035618269839</c:v>
                </c:pt>
                <c:pt idx="84">
                  <c:v>123.6887581559115</c:v>
                </c:pt>
                <c:pt idx="85">
                  <c:v>112.83860449497851</c:v>
                </c:pt>
                <c:pt idx="86">
                  <c:v>101.74095651808057</c:v>
                </c:pt>
                <c:pt idx="87">
                  <c:v>109.28486965429146</c:v>
                </c:pt>
                <c:pt idx="88">
                  <c:v>102.06878808345157</c:v>
                </c:pt>
                <c:pt idx="89">
                  <c:v>91.167254786096947</c:v>
                </c:pt>
                <c:pt idx="90">
                  <c:v>102.03575804908684</c:v>
                </c:pt>
                <c:pt idx="91">
                  <c:v>97.853250460396694</c:v>
                </c:pt>
                <c:pt idx="92">
                  <c:v>98.463199483747346</c:v>
                </c:pt>
                <c:pt idx="93">
                  <c:v>100.46731770332804</c:v>
                </c:pt>
                <c:pt idx="94">
                  <c:v>110.92358667505341</c:v>
                </c:pt>
                <c:pt idx="95">
                  <c:v>105.73901997657291</c:v>
                </c:pt>
                <c:pt idx="96">
                  <c:v>105.69545218919072</c:v>
                </c:pt>
                <c:pt idx="97">
                  <c:v>105.08550316584011</c:v>
                </c:pt>
                <c:pt idx="98">
                  <c:v>100.685156640239</c:v>
                </c:pt>
                <c:pt idx="99">
                  <c:v>103.64776618222784</c:v>
                </c:pt>
                <c:pt idx="100">
                  <c:v>105.34690989013322</c:v>
                </c:pt>
                <c:pt idx="101">
                  <c:v>98.681038420658282</c:v>
                </c:pt>
                <c:pt idx="102">
                  <c:v>92.276573675476484</c:v>
                </c:pt>
                <c:pt idx="103">
                  <c:v>109.61655305358775</c:v>
                </c:pt>
                <c:pt idx="104">
                  <c:v>119.11433070290497</c:v>
                </c:pt>
                <c:pt idx="105">
                  <c:v>107.3945958970961</c:v>
                </c:pt>
                <c:pt idx="106">
                  <c:v>102.55857149767311</c:v>
                </c:pt>
                <c:pt idx="107">
                  <c:v>99.857368679977398</c:v>
                </c:pt>
                <c:pt idx="108">
                  <c:v>90.882404479246432</c:v>
                </c:pt>
                <c:pt idx="109">
                  <c:v>91.013107841393008</c:v>
                </c:pt>
                <c:pt idx="110">
                  <c:v>94.629234194114716</c:v>
                </c:pt>
                <c:pt idx="111">
                  <c:v>93.496471722177787</c:v>
                </c:pt>
                <c:pt idx="112">
                  <c:v>92.015166951183346</c:v>
                </c:pt>
                <c:pt idx="113">
                  <c:v>91.013107841393008</c:v>
                </c:pt>
                <c:pt idx="114">
                  <c:v>92.537980399769637</c:v>
                </c:pt>
                <c:pt idx="115">
                  <c:v>91.579489077361487</c:v>
                </c:pt>
                <c:pt idx="116">
                  <c:v>82.822363813541472</c:v>
                </c:pt>
                <c:pt idx="117">
                  <c:v>78.596288437469113</c:v>
                </c:pt>
                <c:pt idx="118">
                  <c:v>85.262159906944049</c:v>
                </c:pt>
                <c:pt idx="119">
                  <c:v>97.591843736103556</c:v>
                </c:pt>
                <c:pt idx="120">
                  <c:v>97.98395382254327</c:v>
                </c:pt>
                <c:pt idx="121">
                  <c:v>92.930090486209309</c:v>
                </c:pt>
                <c:pt idx="122">
                  <c:v>90.141752093749233</c:v>
                </c:pt>
                <c:pt idx="123">
                  <c:v>86.351354591498762</c:v>
                </c:pt>
                <c:pt idx="124">
                  <c:v>83.867990710713997</c:v>
                </c:pt>
                <c:pt idx="125">
                  <c:v>86.874168040085053</c:v>
                </c:pt>
                <c:pt idx="126">
                  <c:v>89.226828558723255</c:v>
                </c:pt>
                <c:pt idx="127">
                  <c:v>92.189438100712124</c:v>
                </c:pt>
                <c:pt idx="128">
                  <c:v>91.579489077361458</c:v>
                </c:pt>
                <c:pt idx="129">
                  <c:v>87.179142551760364</c:v>
                </c:pt>
                <c:pt idx="130">
                  <c:v>90.490294392806746</c:v>
                </c:pt>
                <c:pt idx="131">
                  <c:v>92.058734738565548</c:v>
                </c:pt>
                <c:pt idx="132">
                  <c:v>93.365768360031225</c:v>
                </c:pt>
                <c:pt idx="133">
                  <c:v>94.890640918407826</c:v>
                </c:pt>
                <c:pt idx="134">
                  <c:v>101.73078353741151</c:v>
                </c:pt>
                <c:pt idx="135">
                  <c:v>111.62067127316844</c:v>
                </c:pt>
                <c:pt idx="136">
                  <c:v>123.55824501588828</c:v>
                </c:pt>
                <c:pt idx="137">
                  <c:v>132.35893806709046</c:v>
                </c:pt>
                <c:pt idx="138">
                  <c:v>139.76546192206257</c:v>
                </c:pt>
                <c:pt idx="139">
                  <c:v>150.48313761808109</c:v>
                </c:pt>
                <c:pt idx="140">
                  <c:v>144.29651180981026</c:v>
                </c:pt>
                <c:pt idx="141">
                  <c:v>174.0097428044632</c:v>
                </c:pt>
                <c:pt idx="142">
                  <c:v>174.96823412687141</c:v>
                </c:pt>
                <c:pt idx="143">
                  <c:v>157.07639610858573</c:v>
                </c:pt>
              </c:numCache>
            </c:numRef>
          </c:val>
          <c:smooth val="0"/>
        </c:ser>
        <c:dLbls>
          <c:showLegendKey val="0"/>
          <c:showVal val="0"/>
          <c:showCatName val="0"/>
          <c:showSerName val="0"/>
          <c:showPercent val="0"/>
          <c:showBubbleSize val="0"/>
        </c:dLbls>
        <c:marker val="1"/>
        <c:smooth val="0"/>
        <c:axId val="160990720"/>
        <c:axId val="160992256"/>
      </c:lineChart>
      <c:catAx>
        <c:axId val="160990720"/>
        <c:scaling>
          <c:orientation val="minMax"/>
        </c:scaling>
        <c:delete val="0"/>
        <c:axPos val="b"/>
        <c:numFmt formatCode="General" sourceLinked="1"/>
        <c:majorTickMark val="out"/>
        <c:minorTickMark val="none"/>
        <c:tickLblPos val="nextTo"/>
        <c:spPr>
          <a:ln>
            <a:solidFill>
              <a:schemeClr val="tx1"/>
            </a:solidFill>
          </a:ln>
        </c:spPr>
        <c:txPr>
          <a:bodyPr rot="0"/>
          <a:lstStyle/>
          <a:p>
            <a:pPr>
              <a:defRPr sz="900"/>
            </a:pPr>
            <a:endParaRPr lang="en-US"/>
          </a:p>
        </c:txPr>
        <c:crossAx val="160992256"/>
        <c:crosses val="autoZero"/>
        <c:auto val="1"/>
        <c:lblAlgn val="ctr"/>
        <c:lblOffset val="100"/>
        <c:tickLblSkip val="10"/>
        <c:tickMarkSkip val="10"/>
        <c:noMultiLvlLbl val="0"/>
      </c:catAx>
      <c:valAx>
        <c:axId val="160992256"/>
        <c:scaling>
          <c:orientation val="minMax"/>
          <c:max val="200"/>
          <c:min val="50"/>
        </c:scaling>
        <c:delete val="0"/>
        <c:axPos val="l"/>
        <c:majorGridlines>
          <c:spPr>
            <a:ln>
              <a:solidFill>
                <a:schemeClr val="tx1"/>
              </a:solidFill>
            </a:ln>
          </c:spPr>
        </c:majorGridlines>
        <c:title>
          <c:tx>
            <c:rich>
              <a:bodyPr rot="-5400000" vert="horz"/>
              <a:lstStyle/>
              <a:p>
                <a:pPr>
                  <a:defRPr/>
                </a:pPr>
                <a:r>
                  <a:rPr lang="en-AU"/>
                  <a:t>Index</a:t>
                </a:r>
                <a:r>
                  <a:rPr lang="en-AU" baseline="0"/>
                  <a:t> value </a:t>
                </a:r>
                <a:endParaRPr lang="en-AU"/>
              </a:p>
            </c:rich>
          </c:tx>
          <c:layout>
            <c:manualLayout>
              <c:xMode val="edge"/>
              <c:yMode val="edge"/>
              <c:x val="9.8083333333333304E-3"/>
              <c:y val="0.3683036111111111"/>
            </c:manualLayout>
          </c:layout>
          <c:overlay val="0"/>
        </c:title>
        <c:numFmt formatCode="0" sourceLinked="1"/>
        <c:majorTickMark val="out"/>
        <c:minorTickMark val="none"/>
        <c:tickLblPos val="nextTo"/>
        <c:spPr>
          <a:ln>
            <a:solidFill>
              <a:schemeClr val="tx1"/>
            </a:solidFill>
          </a:ln>
        </c:spPr>
        <c:crossAx val="160990720"/>
        <c:crosses val="autoZero"/>
        <c:crossBetween val="midCat"/>
        <c:majorUnit val="25"/>
      </c:valAx>
      <c:spPr>
        <a:noFill/>
        <a:ln w="9525">
          <a:solidFill>
            <a:schemeClr val="tx1"/>
          </a:solidFill>
        </a:ln>
      </c:spPr>
    </c:plotArea>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F04BB5-935C-44CC-BE49-747A4647B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19</Pages>
  <Words>7007</Words>
  <Characters>39310</Characters>
  <Application>Microsoft Office Word</Application>
  <DocSecurity>0</DocSecurity>
  <Lines>677</Lines>
  <Paragraphs>155</Paragraphs>
  <ScaleCrop>false</ScaleCrop>
  <HeadingPairs>
    <vt:vector size="2" baseType="variant">
      <vt:variant>
        <vt:lpstr>Title</vt:lpstr>
      </vt:variant>
      <vt:variant>
        <vt:i4>1</vt:i4>
      </vt:variant>
    </vt:vector>
  </HeadingPairs>
  <TitlesOfParts>
    <vt:vector size="1" baseType="lpstr">
      <vt:lpstr>Setting the scene</vt:lpstr>
    </vt:vector>
  </TitlesOfParts>
  <Company>Productivity Commission</Company>
  <LinksUpToDate>false</LinksUpToDate>
  <CharactersWithSpaces>46162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Setting the scene</dc:title>
  <dc:subject>Looking back on structural change</dc:subject>
  <dc:creator>Productivity Commission</dc:creator>
  <dc:description>1.</dc:description>
  <cp:lastModifiedBy>Productivity Commission</cp:lastModifiedBy>
  <cp:revision>2</cp:revision>
  <cp:lastPrinted>2013-10-02T05:16:00Z</cp:lastPrinted>
  <dcterms:created xsi:type="dcterms:W3CDTF">2013-10-08T23:04:00Z</dcterms:created>
  <dcterms:modified xsi:type="dcterms:W3CDTF">2013-10-08T23:04:00Z</dcterms:modified>
</cp:coreProperties>
</file>