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0B0973" w:rsidP="000B0973">
      <w:pPr>
        <w:pStyle w:val="Heading1"/>
        <w:spacing w:before="0"/>
      </w:pPr>
      <w:bookmarkStart w:id="0" w:name="ChapterNumber"/>
      <w:bookmarkStart w:id="1" w:name="_Toc401751542"/>
      <w:bookmarkStart w:id="2" w:name="_Toc432157737"/>
      <w:bookmarkStart w:id="3" w:name="_GoBack"/>
      <w:bookmarkEnd w:id="3"/>
      <w:r>
        <w:t>6</w:t>
      </w:r>
      <w:bookmarkEnd w:id="0"/>
      <w:r>
        <w:tab/>
      </w:r>
      <w:bookmarkStart w:id="4" w:name="ChapterTitle"/>
      <w:r>
        <w:t>Police services</w:t>
      </w:r>
      <w:bookmarkEnd w:id="1"/>
      <w:bookmarkEnd w:id="2"/>
      <w:bookmarkEnd w:id="4"/>
    </w:p>
    <w:sdt>
      <w:sdtPr>
        <w:rPr>
          <w:rFonts w:ascii="Times New Roman" w:hAnsi="Times New Roman"/>
          <w:b w:val="0"/>
          <w:kern w:val="28"/>
          <w:sz w:val="52"/>
          <w:szCs w:val="20"/>
          <w:lang w:eastAsia="en-AU"/>
        </w:rPr>
        <w:id w:val="-1715649854"/>
        <w:docPartObj>
          <w:docPartGallery w:val="Table of Contents"/>
          <w:docPartUnique/>
        </w:docPartObj>
      </w:sdtPr>
      <w:sdtEndPr>
        <w:rPr>
          <w:rFonts w:ascii="Arial" w:hAnsi="Arial"/>
          <w:kern w:val="0"/>
          <w:sz w:val="26"/>
          <w:szCs w:val="26"/>
          <w:lang w:eastAsia="en-US"/>
        </w:rPr>
      </w:sdtEndPr>
      <w:sdtContent>
        <w:p w:rsidR="0081008A" w:rsidRDefault="00C1475D">
          <w:pPr>
            <w:pStyle w:val="TOC1"/>
            <w:rPr>
              <w:rFonts w:asciiTheme="minorHAnsi" w:eastAsiaTheme="minorEastAsia" w:hAnsiTheme="minorHAnsi" w:cstheme="minorBidi"/>
              <w:b w:val="0"/>
              <w:noProof/>
              <w:sz w:val="22"/>
              <w:szCs w:val="22"/>
              <w:lang w:eastAsia="en-AU"/>
            </w:rPr>
          </w:pPr>
          <w:r w:rsidRPr="00A90635">
            <w:rPr>
              <w:rFonts w:asciiTheme="minorHAnsi" w:hAnsiTheme="minorHAnsi" w:cstheme="minorHAnsi"/>
              <w:b w:val="0"/>
              <w:kern w:val="28"/>
              <w:sz w:val="24"/>
              <w:szCs w:val="24"/>
              <w:lang w:eastAsia="en-AU"/>
            </w:rPr>
            <w:t>CONTENTS</w:t>
          </w:r>
        </w:p>
        <w:p w:rsidR="0081008A" w:rsidRDefault="0081008A">
          <w:pPr>
            <w:pStyle w:val="TOC2"/>
            <w:tabs>
              <w:tab w:val="left" w:pos="1134"/>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Profile of police services</w:t>
          </w:r>
          <w:r>
            <w:rPr>
              <w:noProof/>
            </w:rPr>
            <w:tab/>
            <w:t>6.</w:t>
          </w:r>
          <w:r w:rsidR="00740D20">
            <w:rPr>
              <w:noProof/>
            </w:rPr>
            <w:t>2</w:t>
          </w:r>
        </w:p>
        <w:p w:rsidR="0081008A" w:rsidRDefault="0081008A">
          <w:pPr>
            <w:pStyle w:val="TOC2"/>
            <w:tabs>
              <w:tab w:val="left" w:pos="1134"/>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Framework of performance indicators</w:t>
          </w:r>
          <w:r>
            <w:rPr>
              <w:noProof/>
            </w:rPr>
            <w:tab/>
            <w:t>6.</w:t>
          </w:r>
          <w:r w:rsidR="00740D20">
            <w:rPr>
              <w:noProof/>
            </w:rPr>
            <w:t>6</w:t>
          </w:r>
        </w:p>
        <w:p w:rsidR="0081008A" w:rsidRDefault="0081008A">
          <w:pPr>
            <w:pStyle w:val="TOC2"/>
            <w:tabs>
              <w:tab w:val="left" w:pos="1134"/>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Key performance indicator results</w:t>
          </w:r>
          <w:r>
            <w:rPr>
              <w:noProof/>
            </w:rPr>
            <w:tab/>
            <w:t>6.</w:t>
          </w:r>
          <w:r w:rsidR="00740D20">
            <w:rPr>
              <w:noProof/>
            </w:rPr>
            <w:t>7</w:t>
          </w:r>
        </w:p>
        <w:p w:rsidR="0081008A" w:rsidRDefault="0081008A">
          <w:pPr>
            <w:pStyle w:val="TOC2"/>
            <w:tabs>
              <w:tab w:val="left" w:pos="1134"/>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Future directions in performance reporting</w:t>
          </w:r>
          <w:r>
            <w:rPr>
              <w:noProof/>
            </w:rPr>
            <w:tab/>
            <w:t>6.</w:t>
          </w:r>
          <w:r w:rsidR="00740D20">
            <w:rPr>
              <w:noProof/>
            </w:rPr>
            <w:t>43</w:t>
          </w:r>
        </w:p>
        <w:p w:rsidR="0081008A" w:rsidRDefault="0081008A">
          <w:pPr>
            <w:pStyle w:val="TOC2"/>
            <w:tabs>
              <w:tab w:val="left" w:pos="1134"/>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Definitions of key terms</w:t>
          </w:r>
          <w:r>
            <w:rPr>
              <w:noProof/>
            </w:rPr>
            <w:tab/>
            <w:t>6.</w:t>
          </w:r>
          <w:r w:rsidR="00740D20">
            <w:rPr>
              <w:noProof/>
            </w:rPr>
            <w:t>44</w:t>
          </w:r>
        </w:p>
        <w:p w:rsidR="0081008A" w:rsidRDefault="0081008A">
          <w:pPr>
            <w:pStyle w:val="TOC2"/>
            <w:tabs>
              <w:tab w:val="left" w:pos="1134"/>
            </w:tabs>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r>
          <w:r>
            <w:rPr>
              <w:noProof/>
            </w:rPr>
            <w:t>List of attachment tables</w:t>
          </w:r>
          <w:r>
            <w:rPr>
              <w:noProof/>
            </w:rPr>
            <w:tab/>
            <w:t>6.</w:t>
          </w:r>
          <w:r w:rsidR="00740D20">
            <w:rPr>
              <w:noProof/>
            </w:rPr>
            <w:t>48</w:t>
          </w:r>
        </w:p>
        <w:p w:rsidR="0081008A" w:rsidRDefault="0081008A">
          <w:pPr>
            <w:pStyle w:val="TOC2"/>
            <w:tabs>
              <w:tab w:val="left" w:pos="1134"/>
            </w:tabs>
            <w:rPr>
              <w:rFonts w:asciiTheme="minorHAnsi" w:eastAsiaTheme="minorEastAsia" w:hAnsiTheme="minorHAnsi" w:cstheme="minorBidi"/>
              <w:noProof/>
              <w:sz w:val="22"/>
              <w:szCs w:val="22"/>
              <w:lang w:eastAsia="en-AU"/>
            </w:rPr>
          </w:pPr>
          <w:r>
            <w:rPr>
              <w:noProof/>
            </w:rPr>
            <w:t>6.7</w:t>
          </w:r>
          <w:r>
            <w:rPr>
              <w:rFonts w:asciiTheme="minorHAnsi" w:eastAsiaTheme="minorEastAsia" w:hAnsiTheme="minorHAnsi" w:cstheme="minorBidi"/>
              <w:noProof/>
              <w:sz w:val="22"/>
              <w:szCs w:val="22"/>
              <w:lang w:eastAsia="en-AU"/>
            </w:rPr>
            <w:tab/>
          </w:r>
          <w:r>
            <w:rPr>
              <w:noProof/>
            </w:rPr>
            <w:t>References</w:t>
          </w:r>
          <w:r>
            <w:rPr>
              <w:noProof/>
            </w:rPr>
            <w:tab/>
            <w:t>6.</w:t>
          </w:r>
          <w:r w:rsidR="00740D20">
            <w:rPr>
              <w:noProof/>
            </w:rPr>
            <w:t>49</w:t>
          </w:r>
        </w:p>
        <w:p w:rsidR="001D2BC6" w:rsidRDefault="000D0FC7" w:rsidP="00833ECA">
          <w:pPr>
            <w:pStyle w:val="TOC2"/>
            <w:tabs>
              <w:tab w:val="left" w:pos="1320"/>
            </w:tabs>
          </w:pPr>
        </w:p>
      </w:sdtContent>
    </w:sdt>
    <w:p w:rsidR="006F0D3D" w:rsidRDefault="006F0D3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F0D3D" w:rsidTr="006F0D3D">
        <w:tc>
          <w:tcPr>
            <w:tcW w:w="8771" w:type="dxa"/>
            <w:tcBorders>
              <w:top w:val="single" w:sz="6" w:space="0" w:color="78A22F"/>
              <w:left w:val="nil"/>
              <w:bottom w:val="nil"/>
              <w:right w:val="nil"/>
            </w:tcBorders>
            <w:shd w:val="clear" w:color="auto" w:fill="F2F2F2"/>
          </w:tcPr>
          <w:p w:rsidR="006F0D3D" w:rsidRDefault="006F0D3D" w:rsidP="006F0D3D">
            <w:pPr>
              <w:pStyle w:val="BoxTitle"/>
            </w:pPr>
            <w:r>
              <w:t>Attachment tables</w:t>
            </w:r>
            <w:r>
              <w:rPr>
                <w:b w:val="0"/>
              </w:rPr>
              <w:t xml:space="preserve"> </w:t>
            </w:r>
          </w:p>
        </w:tc>
      </w:tr>
      <w:tr w:rsidR="006F0D3D" w:rsidTr="006F0D3D">
        <w:trPr>
          <w:cantSplit/>
        </w:trPr>
        <w:tc>
          <w:tcPr>
            <w:tcW w:w="8771" w:type="dxa"/>
            <w:tcBorders>
              <w:top w:val="nil"/>
              <w:left w:val="nil"/>
              <w:bottom w:val="nil"/>
              <w:right w:val="nil"/>
            </w:tcBorders>
            <w:shd w:val="clear" w:color="auto" w:fill="F2F2F2"/>
          </w:tcPr>
          <w:p w:rsidR="006F0D3D" w:rsidRDefault="006F0D3D" w:rsidP="003541D8">
            <w:pPr>
              <w:pStyle w:val="Box"/>
            </w:pPr>
            <w:r>
              <w:t>Attachment tables are identified in references throughout this chapter by a ‘</w:t>
            </w:r>
            <w:proofErr w:type="spellStart"/>
            <w:r>
              <w:t>6A</w:t>
            </w:r>
            <w:proofErr w:type="spellEnd"/>
            <w:r>
              <w:t xml:space="preserve">’ prefix (for example, table </w:t>
            </w:r>
            <w:proofErr w:type="spellStart"/>
            <w:r>
              <w:t>6</w:t>
            </w:r>
            <w:r w:rsidRPr="00C75DAB">
              <w:t>A</w:t>
            </w:r>
            <w:r>
              <w:t>.1</w:t>
            </w:r>
            <w:proofErr w:type="spellEnd"/>
            <w:r>
              <w:t xml:space="preserve">). A full list of attachment tables is provided at the end of this chapter, and the attachment tables are available from the website at </w:t>
            </w:r>
            <w:proofErr w:type="spellStart"/>
            <w:r w:rsidRPr="0012457E">
              <w:t>www.pc.gov.au</w:t>
            </w:r>
            <w:proofErr w:type="spellEnd"/>
            <w:r w:rsidRPr="0012457E">
              <w:t>/</w:t>
            </w:r>
            <w:proofErr w:type="spellStart"/>
            <w:r w:rsidR="009B2DD5">
              <w:t>rogs</w:t>
            </w:r>
            <w:proofErr w:type="spellEnd"/>
            <w:r w:rsidR="009B2DD5">
              <w:t>/2016</w:t>
            </w:r>
            <w:r>
              <w:t>.</w:t>
            </w:r>
          </w:p>
        </w:tc>
      </w:tr>
      <w:tr w:rsidR="006F0D3D" w:rsidTr="006F0D3D">
        <w:trPr>
          <w:cantSplit/>
        </w:trPr>
        <w:tc>
          <w:tcPr>
            <w:tcW w:w="8771" w:type="dxa"/>
            <w:tcBorders>
              <w:top w:val="nil"/>
              <w:left w:val="nil"/>
              <w:bottom w:val="single" w:sz="6" w:space="0" w:color="78A22F"/>
              <w:right w:val="nil"/>
            </w:tcBorders>
            <w:shd w:val="clear" w:color="auto" w:fill="F2F2F2"/>
          </w:tcPr>
          <w:p w:rsidR="006F0D3D" w:rsidRDefault="006F0D3D">
            <w:pPr>
              <w:pStyle w:val="Box"/>
              <w:spacing w:before="0" w:line="120" w:lineRule="exact"/>
            </w:pPr>
          </w:p>
        </w:tc>
      </w:tr>
      <w:tr w:rsidR="006F0D3D" w:rsidRPr="000863A5" w:rsidTr="006F0D3D">
        <w:tc>
          <w:tcPr>
            <w:tcW w:w="8771" w:type="dxa"/>
            <w:tcBorders>
              <w:top w:val="single" w:sz="6" w:space="0" w:color="78A22F"/>
              <w:left w:val="nil"/>
              <w:bottom w:val="nil"/>
              <w:right w:val="nil"/>
            </w:tcBorders>
          </w:tcPr>
          <w:p w:rsidR="006F0D3D" w:rsidRPr="00626D32" w:rsidRDefault="006F0D3D" w:rsidP="006F0D3D">
            <w:pPr>
              <w:pStyle w:val="BoxSpaceBelow"/>
            </w:pPr>
          </w:p>
        </w:tc>
      </w:tr>
    </w:tbl>
    <w:p w:rsidR="00C753D8" w:rsidRPr="009B1FCF" w:rsidRDefault="00C753D8" w:rsidP="009B1FCF">
      <w:pPr>
        <w:pStyle w:val="BodyText"/>
      </w:pPr>
      <w:r w:rsidRPr="009B1FCF">
        <w:t xml:space="preserve">This chapter reports on the performance of police services. These services comprise the operations of the police agencies of each State and Territory government. </w:t>
      </w:r>
      <w:r w:rsidR="000A48BF">
        <w:t>Data for t</w:t>
      </w:r>
      <w:r w:rsidRPr="009B1FCF">
        <w:t>he national policing function of the Australian Federal Police (</w:t>
      </w:r>
      <w:proofErr w:type="spellStart"/>
      <w:r w:rsidRPr="009B1FCF">
        <w:t>AFP</w:t>
      </w:r>
      <w:proofErr w:type="spellEnd"/>
      <w:r w:rsidRPr="009B1FCF">
        <w:t>) and other national non</w:t>
      </w:r>
      <w:r w:rsidR="001B0C2D">
        <w:noBreakHyphen/>
      </w:r>
      <w:r w:rsidRPr="009B1FCF">
        <w:t>police law enforcement bodies (such as the Australian Crime Commission) are not included in this Report.</w:t>
      </w:r>
    </w:p>
    <w:p w:rsidR="00C753D8" w:rsidRPr="009B1FCF" w:rsidRDefault="00C753D8" w:rsidP="00C753D8">
      <w:pPr>
        <w:pStyle w:val="BodyText"/>
      </w:pPr>
      <w:r w:rsidRPr="009B1FCF">
        <w:t>The use of the term ‘offender’ in this chapter refers to a person who is alleg</w:t>
      </w:r>
      <w:r w:rsidR="00E00159">
        <w:t xml:space="preserve">ed to have committed an offence, it differs from </w:t>
      </w:r>
      <w:r w:rsidRPr="009B1FCF">
        <w:t>the definition used in chapter 8 (‘Corrective services’), where the term ‘offender’ refers to a person who has been convicted of an offence and is subject to a correctional sentence.</w:t>
      </w:r>
    </w:p>
    <w:p w:rsidR="00C279C9" w:rsidRPr="007D6939" w:rsidRDefault="00C279C9" w:rsidP="00C279C9">
      <w:pPr>
        <w:pStyle w:val="BodyText"/>
      </w:pPr>
      <w:r w:rsidRPr="00C279C9">
        <w:t>All abbreviations used in this Report are available in a complete list in volume A: Approach to performance reporting.</w:t>
      </w:r>
    </w:p>
    <w:p w:rsidR="00C753D8" w:rsidRDefault="00C753D8" w:rsidP="00D805A8">
      <w:pPr>
        <w:pStyle w:val="Heading2"/>
        <w:keepLines/>
      </w:pPr>
      <w:bookmarkStart w:id="5" w:name="_Toc432157738"/>
      <w:r>
        <w:lastRenderedPageBreak/>
        <w:t>6.1</w:t>
      </w:r>
      <w:r>
        <w:tab/>
        <w:t>Profile of police services</w:t>
      </w:r>
      <w:bookmarkEnd w:id="5"/>
    </w:p>
    <w:p w:rsidR="00C753D8" w:rsidRDefault="00C753D8" w:rsidP="00D805A8">
      <w:pPr>
        <w:pStyle w:val="Heading3"/>
      </w:pPr>
      <w:r>
        <w:t>Service overview</w:t>
      </w:r>
    </w:p>
    <w:p w:rsidR="00C753D8" w:rsidRDefault="00C753D8" w:rsidP="00C753D8">
      <w:pPr>
        <w:pStyle w:val="BodyText"/>
      </w:pPr>
      <w:r>
        <w:t xml:space="preserve">Police services are the principal means through which State and Territory governments pursue the achievement of a safe and secure environment for the community. </w:t>
      </w:r>
      <w:r w:rsidR="00777290">
        <w:t>These services are</w:t>
      </w:r>
      <w:r>
        <w:t xml:space="preserve"> investigation of criminal offences, response to life threatening situations, provision of services to the judicial process and provision of road safety and traffic management. Police services also respond to more general needs in the community — for example, working with emergency management organisations and a wide range of government services and community groups, and advising on general policing and crime issues. Additionally, police are involved in various activities which aim to improve public safety and prevent crime.</w:t>
      </w:r>
    </w:p>
    <w:p w:rsidR="00C753D8" w:rsidRDefault="00C753D8" w:rsidP="00406F51">
      <w:pPr>
        <w:pStyle w:val="Heading3"/>
      </w:pPr>
      <w:r>
        <w:t>Roles and responsibilities</w:t>
      </w:r>
    </w:p>
    <w:p w:rsidR="00C753D8" w:rsidRDefault="00C753D8" w:rsidP="0054057B">
      <w:pPr>
        <w:pStyle w:val="BodyText"/>
      </w:pPr>
      <w:r>
        <w:t xml:space="preserve">Policing services are predominantly the responsibility of State and Territory government agencies. They include the ACT community policing function performed by the </w:t>
      </w:r>
      <w:proofErr w:type="spellStart"/>
      <w:r>
        <w:t>AFP</w:t>
      </w:r>
      <w:proofErr w:type="spellEnd"/>
      <w:r>
        <w:t xml:space="preserve"> under an arrangement between the ACT and the Commonwealth Minister for Justice. A strategic partnership with the ACT Government is underpinned by a detailed purchaser/provider agreement. The Australian Government is responsible for the </w:t>
      </w:r>
      <w:proofErr w:type="spellStart"/>
      <w:r>
        <w:t>AFP</w:t>
      </w:r>
      <w:proofErr w:type="spellEnd"/>
      <w:r>
        <w:t>.</w:t>
      </w:r>
    </w:p>
    <w:p w:rsidR="002716D6" w:rsidRDefault="00C753D8" w:rsidP="002716D6">
      <w:pPr>
        <w:pStyle w:val="BodyText"/>
      </w:pPr>
      <w:r>
        <w:t xml:space="preserve">Although each jurisdiction’s police service is autonomous, there is significant cooperation at a national level, including through the </w:t>
      </w:r>
      <w:r w:rsidR="00A27F7B" w:rsidRPr="00A27F7B">
        <w:t>Law, Crime and Community Safety Council (</w:t>
      </w:r>
      <w:proofErr w:type="spellStart"/>
      <w:r w:rsidR="00A27F7B" w:rsidRPr="00A27F7B">
        <w:t>LCCSC</w:t>
      </w:r>
      <w:proofErr w:type="spellEnd"/>
      <w:r w:rsidR="00A27F7B" w:rsidRPr="00A27F7B">
        <w:t>)</w:t>
      </w:r>
      <w:r>
        <w:t>.</w:t>
      </w:r>
      <w:r w:rsidR="002716D6">
        <w:t xml:space="preserve"> The </w:t>
      </w:r>
      <w:proofErr w:type="spellStart"/>
      <w:r w:rsidR="002716D6">
        <w:t>LCCSC</w:t>
      </w:r>
      <w:proofErr w:type="spellEnd"/>
      <w:r w:rsidR="002716D6">
        <w:t xml:space="preserve"> consists of Australian, State and Territory Government ministers with responsibilities for law and justice, police and emergency management (including representation by the New Zealand Government).</w:t>
      </w:r>
    </w:p>
    <w:p w:rsidR="002716D6" w:rsidRDefault="002716D6" w:rsidP="002716D6">
      <w:pPr>
        <w:pStyle w:val="BodyText"/>
      </w:pPr>
      <w:r>
        <w:t>Across jurisdictions, police activity can be grouped into four broad activity areas:</w:t>
      </w:r>
    </w:p>
    <w:p w:rsidR="002716D6" w:rsidRDefault="002716D6" w:rsidP="002716D6">
      <w:pPr>
        <w:pStyle w:val="ListBullet"/>
      </w:pPr>
      <w:r w:rsidRPr="002716D6">
        <w:rPr>
          <w:i/>
        </w:rPr>
        <w:t>Community safety</w:t>
      </w:r>
      <w:r>
        <w:t xml:space="preserve"> – activities related to preserving public order and promoting a safer community</w:t>
      </w:r>
    </w:p>
    <w:p w:rsidR="002716D6" w:rsidRDefault="002716D6" w:rsidP="00071DDF">
      <w:pPr>
        <w:pStyle w:val="ListBullet"/>
      </w:pPr>
      <w:r w:rsidRPr="002716D6">
        <w:rPr>
          <w:i/>
        </w:rPr>
        <w:t>Crime</w:t>
      </w:r>
      <w:r>
        <w:t xml:space="preserve"> – activities relate</w:t>
      </w:r>
      <w:r w:rsidR="00D109FB">
        <w:t>d</w:t>
      </w:r>
      <w:r>
        <w:t xml:space="preserve"> to investigating crime and identifying and apprehending offenders</w:t>
      </w:r>
    </w:p>
    <w:p w:rsidR="002716D6" w:rsidRDefault="002716D6" w:rsidP="00071DDF">
      <w:pPr>
        <w:pStyle w:val="ListBullet"/>
      </w:pPr>
      <w:r w:rsidRPr="002716D6">
        <w:rPr>
          <w:i/>
        </w:rPr>
        <w:t>Road safety</w:t>
      </w:r>
      <w:r>
        <w:t xml:space="preserve"> – activities related to maximising road safety through targeted operations to reduce the incidence of traffic offences and through attendance at, and investigation of, road t</w:t>
      </w:r>
      <w:r w:rsidR="00D109FB">
        <w:t>raffic collisions and incidents</w:t>
      </w:r>
    </w:p>
    <w:p w:rsidR="002716D6" w:rsidRDefault="002716D6" w:rsidP="009C7616">
      <w:pPr>
        <w:pStyle w:val="ListBullet"/>
      </w:pPr>
      <w:r w:rsidRPr="002716D6">
        <w:rPr>
          <w:i/>
        </w:rPr>
        <w:t>Judicial services</w:t>
      </w:r>
      <w:r>
        <w:t xml:space="preserve"> – activities related to the effective and efficient provision of support to the judicial process including the provision of safe custody for alleged offenders.</w:t>
      </w:r>
    </w:p>
    <w:p w:rsidR="002716D6" w:rsidRDefault="002716D6" w:rsidP="002716D6">
      <w:pPr>
        <w:pStyle w:val="Heading3"/>
      </w:pPr>
      <w:r>
        <w:lastRenderedPageBreak/>
        <w:t>Funding</w:t>
      </w:r>
    </w:p>
    <w:p w:rsidR="002716D6" w:rsidRDefault="002716D6" w:rsidP="002716D6">
      <w:pPr>
        <w:pStyle w:val="BodyText"/>
      </w:pPr>
      <w:r>
        <w:t>Funding for police services comes almost exclusively from State and Territory government budgets, with some limited specific purpose Australian Government grants. Total recurrent expenditure was $10.2 billion, nationally, in 2014</w:t>
      </w:r>
      <w:r w:rsidR="00C1027F">
        <w:noBreakHyphen/>
      </w:r>
      <w:r>
        <w:t xml:space="preserve">15 (table </w:t>
      </w:r>
      <w:proofErr w:type="spellStart"/>
      <w:r>
        <w:t>6A.10</w:t>
      </w:r>
      <w:proofErr w:type="spellEnd"/>
      <w:r>
        <w:t>).</w:t>
      </w:r>
    </w:p>
    <w:p w:rsidR="00C753D8" w:rsidRDefault="00C753D8" w:rsidP="00406F51">
      <w:pPr>
        <w:pStyle w:val="Heading3"/>
      </w:pPr>
      <w:r>
        <w:t>Size and scope of sector</w:t>
      </w:r>
    </w:p>
    <w:p w:rsidR="00C753D8" w:rsidRPr="00406F51" w:rsidRDefault="00C753D8" w:rsidP="00406F51">
      <w:pPr>
        <w:pStyle w:val="Heading4"/>
      </w:pPr>
      <w:r w:rsidRPr="00406F51">
        <w:t>Client groups</w:t>
      </w:r>
    </w:p>
    <w:p w:rsidR="00C753D8" w:rsidRDefault="00C753D8" w:rsidP="00C753D8">
      <w:pPr>
        <w:pStyle w:val="BodyText"/>
      </w:pPr>
      <w:r>
        <w:t xml:space="preserve">Broadly, the </w:t>
      </w:r>
      <w:r w:rsidR="00777290">
        <w:t>entire</w:t>
      </w:r>
      <w:r>
        <w:t xml:space="preserve"> community is a ‘client’ of the police. Some members of the community, who have more direct dealings with the police, can be considered specific client groups, for example:</w:t>
      </w:r>
    </w:p>
    <w:p w:rsidR="00C753D8" w:rsidRDefault="00C753D8" w:rsidP="00D805A8">
      <w:pPr>
        <w:pStyle w:val="ListBullet"/>
      </w:pPr>
      <w:r>
        <w:t>victims of crime</w:t>
      </w:r>
    </w:p>
    <w:p w:rsidR="00D805A8" w:rsidRDefault="00D805A8" w:rsidP="00D805A8">
      <w:pPr>
        <w:pStyle w:val="ListBullet"/>
      </w:pPr>
      <w:r>
        <w:t>those suspected of, or charged with, committing offences</w:t>
      </w:r>
    </w:p>
    <w:p w:rsidR="00C753D8" w:rsidRDefault="00C753D8" w:rsidP="00406F51">
      <w:pPr>
        <w:pStyle w:val="ListBullet"/>
      </w:pPr>
      <w:r>
        <w:t>those reporting criminal incidents</w:t>
      </w:r>
    </w:p>
    <w:p w:rsidR="00C753D8" w:rsidRDefault="00C753D8" w:rsidP="00406F51">
      <w:pPr>
        <w:pStyle w:val="ListBullet"/>
      </w:pPr>
      <w:r>
        <w:t>those involved in traffic</w:t>
      </w:r>
      <w:r w:rsidR="00C1027F">
        <w:noBreakHyphen/>
      </w:r>
      <w:r>
        <w:t>related incidents</w:t>
      </w:r>
    </w:p>
    <w:p w:rsidR="00C753D8" w:rsidRDefault="00C753D8" w:rsidP="00406F51">
      <w:pPr>
        <w:pStyle w:val="ListBullet"/>
      </w:pPr>
      <w:r>
        <w:t>third parties (such as witnesses to crime and people reporting collisions)</w:t>
      </w:r>
    </w:p>
    <w:p w:rsidR="00C753D8" w:rsidRDefault="00C753D8" w:rsidP="00406F51">
      <w:pPr>
        <w:pStyle w:val="ListBullet"/>
      </w:pPr>
      <w:r>
        <w:t>those requiring police services for non</w:t>
      </w:r>
      <w:r w:rsidR="00C1027F">
        <w:noBreakHyphen/>
      </w:r>
      <w:r>
        <w:t>crime</w:t>
      </w:r>
      <w:r w:rsidR="00C1027F">
        <w:noBreakHyphen/>
      </w:r>
      <w:r>
        <w:t>related matters.</w:t>
      </w:r>
    </w:p>
    <w:p w:rsidR="00C753D8" w:rsidRDefault="00C753D8" w:rsidP="00406F51">
      <w:pPr>
        <w:pStyle w:val="Heading4"/>
      </w:pPr>
      <w:r>
        <w:t>Staffing</w:t>
      </w:r>
    </w:p>
    <w:p w:rsidR="00C753D8" w:rsidRDefault="00C753D8" w:rsidP="00C753D8">
      <w:pPr>
        <w:pStyle w:val="BodyText"/>
      </w:pPr>
      <w:r>
        <w:t>Police staff may be categorised in two different ways:</w:t>
      </w:r>
    </w:p>
    <w:p w:rsidR="00C753D8" w:rsidRDefault="00C753D8" w:rsidP="00406F51">
      <w:pPr>
        <w:pStyle w:val="ListBullet"/>
      </w:pPr>
      <w:r>
        <w:t>by ‘sworn’ status — sworn police officers exercise police powers, including the power to arrest, summons, caution, detain, fingerprint and search</w:t>
      </w:r>
      <w:r w:rsidR="004035B3">
        <w:t xml:space="preserve"> (tables </w:t>
      </w:r>
      <w:proofErr w:type="spellStart"/>
      <w:r w:rsidR="004035B3">
        <w:t>6A.1</w:t>
      </w:r>
      <w:proofErr w:type="spellEnd"/>
      <w:r w:rsidR="001B0C2D">
        <w:t>–</w:t>
      </w:r>
      <w:r w:rsidR="004035B3">
        <w:t>8)</w:t>
      </w:r>
      <w:r>
        <w:t>. Specialised activities may be outsourced or undertaken by administrative (unsworn) staff. This has three key objectives:</w:t>
      </w:r>
    </w:p>
    <w:p w:rsidR="00406F51" w:rsidRDefault="00406F51" w:rsidP="00406F51">
      <w:pPr>
        <w:pStyle w:val="ListBullet2"/>
      </w:pPr>
      <w:r>
        <w:t xml:space="preserve">to reduce the involvement of sworn police staff in duties that do not require police powers (for example, administrative </w:t>
      </w:r>
      <w:r w:rsidR="002716D6">
        <w:t>and</w:t>
      </w:r>
      <w:r>
        <w:t xml:space="preserve"> investigation support and intelligence analysis)</w:t>
      </w:r>
    </w:p>
    <w:p w:rsidR="00406F51" w:rsidRDefault="00406F51" w:rsidP="00406F51">
      <w:pPr>
        <w:pStyle w:val="ListBullet2"/>
      </w:pPr>
      <w:r>
        <w:t>to manage effectively the need for specialist skills</w:t>
      </w:r>
    </w:p>
    <w:p w:rsidR="00406F51" w:rsidRDefault="00406F51" w:rsidP="00406F51">
      <w:pPr>
        <w:pStyle w:val="ListBullet2"/>
      </w:pPr>
      <w:r>
        <w:t>to reduce costs</w:t>
      </w:r>
    </w:p>
    <w:p w:rsidR="00C753D8" w:rsidRDefault="00C753D8" w:rsidP="00406F51">
      <w:pPr>
        <w:pStyle w:val="ListBullet"/>
      </w:pPr>
      <w:r>
        <w:t xml:space="preserve">by operational status — an operational police staff member is any member </w:t>
      </w:r>
      <w:r w:rsidR="00E6028E">
        <w:t xml:space="preserve">(sworn or unsworn) </w:t>
      </w:r>
      <w:r>
        <w:t>whose primary duty is the delivery of police or police</w:t>
      </w:r>
      <w:r w:rsidR="00C1027F">
        <w:noBreakHyphen/>
      </w:r>
      <w:r>
        <w:t xml:space="preserve">related services to an external client (where an external client predominately refers to members of the public but may also include law enforcement outputs delivered to other government departments). </w:t>
      </w:r>
    </w:p>
    <w:p w:rsidR="002716D6" w:rsidRDefault="002716D6" w:rsidP="002716D6">
      <w:pPr>
        <w:pStyle w:val="BodyText"/>
      </w:pPr>
      <w:r>
        <w:lastRenderedPageBreak/>
        <w:t>Operational status is considered the better estimate for the number of police staff actively engaged in the delivery of police</w:t>
      </w:r>
      <w:r w:rsidR="00C1027F">
        <w:noBreakHyphen/>
      </w:r>
      <w:r>
        <w:t>related services. Nationally in 2014</w:t>
      </w:r>
      <w:r w:rsidR="00C1027F">
        <w:noBreakHyphen/>
      </w:r>
      <w:r>
        <w:t>15, of the 69 282 police staff</w:t>
      </w:r>
      <w:r w:rsidR="00C1475D">
        <w:t>,</w:t>
      </w:r>
      <w:r>
        <w:t xml:space="preserve"> </w:t>
      </w:r>
      <w:r w:rsidRPr="00ED73CC">
        <w:t xml:space="preserve">91.2 </w:t>
      </w:r>
      <w:r>
        <w:t xml:space="preserve">per cent were operational, representing 267 operational staff per 100 000 people (figure 6.1 and table 6.1). The number of staff (operational and total) per 100 000 people varies across jurisdictions, in part, due to differing operating environments. </w:t>
      </w:r>
    </w:p>
    <w:p w:rsidR="00406F51" w:rsidRDefault="00406F51" w:rsidP="002012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06F51" w:rsidTr="002012A8">
        <w:tc>
          <w:tcPr>
            <w:tcW w:w="8771" w:type="dxa"/>
            <w:tcBorders>
              <w:top w:val="single" w:sz="6" w:space="0" w:color="78A22F"/>
              <w:left w:val="nil"/>
              <w:bottom w:val="nil"/>
              <w:right w:val="nil"/>
            </w:tcBorders>
            <w:shd w:val="clear" w:color="auto" w:fill="auto"/>
          </w:tcPr>
          <w:p w:rsidR="00406F51" w:rsidRPr="00176D3F" w:rsidRDefault="00406F51" w:rsidP="006D09DA">
            <w:pPr>
              <w:pStyle w:val="FigureTitle"/>
            </w:pPr>
            <w:r w:rsidRPr="00784A05">
              <w:rPr>
                <w:b w:val="0"/>
              </w:rPr>
              <w:t xml:space="preserve">Figure </w:t>
            </w:r>
            <w:bookmarkStart w:id="6" w:name="OLE_LINK1"/>
            <w:r w:rsidR="000B0973">
              <w:rPr>
                <w:b w:val="0"/>
              </w:rPr>
              <w:t>6.</w:t>
            </w:r>
            <w:r w:rsidR="00740D20">
              <w:rPr>
                <w:b w:val="0"/>
                <w:noProof/>
              </w:rPr>
              <w:t>1</w:t>
            </w:r>
            <w:bookmarkEnd w:id="6"/>
            <w:r>
              <w:tab/>
              <w:t>Police staff, by operational status, 201</w:t>
            </w:r>
            <w:r w:rsidR="00CF3947">
              <w:t>4</w:t>
            </w:r>
            <w:r w:rsidR="00C1027F">
              <w:noBreakHyphen/>
            </w:r>
            <w:r>
              <w:t>1</w:t>
            </w:r>
            <w:r w:rsidR="00CF3947">
              <w:t>5</w:t>
            </w:r>
            <w:r w:rsidRPr="00084C76">
              <w:rPr>
                <w:rStyle w:val="NoteLabel"/>
                <w:b/>
              </w:rPr>
              <w:t>a</w:t>
            </w:r>
          </w:p>
        </w:tc>
      </w:tr>
      <w:tr w:rsidR="00406F51" w:rsidTr="002012A8">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406F51" w:rsidTr="00ED73CC">
              <w:trPr>
                <w:jc w:val="center"/>
              </w:trPr>
              <w:tc>
                <w:tcPr>
                  <w:tcW w:w="8731" w:type="dxa"/>
                  <w:tcBorders>
                    <w:top w:val="nil"/>
                    <w:bottom w:val="nil"/>
                  </w:tcBorders>
                </w:tcPr>
                <w:p w:rsidR="00406F51" w:rsidRPr="006E2C8B" w:rsidRDefault="00842F0F" w:rsidP="006E2C8B">
                  <w:pPr>
                    <w:pStyle w:val="Figure"/>
                  </w:pPr>
                  <w:r>
                    <w:rPr>
                      <w:noProof/>
                    </w:rPr>
                    <w:drawing>
                      <wp:inline distT="0" distB="0" distL="0" distR="0">
                        <wp:extent cx="5628640" cy="2683510"/>
                        <wp:effectExtent l="0" t="0" r="0" b="2540"/>
                        <wp:docPr id="2" name="Picture 2" descr="Figure 6.1 Police staff, by operational statu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28640" cy="2683510"/>
                                </a:xfrm>
                                <a:prstGeom prst="rect">
                                  <a:avLst/>
                                </a:prstGeom>
                                <a:noFill/>
                                <a:ln>
                                  <a:noFill/>
                                </a:ln>
                              </pic:spPr>
                            </pic:pic>
                          </a:graphicData>
                        </a:graphic>
                      </wp:inline>
                    </w:drawing>
                  </w:r>
                </w:p>
              </w:tc>
            </w:tr>
          </w:tbl>
          <w:p w:rsidR="00406F51" w:rsidRDefault="00406F51" w:rsidP="002012A8">
            <w:pPr>
              <w:pStyle w:val="Figure"/>
            </w:pPr>
          </w:p>
        </w:tc>
      </w:tr>
      <w:tr w:rsidR="00406F51" w:rsidRPr="00176D3F" w:rsidTr="002012A8">
        <w:tc>
          <w:tcPr>
            <w:tcW w:w="8771" w:type="dxa"/>
            <w:tcBorders>
              <w:top w:val="nil"/>
              <w:left w:val="nil"/>
              <w:bottom w:val="nil"/>
              <w:right w:val="nil"/>
            </w:tcBorders>
            <w:shd w:val="clear" w:color="auto" w:fill="auto"/>
          </w:tcPr>
          <w:p w:rsidR="00406F51" w:rsidRPr="00176D3F" w:rsidRDefault="00406F51" w:rsidP="006D09DA">
            <w:pPr>
              <w:pStyle w:val="Note"/>
            </w:pPr>
            <w:r>
              <w:rPr>
                <w:rStyle w:val="NoteLabel"/>
              </w:rPr>
              <w:t>a</w:t>
            </w:r>
            <w:r>
              <w:t xml:space="preserve"> </w:t>
            </w:r>
            <w:r w:rsidR="00BC1E33">
              <w:t xml:space="preserve">See table </w:t>
            </w:r>
            <w:proofErr w:type="spellStart"/>
            <w:r w:rsidR="00BC1E33">
              <w:t>6A.11</w:t>
            </w:r>
            <w:proofErr w:type="spellEnd"/>
            <w:r w:rsidR="00BC1E33">
              <w:t xml:space="preserve"> for detailed footnotes and caveats.</w:t>
            </w:r>
          </w:p>
        </w:tc>
      </w:tr>
      <w:tr w:rsidR="00406F51" w:rsidRPr="00176D3F" w:rsidTr="002012A8">
        <w:tc>
          <w:tcPr>
            <w:tcW w:w="8771" w:type="dxa"/>
            <w:tcBorders>
              <w:top w:val="nil"/>
              <w:left w:val="nil"/>
              <w:bottom w:val="nil"/>
              <w:right w:val="nil"/>
            </w:tcBorders>
            <w:shd w:val="clear" w:color="auto" w:fill="auto"/>
          </w:tcPr>
          <w:p w:rsidR="00406F51" w:rsidRPr="00176D3F" w:rsidRDefault="00406F51" w:rsidP="002012A8">
            <w:pPr>
              <w:pStyle w:val="Source"/>
            </w:pPr>
            <w:r>
              <w:rPr>
                <w:i/>
              </w:rPr>
              <w:t>S</w:t>
            </w:r>
            <w:r w:rsidRPr="00784A05">
              <w:rPr>
                <w:i/>
              </w:rPr>
              <w:t>ource</w:t>
            </w:r>
            <w:r w:rsidRPr="00176D3F">
              <w:t xml:space="preserve">: </w:t>
            </w:r>
            <w:r>
              <w:t xml:space="preserve">State and Territory governments (unpublished); </w:t>
            </w:r>
            <w:r w:rsidRPr="00ED73CC">
              <w:t xml:space="preserve">table </w:t>
            </w:r>
            <w:proofErr w:type="spellStart"/>
            <w:r w:rsidRPr="00ED73CC">
              <w:t>6A.11</w:t>
            </w:r>
            <w:proofErr w:type="spellEnd"/>
            <w:r w:rsidRPr="00ED73CC">
              <w:t>.</w:t>
            </w:r>
          </w:p>
        </w:tc>
      </w:tr>
      <w:tr w:rsidR="00406F51" w:rsidTr="002012A8">
        <w:tc>
          <w:tcPr>
            <w:tcW w:w="8771" w:type="dxa"/>
            <w:tcBorders>
              <w:top w:val="nil"/>
              <w:left w:val="nil"/>
              <w:bottom w:val="single" w:sz="6" w:space="0" w:color="78A22F"/>
              <w:right w:val="nil"/>
            </w:tcBorders>
            <w:shd w:val="clear" w:color="auto" w:fill="auto"/>
          </w:tcPr>
          <w:p w:rsidR="00406F51" w:rsidRDefault="00406F51" w:rsidP="002012A8">
            <w:pPr>
              <w:pStyle w:val="Figurespace"/>
            </w:pPr>
          </w:p>
        </w:tc>
      </w:tr>
      <w:tr w:rsidR="00406F51" w:rsidRPr="000863A5" w:rsidTr="002012A8">
        <w:tc>
          <w:tcPr>
            <w:tcW w:w="8771" w:type="dxa"/>
            <w:tcBorders>
              <w:top w:val="single" w:sz="6" w:space="0" w:color="78A22F"/>
              <w:left w:val="nil"/>
              <w:bottom w:val="nil"/>
              <w:right w:val="nil"/>
            </w:tcBorders>
          </w:tcPr>
          <w:p w:rsidR="00406F51" w:rsidRPr="00626D32" w:rsidRDefault="00406F51" w:rsidP="002012A8">
            <w:pPr>
              <w:pStyle w:val="BoxSpaceBelow"/>
            </w:pPr>
          </w:p>
        </w:tc>
      </w:tr>
    </w:tbl>
    <w:p w:rsidR="008C1D14" w:rsidRDefault="008C1D14" w:rsidP="00AB439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4"/>
      </w:tblGrid>
      <w:tr w:rsidR="008C1D14" w:rsidTr="00AB4395">
        <w:tc>
          <w:tcPr>
            <w:tcW w:w="8771" w:type="dxa"/>
            <w:tcBorders>
              <w:top w:val="single" w:sz="6" w:space="0" w:color="78A22F"/>
              <w:left w:val="nil"/>
              <w:bottom w:val="nil"/>
              <w:right w:val="nil"/>
            </w:tcBorders>
            <w:shd w:val="clear" w:color="auto" w:fill="auto"/>
          </w:tcPr>
          <w:p w:rsidR="008C1D14" w:rsidRPr="00784A05" w:rsidRDefault="008C1D14" w:rsidP="00333671">
            <w:pPr>
              <w:pStyle w:val="TableTitle"/>
            </w:pPr>
            <w:r>
              <w:rPr>
                <w:b w:val="0"/>
              </w:rPr>
              <w:t xml:space="preserve">Table </w:t>
            </w:r>
            <w:bookmarkStart w:id="7" w:name="OLE_LINK2"/>
            <w:r w:rsidR="000B0973">
              <w:rPr>
                <w:b w:val="0"/>
              </w:rPr>
              <w:t>6.</w:t>
            </w:r>
            <w:r w:rsidR="00740D20">
              <w:rPr>
                <w:b w:val="0"/>
                <w:noProof/>
              </w:rPr>
              <w:t>1</w:t>
            </w:r>
            <w:bookmarkEnd w:id="7"/>
            <w:r>
              <w:tab/>
            </w:r>
            <w:r w:rsidRPr="009545FD">
              <w:t>Police st</w:t>
            </w:r>
            <w:r>
              <w:t>aff per 100 000 people</w:t>
            </w:r>
            <w:r w:rsidRPr="009545FD">
              <w:t>, 201</w:t>
            </w:r>
            <w:r w:rsidR="00CF3947">
              <w:t>4</w:t>
            </w:r>
            <w:r w:rsidR="00C1027F">
              <w:noBreakHyphen/>
            </w:r>
            <w:r w:rsidRPr="009545FD">
              <w:t>1</w:t>
            </w:r>
            <w:r w:rsidR="00CF3947">
              <w:t>5</w:t>
            </w:r>
            <w:r w:rsidRPr="005C25AE">
              <w:rPr>
                <w:rStyle w:val="NoteLabel"/>
                <w:b/>
                <w:szCs w:val="20"/>
                <w:lang w:eastAsia="en-US"/>
              </w:rPr>
              <w:t>a</w:t>
            </w:r>
          </w:p>
        </w:tc>
      </w:tr>
      <w:tr w:rsidR="008C1D14" w:rsidTr="00AB4395">
        <w:trPr>
          <w:cantSplit/>
        </w:trPr>
        <w:tc>
          <w:tcPr>
            <w:tcW w:w="8771" w:type="dxa"/>
            <w:tcBorders>
              <w:top w:val="nil"/>
              <w:left w:val="nil"/>
              <w:bottom w:val="nil"/>
              <w:right w:val="nil"/>
            </w:tcBorders>
            <w:shd w:val="clear" w:color="auto" w:fill="auto"/>
          </w:tcPr>
          <w:tbl>
            <w:tblPr>
              <w:tblW w:w="8490" w:type="dxa"/>
              <w:tblCellMar>
                <w:left w:w="0" w:type="dxa"/>
                <w:right w:w="0" w:type="dxa"/>
              </w:tblCellMar>
              <w:tblLook w:val="0000" w:firstRow="0" w:lastRow="0" w:firstColumn="0" w:lastColumn="0" w:noHBand="0" w:noVBand="0"/>
            </w:tblPr>
            <w:tblGrid>
              <w:gridCol w:w="1782"/>
              <w:gridCol w:w="746"/>
              <w:gridCol w:w="746"/>
              <w:gridCol w:w="746"/>
              <w:gridCol w:w="745"/>
              <w:gridCol w:w="745"/>
              <w:gridCol w:w="745"/>
              <w:gridCol w:w="745"/>
              <w:gridCol w:w="745"/>
              <w:gridCol w:w="745"/>
            </w:tblGrid>
            <w:tr w:rsidR="00082D1D" w:rsidRPr="009545FD" w:rsidTr="006F0D3D">
              <w:tc>
                <w:tcPr>
                  <w:tcW w:w="1049" w:type="pct"/>
                  <w:tcBorders>
                    <w:top w:val="single" w:sz="6" w:space="0" w:color="BFBFBF" w:themeColor="background2"/>
                    <w:bottom w:val="single" w:sz="6" w:space="0" w:color="BFBFBF" w:themeColor="background2"/>
                  </w:tcBorders>
                  <w:shd w:val="clear" w:color="auto" w:fill="auto"/>
                </w:tcPr>
                <w:p w:rsidR="008C1D14" w:rsidRPr="009545FD" w:rsidRDefault="008C1D14" w:rsidP="00AB4395">
                  <w:pPr>
                    <w:pStyle w:val="TableColumnHeading"/>
                    <w:jc w:val="left"/>
                  </w:pPr>
                </w:p>
              </w:tc>
              <w:tc>
                <w:tcPr>
                  <w:tcW w:w="439" w:type="pct"/>
                  <w:tcBorders>
                    <w:top w:val="single" w:sz="6" w:space="0" w:color="BFBFBF" w:themeColor="background2"/>
                    <w:bottom w:val="single" w:sz="6" w:space="0" w:color="BFBFBF" w:themeColor="background2"/>
                  </w:tcBorders>
                  <w:shd w:val="clear" w:color="auto" w:fill="auto"/>
                </w:tcPr>
                <w:p w:rsidR="008C1D14" w:rsidRPr="009545FD" w:rsidRDefault="008C1D14" w:rsidP="00AB4395">
                  <w:pPr>
                    <w:pStyle w:val="TableColumnHeading"/>
                  </w:pPr>
                  <w:r w:rsidRPr="009545FD">
                    <w:t>NSW</w:t>
                  </w:r>
                </w:p>
              </w:tc>
              <w:tc>
                <w:tcPr>
                  <w:tcW w:w="439" w:type="pct"/>
                  <w:tcBorders>
                    <w:top w:val="single" w:sz="6" w:space="0" w:color="BFBFBF" w:themeColor="background2"/>
                    <w:bottom w:val="single" w:sz="6" w:space="0" w:color="BFBFBF" w:themeColor="background2"/>
                  </w:tcBorders>
                  <w:shd w:val="clear" w:color="auto" w:fill="auto"/>
                </w:tcPr>
                <w:p w:rsidR="008C1D14" w:rsidRPr="009545FD" w:rsidRDefault="008C1D14" w:rsidP="00AB4395">
                  <w:pPr>
                    <w:pStyle w:val="TableColumnHeading"/>
                  </w:pPr>
                  <w:r w:rsidRPr="009545FD">
                    <w:t>Vic</w:t>
                  </w:r>
                </w:p>
              </w:tc>
              <w:tc>
                <w:tcPr>
                  <w:tcW w:w="439" w:type="pct"/>
                  <w:tcBorders>
                    <w:top w:val="single" w:sz="6" w:space="0" w:color="BFBFBF" w:themeColor="background2"/>
                    <w:bottom w:val="single" w:sz="6" w:space="0" w:color="BFBFBF" w:themeColor="background2"/>
                  </w:tcBorders>
                  <w:shd w:val="clear" w:color="auto" w:fill="auto"/>
                </w:tcPr>
                <w:p w:rsidR="008C1D14" w:rsidRPr="009545FD" w:rsidRDefault="008C1D14" w:rsidP="00AB4395">
                  <w:pPr>
                    <w:pStyle w:val="TableColumnHeading"/>
                  </w:pPr>
                  <w:r w:rsidRPr="009545FD">
                    <w:t>Qld</w:t>
                  </w:r>
                </w:p>
              </w:tc>
              <w:tc>
                <w:tcPr>
                  <w:tcW w:w="439" w:type="pct"/>
                  <w:tcBorders>
                    <w:top w:val="single" w:sz="6" w:space="0" w:color="BFBFBF" w:themeColor="background2"/>
                    <w:bottom w:val="single" w:sz="6" w:space="0" w:color="BFBFBF" w:themeColor="background2"/>
                  </w:tcBorders>
                  <w:shd w:val="clear" w:color="auto" w:fill="auto"/>
                </w:tcPr>
                <w:p w:rsidR="008C1D14" w:rsidRPr="009545FD" w:rsidRDefault="008C1D14" w:rsidP="00AB4395">
                  <w:pPr>
                    <w:pStyle w:val="TableColumnHeading"/>
                  </w:pPr>
                  <w:r w:rsidRPr="009545FD">
                    <w:t>WA</w:t>
                  </w:r>
                </w:p>
              </w:tc>
              <w:tc>
                <w:tcPr>
                  <w:tcW w:w="439" w:type="pct"/>
                  <w:tcBorders>
                    <w:top w:val="single" w:sz="6" w:space="0" w:color="BFBFBF" w:themeColor="background2"/>
                    <w:bottom w:val="single" w:sz="6" w:space="0" w:color="BFBFBF" w:themeColor="background2"/>
                  </w:tcBorders>
                  <w:shd w:val="clear" w:color="auto" w:fill="auto"/>
                </w:tcPr>
                <w:p w:rsidR="008C1D14" w:rsidRPr="009545FD" w:rsidRDefault="008C1D14" w:rsidP="00AB4395">
                  <w:pPr>
                    <w:pStyle w:val="TableColumnHeading"/>
                  </w:pPr>
                  <w:r w:rsidRPr="009545FD">
                    <w:t>SA</w:t>
                  </w:r>
                </w:p>
              </w:tc>
              <w:tc>
                <w:tcPr>
                  <w:tcW w:w="439" w:type="pct"/>
                  <w:tcBorders>
                    <w:top w:val="single" w:sz="6" w:space="0" w:color="BFBFBF" w:themeColor="background2"/>
                    <w:bottom w:val="single" w:sz="6" w:space="0" w:color="BFBFBF" w:themeColor="background2"/>
                  </w:tcBorders>
                  <w:shd w:val="clear" w:color="auto" w:fill="auto"/>
                </w:tcPr>
                <w:p w:rsidR="008C1D14" w:rsidRPr="009545FD" w:rsidRDefault="008C1D14" w:rsidP="00AB4395">
                  <w:pPr>
                    <w:pStyle w:val="TableColumnHeading"/>
                  </w:pPr>
                  <w:proofErr w:type="spellStart"/>
                  <w:r w:rsidRPr="009545FD">
                    <w:t>Tas</w:t>
                  </w:r>
                  <w:proofErr w:type="spellEnd"/>
                </w:p>
              </w:tc>
              <w:tc>
                <w:tcPr>
                  <w:tcW w:w="439" w:type="pct"/>
                  <w:tcBorders>
                    <w:top w:val="single" w:sz="6" w:space="0" w:color="BFBFBF" w:themeColor="background2"/>
                    <w:bottom w:val="single" w:sz="6" w:space="0" w:color="BFBFBF" w:themeColor="background2"/>
                  </w:tcBorders>
                  <w:shd w:val="clear" w:color="auto" w:fill="auto"/>
                </w:tcPr>
                <w:p w:rsidR="008C1D14" w:rsidRPr="009545FD" w:rsidRDefault="008C1D14" w:rsidP="00AB4395">
                  <w:pPr>
                    <w:pStyle w:val="TableColumnHeading"/>
                  </w:pPr>
                  <w:r w:rsidRPr="009545FD">
                    <w:t>ACT</w:t>
                  </w:r>
                </w:p>
              </w:tc>
              <w:tc>
                <w:tcPr>
                  <w:tcW w:w="439" w:type="pct"/>
                  <w:tcBorders>
                    <w:top w:val="single" w:sz="6" w:space="0" w:color="BFBFBF" w:themeColor="background2"/>
                    <w:bottom w:val="single" w:sz="6" w:space="0" w:color="BFBFBF" w:themeColor="background2"/>
                  </w:tcBorders>
                  <w:shd w:val="clear" w:color="auto" w:fill="auto"/>
                </w:tcPr>
                <w:p w:rsidR="008C1D14" w:rsidRPr="009545FD" w:rsidRDefault="008C1D14" w:rsidP="00AB4395">
                  <w:pPr>
                    <w:pStyle w:val="TableColumnHeading"/>
                  </w:pPr>
                  <w:r w:rsidRPr="009545FD">
                    <w:t>NT</w:t>
                  </w:r>
                </w:p>
              </w:tc>
              <w:tc>
                <w:tcPr>
                  <w:tcW w:w="439" w:type="pct"/>
                  <w:tcBorders>
                    <w:top w:val="single" w:sz="6" w:space="0" w:color="BFBFBF" w:themeColor="background2"/>
                    <w:bottom w:val="single" w:sz="6" w:space="0" w:color="BFBFBF" w:themeColor="background2"/>
                  </w:tcBorders>
                  <w:shd w:val="clear" w:color="auto" w:fill="auto"/>
                </w:tcPr>
                <w:p w:rsidR="008C1D14" w:rsidRPr="009545FD" w:rsidRDefault="008C1D14" w:rsidP="00AB4395">
                  <w:pPr>
                    <w:pStyle w:val="TableColumnHeading"/>
                    <w:ind w:right="28"/>
                  </w:pPr>
                  <w:r w:rsidRPr="009545FD">
                    <w:t>Total</w:t>
                  </w:r>
                </w:p>
              </w:tc>
            </w:tr>
            <w:tr w:rsidR="008C1D14" w:rsidRPr="009545FD" w:rsidTr="006F0D3D">
              <w:tc>
                <w:tcPr>
                  <w:tcW w:w="5000" w:type="pct"/>
                  <w:gridSpan w:val="10"/>
                  <w:tcBorders>
                    <w:top w:val="single" w:sz="6" w:space="0" w:color="BFBFBF" w:themeColor="background2"/>
                  </w:tcBorders>
                </w:tcPr>
                <w:p w:rsidR="008C1D14" w:rsidRPr="009545FD" w:rsidRDefault="008C1D14" w:rsidP="00AB4395">
                  <w:pPr>
                    <w:pStyle w:val="TableUnitsRow"/>
                    <w:ind w:right="28"/>
                    <w:jc w:val="left"/>
                  </w:pPr>
                  <w:r w:rsidRPr="009545FD">
                    <w:rPr>
                      <w:b/>
                    </w:rPr>
                    <w:t>Police staff numbers</w:t>
                  </w:r>
                  <w:r w:rsidRPr="009545FD">
                    <w:tab/>
                  </w:r>
                </w:p>
              </w:tc>
            </w:tr>
            <w:tr w:rsidR="00082D1D" w:rsidRPr="009545FD" w:rsidTr="00F006C0">
              <w:tc>
                <w:tcPr>
                  <w:tcW w:w="1049" w:type="pct"/>
                </w:tcPr>
                <w:p w:rsidR="008C1D14" w:rsidRPr="009545FD" w:rsidRDefault="008C1D14" w:rsidP="00AB4395">
                  <w:pPr>
                    <w:pStyle w:val="TableBodyText"/>
                    <w:jc w:val="left"/>
                  </w:pPr>
                  <w:r w:rsidRPr="009545FD">
                    <w:t>Operational</w:t>
                  </w:r>
                </w:p>
              </w:tc>
              <w:tc>
                <w:tcPr>
                  <w:tcW w:w="439" w:type="pct"/>
                </w:tcPr>
                <w:p w:rsidR="008C1D14" w:rsidRPr="00246698" w:rsidRDefault="008C1D14" w:rsidP="00563DD4">
                  <w:pPr>
                    <w:pStyle w:val="TableBodyText"/>
                  </w:pPr>
                  <w:r w:rsidRPr="00246698">
                    <w:t>17 </w:t>
                  </w:r>
                  <w:r w:rsidR="00563DD4" w:rsidRPr="00246698">
                    <w:t>525</w:t>
                  </w:r>
                </w:p>
              </w:tc>
              <w:tc>
                <w:tcPr>
                  <w:tcW w:w="439" w:type="pct"/>
                </w:tcPr>
                <w:p w:rsidR="008C1D14" w:rsidRPr="00246698" w:rsidRDefault="008C1D14" w:rsidP="00246698">
                  <w:pPr>
                    <w:pStyle w:val="TableBodyText"/>
                  </w:pPr>
                  <w:r w:rsidRPr="00246698">
                    <w:t>1</w:t>
                  </w:r>
                  <w:r w:rsidR="00246698" w:rsidRPr="00246698">
                    <w:t>6</w:t>
                  </w:r>
                  <w:r w:rsidRPr="00246698">
                    <w:t> </w:t>
                  </w:r>
                  <w:r w:rsidR="00246698" w:rsidRPr="00246698">
                    <w:t>182</w:t>
                  </w:r>
                </w:p>
              </w:tc>
              <w:tc>
                <w:tcPr>
                  <w:tcW w:w="439" w:type="pct"/>
                </w:tcPr>
                <w:p w:rsidR="008C1D14" w:rsidRPr="00246698" w:rsidRDefault="008C1D14" w:rsidP="00246698">
                  <w:pPr>
                    <w:pStyle w:val="TableBodyText"/>
                  </w:pPr>
                  <w:r w:rsidRPr="00246698">
                    <w:t>13 </w:t>
                  </w:r>
                  <w:r w:rsidR="00246698" w:rsidRPr="00246698">
                    <w:t>350</w:t>
                  </w:r>
                </w:p>
              </w:tc>
              <w:tc>
                <w:tcPr>
                  <w:tcW w:w="439" w:type="pct"/>
                </w:tcPr>
                <w:p w:rsidR="008C1D14" w:rsidRPr="00246698" w:rsidRDefault="008C1D14" w:rsidP="00082D1D">
                  <w:pPr>
                    <w:pStyle w:val="TableBodyText"/>
                  </w:pPr>
                  <w:r w:rsidRPr="00246698">
                    <w:t>6 </w:t>
                  </w:r>
                  <w:r w:rsidR="00246698" w:rsidRPr="00246698">
                    <w:t>9</w:t>
                  </w:r>
                  <w:r w:rsidRPr="00246698">
                    <w:t>9</w:t>
                  </w:r>
                  <w:r w:rsidR="00082D1D" w:rsidRPr="00246698">
                    <w:t>5</w:t>
                  </w:r>
                </w:p>
              </w:tc>
              <w:tc>
                <w:tcPr>
                  <w:tcW w:w="439" w:type="pct"/>
                </w:tcPr>
                <w:p w:rsidR="008C1D14" w:rsidRPr="00246698" w:rsidRDefault="008C1D14" w:rsidP="00246698">
                  <w:pPr>
                    <w:pStyle w:val="TableBodyText"/>
                  </w:pPr>
                  <w:r w:rsidRPr="00246698">
                    <w:t>5 2</w:t>
                  </w:r>
                  <w:r w:rsidR="00082D1D" w:rsidRPr="00246698">
                    <w:t>7</w:t>
                  </w:r>
                  <w:r w:rsidR="00246698" w:rsidRPr="00246698">
                    <w:t>4</w:t>
                  </w:r>
                </w:p>
              </w:tc>
              <w:tc>
                <w:tcPr>
                  <w:tcW w:w="439" w:type="pct"/>
                </w:tcPr>
                <w:p w:rsidR="008C1D14" w:rsidRPr="00246698" w:rsidRDefault="008C1D14" w:rsidP="00246698">
                  <w:pPr>
                    <w:pStyle w:val="TableBodyText"/>
                  </w:pPr>
                  <w:r w:rsidRPr="00246698">
                    <w:t>1 2</w:t>
                  </w:r>
                  <w:r w:rsidR="00246698" w:rsidRPr="00246698">
                    <w:t>77</w:t>
                  </w:r>
                </w:p>
              </w:tc>
              <w:tc>
                <w:tcPr>
                  <w:tcW w:w="439" w:type="pct"/>
                </w:tcPr>
                <w:p w:rsidR="008C1D14" w:rsidRPr="00246698" w:rsidRDefault="008C1D14" w:rsidP="00246698">
                  <w:pPr>
                    <w:pStyle w:val="TableBodyText"/>
                  </w:pPr>
                  <w:r w:rsidRPr="00246698">
                    <w:t>84</w:t>
                  </w:r>
                  <w:r w:rsidR="00246698" w:rsidRPr="00246698">
                    <w:t>8</w:t>
                  </w:r>
                </w:p>
              </w:tc>
              <w:tc>
                <w:tcPr>
                  <w:tcW w:w="439" w:type="pct"/>
                </w:tcPr>
                <w:p w:rsidR="008C1D14" w:rsidRPr="00246698" w:rsidRDefault="008C1D14" w:rsidP="00246698">
                  <w:pPr>
                    <w:pStyle w:val="TableBodyText"/>
                  </w:pPr>
                  <w:r w:rsidRPr="00246698">
                    <w:t>1 </w:t>
                  </w:r>
                  <w:r w:rsidR="00082D1D" w:rsidRPr="00246698">
                    <w:t>7</w:t>
                  </w:r>
                  <w:r w:rsidR="00246698" w:rsidRPr="00246698">
                    <w:t>1</w:t>
                  </w:r>
                  <w:r w:rsidR="00082D1D" w:rsidRPr="00246698">
                    <w:t>0</w:t>
                  </w:r>
                </w:p>
              </w:tc>
              <w:tc>
                <w:tcPr>
                  <w:tcW w:w="439" w:type="pct"/>
                </w:tcPr>
                <w:p w:rsidR="008C1D14" w:rsidRPr="00246698" w:rsidRDefault="008C1D14" w:rsidP="00246698">
                  <w:pPr>
                    <w:pStyle w:val="TableBodyText"/>
                    <w:ind w:right="28"/>
                  </w:pPr>
                  <w:r w:rsidRPr="00246698">
                    <w:t>6</w:t>
                  </w:r>
                  <w:r w:rsidR="00246698" w:rsidRPr="00246698">
                    <w:t>3</w:t>
                  </w:r>
                  <w:r w:rsidRPr="00246698">
                    <w:t> </w:t>
                  </w:r>
                  <w:r w:rsidR="00246698" w:rsidRPr="00246698">
                    <w:t>161</w:t>
                  </w:r>
                </w:p>
              </w:tc>
            </w:tr>
            <w:tr w:rsidR="00082D1D" w:rsidRPr="009545FD" w:rsidTr="00F006C0">
              <w:tc>
                <w:tcPr>
                  <w:tcW w:w="1049" w:type="pct"/>
                </w:tcPr>
                <w:p w:rsidR="008C1D14" w:rsidRPr="009545FD" w:rsidRDefault="008C1D14" w:rsidP="00AB4395">
                  <w:pPr>
                    <w:pStyle w:val="TableBodyText"/>
                    <w:jc w:val="left"/>
                  </w:pPr>
                  <w:r w:rsidRPr="009545FD">
                    <w:t>Total</w:t>
                  </w:r>
                </w:p>
              </w:tc>
              <w:tc>
                <w:tcPr>
                  <w:tcW w:w="439" w:type="pct"/>
                </w:tcPr>
                <w:p w:rsidR="008C1D14" w:rsidRPr="00246698" w:rsidRDefault="00563DD4" w:rsidP="00563DD4">
                  <w:pPr>
                    <w:pStyle w:val="TableBodyText"/>
                  </w:pPr>
                  <w:r w:rsidRPr="00246698">
                    <w:t>20 031</w:t>
                  </w:r>
                </w:p>
              </w:tc>
              <w:tc>
                <w:tcPr>
                  <w:tcW w:w="439" w:type="pct"/>
                </w:tcPr>
                <w:p w:rsidR="008C1D14" w:rsidRPr="00246698" w:rsidRDefault="008C1D14" w:rsidP="00246698">
                  <w:pPr>
                    <w:pStyle w:val="TableBodyText"/>
                  </w:pPr>
                  <w:r w:rsidRPr="00246698">
                    <w:t>1</w:t>
                  </w:r>
                  <w:r w:rsidR="00246698" w:rsidRPr="00246698">
                    <w:t>7</w:t>
                  </w:r>
                  <w:r w:rsidRPr="00246698">
                    <w:t> </w:t>
                  </w:r>
                  <w:r w:rsidR="00246698" w:rsidRPr="00246698">
                    <w:t>200</w:t>
                  </w:r>
                </w:p>
              </w:tc>
              <w:tc>
                <w:tcPr>
                  <w:tcW w:w="439" w:type="pct"/>
                </w:tcPr>
                <w:p w:rsidR="008C1D14" w:rsidRPr="00246698" w:rsidRDefault="008C1D14" w:rsidP="00246698">
                  <w:pPr>
                    <w:pStyle w:val="TableBodyText"/>
                  </w:pPr>
                  <w:r w:rsidRPr="00246698">
                    <w:t>1</w:t>
                  </w:r>
                  <w:r w:rsidR="00246698" w:rsidRPr="00246698">
                    <w:t>4</w:t>
                  </w:r>
                  <w:r w:rsidRPr="00246698">
                    <w:t> </w:t>
                  </w:r>
                  <w:r w:rsidR="00246698" w:rsidRPr="00246698">
                    <w:t>237</w:t>
                  </w:r>
                </w:p>
              </w:tc>
              <w:tc>
                <w:tcPr>
                  <w:tcW w:w="439" w:type="pct"/>
                </w:tcPr>
                <w:p w:rsidR="008C1D14" w:rsidRPr="00246698" w:rsidRDefault="00246698" w:rsidP="00246698">
                  <w:pPr>
                    <w:pStyle w:val="TableBodyText"/>
                  </w:pPr>
                  <w:r w:rsidRPr="00246698">
                    <w:t>8</w:t>
                  </w:r>
                  <w:r w:rsidR="008C1D14" w:rsidRPr="00246698">
                    <w:t> </w:t>
                  </w:r>
                  <w:r w:rsidRPr="00246698">
                    <w:t>005</w:t>
                  </w:r>
                </w:p>
              </w:tc>
              <w:tc>
                <w:tcPr>
                  <w:tcW w:w="439" w:type="pct"/>
                </w:tcPr>
                <w:p w:rsidR="008C1D14" w:rsidRPr="00246698" w:rsidRDefault="008C1D14" w:rsidP="00246698">
                  <w:pPr>
                    <w:pStyle w:val="TableBodyText"/>
                  </w:pPr>
                  <w:r w:rsidRPr="00246698">
                    <w:t>5 </w:t>
                  </w:r>
                  <w:r w:rsidR="00082D1D" w:rsidRPr="00246698">
                    <w:t>6</w:t>
                  </w:r>
                  <w:r w:rsidR="00246698" w:rsidRPr="00246698">
                    <w:t>62</w:t>
                  </w:r>
                </w:p>
              </w:tc>
              <w:tc>
                <w:tcPr>
                  <w:tcW w:w="439" w:type="pct"/>
                </w:tcPr>
                <w:p w:rsidR="008C1D14" w:rsidRPr="00246698" w:rsidRDefault="008C1D14" w:rsidP="00246698">
                  <w:pPr>
                    <w:pStyle w:val="TableBodyText"/>
                  </w:pPr>
                  <w:r w:rsidRPr="00246698">
                    <w:t>1 4</w:t>
                  </w:r>
                  <w:r w:rsidR="00246698" w:rsidRPr="00246698">
                    <w:t>43</w:t>
                  </w:r>
                </w:p>
              </w:tc>
              <w:tc>
                <w:tcPr>
                  <w:tcW w:w="439" w:type="pct"/>
                </w:tcPr>
                <w:p w:rsidR="008C1D14" w:rsidRPr="00246698" w:rsidRDefault="008C1D14" w:rsidP="00246698">
                  <w:pPr>
                    <w:pStyle w:val="TableBodyText"/>
                  </w:pPr>
                  <w:r w:rsidRPr="00246698">
                    <w:t>9</w:t>
                  </w:r>
                  <w:r w:rsidR="00246698" w:rsidRPr="00246698">
                    <w:t>32</w:t>
                  </w:r>
                </w:p>
              </w:tc>
              <w:tc>
                <w:tcPr>
                  <w:tcW w:w="439" w:type="pct"/>
                </w:tcPr>
                <w:p w:rsidR="008C1D14" w:rsidRPr="00246698" w:rsidRDefault="008C1D14" w:rsidP="00246698">
                  <w:pPr>
                    <w:pStyle w:val="TableBodyText"/>
                  </w:pPr>
                  <w:r w:rsidRPr="00246698">
                    <w:t>1 </w:t>
                  </w:r>
                  <w:r w:rsidR="00246698" w:rsidRPr="00246698">
                    <w:t>772</w:t>
                  </w:r>
                </w:p>
              </w:tc>
              <w:tc>
                <w:tcPr>
                  <w:tcW w:w="439" w:type="pct"/>
                </w:tcPr>
                <w:p w:rsidR="008C1D14" w:rsidRPr="00246698" w:rsidRDefault="008C1D14" w:rsidP="00246698">
                  <w:pPr>
                    <w:pStyle w:val="TableBodyText"/>
                    <w:ind w:right="28"/>
                  </w:pPr>
                  <w:r w:rsidRPr="00246698">
                    <w:t>6</w:t>
                  </w:r>
                  <w:r w:rsidR="00AB4395" w:rsidRPr="00246698">
                    <w:t>9</w:t>
                  </w:r>
                  <w:r w:rsidRPr="00246698">
                    <w:t> </w:t>
                  </w:r>
                  <w:r w:rsidR="00246698" w:rsidRPr="00246698">
                    <w:t>28</w:t>
                  </w:r>
                  <w:r w:rsidR="00AB4395" w:rsidRPr="00246698">
                    <w:t>2</w:t>
                  </w:r>
                </w:p>
              </w:tc>
            </w:tr>
            <w:tr w:rsidR="008C1D14" w:rsidRPr="009545FD" w:rsidTr="00392EDA">
              <w:tc>
                <w:tcPr>
                  <w:tcW w:w="5000" w:type="pct"/>
                  <w:gridSpan w:val="10"/>
                </w:tcPr>
                <w:p w:rsidR="008C1D14" w:rsidRPr="009545FD" w:rsidRDefault="008C1D14" w:rsidP="00F41AEA">
                  <w:pPr>
                    <w:pStyle w:val="TableBodyText"/>
                    <w:spacing w:before="80"/>
                    <w:ind w:right="28"/>
                    <w:jc w:val="left"/>
                  </w:pPr>
                  <w:r w:rsidRPr="009545FD">
                    <w:rPr>
                      <w:b/>
                    </w:rPr>
                    <w:t>Population numbers</w:t>
                  </w:r>
                </w:p>
              </w:tc>
            </w:tr>
            <w:tr w:rsidR="00392EDA" w:rsidRPr="009545FD" w:rsidTr="00D109FB">
              <w:tc>
                <w:tcPr>
                  <w:tcW w:w="1049" w:type="pct"/>
                </w:tcPr>
                <w:p w:rsidR="00392EDA" w:rsidRPr="009545FD" w:rsidRDefault="00392EDA" w:rsidP="00D109FB">
                  <w:pPr>
                    <w:pStyle w:val="TableBodyText"/>
                    <w:jc w:val="left"/>
                  </w:pPr>
                  <w:r w:rsidRPr="009545FD">
                    <w:t>Estimates at 31 December 201</w:t>
                  </w:r>
                  <w:r w:rsidR="00C15A74">
                    <w:t>4</w:t>
                  </w:r>
                  <w:r w:rsidRPr="009545FD">
                    <w:t xml:space="preserve"> (</w:t>
                  </w:r>
                  <w:r w:rsidR="00D109FB">
                    <w:t xml:space="preserve">100 </w:t>
                  </w:r>
                  <w:r w:rsidRPr="009545FD">
                    <w:t>000)</w:t>
                  </w:r>
                </w:p>
              </w:tc>
              <w:tc>
                <w:tcPr>
                  <w:tcW w:w="439" w:type="pct"/>
                  <w:tcBorders>
                    <w:left w:val="nil"/>
                  </w:tcBorders>
                </w:tcPr>
                <w:p w:rsidR="00392EDA" w:rsidRPr="003601A4" w:rsidRDefault="003601A4" w:rsidP="003601A4">
                  <w:pPr>
                    <w:pStyle w:val="TableBodyText"/>
                  </w:pPr>
                  <w:r w:rsidRPr="003601A4">
                    <w:t>75.7</w:t>
                  </w:r>
                </w:p>
              </w:tc>
              <w:tc>
                <w:tcPr>
                  <w:tcW w:w="439" w:type="pct"/>
                </w:tcPr>
                <w:p w:rsidR="00392EDA" w:rsidRPr="003601A4" w:rsidRDefault="003601A4" w:rsidP="003601A4">
                  <w:pPr>
                    <w:pStyle w:val="TableBodyText"/>
                  </w:pPr>
                  <w:r w:rsidRPr="003601A4">
                    <w:t>58.9</w:t>
                  </w:r>
                </w:p>
              </w:tc>
              <w:tc>
                <w:tcPr>
                  <w:tcW w:w="439" w:type="pct"/>
                </w:tcPr>
                <w:p w:rsidR="00392EDA" w:rsidRPr="003601A4" w:rsidRDefault="003601A4" w:rsidP="003601A4">
                  <w:pPr>
                    <w:pStyle w:val="TableBodyText"/>
                  </w:pPr>
                  <w:r w:rsidRPr="003601A4">
                    <w:t>47.5</w:t>
                  </w:r>
                </w:p>
              </w:tc>
              <w:tc>
                <w:tcPr>
                  <w:tcW w:w="439" w:type="pct"/>
                </w:tcPr>
                <w:p w:rsidR="00392EDA" w:rsidRPr="003601A4" w:rsidRDefault="00392EDA" w:rsidP="003601A4">
                  <w:pPr>
                    <w:pStyle w:val="TableBodyText"/>
                  </w:pPr>
                  <w:r w:rsidRPr="003601A4">
                    <w:t>25.</w:t>
                  </w:r>
                  <w:r w:rsidR="003601A4" w:rsidRPr="003601A4">
                    <w:t>8</w:t>
                  </w:r>
                </w:p>
              </w:tc>
              <w:tc>
                <w:tcPr>
                  <w:tcW w:w="439" w:type="pct"/>
                </w:tcPr>
                <w:p w:rsidR="00392EDA" w:rsidRPr="003601A4" w:rsidRDefault="00392EDA" w:rsidP="003601A4">
                  <w:pPr>
                    <w:pStyle w:val="TableBodyText"/>
                  </w:pPr>
                  <w:r w:rsidRPr="003601A4">
                    <w:t>16.</w:t>
                  </w:r>
                  <w:r w:rsidR="003601A4" w:rsidRPr="003601A4">
                    <w:t>9</w:t>
                  </w:r>
                </w:p>
              </w:tc>
              <w:tc>
                <w:tcPr>
                  <w:tcW w:w="439" w:type="pct"/>
                </w:tcPr>
                <w:p w:rsidR="00392EDA" w:rsidRPr="003601A4" w:rsidRDefault="00392EDA" w:rsidP="003601A4">
                  <w:pPr>
                    <w:pStyle w:val="TableBodyText"/>
                  </w:pPr>
                  <w:r w:rsidRPr="003601A4">
                    <w:t>5.</w:t>
                  </w:r>
                  <w:r w:rsidR="003601A4" w:rsidRPr="003601A4">
                    <w:t>2</w:t>
                  </w:r>
                </w:p>
              </w:tc>
              <w:tc>
                <w:tcPr>
                  <w:tcW w:w="439" w:type="pct"/>
                </w:tcPr>
                <w:p w:rsidR="00392EDA" w:rsidRPr="003601A4" w:rsidRDefault="00392EDA" w:rsidP="003601A4">
                  <w:pPr>
                    <w:pStyle w:val="TableBodyText"/>
                  </w:pPr>
                  <w:r w:rsidRPr="003601A4">
                    <w:t>3.</w:t>
                  </w:r>
                  <w:r w:rsidR="003601A4" w:rsidRPr="003601A4">
                    <w:t>9</w:t>
                  </w:r>
                </w:p>
              </w:tc>
              <w:tc>
                <w:tcPr>
                  <w:tcW w:w="439" w:type="pct"/>
                </w:tcPr>
                <w:p w:rsidR="00392EDA" w:rsidRPr="003601A4" w:rsidRDefault="00392EDA" w:rsidP="00F006C0">
                  <w:pPr>
                    <w:pStyle w:val="TableBodyText"/>
                  </w:pPr>
                  <w:r w:rsidRPr="003601A4">
                    <w:t>2.4</w:t>
                  </w:r>
                </w:p>
              </w:tc>
              <w:tc>
                <w:tcPr>
                  <w:tcW w:w="439" w:type="pct"/>
                </w:tcPr>
                <w:p w:rsidR="00392EDA" w:rsidRPr="003601A4" w:rsidRDefault="00392EDA" w:rsidP="003601A4">
                  <w:pPr>
                    <w:pStyle w:val="TableBodyText"/>
                    <w:ind w:right="28"/>
                  </w:pPr>
                  <w:r w:rsidRPr="003601A4">
                    <w:t>23</w:t>
                  </w:r>
                  <w:r w:rsidR="003601A4" w:rsidRPr="003601A4">
                    <w:t>6</w:t>
                  </w:r>
                  <w:r w:rsidRPr="003601A4">
                    <w:t>.</w:t>
                  </w:r>
                  <w:r w:rsidR="003601A4" w:rsidRPr="003601A4">
                    <w:t>3</w:t>
                  </w:r>
                </w:p>
              </w:tc>
            </w:tr>
            <w:tr w:rsidR="008C1D14" w:rsidRPr="009545FD" w:rsidTr="00392EDA">
              <w:tc>
                <w:tcPr>
                  <w:tcW w:w="5000" w:type="pct"/>
                  <w:gridSpan w:val="10"/>
                </w:tcPr>
                <w:p w:rsidR="008C1D14" w:rsidRPr="009545FD" w:rsidRDefault="008C1D14" w:rsidP="00F41AEA">
                  <w:pPr>
                    <w:pStyle w:val="TableBodyText"/>
                    <w:spacing w:before="80"/>
                    <w:ind w:right="28"/>
                    <w:jc w:val="left"/>
                  </w:pPr>
                  <w:r w:rsidRPr="009545FD">
                    <w:rPr>
                      <w:b/>
                    </w:rPr>
                    <w:t>Police staf</w:t>
                  </w:r>
                  <w:r>
                    <w:rPr>
                      <w:b/>
                    </w:rPr>
                    <w:t>f numbers per 100 000 people</w:t>
                  </w:r>
                </w:p>
              </w:tc>
            </w:tr>
            <w:tr w:rsidR="00692C7C" w:rsidRPr="00692C7C" w:rsidTr="00B37B75">
              <w:tc>
                <w:tcPr>
                  <w:tcW w:w="1049" w:type="pct"/>
                </w:tcPr>
                <w:p w:rsidR="00692C7C" w:rsidRPr="00692C7C" w:rsidRDefault="00692C7C" w:rsidP="00AB4395">
                  <w:pPr>
                    <w:pStyle w:val="TableBodyText"/>
                    <w:jc w:val="left"/>
                  </w:pPr>
                  <w:r w:rsidRPr="00692C7C">
                    <w:t>Operational</w:t>
                  </w:r>
                </w:p>
              </w:tc>
              <w:tc>
                <w:tcPr>
                  <w:tcW w:w="439" w:type="pct"/>
                </w:tcPr>
                <w:p w:rsidR="00692C7C" w:rsidRPr="00692C7C" w:rsidRDefault="00692C7C" w:rsidP="00692C7C">
                  <w:pPr>
                    <w:pStyle w:val="TableBodyText"/>
                  </w:pPr>
                  <w:r w:rsidRPr="00692C7C">
                    <w:t>232</w:t>
                  </w:r>
                </w:p>
              </w:tc>
              <w:tc>
                <w:tcPr>
                  <w:tcW w:w="439" w:type="pct"/>
                </w:tcPr>
                <w:p w:rsidR="00692C7C" w:rsidRPr="00692C7C" w:rsidRDefault="00692C7C" w:rsidP="00692C7C">
                  <w:pPr>
                    <w:pStyle w:val="TableBodyText"/>
                  </w:pPr>
                  <w:r w:rsidRPr="00692C7C">
                    <w:t>275</w:t>
                  </w:r>
                </w:p>
              </w:tc>
              <w:tc>
                <w:tcPr>
                  <w:tcW w:w="439" w:type="pct"/>
                </w:tcPr>
                <w:p w:rsidR="00692C7C" w:rsidRPr="00692C7C" w:rsidRDefault="00692C7C" w:rsidP="00692C7C">
                  <w:pPr>
                    <w:pStyle w:val="TableBodyText"/>
                  </w:pPr>
                  <w:r w:rsidRPr="00692C7C">
                    <w:t>281</w:t>
                  </w:r>
                </w:p>
              </w:tc>
              <w:tc>
                <w:tcPr>
                  <w:tcW w:w="439" w:type="pct"/>
                </w:tcPr>
                <w:p w:rsidR="00692C7C" w:rsidRPr="00692C7C" w:rsidRDefault="00692C7C" w:rsidP="00692C7C">
                  <w:pPr>
                    <w:pStyle w:val="TableBodyText"/>
                  </w:pPr>
                  <w:r w:rsidRPr="00692C7C">
                    <w:t>271</w:t>
                  </w:r>
                </w:p>
              </w:tc>
              <w:tc>
                <w:tcPr>
                  <w:tcW w:w="439" w:type="pct"/>
                </w:tcPr>
                <w:p w:rsidR="00692C7C" w:rsidRPr="00692C7C" w:rsidRDefault="00692C7C" w:rsidP="00692C7C">
                  <w:pPr>
                    <w:pStyle w:val="TableBodyText"/>
                  </w:pPr>
                  <w:r w:rsidRPr="00692C7C">
                    <w:t>312</w:t>
                  </w:r>
                </w:p>
              </w:tc>
              <w:tc>
                <w:tcPr>
                  <w:tcW w:w="439" w:type="pct"/>
                </w:tcPr>
                <w:p w:rsidR="00692C7C" w:rsidRPr="00692C7C" w:rsidRDefault="00692C7C" w:rsidP="00692C7C">
                  <w:pPr>
                    <w:pStyle w:val="TableBodyText"/>
                  </w:pPr>
                  <w:r w:rsidRPr="00692C7C">
                    <w:t>248</w:t>
                  </w:r>
                </w:p>
              </w:tc>
              <w:tc>
                <w:tcPr>
                  <w:tcW w:w="439" w:type="pct"/>
                </w:tcPr>
                <w:p w:rsidR="00692C7C" w:rsidRPr="00692C7C" w:rsidRDefault="00692C7C" w:rsidP="00692C7C">
                  <w:pPr>
                    <w:pStyle w:val="TableBodyText"/>
                  </w:pPr>
                  <w:r w:rsidRPr="00692C7C">
                    <w:t>219</w:t>
                  </w:r>
                </w:p>
              </w:tc>
              <w:tc>
                <w:tcPr>
                  <w:tcW w:w="439" w:type="pct"/>
                </w:tcPr>
                <w:p w:rsidR="00692C7C" w:rsidRPr="00692C7C" w:rsidRDefault="00692C7C" w:rsidP="00692C7C">
                  <w:pPr>
                    <w:pStyle w:val="TableBodyText"/>
                  </w:pPr>
                  <w:r w:rsidRPr="00692C7C">
                    <w:t>700</w:t>
                  </w:r>
                </w:p>
              </w:tc>
              <w:tc>
                <w:tcPr>
                  <w:tcW w:w="439" w:type="pct"/>
                </w:tcPr>
                <w:p w:rsidR="00692C7C" w:rsidRPr="00692C7C" w:rsidRDefault="00692C7C" w:rsidP="00692C7C">
                  <w:pPr>
                    <w:pStyle w:val="TableBodyText"/>
                  </w:pPr>
                  <w:r w:rsidRPr="00692C7C">
                    <w:t>267</w:t>
                  </w:r>
                </w:p>
              </w:tc>
            </w:tr>
            <w:tr w:rsidR="00692C7C" w:rsidRPr="00692C7C" w:rsidTr="00B37B75">
              <w:tc>
                <w:tcPr>
                  <w:tcW w:w="1049" w:type="pct"/>
                  <w:tcBorders>
                    <w:bottom w:val="single" w:sz="6" w:space="0" w:color="BFBFBF" w:themeColor="background2"/>
                  </w:tcBorders>
                  <w:shd w:val="clear" w:color="auto" w:fill="auto"/>
                </w:tcPr>
                <w:p w:rsidR="00692C7C" w:rsidRPr="00692C7C" w:rsidRDefault="00692C7C" w:rsidP="00AB4395">
                  <w:pPr>
                    <w:pStyle w:val="TableBodyText"/>
                    <w:jc w:val="left"/>
                  </w:pPr>
                  <w:r w:rsidRPr="00692C7C">
                    <w:t>Total</w:t>
                  </w:r>
                </w:p>
              </w:tc>
              <w:tc>
                <w:tcPr>
                  <w:tcW w:w="439" w:type="pct"/>
                  <w:tcBorders>
                    <w:bottom w:val="single" w:sz="6" w:space="0" w:color="BFBFBF" w:themeColor="background2"/>
                  </w:tcBorders>
                  <w:shd w:val="clear" w:color="auto" w:fill="auto"/>
                </w:tcPr>
                <w:p w:rsidR="00692C7C" w:rsidRPr="00692C7C" w:rsidRDefault="00692C7C" w:rsidP="00692C7C">
                  <w:pPr>
                    <w:pStyle w:val="TableBodyText"/>
                  </w:pPr>
                  <w:r w:rsidRPr="00692C7C">
                    <w:t>265</w:t>
                  </w:r>
                </w:p>
              </w:tc>
              <w:tc>
                <w:tcPr>
                  <w:tcW w:w="439" w:type="pct"/>
                  <w:tcBorders>
                    <w:bottom w:val="single" w:sz="6" w:space="0" w:color="BFBFBF" w:themeColor="background2"/>
                  </w:tcBorders>
                  <w:shd w:val="clear" w:color="auto" w:fill="auto"/>
                </w:tcPr>
                <w:p w:rsidR="00692C7C" w:rsidRPr="00692C7C" w:rsidRDefault="00692C7C" w:rsidP="00692C7C">
                  <w:pPr>
                    <w:pStyle w:val="TableBodyText"/>
                  </w:pPr>
                  <w:r w:rsidRPr="00692C7C">
                    <w:t>292</w:t>
                  </w:r>
                </w:p>
              </w:tc>
              <w:tc>
                <w:tcPr>
                  <w:tcW w:w="439" w:type="pct"/>
                  <w:tcBorders>
                    <w:bottom w:val="single" w:sz="6" w:space="0" w:color="BFBFBF" w:themeColor="background2"/>
                  </w:tcBorders>
                  <w:shd w:val="clear" w:color="auto" w:fill="auto"/>
                </w:tcPr>
                <w:p w:rsidR="00692C7C" w:rsidRPr="00692C7C" w:rsidRDefault="00692C7C" w:rsidP="00692C7C">
                  <w:pPr>
                    <w:pStyle w:val="TableBodyText"/>
                  </w:pPr>
                  <w:r w:rsidRPr="00692C7C">
                    <w:t>300</w:t>
                  </w:r>
                </w:p>
              </w:tc>
              <w:tc>
                <w:tcPr>
                  <w:tcW w:w="439" w:type="pct"/>
                  <w:tcBorders>
                    <w:bottom w:val="single" w:sz="6" w:space="0" w:color="BFBFBF" w:themeColor="background2"/>
                  </w:tcBorders>
                  <w:shd w:val="clear" w:color="auto" w:fill="auto"/>
                </w:tcPr>
                <w:p w:rsidR="00692C7C" w:rsidRPr="00692C7C" w:rsidRDefault="00692C7C" w:rsidP="00692C7C">
                  <w:pPr>
                    <w:pStyle w:val="TableBodyText"/>
                  </w:pPr>
                  <w:r w:rsidRPr="00692C7C">
                    <w:t>310</w:t>
                  </w:r>
                </w:p>
              </w:tc>
              <w:tc>
                <w:tcPr>
                  <w:tcW w:w="439" w:type="pct"/>
                  <w:tcBorders>
                    <w:bottom w:val="single" w:sz="6" w:space="0" w:color="BFBFBF" w:themeColor="background2"/>
                  </w:tcBorders>
                  <w:shd w:val="clear" w:color="auto" w:fill="auto"/>
                </w:tcPr>
                <w:p w:rsidR="00692C7C" w:rsidRPr="00692C7C" w:rsidRDefault="00692C7C" w:rsidP="00692C7C">
                  <w:pPr>
                    <w:pStyle w:val="TableBodyText"/>
                  </w:pPr>
                  <w:r w:rsidRPr="00692C7C">
                    <w:t>335</w:t>
                  </w:r>
                </w:p>
              </w:tc>
              <w:tc>
                <w:tcPr>
                  <w:tcW w:w="439" w:type="pct"/>
                  <w:tcBorders>
                    <w:bottom w:val="single" w:sz="6" w:space="0" w:color="BFBFBF" w:themeColor="background2"/>
                  </w:tcBorders>
                  <w:shd w:val="clear" w:color="auto" w:fill="auto"/>
                </w:tcPr>
                <w:p w:rsidR="00692C7C" w:rsidRPr="00692C7C" w:rsidRDefault="00692C7C" w:rsidP="00692C7C">
                  <w:pPr>
                    <w:pStyle w:val="TableBodyText"/>
                  </w:pPr>
                  <w:r w:rsidRPr="00692C7C">
                    <w:t>280</w:t>
                  </w:r>
                </w:p>
              </w:tc>
              <w:tc>
                <w:tcPr>
                  <w:tcW w:w="439" w:type="pct"/>
                  <w:tcBorders>
                    <w:bottom w:val="single" w:sz="6" w:space="0" w:color="BFBFBF" w:themeColor="background2"/>
                  </w:tcBorders>
                  <w:shd w:val="clear" w:color="auto" w:fill="auto"/>
                </w:tcPr>
                <w:p w:rsidR="00692C7C" w:rsidRPr="00692C7C" w:rsidRDefault="00692C7C" w:rsidP="00692C7C">
                  <w:pPr>
                    <w:pStyle w:val="TableBodyText"/>
                  </w:pPr>
                  <w:r w:rsidRPr="00692C7C">
                    <w:t>240</w:t>
                  </w:r>
                </w:p>
              </w:tc>
              <w:tc>
                <w:tcPr>
                  <w:tcW w:w="439" w:type="pct"/>
                  <w:tcBorders>
                    <w:bottom w:val="single" w:sz="6" w:space="0" w:color="BFBFBF" w:themeColor="background2"/>
                  </w:tcBorders>
                  <w:shd w:val="clear" w:color="auto" w:fill="auto"/>
                </w:tcPr>
                <w:p w:rsidR="00692C7C" w:rsidRPr="00692C7C" w:rsidRDefault="00692C7C" w:rsidP="00692C7C">
                  <w:pPr>
                    <w:pStyle w:val="TableBodyText"/>
                  </w:pPr>
                  <w:r w:rsidRPr="00692C7C">
                    <w:t>725</w:t>
                  </w:r>
                </w:p>
              </w:tc>
              <w:tc>
                <w:tcPr>
                  <w:tcW w:w="439" w:type="pct"/>
                  <w:tcBorders>
                    <w:bottom w:val="single" w:sz="6" w:space="0" w:color="BFBFBF" w:themeColor="background2"/>
                  </w:tcBorders>
                  <w:shd w:val="clear" w:color="auto" w:fill="auto"/>
                </w:tcPr>
                <w:p w:rsidR="00692C7C" w:rsidRPr="00692C7C" w:rsidRDefault="00692C7C" w:rsidP="00692C7C">
                  <w:pPr>
                    <w:pStyle w:val="TableBodyText"/>
                  </w:pPr>
                  <w:r w:rsidRPr="00692C7C">
                    <w:t>294</w:t>
                  </w:r>
                </w:p>
              </w:tc>
            </w:tr>
          </w:tbl>
          <w:p w:rsidR="008C1D14" w:rsidRDefault="008C1D14" w:rsidP="00AB4395">
            <w:pPr>
              <w:pStyle w:val="Box"/>
            </w:pPr>
          </w:p>
        </w:tc>
      </w:tr>
      <w:tr w:rsidR="008C1D14" w:rsidTr="00AB4395">
        <w:trPr>
          <w:cantSplit/>
        </w:trPr>
        <w:tc>
          <w:tcPr>
            <w:tcW w:w="8771" w:type="dxa"/>
            <w:tcBorders>
              <w:top w:val="nil"/>
              <w:left w:val="nil"/>
              <w:bottom w:val="nil"/>
              <w:right w:val="nil"/>
            </w:tcBorders>
            <w:shd w:val="clear" w:color="auto" w:fill="auto"/>
          </w:tcPr>
          <w:p w:rsidR="008C1D14" w:rsidRDefault="008C1D14" w:rsidP="00333671">
            <w:pPr>
              <w:pStyle w:val="Note"/>
              <w:rPr>
                <w:i/>
              </w:rPr>
            </w:pPr>
            <w:r w:rsidRPr="008E77FE">
              <w:rPr>
                <w:rStyle w:val="NoteLabel"/>
              </w:rPr>
              <w:t>a</w:t>
            </w:r>
            <w:r>
              <w:t xml:space="preserve"> </w:t>
            </w:r>
            <w:r w:rsidR="005C25AE">
              <w:t>See tables </w:t>
            </w:r>
            <w:proofErr w:type="spellStart"/>
            <w:r w:rsidR="005C25AE">
              <w:t>6A.1</w:t>
            </w:r>
            <w:proofErr w:type="spellEnd"/>
            <w:r w:rsidR="005C25AE">
              <w:t>–8 for detailed footnotes and caveats.</w:t>
            </w:r>
          </w:p>
        </w:tc>
      </w:tr>
      <w:tr w:rsidR="008C1D14" w:rsidTr="00AB4395">
        <w:trPr>
          <w:cantSplit/>
        </w:trPr>
        <w:tc>
          <w:tcPr>
            <w:tcW w:w="8771" w:type="dxa"/>
            <w:tcBorders>
              <w:top w:val="nil"/>
              <w:left w:val="nil"/>
              <w:bottom w:val="nil"/>
              <w:right w:val="nil"/>
            </w:tcBorders>
            <w:shd w:val="clear" w:color="auto" w:fill="auto"/>
          </w:tcPr>
          <w:p w:rsidR="008C1D14" w:rsidRDefault="008C1D14" w:rsidP="006C1915">
            <w:pPr>
              <w:pStyle w:val="Source"/>
            </w:pPr>
            <w:r w:rsidRPr="009545FD">
              <w:rPr>
                <w:i/>
              </w:rPr>
              <w:t>Source</w:t>
            </w:r>
            <w:r w:rsidRPr="009545FD">
              <w:t>: State and Territory governments (unpublis</w:t>
            </w:r>
            <w:r>
              <w:t xml:space="preserve">hed); tables </w:t>
            </w:r>
            <w:proofErr w:type="spellStart"/>
            <w:r>
              <w:t>6A.1</w:t>
            </w:r>
            <w:proofErr w:type="spellEnd"/>
            <w:r>
              <w:t>–8.</w:t>
            </w:r>
            <w:r w:rsidR="007F0075">
              <w:t xml:space="preserve"> </w:t>
            </w:r>
            <w:r w:rsidR="00065662" w:rsidRPr="00065662">
              <w:t>ABS (201</w:t>
            </w:r>
            <w:r w:rsidR="006C1915">
              <w:t>5</w:t>
            </w:r>
            <w:r w:rsidR="00065662" w:rsidRPr="00065662">
              <w:t xml:space="preserve">) </w:t>
            </w:r>
            <w:r w:rsidR="006C1915">
              <w:t>Australian demographic statistics</w:t>
            </w:r>
            <w:r w:rsidR="00065662" w:rsidRPr="00065662">
              <w:t xml:space="preserve">, </w:t>
            </w:r>
            <w:r w:rsidR="006C1915">
              <w:t xml:space="preserve">Dec 2014 </w:t>
            </w:r>
            <w:r w:rsidR="00065662" w:rsidRPr="00065662">
              <w:t xml:space="preserve">Cat. no. </w:t>
            </w:r>
            <w:r w:rsidR="006C1915">
              <w:t>3101.0</w:t>
            </w:r>
            <w:r w:rsidR="00C1027F">
              <w:t>.</w:t>
            </w:r>
          </w:p>
        </w:tc>
      </w:tr>
      <w:tr w:rsidR="008C1D14" w:rsidTr="00AB4395">
        <w:trPr>
          <w:cantSplit/>
        </w:trPr>
        <w:tc>
          <w:tcPr>
            <w:tcW w:w="8771" w:type="dxa"/>
            <w:tcBorders>
              <w:top w:val="nil"/>
              <w:left w:val="nil"/>
              <w:bottom w:val="single" w:sz="6" w:space="0" w:color="78A22F"/>
              <w:right w:val="nil"/>
            </w:tcBorders>
            <w:shd w:val="clear" w:color="auto" w:fill="auto"/>
          </w:tcPr>
          <w:p w:rsidR="008C1D14" w:rsidRDefault="008C1D14" w:rsidP="00AB4395">
            <w:pPr>
              <w:pStyle w:val="Box"/>
              <w:spacing w:before="0" w:line="120" w:lineRule="exact"/>
            </w:pPr>
          </w:p>
        </w:tc>
      </w:tr>
      <w:tr w:rsidR="008C1D14" w:rsidRPr="000863A5" w:rsidTr="00AB4395">
        <w:tc>
          <w:tcPr>
            <w:tcW w:w="8771" w:type="dxa"/>
            <w:tcBorders>
              <w:top w:val="single" w:sz="6" w:space="0" w:color="78A22F"/>
              <w:left w:val="nil"/>
              <w:bottom w:val="nil"/>
              <w:right w:val="nil"/>
            </w:tcBorders>
          </w:tcPr>
          <w:p w:rsidR="008C1D14" w:rsidRPr="00626D32" w:rsidRDefault="008C1D14" w:rsidP="00AB4395">
            <w:pPr>
              <w:pStyle w:val="BoxSpaceBelow"/>
            </w:pPr>
          </w:p>
        </w:tc>
      </w:tr>
    </w:tbl>
    <w:p w:rsidR="00C753D8" w:rsidRDefault="00C753D8" w:rsidP="00C753D8">
      <w:pPr>
        <w:pStyle w:val="BodyText"/>
      </w:pPr>
      <w:r>
        <w:lastRenderedPageBreak/>
        <w:t xml:space="preserve">Time series data for police staffing are reported in tables </w:t>
      </w:r>
      <w:proofErr w:type="spellStart"/>
      <w:r>
        <w:t>6A.1</w:t>
      </w:r>
      <w:proofErr w:type="spellEnd"/>
      <w:r>
        <w:t xml:space="preserve">–8, </w:t>
      </w:r>
      <w:proofErr w:type="spellStart"/>
      <w:r w:rsidRPr="007036A8">
        <w:t>6A.11</w:t>
      </w:r>
      <w:proofErr w:type="spellEnd"/>
      <w:r w:rsidRPr="007036A8">
        <w:t xml:space="preserve">, </w:t>
      </w:r>
      <w:proofErr w:type="spellStart"/>
      <w:r w:rsidRPr="007036A8">
        <w:t>6A.17</w:t>
      </w:r>
      <w:proofErr w:type="spellEnd"/>
      <w:r w:rsidRPr="007036A8">
        <w:t xml:space="preserve"> and </w:t>
      </w:r>
      <w:proofErr w:type="spellStart"/>
      <w:r w:rsidRPr="007036A8">
        <w:t>6A.18</w:t>
      </w:r>
      <w:proofErr w:type="spellEnd"/>
      <w:r w:rsidRPr="007036A8">
        <w:t>.</w:t>
      </w:r>
    </w:p>
    <w:p w:rsidR="00634887" w:rsidRDefault="006348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34887" w:rsidTr="00B653AB">
        <w:tc>
          <w:tcPr>
            <w:tcW w:w="8771" w:type="dxa"/>
            <w:tcBorders>
              <w:top w:val="single" w:sz="6" w:space="0" w:color="78A22F"/>
              <w:left w:val="nil"/>
              <w:bottom w:val="nil"/>
              <w:right w:val="nil"/>
            </w:tcBorders>
            <w:shd w:val="clear" w:color="auto" w:fill="F2F2F2"/>
          </w:tcPr>
          <w:p w:rsidR="00634887" w:rsidRDefault="00634887" w:rsidP="00634887">
            <w:pPr>
              <w:pStyle w:val="BoxTitle"/>
            </w:pPr>
            <w:r>
              <w:rPr>
                <w:b w:val="0"/>
              </w:rPr>
              <w:t xml:space="preserve">Box </w:t>
            </w:r>
            <w:r w:rsidR="00536CE1">
              <w:rPr>
                <w:b w:val="0"/>
              </w:rPr>
              <w:t>6.</w:t>
            </w:r>
            <w:r w:rsidR="00740D20">
              <w:rPr>
                <w:b w:val="0"/>
                <w:noProof/>
              </w:rPr>
              <w:t>1</w:t>
            </w:r>
            <w:r>
              <w:tab/>
              <w:t>Police response times</w:t>
            </w:r>
          </w:p>
        </w:tc>
      </w:tr>
      <w:tr w:rsidR="00634887" w:rsidTr="00B653AB">
        <w:trPr>
          <w:cantSplit/>
        </w:trPr>
        <w:tc>
          <w:tcPr>
            <w:tcW w:w="8771" w:type="dxa"/>
            <w:tcBorders>
              <w:top w:val="nil"/>
              <w:left w:val="nil"/>
              <w:bottom w:val="nil"/>
              <w:right w:val="nil"/>
            </w:tcBorders>
            <w:shd w:val="clear" w:color="auto" w:fill="F2F2F2"/>
          </w:tcPr>
          <w:p w:rsidR="002716D6" w:rsidRDefault="002716D6" w:rsidP="002716D6">
            <w:pPr>
              <w:pStyle w:val="Box"/>
            </w:pPr>
            <w:r>
              <w:t xml:space="preserve">The responsiveness of police to calls for assistance is critical to the effectiveness of police services. Although the Steering Committee considers nationally comparable response times reporting a priority for this Report, the </w:t>
            </w:r>
            <w:proofErr w:type="spellStart"/>
            <w:r>
              <w:t>LCCSC</w:t>
            </w:r>
            <w:proofErr w:type="spellEnd"/>
            <w:r>
              <w:t xml:space="preserve"> has suggested that further work is required on the costs and benefits of a national standard for police response times. Currently, there is no consistent public reporting of response times across states and territories. Some jurisdictions publish data in annual reports. </w:t>
            </w:r>
          </w:p>
          <w:p w:rsidR="002716D6" w:rsidRDefault="002716D6" w:rsidP="002716D6">
            <w:pPr>
              <w:pStyle w:val="Box"/>
            </w:pPr>
            <w:r>
              <w:t>In 2014</w:t>
            </w:r>
            <w:r w:rsidR="00C1027F">
              <w:noBreakHyphen/>
            </w:r>
            <w:r>
              <w:t>15:</w:t>
            </w:r>
            <w:r w:rsidR="007E2AF3">
              <w:t xml:space="preserve"> </w:t>
            </w:r>
          </w:p>
          <w:p w:rsidR="002716D6" w:rsidRPr="003E6C1F" w:rsidRDefault="000F3B0A" w:rsidP="003C33AD">
            <w:pPr>
              <w:pStyle w:val="Box"/>
              <w:rPr>
                <w:rFonts w:ascii="Times New Roman" w:hAnsi="Times New Roman"/>
              </w:rPr>
            </w:pPr>
            <w:r>
              <w:t xml:space="preserve">NSW </w:t>
            </w:r>
            <w:r w:rsidR="0013372C" w:rsidRPr="0013372C">
              <w:t>reports the number of urgent response calls and the percentage attended to within a target time of 12 minutes (NSW Police 201</w:t>
            </w:r>
            <w:r w:rsidR="00D44DB1">
              <w:t>5</w:t>
            </w:r>
            <w:r w:rsidR="0013372C" w:rsidRPr="0013372C">
              <w:t>). Urgent calls are where there is an imminent threat to life or property. In 201</w:t>
            </w:r>
            <w:r w:rsidR="00D44DB1">
              <w:t>4</w:t>
            </w:r>
            <w:r w:rsidR="00C1027F">
              <w:noBreakHyphen/>
            </w:r>
            <w:r w:rsidR="0013372C" w:rsidRPr="0013372C">
              <w:t>1</w:t>
            </w:r>
            <w:r w:rsidR="00D44DB1">
              <w:t>5</w:t>
            </w:r>
            <w:r w:rsidR="0013372C" w:rsidRPr="0013372C">
              <w:t xml:space="preserve">, NSW Police responded to </w:t>
            </w:r>
            <w:r w:rsidR="00D44DB1">
              <w:t>116</w:t>
            </w:r>
            <w:r w:rsidR="00C1027F">
              <w:t> </w:t>
            </w:r>
            <w:r w:rsidR="00D44DB1">
              <w:t>916</w:t>
            </w:r>
            <w:r w:rsidR="0013372C" w:rsidRPr="0013372C">
              <w:t xml:space="preserve"> urgent response calls, attending </w:t>
            </w:r>
            <w:r w:rsidR="00D44DB1">
              <w:t>77.9</w:t>
            </w:r>
            <w:r w:rsidR="0013372C" w:rsidRPr="0013372C">
              <w:t xml:space="preserve"> per cent of urgent duty jobs within the 12 minute target time.</w:t>
            </w:r>
          </w:p>
          <w:p w:rsidR="002716D6" w:rsidRPr="000F3B0A" w:rsidRDefault="000F3B0A" w:rsidP="003C33AD">
            <w:pPr>
              <w:pStyle w:val="Box"/>
            </w:pPr>
            <w:r>
              <w:t xml:space="preserve">In </w:t>
            </w:r>
            <w:r w:rsidRPr="000F3B0A">
              <w:t>201</w:t>
            </w:r>
            <w:r>
              <w:t>4</w:t>
            </w:r>
            <w:r w:rsidR="00C1027F">
              <w:noBreakHyphen/>
            </w:r>
            <w:r w:rsidRPr="000F3B0A">
              <w:t>1</w:t>
            </w:r>
            <w:r>
              <w:t>5</w:t>
            </w:r>
            <w:r w:rsidRPr="000F3B0A">
              <w:t xml:space="preserve">, SA Police reported that </w:t>
            </w:r>
            <w:r>
              <w:t>85.4</w:t>
            </w:r>
            <w:r w:rsidRPr="000F3B0A">
              <w:t xml:space="preserve"> per cent of Grade 1 </w:t>
            </w:r>
            <w:proofErr w:type="spellStart"/>
            <w:r w:rsidRPr="000F3B0A">
              <w:t>taskings</w:t>
            </w:r>
            <w:proofErr w:type="spellEnd"/>
            <w:r w:rsidRPr="000F3B0A">
              <w:t xml:space="preserve"> in the metropolitan area were responded to within 15 minutes (SA Police 201</w:t>
            </w:r>
            <w:r>
              <w:t>5</w:t>
            </w:r>
            <w:r w:rsidRPr="000F3B0A">
              <w:t>).</w:t>
            </w:r>
          </w:p>
          <w:p w:rsidR="002716D6" w:rsidRPr="00634887" w:rsidRDefault="001B0E74" w:rsidP="003C33AD">
            <w:pPr>
              <w:pStyle w:val="Box"/>
            </w:pPr>
            <w:r w:rsidRPr="001B0E74">
              <w:t>In 2014</w:t>
            </w:r>
            <w:r w:rsidR="00C1027F">
              <w:noBreakHyphen/>
            </w:r>
            <w:r w:rsidRPr="001B0E74">
              <w:t>15, WA Police changed its response time performance indicators to the percentage of priority 1 and 2 incidents attended to within 12 minutes and the percentage of priority 3 incidents attended to within 60 minutes. The target for priority 1 and 2 incidents —</w:t>
            </w:r>
            <w:r w:rsidR="00C1027F">
              <w:t xml:space="preserve"> </w:t>
            </w:r>
            <w:r w:rsidRPr="001B0E74">
              <w:t>situations that require urgent attendance and include an imminent threat to life, serious offence or incident in progress — is 80 per cent within 12 minutes (69.5 per cent achieved). The target was not met largely due to an increase in the number of incidents graded as priority 2. The increase in priority 2 incidents was mostly attributable to internal allocation practices, but also to a general increase in calls requiring an urgent response.</w:t>
            </w:r>
            <w:r w:rsidR="00583894">
              <w:t xml:space="preserve"> </w:t>
            </w:r>
            <w:r w:rsidRPr="001B0E74">
              <w:t xml:space="preserve">The target for priority 3 incidents — </w:t>
            </w:r>
            <w:r w:rsidR="006C1915">
              <w:t>non</w:t>
            </w:r>
            <w:r w:rsidR="00C1027F">
              <w:noBreakHyphen/>
            </w:r>
            <w:r w:rsidR="006C1915">
              <w:t xml:space="preserve">volatile </w:t>
            </w:r>
            <w:r w:rsidRPr="001B0E74">
              <w:t xml:space="preserve">situations that require </w:t>
            </w:r>
            <w:r w:rsidR="000C1526">
              <w:t>immediate</w:t>
            </w:r>
            <w:r w:rsidRPr="001B0E74">
              <w:t xml:space="preserve"> attendance </w:t>
            </w:r>
            <w:r w:rsidR="006C1915">
              <w:t>such as</w:t>
            </w:r>
            <w:r w:rsidRPr="001B0E74">
              <w:t xml:space="preserve"> an offence in progress/suspect at scene or the preservation of evidence — is 80 per cent within 60 minutes (84.8 per cent achieved).</w:t>
            </w:r>
          </w:p>
          <w:p w:rsidR="001F47B7" w:rsidRPr="00380381" w:rsidRDefault="001F47B7" w:rsidP="003C33AD">
            <w:pPr>
              <w:pStyle w:val="Box"/>
            </w:pPr>
            <w:r w:rsidRPr="00380381">
              <w:t>ACT Police report</w:t>
            </w:r>
            <w:r>
              <w:t>s</w:t>
            </w:r>
            <w:r w:rsidRPr="00380381">
              <w:t xml:space="preserve"> response times for three incident categories. The target for Priority</w:t>
            </w:r>
            <w:r>
              <w:t> One </w:t>
            </w:r>
            <w:r w:rsidRPr="00380381">
              <w:t>incidents — life threatening or critical situations — is 75 per cent or more of responses within 8 minutes (</w:t>
            </w:r>
            <w:r>
              <w:t>81.0</w:t>
            </w:r>
            <w:r w:rsidRPr="00380381">
              <w:t xml:space="preserve"> per cent achieved) and 90 per cent or more within 12</w:t>
            </w:r>
            <w:r>
              <w:t> </w:t>
            </w:r>
            <w:r w:rsidRPr="00380381">
              <w:t>minutes (94.</w:t>
            </w:r>
            <w:r>
              <w:t>5 </w:t>
            </w:r>
            <w:r w:rsidRPr="00380381">
              <w:t xml:space="preserve">per cent achieved). The targets for Priority </w:t>
            </w:r>
            <w:r>
              <w:t>Two</w:t>
            </w:r>
            <w:r w:rsidRPr="00380381">
              <w:t xml:space="preserve"> </w:t>
            </w:r>
            <w:r>
              <w:t>i</w:t>
            </w:r>
            <w:r w:rsidRPr="00380381">
              <w:t xml:space="preserve">ncidents </w:t>
            </w:r>
            <w:r>
              <w:t xml:space="preserve">— situations where the information provided indicates that time is important but not critical — </w:t>
            </w:r>
            <w:r w:rsidRPr="00380381">
              <w:t>were 70</w:t>
            </w:r>
            <w:r>
              <w:t> </w:t>
            </w:r>
            <w:r w:rsidRPr="00380381">
              <w:t>per cent within 20</w:t>
            </w:r>
            <w:r>
              <w:t> </w:t>
            </w:r>
            <w:r w:rsidRPr="00380381">
              <w:t>minutes (9</w:t>
            </w:r>
            <w:r>
              <w:t>2.6</w:t>
            </w:r>
            <w:r w:rsidRPr="00380381">
              <w:t xml:space="preserve"> per cent achieved) and 95 per cent within 30 minutes (9</w:t>
            </w:r>
            <w:r>
              <w:t>7.1 </w:t>
            </w:r>
            <w:r w:rsidRPr="00380381">
              <w:t xml:space="preserve">per cent achieved). The target for Priority </w:t>
            </w:r>
            <w:r>
              <w:t>Three</w:t>
            </w:r>
            <w:r w:rsidRPr="00380381">
              <w:t xml:space="preserve"> incidents </w:t>
            </w:r>
            <w:r>
              <w:t xml:space="preserve">— situations where there is no immediate danger to safety or property but police attendance or response is needed no later than 48 hours from the initial contact by the complainant or a time agreed with the complainant — </w:t>
            </w:r>
            <w:r w:rsidRPr="00380381">
              <w:t>is 90</w:t>
            </w:r>
            <w:r w:rsidR="00766C27">
              <w:t> </w:t>
            </w:r>
            <w:r w:rsidRPr="00380381">
              <w:t>per</w:t>
            </w:r>
            <w:r w:rsidR="00766C27">
              <w:t> </w:t>
            </w:r>
            <w:r w:rsidRPr="00380381">
              <w:t>cent within 48 hours (99.</w:t>
            </w:r>
            <w:r w:rsidR="00B653AB">
              <w:t>7</w:t>
            </w:r>
            <w:r w:rsidRPr="00380381">
              <w:t xml:space="preserve"> per cent achieved) (ACT Police 201</w:t>
            </w:r>
            <w:r w:rsidR="00B653AB">
              <w:t>5</w:t>
            </w:r>
            <w:r w:rsidRPr="00380381">
              <w:t>).</w:t>
            </w:r>
          </w:p>
          <w:p w:rsidR="00634887" w:rsidRDefault="002716D6" w:rsidP="002716D6">
            <w:pPr>
              <w:pStyle w:val="Box"/>
            </w:pPr>
            <w:r>
              <w:t>Other jurisdictions do not report response times as part of their corporate reporting, and have advised they are unable to provide these data for this Report.</w:t>
            </w:r>
          </w:p>
        </w:tc>
      </w:tr>
      <w:tr w:rsidR="00634887" w:rsidTr="00E2094C">
        <w:trPr>
          <w:cantSplit/>
        </w:trPr>
        <w:tc>
          <w:tcPr>
            <w:tcW w:w="8771" w:type="dxa"/>
            <w:tcBorders>
              <w:top w:val="nil"/>
              <w:left w:val="nil"/>
              <w:bottom w:val="nil"/>
              <w:right w:val="nil"/>
            </w:tcBorders>
            <w:shd w:val="clear" w:color="auto" w:fill="F2F2F2"/>
          </w:tcPr>
          <w:p w:rsidR="00634887" w:rsidRDefault="00634887" w:rsidP="006C1915">
            <w:pPr>
              <w:pStyle w:val="BoxSource"/>
            </w:pPr>
            <w:r>
              <w:rPr>
                <w:i/>
              </w:rPr>
              <w:t>Source</w:t>
            </w:r>
            <w:r w:rsidRPr="00167F06">
              <w:t xml:space="preserve">: </w:t>
            </w:r>
            <w:r w:rsidR="006C1915">
              <w:t>State and Territory governments (unpublished)</w:t>
            </w:r>
            <w:r w:rsidR="00C1027F">
              <w:t>.</w:t>
            </w:r>
          </w:p>
        </w:tc>
      </w:tr>
      <w:tr w:rsidR="00634887" w:rsidTr="00E2094C">
        <w:trPr>
          <w:cantSplit/>
        </w:trPr>
        <w:tc>
          <w:tcPr>
            <w:tcW w:w="8771" w:type="dxa"/>
            <w:tcBorders>
              <w:top w:val="nil"/>
              <w:left w:val="nil"/>
              <w:bottom w:val="single" w:sz="6" w:space="0" w:color="78A22F"/>
              <w:right w:val="nil"/>
            </w:tcBorders>
            <w:shd w:val="clear" w:color="auto" w:fill="F2F2F2"/>
          </w:tcPr>
          <w:p w:rsidR="00634887" w:rsidRDefault="00634887">
            <w:pPr>
              <w:pStyle w:val="Box"/>
              <w:spacing w:before="0" w:line="120" w:lineRule="exact"/>
            </w:pPr>
          </w:p>
        </w:tc>
      </w:tr>
      <w:tr w:rsidR="00634887" w:rsidRPr="000863A5" w:rsidTr="00E2094C">
        <w:tc>
          <w:tcPr>
            <w:tcW w:w="8771" w:type="dxa"/>
            <w:tcBorders>
              <w:top w:val="single" w:sz="6" w:space="0" w:color="78A22F"/>
              <w:left w:val="nil"/>
              <w:bottom w:val="nil"/>
              <w:right w:val="nil"/>
            </w:tcBorders>
          </w:tcPr>
          <w:p w:rsidR="00634887" w:rsidRPr="00626D32" w:rsidRDefault="00634887" w:rsidP="00E2094C">
            <w:pPr>
              <w:pStyle w:val="BoxSpaceBelow"/>
            </w:pPr>
          </w:p>
        </w:tc>
      </w:tr>
    </w:tbl>
    <w:p w:rsidR="00C753D8" w:rsidRDefault="00C753D8" w:rsidP="009D40FF">
      <w:pPr>
        <w:pStyle w:val="Heading2"/>
        <w:keepLines/>
      </w:pPr>
      <w:bookmarkStart w:id="8" w:name="_Toc432157739"/>
      <w:r>
        <w:lastRenderedPageBreak/>
        <w:t>6.2</w:t>
      </w:r>
      <w:r>
        <w:tab/>
        <w:t>Framework of performance indicators</w:t>
      </w:r>
      <w:bookmarkEnd w:id="8"/>
    </w:p>
    <w:p w:rsidR="00C753D8" w:rsidRDefault="00D60DBF" w:rsidP="00071DDF">
      <w:pPr>
        <w:pStyle w:val="BodyText"/>
      </w:pPr>
      <w:r w:rsidRPr="00D60DBF">
        <w:t xml:space="preserve">The framework of </w:t>
      </w:r>
      <w:r>
        <w:t>p</w:t>
      </w:r>
      <w:r w:rsidRPr="00D60DBF">
        <w:t xml:space="preserve">erformance indicators in this Report can be defined in terms of how well a service meets its objectives, given its operating environment. The Steering Committee has identified </w:t>
      </w:r>
      <w:r w:rsidR="00914CF6">
        <w:t>five</w:t>
      </w:r>
      <w:r w:rsidRPr="00D60DBF">
        <w:t xml:space="preserve"> objectives of police services for the purposes of this Report (box 6.2).</w:t>
      </w:r>
    </w:p>
    <w:p w:rsidR="002A3D6B" w:rsidRDefault="002A3D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3D6B" w:rsidTr="00593A09">
        <w:tc>
          <w:tcPr>
            <w:tcW w:w="8771" w:type="dxa"/>
            <w:tcBorders>
              <w:top w:val="single" w:sz="6" w:space="0" w:color="78A22F"/>
              <w:left w:val="nil"/>
              <w:bottom w:val="nil"/>
              <w:right w:val="nil"/>
            </w:tcBorders>
            <w:shd w:val="clear" w:color="auto" w:fill="F2F2F2"/>
          </w:tcPr>
          <w:p w:rsidR="002A3D6B" w:rsidRDefault="002A3D6B">
            <w:pPr>
              <w:pStyle w:val="BoxTitle"/>
            </w:pPr>
            <w:r>
              <w:rPr>
                <w:b w:val="0"/>
              </w:rPr>
              <w:t xml:space="preserve">Box </w:t>
            </w:r>
            <w:bookmarkStart w:id="9" w:name="OLE_LINK4"/>
            <w:r w:rsidR="000B0973">
              <w:rPr>
                <w:b w:val="0"/>
              </w:rPr>
              <w:t>6.</w:t>
            </w:r>
            <w:r w:rsidR="00740D20">
              <w:rPr>
                <w:b w:val="0"/>
                <w:noProof/>
              </w:rPr>
              <w:t>2</w:t>
            </w:r>
            <w:bookmarkEnd w:id="9"/>
            <w:r>
              <w:tab/>
              <w:t>Objectives for police services</w:t>
            </w:r>
          </w:p>
        </w:tc>
      </w:tr>
      <w:tr w:rsidR="002A3D6B" w:rsidTr="00593A09">
        <w:trPr>
          <w:cantSplit/>
        </w:trPr>
        <w:tc>
          <w:tcPr>
            <w:tcW w:w="8771" w:type="dxa"/>
            <w:tcBorders>
              <w:top w:val="nil"/>
              <w:left w:val="nil"/>
              <w:bottom w:val="nil"/>
              <w:right w:val="nil"/>
            </w:tcBorders>
            <w:shd w:val="clear" w:color="auto" w:fill="F2F2F2"/>
          </w:tcPr>
          <w:p w:rsidR="00D60DBF" w:rsidRDefault="00D60DBF" w:rsidP="00D60DBF">
            <w:pPr>
              <w:pStyle w:val="Box"/>
            </w:pPr>
            <w:r>
              <w:t>The key objectives for police services are:</w:t>
            </w:r>
          </w:p>
          <w:p w:rsidR="00D60DBF" w:rsidRDefault="00D60DBF" w:rsidP="000A4B08">
            <w:pPr>
              <w:pStyle w:val="BoxListBullet"/>
            </w:pPr>
            <w:r>
              <w:t xml:space="preserve">to allow people to undertake their lawful pursuits confidently and safely </w:t>
            </w:r>
          </w:p>
          <w:p w:rsidR="00D60DBF" w:rsidRDefault="00D60DBF" w:rsidP="000A4B08">
            <w:pPr>
              <w:pStyle w:val="BoxListBullet"/>
            </w:pPr>
            <w:r>
              <w:t xml:space="preserve">to bring to justice those people responsible for committing an offence </w:t>
            </w:r>
          </w:p>
          <w:p w:rsidR="00D60DBF" w:rsidRDefault="00D60DBF" w:rsidP="000A4B08">
            <w:pPr>
              <w:pStyle w:val="BoxListBullet"/>
            </w:pPr>
            <w:r>
              <w:t xml:space="preserve">to promote safer behaviour on roads </w:t>
            </w:r>
          </w:p>
          <w:p w:rsidR="00D60DBF" w:rsidRDefault="00D60DBF" w:rsidP="000A4B08">
            <w:pPr>
              <w:pStyle w:val="BoxListBullet"/>
            </w:pPr>
            <w:r>
              <w:t>to support the judicial process to achieve efficient and effective court case management and judicial processing, provide safe custody for alleged offenders, and ensure fair and equitable treatment of both victims and alleged offenders</w:t>
            </w:r>
          </w:p>
          <w:p w:rsidR="00A20456" w:rsidRDefault="00A20456" w:rsidP="000A4B08">
            <w:pPr>
              <w:pStyle w:val="BoxListBullet"/>
            </w:pPr>
            <w:r>
              <w:t>responding, co</w:t>
            </w:r>
            <w:r w:rsidR="00C1027F">
              <w:noBreakHyphen/>
            </w:r>
            <w:r>
              <w:t>ordinating or contributing to emergency management</w:t>
            </w:r>
            <w:r w:rsidR="007F0075">
              <w:t>.</w:t>
            </w:r>
          </w:p>
          <w:p w:rsidR="002A3D6B" w:rsidRDefault="002A3D6B" w:rsidP="000D78DA">
            <w:pPr>
              <w:pStyle w:val="Box"/>
            </w:pPr>
            <w:r>
              <w:t>These objectives are to be met through the provision of services in an equitable and efficient manner.</w:t>
            </w:r>
          </w:p>
        </w:tc>
      </w:tr>
      <w:tr w:rsidR="002A3D6B" w:rsidTr="002012A8">
        <w:trPr>
          <w:cantSplit/>
        </w:trPr>
        <w:tc>
          <w:tcPr>
            <w:tcW w:w="8771" w:type="dxa"/>
            <w:tcBorders>
              <w:top w:val="nil"/>
              <w:left w:val="nil"/>
              <w:bottom w:val="single" w:sz="6" w:space="0" w:color="78A22F"/>
              <w:right w:val="nil"/>
            </w:tcBorders>
            <w:shd w:val="clear" w:color="auto" w:fill="F2F2F2"/>
          </w:tcPr>
          <w:p w:rsidR="002A3D6B" w:rsidRDefault="002A3D6B">
            <w:pPr>
              <w:pStyle w:val="Box"/>
              <w:spacing w:before="0" w:line="120" w:lineRule="exact"/>
            </w:pPr>
          </w:p>
        </w:tc>
      </w:tr>
      <w:tr w:rsidR="002A3D6B" w:rsidRPr="000863A5" w:rsidTr="002012A8">
        <w:tc>
          <w:tcPr>
            <w:tcW w:w="8771" w:type="dxa"/>
            <w:tcBorders>
              <w:top w:val="single" w:sz="6" w:space="0" w:color="78A22F"/>
              <w:left w:val="nil"/>
              <w:bottom w:val="nil"/>
              <w:right w:val="nil"/>
            </w:tcBorders>
          </w:tcPr>
          <w:p w:rsidR="002A3D6B" w:rsidRPr="00626D32" w:rsidRDefault="002A3D6B" w:rsidP="002012A8">
            <w:pPr>
              <w:pStyle w:val="BoxSpaceBelow"/>
            </w:pPr>
          </w:p>
        </w:tc>
      </w:tr>
    </w:tbl>
    <w:p w:rsidR="00C753D8" w:rsidRDefault="00C753D8" w:rsidP="0054057B">
      <w:pPr>
        <w:pStyle w:val="BodyText"/>
      </w:pPr>
      <w:r>
        <w:t xml:space="preserve">The performance indicator framework provides information on equity, efficiency and effectiveness, and distinguishes the outputs and outcomes of police services (figure </w:t>
      </w:r>
      <w:r w:rsidR="004C6D86">
        <w:t>6.</w:t>
      </w:r>
      <w:r w:rsidR="00EB4E17">
        <w:t>2</w:t>
      </w:r>
      <w:r>
        <w:t xml:space="preserve">). </w:t>
      </w:r>
      <w:r w:rsidR="00D60DBF" w:rsidRPr="00D60DBF">
        <w:t xml:space="preserve">Where indicators relate to a subset of police activity (for example, community safety) this is identified under each indicator in text. </w:t>
      </w:r>
      <w:r>
        <w:t xml:space="preserve">The performance indicator framework shows which data are </w:t>
      </w:r>
      <w:r w:rsidR="00383171">
        <w:t xml:space="preserve">complete and </w:t>
      </w:r>
      <w:r>
        <w:t>comparable in the 201</w:t>
      </w:r>
      <w:r w:rsidR="00383171">
        <w:t>6</w:t>
      </w:r>
      <w:r w:rsidR="0077417D">
        <w:t> </w:t>
      </w:r>
      <w:r>
        <w:t xml:space="preserve">Report. </w:t>
      </w:r>
      <w:r w:rsidR="001C00B0" w:rsidRPr="001C00B0">
        <w:t xml:space="preserve">Chapter 1 discusses data comparability </w:t>
      </w:r>
      <w:r w:rsidR="00A92726">
        <w:t xml:space="preserve">and data completeness </w:t>
      </w:r>
      <w:r w:rsidR="001C00B0" w:rsidRPr="001C00B0">
        <w:t>from a Report</w:t>
      </w:r>
      <w:r w:rsidR="00C1027F">
        <w:noBreakHyphen/>
      </w:r>
      <w:r w:rsidR="001C00B0" w:rsidRPr="001C00B0">
        <w:t>wide perspective (section 1.6).</w:t>
      </w:r>
    </w:p>
    <w:p w:rsidR="005F1976" w:rsidRPr="00C9771F" w:rsidRDefault="00DA5A89" w:rsidP="005F1976">
      <w:pPr>
        <w:pStyle w:val="BodyText"/>
      </w:pPr>
      <w:r w:rsidRPr="00DA5A89">
        <w:t>Data quality information (</w:t>
      </w:r>
      <w:proofErr w:type="spellStart"/>
      <w:r w:rsidRPr="00DA5A89">
        <w:t>DQI</w:t>
      </w:r>
      <w:proofErr w:type="spellEnd"/>
      <w:r w:rsidRPr="00DA5A89">
        <w:t xml:space="preserve">) is being progressively introduced for all indicators in the Report. The purpose of </w:t>
      </w:r>
      <w:proofErr w:type="spellStart"/>
      <w:r w:rsidRPr="00DA5A89">
        <w:t>DQI</w:t>
      </w:r>
      <w:proofErr w:type="spellEnd"/>
      <w:r w:rsidRPr="00DA5A89">
        <w:t xml:space="preserve"> is to provide structured and consistent information about quality aspects of data used to report on performance indicators, in addition to material in the chapter or sector overview and attachment </w:t>
      </w:r>
      <w:r w:rsidRPr="00C9771F">
        <w:t xml:space="preserve">tables. </w:t>
      </w:r>
      <w:r w:rsidR="00A617A2">
        <w:t xml:space="preserve">All </w:t>
      </w:r>
      <w:proofErr w:type="spellStart"/>
      <w:r w:rsidR="00A617A2">
        <w:t>DQI</w:t>
      </w:r>
      <w:proofErr w:type="spellEnd"/>
      <w:r w:rsidR="00A617A2">
        <w:t xml:space="preserve"> for the 2016 Report can be found at </w:t>
      </w:r>
      <w:proofErr w:type="spellStart"/>
      <w:r w:rsidR="00A617A2">
        <w:t>www.pc.gov.au</w:t>
      </w:r>
      <w:proofErr w:type="spellEnd"/>
      <w:r w:rsidR="00A617A2">
        <w:t>/</w:t>
      </w:r>
      <w:proofErr w:type="spellStart"/>
      <w:r w:rsidR="00A617A2">
        <w:t>rogs</w:t>
      </w:r>
      <w:proofErr w:type="spellEnd"/>
      <w:r w:rsidR="00A617A2">
        <w:t>/2016</w:t>
      </w:r>
      <w:r w:rsidR="005F1976" w:rsidRPr="00C9771F">
        <w:t>.</w:t>
      </w:r>
    </w:p>
    <w:p w:rsidR="005F1976" w:rsidRDefault="005F1976" w:rsidP="005F197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F1976" w:rsidTr="0056354A">
        <w:tc>
          <w:tcPr>
            <w:tcW w:w="8771" w:type="dxa"/>
            <w:tcBorders>
              <w:top w:val="single" w:sz="6" w:space="0" w:color="78A22F"/>
              <w:left w:val="nil"/>
              <w:bottom w:val="nil"/>
              <w:right w:val="nil"/>
            </w:tcBorders>
            <w:shd w:val="clear" w:color="auto" w:fill="auto"/>
          </w:tcPr>
          <w:p w:rsidR="005F1976" w:rsidRPr="00176D3F" w:rsidRDefault="005F1976" w:rsidP="0056354A">
            <w:pPr>
              <w:pStyle w:val="FigureTitle"/>
            </w:pPr>
            <w:r w:rsidRPr="00784A05">
              <w:rPr>
                <w:b w:val="0"/>
              </w:rPr>
              <w:t xml:space="preserve">Figure </w:t>
            </w:r>
            <w:bookmarkStart w:id="10" w:name="OLE_LINK5"/>
            <w:r>
              <w:rPr>
                <w:b w:val="0"/>
              </w:rPr>
              <w:t>6.</w:t>
            </w:r>
            <w:r w:rsidR="00740D20">
              <w:rPr>
                <w:b w:val="0"/>
                <w:noProof/>
              </w:rPr>
              <w:t>2</w:t>
            </w:r>
            <w:bookmarkEnd w:id="10"/>
            <w:r>
              <w:tab/>
              <w:t>Police services performance indicator framework</w:t>
            </w:r>
          </w:p>
        </w:tc>
      </w:tr>
      <w:tr w:rsidR="005F1976" w:rsidTr="00EF5F72">
        <w:trPr>
          <w:trHeight w:val="8956"/>
        </w:trPr>
        <w:tc>
          <w:tcPr>
            <w:tcW w:w="8771" w:type="dxa"/>
            <w:tcBorders>
              <w:top w:val="nil"/>
              <w:left w:val="nil"/>
              <w:bottom w:val="nil"/>
              <w:right w:val="nil"/>
            </w:tcBorders>
            <w:shd w:val="clear" w:color="auto" w:fill="auto"/>
            <w:tcMar>
              <w:top w:w="28" w:type="dxa"/>
              <w:bottom w:w="28" w:type="dxa"/>
            </w:tcMar>
          </w:tcPr>
          <w:tbl>
            <w:tblPr>
              <w:tblW w:w="91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9104"/>
            </w:tblGrid>
            <w:tr w:rsidR="005F1976" w:rsidTr="00EF5F72">
              <w:trPr>
                <w:trHeight w:val="8864"/>
                <w:jc w:val="center"/>
              </w:trPr>
              <w:tc>
                <w:tcPr>
                  <w:tcW w:w="5000" w:type="pct"/>
                  <w:tcBorders>
                    <w:top w:val="nil"/>
                    <w:bottom w:val="nil"/>
                  </w:tcBorders>
                  <w:shd w:val="clear" w:color="auto" w:fill="auto"/>
                </w:tcPr>
                <w:p w:rsidR="005F1976" w:rsidRDefault="00EF5F72" w:rsidP="0056354A">
                  <w:pPr>
                    <w:pStyle w:val="Figure"/>
                    <w:spacing w:before="60" w:after="60"/>
                  </w:pPr>
                  <w:r w:rsidRPr="00BB01F0">
                    <w:rPr>
                      <w:noProof/>
                    </w:rPr>
                    <w:drawing>
                      <wp:inline distT="0" distB="0" distL="0" distR="0" wp14:anchorId="4F09235B" wp14:editId="2C9E2DE8">
                        <wp:extent cx="5605153" cy="5274815"/>
                        <wp:effectExtent l="0" t="0" r="0" b="2540"/>
                        <wp:docPr id="1" name="Picture 1" descr="Figure 6.2 Polic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0917" cy="5280240"/>
                                </a:xfrm>
                                <a:prstGeom prst="rect">
                                  <a:avLst/>
                                </a:prstGeom>
                                <a:noFill/>
                                <a:ln>
                                  <a:noFill/>
                                </a:ln>
                              </pic:spPr>
                            </pic:pic>
                          </a:graphicData>
                        </a:graphic>
                      </wp:inline>
                    </w:drawing>
                  </w:r>
                </w:p>
              </w:tc>
            </w:tr>
          </w:tbl>
          <w:p w:rsidR="005F1976" w:rsidRDefault="005F1976" w:rsidP="0056354A">
            <w:pPr>
              <w:pStyle w:val="Figure"/>
            </w:pPr>
          </w:p>
        </w:tc>
      </w:tr>
      <w:tr w:rsidR="005F1976" w:rsidTr="00EF5F72">
        <w:trPr>
          <w:trHeight w:val="95"/>
        </w:trPr>
        <w:tc>
          <w:tcPr>
            <w:tcW w:w="8771" w:type="dxa"/>
            <w:tcBorders>
              <w:top w:val="nil"/>
              <w:left w:val="nil"/>
              <w:bottom w:val="single" w:sz="6" w:space="0" w:color="78A22F"/>
              <w:right w:val="nil"/>
            </w:tcBorders>
            <w:shd w:val="clear" w:color="auto" w:fill="auto"/>
          </w:tcPr>
          <w:p w:rsidR="005F1976" w:rsidRDefault="005F1976" w:rsidP="0056354A">
            <w:pPr>
              <w:pStyle w:val="Figurespace"/>
            </w:pPr>
          </w:p>
        </w:tc>
      </w:tr>
      <w:tr w:rsidR="005F1976" w:rsidRPr="000863A5" w:rsidTr="0056354A">
        <w:tc>
          <w:tcPr>
            <w:tcW w:w="8771" w:type="dxa"/>
            <w:tcBorders>
              <w:top w:val="single" w:sz="6" w:space="0" w:color="78A22F"/>
              <w:left w:val="nil"/>
              <w:bottom w:val="nil"/>
              <w:right w:val="nil"/>
            </w:tcBorders>
          </w:tcPr>
          <w:p w:rsidR="005F1976" w:rsidRPr="00626D32" w:rsidRDefault="005F1976" w:rsidP="0056354A">
            <w:pPr>
              <w:pStyle w:val="BoxSpaceBelow"/>
            </w:pPr>
          </w:p>
        </w:tc>
      </w:tr>
    </w:tbl>
    <w:p w:rsidR="005F1976" w:rsidRDefault="005F1976" w:rsidP="005F1976">
      <w:pPr>
        <w:pStyle w:val="Heading2"/>
        <w:keepLines/>
      </w:pPr>
      <w:bookmarkStart w:id="11" w:name="_Toc432157740"/>
      <w:r>
        <w:t>6.3</w:t>
      </w:r>
      <w:r>
        <w:tab/>
      </w:r>
      <w:r w:rsidR="00F4160B">
        <w:t>Key performance indicator results</w:t>
      </w:r>
      <w:bookmarkEnd w:id="11"/>
    </w:p>
    <w:p w:rsidR="00C753D8" w:rsidRDefault="00C753D8" w:rsidP="007E01CA">
      <w:pPr>
        <w:pStyle w:val="Heading3"/>
      </w:pPr>
      <w:r>
        <w:t>Outputs</w:t>
      </w:r>
    </w:p>
    <w:p w:rsidR="00C753D8" w:rsidRDefault="00C753D8" w:rsidP="00C753D8">
      <w:pPr>
        <w:pStyle w:val="BodyText"/>
      </w:pPr>
      <w:r>
        <w:t xml:space="preserve">Outputs are the services delivered (while outcomes are the impact of these services on the status of an individual or group) (see chapter 1, section 1.5). </w:t>
      </w:r>
      <w:r w:rsidR="00F4160B">
        <w:t>Output information is also critical for equitable, efficient and effective management of government services.</w:t>
      </w:r>
    </w:p>
    <w:p w:rsidR="00C753D8" w:rsidRDefault="00C753D8" w:rsidP="00FC5080">
      <w:pPr>
        <w:pStyle w:val="Heading3"/>
      </w:pPr>
      <w:r>
        <w:lastRenderedPageBreak/>
        <w:t xml:space="preserve">Equity </w:t>
      </w:r>
    </w:p>
    <w:p w:rsidR="00C753D8" w:rsidRDefault="00C753D8" w:rsidP="003C33AD">
      <w:pPr>
        <w:pStyle w:val="BodyText"/>
      </w:pPr>
      <w:r>
        <w:t xml:space="preserve">This section focuses on the performance of police services in relation to </w:t>
      </w:r>
      <w:r w:rsidR="0001200D">
        <w:t>Aboriginal and Torres Strait Islander</w:t>
      </w:r>
      <w:r>
        <w:t xml:space="preserve"> </w:t>
      </w:r>
      <w:r w:rsidR="006B4C7B">
        <w:t>staffing and staffing by gender</w:t>
      </w:r>
      <w:r>
        <w:t xml:space="preserve">. </w:t>
      </w:r>
    </w:p>
    <w:p w:rsidR="00C753D8" w:rsidRDefault="0001200D" w:rsidP="007E01CA">
      <w:pPr>
        <w:pStyle w:val="Heading4"/>
      </w:pPr>
      <w:r>
        <w:t>Aboriginal and Torres Strait Islander</w:t>
      </w:r>
      <w:r w:rsidR="00C753D8">
        <w:t xml:space="preserve"> staffing</w:t>
      </w:r>
    </w:p>
    <w:p w:rsidR="00C753D8" w:rsidRDefault="00C753D8" w:rsidP="00C753D8">
      <w:pPr>
        <w:pStyle w:val="BodyText"/>
      </w:pPr>
      <w:r>
        <w:t>‘</w:t>
      </w:r>
      <w:r w:rsidR="0001200D">
        <w:t>Aboriginal and Torres Strait Islander</w:t>
      </w:r>
      <w:r>
        <w:t xml:space="preserve"> staffing’ is an indicator of governments’ objective that provision of services occurs in an equitable manner (box </w:t>
      </w:r>
      <w:r w:rsidR="00207803">
        <w:t>6.</w:t>
      </w:r>
      <w:r w:rsidR="00EB4E17">
        <w:t>3</w:t>
      </w:r>
      <w:r>
        <w:t xml:space="preserve">). </w:t>
      </w:r>
      <w:r w:rsidR="0001200D">
        <w:t>Aboriginal and Torres Strait Islander</w:t>
      </w:r>
      <w:r>
        <w:t xml:space="preserve"> people might feel more comfortable in ‘accessing’ police services when they are able to deal with </w:t>
      </w:r>
      <w:r w:rsidR="0001200D">
        <w:t>Aboriginal and Torres Strait Islander</w:t>
      </w:r>
      <w:r>
        <w:t xml:space="preserve"> police staff. However, many factors influence the willingness of </w:t>
      </w:r>
      <w:r w:rsidR="0001200D">
        <w:t>Aboriginal and Torres Strait Islander</w:t>
      </w:r>
      <w:r>
        <w:t xml:space="preserve"> people to access police services, including familiarity with procedures for dealing with police.</w:t>
      </w:r>
    </w:p>
    <w:p w:rsidR="00E97D28" w:rsidRDefault="00E97D2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97D28" w:rsidTr="00FB6B5C">
        <w:tc>
          <w:tcPr>
            <w:tcW w:w="8771" w:type="dxa"/>
            <w:tcBorders>
              <w:top w:val="single" w:sz="6" w:space="0" w:color="78A22F"/>
              <w:left w:val="nil"/>
              <w:bottom w:val="nil"/>
              <w:right w:val="nil"/>
            </w:tcBorders>
            <w:shd w:val="clear" w:color="auto" w:fill="F2F2F2"/>
          </w:tcPr>
          <w:p w:rsidR="00E97D28" w:rsidRDefault="00E97D28">
            <w:pPr>
              <w:pStyle w:val="BoxTitle"/>
            </w:pPr>
            <w:r>
              <w:rPr>
                <w:b w:val="0"/>
              </w:rPr>
              <w:t xml:space="preserve">Box </w:t>
            </w:r>
            <w:bookmarkStart w:id="12" w:name="OLE_LINK8"/>
            <w:r w:rsidR="000B0973">
              <w:rPr>
                <w:b w:val="0"/>
              </w:rPr>
              <w:t>6.</w:t>
            </w:r>
            <w:r w:rsidR="00740D20">
              <w:rPr>
                <w:b w:val="0"/>
                <w:noProof/>
              </w:rPr>
              <w:t>3</w:t>
            </w:r>
            <w:bookmarkEnd w:id="12"/>
            <w:r>
              <w:tab/>
            </w:r>
            <w:r w:rsidR="0001200D">
              <w:t>Aboriginal and Torres Strait Islander</w:t>
            </w:r>
            <w:r>
              <w:t xml:space="preserve"> staffing</w:t>
            </w:r>
          </w:p>
        </w:tc>
      </w:tr>
      <w:tr w:rsidR="00E97D28" w:rsidTr="00FB6B5C">
        <w:trPr>
          <w:cantSplit/>
        </w:trPr>
        <w:tc>
          <w:tcPr>
            <w:tcW w:w="8771" w:type="dxa"/>
            <w:tcBorders>
              <w:top w:val="nil"/>
              <w:left w:val="nil"/>
              <w:bottom w:val="nil"/>
              <w:right w:val="nil"/>
            </w:tcBorders>
            <w:shd w:val="clear" w:color="auto" w:fill="F2F2F2"/>
          </w:tcPr>
          <w:p w:rsidR="00E97D28" w:rsidRDefault="00E97D28" w:rsidP="00E97D28">
            <w:pPr>
              <w:pStyle w:val="Box"/>
            </w:pPr>
            <w:r>
              <w:t>‘</w:t>
            </w:r>
            <w:r w:rsidR="0001200D">
              <w:t>Aboriginal and Torres Strait Islander</w:t>
            </w:r>
            <w:r>
              <w:t xml:space="preserve"> staffing’ is defined as the proportion of police staff (operational plus non</w:t>
            </w:r>
            <w:r w:rsidR="00C1027F">
              <w:noBreakHyphen/>
            </w:r>
            <w:r>
              <w:t xml:space="preserve">operational) from </w:t>
            </w:r>
            <w:r w:rsidR="0001200D">
              <w:t>Aboriginal and Torres Strait Islander</w:t>
            </w:r>
            <w:r>
              <w:t xml:space="preserve"> backgrounds compared </w:t>
            </w:r>
            <w:r w:rsidR="00146557">
              <w:t xml:space="preserve">with </w:t>
            </w:r>
            <w:r>
              <w:t xml:space="preserve">the proportion of </w:t>
            </w:r>
            <w:r w:rsidR="0026538B">
              <w:t>the population</w:t>
            </w:r>
            <w:r>
              <w:t xml:space="preserve"> aged 20–64 years who are from </w:t>
            </w:r>
            <w:r w:rsidR="0001200D">
              <w:t>Aboriginal and Torres Strait Islander</w:t>
            </w:r>
            <w:r>
              <w:t xml:space="preserve"> backgrounds. </w:t>
            </w:r>
            <w:r w:rsidR="0026538B">
              <w:t>A</w:t>
            </w:r>
            <w:r>
              <w:t xml:space="preserve"> significantly larger proportion of the </w:t>
            </w:r>
            <w:r w:rsidR="0001200D">
              <w:t>Aboriginal and Torres Strait Islander</w:t>
            </w:r>
            <w:r>
              <w:t xml:space="preserve"> population falls within the younger non</w:t>
            </w:r>
            <w:r w:rsidR="00C1027F">
              <w:noBreakHyphen/>
            </w:r>
            <w:r>
              <w:t>working age groupings compared with the non</w:t>
            </w:r>
            <w:r w:rsidR="00C1027F">
              <w:noBreakHyphen/>
            </w:r>
            <w:r w:rsidR="00146557">
              <w:t>Indigenous</w:t>
            </w:r>
            <w:r>
              <w:t xml:space="preserve"> population. ABS population projections of people aged 20–64 years provide a proxy for the estimated working population.</w:t>
            </w:r>
          </w:p>
          <w:p w:rsidR="00E97D28" w:rsidRDefault="00E97D28" w:rsidP="00E97D28">
            <w:pPr>
              <w:pStyle w:val="Box"/>
            </w:pPr>
            <w:r>
              <w:t xml:space="preserve">A proportion of police staff from </w:t>
            </w:r>
            <w:r w:rsidR="0001200D">
              <w:t>Aboriginal and Torres Strait Islander</w:t>
            </w:r>
            <w:r>
              <w:t xml:space="preserve"> backgrounds </w:t>
            </w:r>
            <w:r w:rsidR="0026538B">
              <w:t xml:space="preserve">aged 20–64 years that is </w:t>
            </w:r>
            <w:r>
              <w:t xml:space="preserve">closer to the proportion of people aged 20–64 years who are from </w:t>
            </w:r>
            <w:r w:rsidR="0001200D">
              <w:t>Aboriginal and Torres Strait Islander</w:t>
            </w:r>
            <w:r>
              <w:t xml:space="preserve"> backgrounds represents a more equitable outcome.</w:t>
            </w:r>
          </w:p>
          <w:p w:rsidR="00E97D28" w:rsidRDefault="00E97D28" w:rsidP="00E97D28">
            <w:pPr>
              <w:pStyle w:val="Box"/>
            </w:pPr>
            <w:r>
              <w:t xml:space="preserve">The process of identifying </w:t>
            </w:r>
            <w:r w:rsidR="0001200D">
              <w:t>Aboriginal and Torres Strait Islander</w:t>
            </w:r>
            <w:r>
              <w:t xml:space="preserve"> staff members generally relies on self</w:t>
            </w:r>
            <w:r w:rsidR="00C1027F">
              <w:noBreakHyphen/>
            </w:r>
            <w:r>
              <w:t xml:space="preserve">identification. Where </w:t>
            </w:r>
            <w:r w:rsidR="0001200D">
              <w:t>Aboriginal and Torres Strait Islander</w:t>
            </w:r>
            <w:r>
              <w:t xml:space="preserve"> people are asked to identify themselves, the accuracy of the data will partly depend on how they perceive the advantages (or disadvantages) of identification and whether these perceptions change over time. </w:t>
            </w:r>
          </w:p>
          <w:p w:rsidR="00E97D28" w:rsidRDefault="00E97D28" w:rsidP="00E97D28">
            <w:pPr>
              <w:pStyle w:val="Box"/>
            </w:pPr>
            <w:r>
              <w:t>Data reported for this measure are:</w:t>
            </w:r>
          </w:p>
          <w:p w:rsidR="00E97D28" w:rsidRDefault="00E93BEC" w:rsidP="00E97D28">
            <w:pPr>
              <w:pStyle w:val="BoxListBullet"/>
            </w:pPr>
            <w:r>
              <w:t xml:space="preserve">not </w:t>
            </w:r>
            <w:r w:rsidR="00E97D28">
              <w:t xml:space="preserve">comparable across jurisdictions </w:t>
            </w:r>
            <w:r>
              <w:t xml:space="preserve">or </w:t>
            </w:r>
            <w:r w:rsidR="00E97D28">
              <w:t>over time</w:t>
            </w:r>
          </w:p>
          <w:p w:rsidR="00E97D28" w:rsidRDefault="00E97D28" w:rsidP="00E97D28">
            <w:pPr>
              <w:pStyle w:val="BoxListBullet"/>
            </w:pPr>
            <w:r>
              <w:t>complete for the current reporting period (subject to caveats). All required 201</w:t>
            </w:r>
            <w:r w:rsidR="009478AA">
              <w:t>4</w:t>
            </w:r>
            <w:r w:rsidR="00C1027F">
              <w:noBreakHyphen/>
            </w:r>
            <w:r>
              <w:t>1</w:t>
            </w:r>
            <w:r w:rsidR="009478AA">
              <w:t>5</w:t>
            </w:r>
            <w:r>
              <w:t xml:space="preserve"> data are available for all jurisdictions.</w:t>
            </w:r>
          </w:p>
          <w:p w:rsidR="00E97D28" w:rsidRDefault="00E97D28" w:rsidP="00E97D28">
            <w:pPr>
              <w:pStyle w:val="Box"/>
            </w:pPr>
            <w:r>
              <w:t>Data quality information for this indicator is under development.</w:t>
            </w:r>
          </w:p>
        </w:tc>
      </w:tr>
      <w:tr w:rsidR="00E97D28" w:rsidTr="00FB6B5C">
        <w:trPr>
          <w:cantSplit/>
        </w:trPr>
        <w:tc>
          <w:tcPr>
            <w:tcW w:w="8771" w:type="dxa"/>
            <w:tcBorders>
              <w:top w:val="nil"/>
              <w:left w:val="nil"/>
              <w:bottom w:val="single" w:sz="6" w:space="0" w:color="78A22F"/>
              <w:right w:val="nil"/>
            </w:tcBorders>
            <w:shd w:val="clear" w:color="auto" w:fill="F2F2F2"/>
          </w:tcPr>
          <w:p w:rsidR="00E97D28" w:rsidRDefault="00E97D28">
            <w:pPr>
              <w:pStyle w:val="Box"/>
              <w:spacing w:before="0" w:line="120" w:lineRule="exact"/>
            </w:pPr>
          </w:p>
        </w:tc>
      </w:tr>
      <w:tr w:rsidR="00E97D28" w:rsidRPr="000863A5" w:rsidTr="00FB6B5C">
        <w:tc>
          <w:tcPr>
            <w:tcW w:w="8771" w:type="dxa"/>
            <w:tcBorders>
              <w:top w:val="single" w:sz="6" w:space="0" w:color="78A22F"/>
              <w:left w:val="nil"/>
              <w:bottom w:val="nil"/>
              <w:right w:val="nil"/>
            </w:tcBorders>
          </w:tcPr>
          <w:p w:rsidR="00E97D28" w:rsidRPr="00626D32" w:rsidRDefault="00E97D28" w:rsidP="00FB6B5C">
            <w:pPr>
              <w:pStyle w:val="BoxSpaceBelow"/>
            </w:pPr>
          </w:p>
        </w:tc>
      </w:tr>
    </w:tbl>
    <w:p w:rsidR="00C753D8" w:rsidRDefault="00C753D8" w:rsidP="00DF382D">
      <w:pPr>
        <w:pStyle w:val="BodyText"/>
      </w:pPr>
      <w:r w:rsidRPr="00DF382D">
        <w:t xml:space="preserve">The proportion of </w:t>
      </w:r>
      <w:r w:rsidR="0001200D" w:rsidRPr="00DF382D">
        <w:t>Aboriginal and Torres Strait Islander</w:t>
      </w:r>
      <w:r w:rsidRPr="00DF382D">
        <w:t xml:space="preserve"> police staff in 201</w:t>
      </w:r>
      <w:r w:rsidR="009478AA" w:rsidRPr="00DF382D">
        <w:t>4</w:t>
      </w:r>
      <w:r w:rsidR="00C1027F">
        <w:noBreakHyphen/>
      </w:r>
      <w:r w:rsidR="00A249F4" w:rsidRPr="00DF382D">
        <w:t>1</w:t>
      </w:r>
      <w:r w:rsidR="009478AA" w:rsidRPr="00DF382D">
        <w:t>5</w:t>
      </w:r>
      <w:r w:rsidRPr="00DF382D">
        <w:t xml:space="preserve"> was </w:t>
      </w:r>
      <w:r w:rsidR="0068111E" w:rsidRPr="00DF382D">
        <w:t>below</w:t>
      </w:r>
      <w:r w:rsidRPr="00DF382D">
        <w:t xml:space="preserve"> the representation of </w:t>
      </w:r>
      <w:r w:rsidR="0001200D" w:rsidRPr="00DF382D">
        <w:t>Aboriginal and Torres Strait Islander</w:t>
      </w:r>
      <w:r w:rsidRPr="00DF382D">
        <w:t xml:space="preserve"> people in the population aged 20–64 years for all jurisdictions except </w:t>
      </w:r>
      <w:r w:rsidR="0068111E" w:rsidRPr="00DF382D">
        <w:t xml:space="preserve">NSW </w:t>
      </w:r>
      <w:r w:rsidRPr="007534E1">
        <w:t>(figu</w:t>
      </w:r>
      <w:r>
        <w:t xml:space="preserve">re </w:t>
      </w:r>
      <w:r w:rsidR="00703231">
        <w:t>6.</w:t>
      </w:r>
      <w:r w:rsidR="00EB4E17">
        <w:t>3</w:t>
      </w:r>
      <w:r>
        <w:t>).</w:t>
      </w:r>
    </w:p>
    <w:p w:rsidR="00FC5080" w:rsidRDefault="00FC5080" w:rsidP="00FC5080">
      <w:pPr>
        <w:pStyle w:val="BodyText"/>
      </w:pPr>
      <w:r>
        <w:t xml:space="preserve">Time series data for Aboriginal and Torres Strait Islander police staffing are reported in tables </w:t>
      </w:r>
      <w:proofErr w:type="spellStart"/>
      <w:r>
        <w:t>6A.1</w:t>
      </w:r>
      <w:proofErr w:type="spellEnd"/>
      <w:r>
        <w:t xml:space="preserve">–8 and </w:t>
      </w:r>
      <w:proofErr w:type="spellStart"/>
      <w:r>
        <w:t>6A</w:t>
      </w:r>
      <w:r w:rsidRPr="00F91791">
        <w:t>.17</w:t>
      </w:r>
      <w:proofErr w:type="spellEnd"/>
      <w:r>
        <w:t>.</w:t>
      </w:r>
    </w:p>
    <w:p w:rsidR="00766C27" w:rsidRDefault="00766C27" w:rsidP="00766C2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66C27" w:rsidTr="00766C27">
        <w:tc>
          <w:tcPr>
            <w:tcW w:w="8771" w:type="dxa"/>
            <w:tcBorders>
              <w:top w:val="single" w:sz="6" w:space="0" w:color="78A22F"/>
              <w:left w:val="nil"/>
              <w:bottom w:val="nil"/>
              <w:right w:val="nil"/>
            </w:tcBorders>
            <w:shd w:val="clear" w:color="auto" w:fill="auto"/>
          </w:tcPr>
          <w:p w:rsidR="00766C27" w:rsidRPr="00176D3F" w:rsidRDefault="00766C27" w:rsidP="00533C0B">
            <w:pPr>
              <w:pStyle w:val="FigureTitle"/>
            </w:pPr>
            <w:r w:rsidRPr="00784A05">
              <w:rPr>
                <w:b w:val="0"/>
              </w:rPr>
              <w:t xml:space="preserve">Figure </w:t>
            </w:r>
            <w:r>
              <w:rPr>
                <w:b w:val="0"/>
              </w:rPr>
              <w:t>6.</w:t>
            </w:r>
            <w:r w:rsidR="00740D20">
              <w:rPr>
                <w:b w:val="0"/>
                <w:noProof/>
              </w:rPr>
              <w:t>3</w:t>
            </w:r>
            <w:r>
              <w:tab/>
              <w:t>Proportions of Aboriginal and Torres Strait Islander staff in 2014</w:t>
            </w:r>
            <w:r w:rsidR="00C1027F">
              <w:noBreakHyphen/>
            </w:r>
            <w:r>
              <w:t>15 and Aboriginal and Torres Strait Islander people aged 20–64 years</w:t>
            </w:r>
            <w:r w:rsidRPr="00734EBD">
              <w:rPr>
                <w:rStyle w:val="NoteLabel"/>
                <w:b/>
              </w:rPr>
              <w:t>a</w:t>
            </w:r>
          </w:p>
        </w:tc>
      </w:tr>
      <w:tr w:rsidR="00766C27" w:rsidTr="00766C2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66C27" w:rsidTr="00766C27">
              <w:trPr>
                <w:jc w:val="center"/>
              </w:trPr>
              <w:tc>
                <w:tcPr>
                  <w:tcW w:w="5000" w:type="pct"/>
                  <w:tcBorders>
                    <w:top w:val="nil"/>
                    <w:bottom w:val="nil"/>
                  </w:tcBorders>
                </w:tcPr>
                <w:p w:rsidR="00766C27" w:rsidRDefault="00842F0F" w:rsidP="00766C27">
                  <w:pPr>
                    <w:pStyle w:val="Figure"/>
                    <w:spacing w:before="60" w:after="60"/>
                  </w:pPr>
                  <w:r>
                    <w:rPr>
                      <w:noProof/>
                    </w:rPr>
                    <w:drawing>
                      <wp:inline distT="0" distB="0" distL="0" distR="0">
                        <wp:extent cx="5391150" cy="2683510"/>
                        <wp:effectExtent l="0" t="0" r="0" b="2540"/>
                        <wp:docPr id="3" name="Picture 3" descr="Figure 6.3 Proportions of Aboriginal and Torres Strait Islander staff in 2014 15 and Aboriginal and Torres Strait Islander people aged 20–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766C27" w:rsidRDefault="00766C27" w:rsidP="00766C27">
            <w:pPr>
              <w:pStyle w:val="Figure"/>
            </w:pPr>
          </w:p>
        </w:tc>
      </w:tr>
      <w:tr w:rsidR="00766C27" w:rsidRPr="00176D3F" w:rsidTr="00766C27">
        <w:tc>
          <w:tcPr>
            <w:tcW w:w="8771" w:type="dxa"/>
            <w:tcBorders>
              <w:top w:val="nil"/>
              <w:left w:val="nil"/>
              <w:bottom w:val="nil"/>
              <w:right w:val="nil"/>
            </w:tcBorders>
            <w:shd w:val="clear" w:color="auto" w:fill="auto"/>
          </w:tcPr>
          <w:p w:rsidR="00766C27" w:rsidRPr="00176D3F" w:rsidRDefault="00766C27" w:rsidP="00766C27">
            <w:pPr>
              <w:pStyle w:val="Note"/>
            </w:pPr>
            <w:r>
              <w:rPr>
                <w:rStyle w:val="NoteLabel"/>
              </w:rPr>
              <w:t>a</w:t>
            </w:r>
            <w:r>
              <w:t xml:space="preserve"> See box 6.3</w:t>
            </w:r>
            <w:r w:rsidRPr="00C602B2">
              <w:t xml:space="preserve"> and table </w:t>
            </w:r>
            <w:proofErr w:type="spellStart"/>
            <w:r w:rsidRPr="00C602B2">
              <w:t>6A.17</w:t>
            </w:r>
            <w:proofErr w:type="spellEnd"/>
            <w:r w:rsidRPr="00C602B2">
              <w:t xml:space="preserve"> for detailed definitions, footnotes and caveats</w:t>
            </w:r>
            <w:r>
              <w:t>.</w:t>
            </w:r>
          </w:p>
        </w:tc>
      </w:tr>
      <w:tr w:rsidR="00766C27" w:rsidRPr="00176D3F" w:rsidTr="00766C27">
        <w:tc>
          <w:tcPr>
            <w:tcW w:w="8771" w:type="dxa"/>
            <w:tcBorders>
              <w:top w:val="nil"/>
              <w:left w:val="nil"/>
              <w:bottom w:val="nil"/>
              <w:right w:val="nil"/>
            </w:tcBorders>
            <w:shd w:val="clear" w:color="auto" w:fill="auto"/>
          </w:tcPr>
          <w:p w:rsidR="00766C27" w:rsidRPr="00176D3F" w:rsidRDefault="00766C27" w:rsidP="00766C27">
            <w:pPr>
              <w:pStyle w:val="Source"/>
            </w:pPr>
            <w:r w:rsidRPr="00B154C8">
              <w:rPr>
                <w:i/>
              </w:rPr>
              <w:t>Source</w:t>
            </w:r>
            <w:r w:rsidRPr="00B154C8">
              <w:t xml:space="preserve">: ABS (2014) </w:t>
            </w:r>
            <w:r w:rsidRPr="00B154C8">
              <w:rPr>
                <w:i/>
              </w:rPr>
              <w:t>Experimental Estimates and Projections, Aboriginal and Torres Strait Islander population aged 20–64 years</w:t>
            </w:r>
            <w:r w:rsidRPr="00B154C8">
              <w:t xml:space="preserve">, Cat. no. 3238.0 (Series B); State and Territory governments (unpublished); table </w:t>
            </w:r>
            <w:proofErr w:type="spellStart"/>
            <w:r w:rsidRPr="00B154C8">
              <w:t>6A.17</w:t>
            </w:r>
            <w:proofErr w:type="spellEnd"/>
            <w:r w:rsidRPr="00B154C8">
              <w:t>.</w:t>
            </w:r>
          </w:p>
        </w:tc>
      </w:tr>
      <w:tr w:rsidR="00766C27" w:rsidTr="00766C27">
        <w:tc>
          <w:tcPr>
            <w:tcW w:w="8771" w:type="dxa"/>
            <w:tcBorders>
              <w:top w:val="nil"/>
              <w:left w:val="nil"/>
              <w:bottom w:val="single" w:sz="6" w:space="0" w:color="78A22F"/>
              <w:right w:val="nil"/>
            </w:tcBorders>
            <w:shd w:val="clear" w:color="auto" w:fill="auto"/>
          </w:tcPr>
          <w:p w:rsidR="00766C27" w:rsidRDefault="00766C27" w:rsidP="00766C27">
            <w:pPr>
              <w:pStyle w:val="Figurespace"/>
            </w:pPr>
          </w:p>
        </w:tc>
      </w:tr>
      <w:tr w:rsidR="00766C27" w:rsidRPr="000863A5" w:rsidTr="00766C27">
        <w:tc>
          <w:tcPr>
            <w:tcW w:w="8771" w:type="dxa"/>
            <w:tcBorders>
              <w:top w:val="single" w:sz="6" w:space="0" w:color="78A22F"/>
              <w:left w:val="nil"/>
              <w:bottom w:val="nil"/>
              <w:right w:val="nil"/>
            </w:tcBorders>
          </w:tcPr>
          <w:p w:rsidR="00766C27" w:rsidRPr="00626D32" w:rsidRDefault="00766C27" w:rsidP="00766C27">
            <w:pPr>
              <w:pStyle w:val="BoxSpaceBelow"/>
            </w:pPr>
          </w:p>
        </w:tc>
      </w:tr>
    </w:tbl>
    <w:p w:rsidR="00C753D8" w:rsidRDefault="00C753D8" w:rsidP="00DF382D">
      <w:pPr>
        <w:pStyle w:val="Heading4"/>
      </w:pPr>
      <w:r>
        <w:t>Staffing by gender</w:t>
      </w:r>
    </w:p>
    <w:p w:rsidR="00C753D8" w:rsidRDefault="00C753D8" w:rsidP="00C753D8">
      <w:pPr>
        <w:pStyle w:val="BodyText"/>
      </w:pPr>
      <w:r>
        <w:t xml:space="preserve">‘Staffing by gender’ is an indicator of governments’ objective to provide police services in an equitable manner (box </w:t>
      </w:r>
      <w:r w:rsidR="00082655">
        <w:t>6.</w:t>
      </w:r>
      <w:r w:rsidR="00EB4E17">
        <w:t>4</w:t>
      </w:r>
      <w:r>
        <w:t xml:space="preserve">). Women might feel more comfortable in ‘accessing’ police services in particular situations, such as in relation to sexual assault, when they are able to deal with female police staff. </w:t>
      </w:r>
    </w:p>
    <w:p w:rsidR="004119C5" w:rsidRDefault="004119C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19C5" w:rsidTr="00593A09">
        <w:tc>
          <w:tcPr>
            <w:tcW w:w="8771" w:type="dxa"/>
            <w:tcBorders>
              <w:top w:val="single" w:sz="6" w:space="0" w:color="78A22F"/>
              <w:left w:val="nil"/>
              <w:bottom w:val="nil"/>
              <w:right w:val="nil"/>
            </w:tcBorders>
            <w:shd w:val="clear" w:color="auto" w:fill="F2F2F2"/>
          </w:tcPr>
          <w:p w:rsidR="004119C5" w:rsidRDefault="004119C5">
            <w:pPr>
              <w:pStyle w:val="BoxTitle"/>
            </w:pPr>
            <w:r>
              <w:rPr>
                <w:b w:val="0"/>
              </w:rPr>
              <w:t xml:space="preserve">Box </w:t>
            </w:r>
            <w:bookmarkStart w:id="13" w:name="OLE_LINK10"/>
            <w:r w:rsidR="000B0973">
              <w:rPr>
                <w:b w:val="0"/>
              </w:rPr>
              <w:t>6.</w:t>
            </w:r>
            <w:r w:rsidR="00740D20">
              <w:rPr>
                <w:b w:val="0"/>
                <w:noProof/>
              </w:rPr>
              <w:t>4</w:t>
            </w:r>
            <w:bookmarkEnd w:id="13"/>
            <w:r>
              <w:tab/>
              <w:t>Staffing by gender</w:t>
            </w:r>
          </w:p>
        </w:tc>
      </w:tr>
      <w:tr w:rsidR="004119C5" w:rsidTr="00593A09">
        <w:trPr>
          <w:cantSplit/>
        </w:trPr>
        <w:tc>
          <w:tcPr>
            <w:tcW w:w="8771" w:type="dxa"/>
            <w:tcBorders>
              <w:top w:val="nil"/>
              <w:left w:val="nil"/>
              <w:bottom w:val="nil"/>
              <w:right w:val="nil"/>
            </w:tcBorders>
            <w:shd w:val="clear" w:color="auto" w:fill="F2F2F2"/>
          </w:tcPr>
          <w:p w:rsidR="004119C5" w:rsidRDefault="004119C5" w:rsidP="004119C5">
            <w:pPr>
              <w:pStyle w:val="Box"/>
            </w:pPr>
            <w:r>
              <w:t>‘Police staffing by gender’ is defined as the number of female police staff (sworn and unsworn) divided by the total number of police staff.</w:t>
            </w:r>
          </w:p>
          <w:p w:rsidR="004119C5" w:rsidRDefault="00C46C39" w:rsidP="003C33AD">
            <w:pPr>
              <w:pStyle w:val="Box"/>
            </w:pPr>
            <w:r w:rsidRPr="00C46C39">
              <w:t>A higher proportion of female police staff is generally more equitable</w:t>
            </w:r>
            <w:r w:rsidR="004119C5">
              <w:t>.</w:t>
            </w:r>
          </w:p>
          <w:p w:rsidR="004119C5" w:rsidRDefault="004119C5" w:rsidP="004119C5">
            <w:pPr>
              <w:pStyle w:val="Box"/>
            </w:pPr>
            <w:r>
              <w:t>Data reported for this measure are:</w:t>
            </w:r>
          </w:p>
          <w:p w:rsidR="004119C5" w:rsidRDefault="004119C5" w:rsidP="004119C5">
            <w:pPr>
              <w:pStyle w:val="BoxListBullet"/>
            </w:pPr>
            <w:r>
              <w:t>comparable (subject to caveats) across jurisdictions and over time</w:t>
            </w:r>
          </w:p>
          <w:p w:rsidR="004119C5" w:rsidRDefault="004119C5" w:rsidP="004119C5">
            <w:pPr>
              <w:pStyle w:val="BoxListBullet"/>
            </w:pPr>
            <w:r>
              <w:t>complete for the current reporting period (subject to caveats). All required 201</w:t>
            </w:r>
            <w:r w:rsidR="009478AA">
              <w:t>4</w:t>
            </w:r>
            <w:r w:rsidR="00C1027F">
              <w:noBreakHyphen/>
            </w:r>
            <w:r>
              <w:t>1</w:t>
            </w:r>
            <w:r w:rsidR="009478AA">
              <w:t>5</w:t>
            </w:r>
            <w:r>
              <w:t xml:space="preserve"> data are available for all jurisdictions.</w:t>
            </w:r>
          </w:p>
          <w:p w:rsidR="004119C5" w:rsidRDefault="004119C5" w:rsidP="004119C5">
            <w:pPr>
              <w:pStyle w:val="Box"/>
            </w:pPr>
            <w:r>
              <w:t>Data quality information for this indicator is under development.</w:t>
            </w:r>
          </w:p>
        </w:tc>
      </w:tr>
      <w:tr w:rsidR="004119C5" w:rsidTr="00FB6B5C">
        <w:trPr>
          <w:cantSplit/>
        </w:trPr>
        <w:tc>
          <w:tcPr>
            <w:tcW w:w="8771" w:type="dxa"/>
            <w:tcBorders>
              <w:top w:val="nil"/>
              <w:left w:val="nil"/>
              <w:bottom w:val="single" w:sz="6" w:space="0" w:color="78A22F"/>
              <w:right w:val="nil"/>
            </w:tcBorders>
            <w:shd w:val="clear" w:color="auto" w:fill="F2F2F2"/>
          </w:tcPr>
          <w:p w:rsidR="004119C5" w:rsidRDefault="004119C5">
            <w:pPr>
              <w:pStyle w:val="Box"/>
              <w:spacing w:before="0" w:line="120" w:lineRule="exact"/>
            </w:pPr>
          </w:p>
        </w:tc>
      </w:tr>
      <w:tr w:rsidR="004119C5" w:rsidRPr="000863A5" w:rsidTr="00FB6B5C">
        <w:tc>
          <w:tcPr>
            <w:tcW w:w="8771" w:type="dxa"/>
            <w:tcBorders>
              <w:top w:val="single" w:sz="6" w:space="0" w:color="78A22F"/>
              <w:left w:val="nil"/>
              <w:bottom w:val="nil"/>
              <w:right w:val="nil"/>
            </w:tcBorders>
          </w:tcPr>
          <w:p w:rsidR="004119C5" w:rsidRPr="00626D32" w:rsidRDefault="004119C5" w:rsidP="00FB6B5C">
            <w:pPr>
              <w:pStyle w:val="BoxSpaceBelow"/>
            </w:pPr>
          </w:p>
        </w:tc>
      </w:tr>
    </w:tbl>
    <w:p w:rsidR="00C753D8" w:rsidRPr="00FF47D4" w:rsidRDefault="00C753D8" w:rsidP="00C753D8">
      <w:pPr>
        <w:pStyle w:val="BodyText"/>
        <w:rPr>
          <w:rStyle w:val="DraftingNote"/>
          <w:color w:val="auto"/>
        </w:rPr>
      </w:pPr>
      <w:r w:rsidRPr="00057FFB">
        <w:lastRenderedPageBreak/>
        <w:t>Nationally</w:t>
      </w:r>
      <w:r w:rsidRPr="00F91791">
        <w:t>, 32.</w:t>
      </w:r>
      <w:r w:rsidR="00F91791" w:rsidRPr="00F91791">
        <w:t>1</w:t>
      </w:r>
      <w:r w:rsidRPr="00F91791">
        <w:t xml:space="preserve"> per cent of police staff were female in 201</w:t>
      </w:r>
      <w:r w:rsidR="009478AA" w:rsidRPr="00F91791">
        <w:t>4</w:t>
      </w:r>
      <w:r w:rsidR="00C1027F">
        <w:noBreakHyphen/>
      </w:r>
      <w:r w:rsidRPr="00F91791">
        <w:t>1</w:t>
      </w:r>
      <w:r w:rsidR="009478AA" w:rsidRPr="00F91791">
        <w:t>5</w:t>
      </w:r>
      <w:r w:rsidRPr="00F91791">
        <w:t>. The proportion of female police staff was relatively unchanged for most jurisdictions over the period 20</w:t>
      </w:r>
      <w:r w:rsidR="00A40A44">
        <w:t>10</w:t>
      </w:r>
      <w:r w:rsidR="00C1027F">
        <w:noBreakHyphen/>
      </w:r>
      <w:r w:rsidR="00A40A44">
        <w:t>11</w:t>
      </w:r>
      <w:r w:rsidRPr="00F91791">
        <w:t xml:space="preserve"> to </w:t>
      </w:r>
      <w:r w:rsidRPr="00057FFB">
        <w:t>201</w:t>
      </w:r>
      <w:r w:rsidR="009478AA">
        <w:t>4</w:t>
      </w:r>
      <w:r w:rsidR="00C1027F">
        <w:noBreakHyphen/>
      </w:r>
      <w:r w:rsidRPr="00057FFB">
        <w:t>1</w:t>
      </w:r>
      <w:r w:rsidR="009478AA">
        <w:t>5</w:t>
      </w:r>
      <w:r w:rsidR="00385C18">
        <w:t xml:space="preserve"> </w:t>
      </w:r>
      <w:r w:rsidR="00385C18" w:rsidRPr="00057FFB">
        <w:t xml:space="preserve">(figure </w:t>
      </w:r>
      <w:r w:rsidR="00385C18">
        <w:t>6.</w:t>
      </w:r>
      <w:r w:rsidR="00EB4E17">
        <w:t>4</w:t>
      </w:r>
      <w:r w:rsidR="00385C18" w:rsidRPr="00FF47D4">
        <w:t>)</w:t>
      </w:r>
      <w:r w:rsidRPr="00FF47D4">
        <w:t>.</w:t>
      </w:r>
    </w:p>
    <w:p w:rsidR="004119C5" w:rsidRDefault="004119C5"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19C5" w:rsidTr="00FB6B5C">
        <w:tc>
          <w:tcPr>
            <w:tcW w:w="8771" w:type="dxa"/>
            <w:tcBorders>
              <w:top w:val="single" w:sz="6" w:space="0" w:color="78A22F"/>
              <w:left w:val="nil"/>
              <w:bottom w:val="nil"/>
              <w:right w:val="nil"/>
            </w:tcBorders>
            <w:shd w:val="clear" w:color="auto" w:fill="auto"/>
          </w:tcPr>
          <w:p w:rsidR="004119C5" w:rsidRPr="00176D3F" w:rsidRDefault="004119C5" w:rsidP="00385C18">
            <w:pPr>
              <w:pStyle w:val="FigureTitle"/>
            </w:pPr>
            <w:r w:rsidRPr="00784A05">
              <w:rPr>
                <w:b w:val="0"/>
              </w:rPr>
              <w:t xml:space="preserve">Figure </w:t>
            </w:r>
            <w:bookmarkStart w:id="14" w:name="OLE_LINK11"/>
            <w:r w:rsidR="000B0973">
              <w:rPr>
                <w:b w:val="0"/>
              </w:rPr>
              <w:t>6.</w:t>
            </w:r>
            <w:r w:rsidR="00740D20">
              <w:rPr>
                <w:b w:val="0"/>
                <w:noProof/>
              </w:rPr>
              <w:t>4</w:t>
            </w:r>
            <w:bookmarkEnd w:id="14"/>
            <w:r>
              <w:tab/>
              <w:t>Female police staff as a proportion of all staff</w:t>
            </w:r>
            <w:r w:rsidRPr="00D13D56">
              <w:rPr>
                <w:rStyle w:val="NoteLabel"/>
                <w:b/>
              </w:rPr>
              <w:t>a</w:t>
            </w:r>
          </w:p>
        </w:tc>
      </w:tr>
      <w:tr w:rsidR="004119C5"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right w:val="single" w:sz="4" w:space="0" w:color="auto"/>
              </w:tblBorders>
              <w:tblLayout w:type="fixed"/>
              <w:tblCellMar>
                <w:top w:w="28" w:type="dxa"/>
              </w:tblCellMar>
              <w:tblLook w:val="0000" w:firstRow="0" w:lastRow="0" w:firstColumn="0" w:lastColumn="0" w:noHBand="0" w:noVBand="0"/>
            </w:tblPr>
            <w:tblGrid>
              <w:gridCol w:w="8731"/>
            </w:tblGrid>
            <w:tr w:rsidR="004119C5" w:rsidTr="00D27608">
              <w:trPr>
                <w:trHeight w:val="4139"/>
                <w:jc w:val="center"/>
              </w:trPr>
              <w:tc>
                <w:tcPr>
                  <w:tcW w:w="8731" w:type="dxa"/>
                  <w:tcBorders>
                    <w:right w:val="nil"/>
                  </w:tcBorders>
                </w:tcPr>
                <w:p w:rsidR="004119C5" w:rsidRDefault="00842F0F" w:rsidP="00FB6B5C">
                  <w:pPr>
                    <w:pStyle w:val="Figure"/>
                    <w:spacing w:before="60" w:after="60"/>
                  </w:pPr>
                  <w:r>
                    <w:rPr>
                      <w:noProof/>
                    </w:rPr>
                    <w:drawing>
                      <wp:inline distT="0" distB="0" distL="0" distR="0">
                        <wp:extent cx="5391150" cy="2683510"/>
                        <wp:effectExtent l="0" t="0" r="0" b="2540"/>
                        <wp:docPr id="4" name="Picture 4" descr="Figure 6.4 Female police staff as a proportion of all staff&#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4119C5" w:rsidRDefault="004119C5" w:rsidP="00FB6B5C">
            <w:pPr>
              <w:pStyle w:val="Figure"/>
            </w:pPr>
          </w:p>
        </w:tc>
      </w:tr>
      <w:tr w:rsidR="004119C5" w:rsidRPr="00176D3F" w:rsidTr="00FB6B5C">
        <w:tc>
          <w:tcPr>
            <w:tcW w:w="8771" w:type="dxa"/>
            <w:tcBorders>
              <w:top w:val="nil"/>
              <w:left w:val="nil"/>
              <w:bottom w:val="nil"/>
              <w:right w:val="nil"/>
            </w:tcBorders>
            <w:shd w:val="clear" w:color="auto" w:fill="auto"/>
          </w:tcPr>
          <w:p w:rsidR="004119C5" w:rsidRPr="00176D3F" w:rsidRDefault="004119C5" w:rsidP="00EB4E17">
            <w:pPr>
              <w:pStyle w:val="Note"/>
            </w:pPr>
            <w:r>
              <w:rPr>
                <w:rStyle w:val="NoteLabel"/>
              </w:rPr>
              <w:t>a</w:t>
            </w:r>
            <w:r>
              <w:t xml:space="preserve"> </w:t>
            </w:r>
            <w:r w:rsidR="00090ED8">
              <w:t>See box 6.</w:t>
            </w:r>
            <w:r w:rsidR="00EB4E17">
              <w:t>4</w:t>
            </w:r>
            <w:r w:rsidR="00090ED8" w:rsidRPr="00C602B2">
              <w:t xml:space="preserve"> and table </w:t>
            </w:r>
            <w:proofErr w:type="spellStart"/>
            <w:r w:rsidR="00090ED8" w:rsidRPr="00C602B2">
              <w:t>6A.1</w:t>
            </w:r>
            <w:r w:rsidR="00090ED8">
              <w:t>8</w:t>
            </w:r>
            <w:proofErr w:type="spellEnd"/>
            <w:r w:rsidR="00090ED8" w:rsidRPr="00C602B2">
              <w:t xml:space="preserve"> for detailed definitions, footnotes and caveats</w:t>
            </w:r>
            <w:r w:rsidR="00090ED8">
              <w:t>.</w:t>
            </w:r>
          </w:p>
        </w:tc>
      </w:tr>
      <w:tr w:rsidR="004119C5" w:rsidRPr="00176D3F" w:rsidTr="00FB6B5C">
        <w:tc>
          <w:tcPr>
            <w:tcW w:w="8771" w:type="dxa"/>
            <w:tcBorders>
              <w:top w:val="nil"/>
              <w:left w:val="nil"/>
              <w:bottom w:val="nil"/>
              <w:right w:val="nil"/>
            </w:tcBorders>
            <w:shd w:val="clear" w:color="auto" w:fill="auto"/>
          </w:tcPr>
          <w:p w:rsidR="004119C5" w:rsidRPr="00176D3F" w:rsidRDefault="004119C5" w:rsidP="00FB6B5C">
            <w:pPr>
              <w:pStyle w:val="Source"/>
            </w:pPr>
            <w:r w:rsidRPr="004119C5">
              <w:rPr>
                <w:i/>
              </w:rPr>
              <w:t>Source</w:t>
            </w:r>
            <w:r>
              <w:t xml:space="preserve">: State and Territory governments (unpublished); table </w:t>
            </w:r>
            <w:proofErr w:type="spellStart"/>
            <w:r>
              <w:t>6A.18</w:t>
            </w:r>
            <w:proofErr w:type="spellEnd"/>
            <w:r>
              <w:t>.</w:t>
            </w:r>
          </w:p>
        </w:tc>
      </w:tr>
      <w:tr w:rsidR="004119C5" w:rsidTr="00FB6B5C">
        <w:tc>
          <w:tcPr>
            <w:tcW w:w="8771" w:type="dxa"/>
            <w:tcBorders>
              <w:top w:val="nil"/>
              <w:left w:val="nil"/>
              <w:bottom w:val="single" w:sz="6" w:space="0" w:color="78A22F"/>
              <w:right w:val="nil"/>
            </w:tcBorders>
            <w:shd w:val="clear" w:color="auto" w:fill="auto"/>
          </w:tcPr>
          <w:p w:rsidR="004119C5" w:rsidRDefault="004119C5" w:rsidP="00FB6B5C">
            <w:pPr>
              <w:pStyle w:val="Figurespace"/>
            </w:pPr>
          </w:p>
        </w:tc>
      </w:tr>
      <w:tr w:rsidR="004119C5" w:rsidRPr="000863A5" w:rsidTr="00FB6B5C">
        <w:tc>
          <w:tcPr>
            <w:tcW w:w="8771" w:type="dxa"/>
            <w:tcBorders>
              <w:top w:val="single" w:sz="6" w:space="0" w:color="78A22F"/>
              <w:left w:val="nil"/>
              <w:bottom w:val="nil"/>
              <w:right w:val="nil"/>
            </w:tcBorders>
          </w:tcPr>
          <w:p w:rsidR="004119C5" w:rsidRPr="00626D32" w:rsidRDefault="004119C5" w:rsidP="00FB6B5C">
            <w:pPr>
              <w:pStyle w:val="BoxSpaceBelow"/>
            </w:pPr>
          </w:p>
        </w:tc>
      </w:tr>
    </w:tbl>
    <w:p w:rsidR="00C753D8" w:rsidRDefault="00C753D8" w:rsidP="00FC5080">
      <w:pPr>
        <w:pStyle w:val="Heading3"/>
      </w:pPr>
      <w:r>
        <w:t>Effectiveness</w:t>
      </w:r>
    </w:p>
    <w:p w:rsidR="00C753D8" w:rsidRDefault="00C753D8" w:rsidP="00FC5080">
      <w:pPr>
        <w:pStyle w:val="Heading4"/>
      </w:pPr>
      <w:r>
        <w:t>Complaints</w:t>
      </w:r>
    </w:p>
    <w:p w:rsidR="00C753D8" w:rsidRDefault="00C753D8" w:rsidP="00D27608">
      <w:pPr>
        <w:pStyle w:val="BodyText"/>
      </w:pPr>
      <w:r>
        <w:t xml:space="preserve">‘Complaints’ is an indicator of governments’ objective to provide police services in an effective manner (box </w:t>
      </w:r>
      <w:r w:rsidR="002E5250">
        <w:t>6.</w:t>
      </w:r>
      <w:r w:rsidR="00EB4E17">
        <w:t>5</w:t>
      </w:r>
      <w:r>
        <w:t xml:space="preserve">). Police services across Australia encourage and foster a code of customer service that provides for openness and accountability. Complaints made against police reflect a range of issues relating to service delivery. Complaints of a more serious nature are overseen by relevant external review bodies, such as the </w:t>
      </w:r>
      <w:r w:rsidR="00146F7E">
        <w:t>O</w:t>
      </w:r>
      <w:r>
        <w:t xml:space="preserve">mbudsman, the </w:t>
      </w:r>
      <w:r w:rsidR="00146F7E">
        <w:t>D</w:t>
      </w:r>
      <w:r>
        <w:t xml:space="preserve">irector of </w:t>
      </w:r>
      <w:r w:rsidR="00146F7E">
        <w:t>P</w:t>
      </w:r>
      <w:r>
        <w:t xml:space="preserve">ublic </w:t>
      </w:r>
      <w:r w:rsidR="00146F7E">
        <w:t>P</w:t>
      </w:r>
      <w:r>
        <w:t>rosecutions or integrity entities in each jurisdiction.</w:t>
      </w:r>
    </w:p>
    <w:p w:rsidR="004119C5" w:rsidRDefault="004119C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19C5" w:rsidTr="00593A09">
        <w:tc>
          <w:tcPr>
            <w:tcW w:w="8771" w:type="dxa"/>
            <w:tcBorders>
              <w:top w:val="single" w:sz="6" w:space="0" w:color="78A22F"/>
              <w:left w:val="nil"/>
              <w:bottom w:val="nil"/>
              <w:right w:val="nil"/>
            </w:tcBorders>
            <w:shd w:val="clear" w:color="auto" w:fill="F2F2F2"/>
          </w:tcPr>
          <w:p w:rsidR="004119C5" w:rsidRDefault="004119C5">
            <w:pPr>
              <w:pStyle w:val="BoxTitle"/>
            </w:pPr>
            <w:r>
              <w:rPr>
                <w:b w:val="0"/>
              </w:rPr>
              <w:t xml:space="preserve">Box </w:t>
            </w:r>
            <w:bookmarkStart w:id="15" w:name="OLE_LINK12"/>
            <w:r w:rsidR="002E5250">
              <w:rPr>
                <w:b w:val="0"/>
              </w:rPr>
              <w:t>6.</w:t>
            </w:r>
            <w:r w:rsidR="00740D20">
              <w:rPr>
                <w:b w:val="0"/>
                <w:noProof/>
              </w:rPr>
              <w:t>5</w:t>
            </w:r>
            <w:bookmarkEnd w:id="15"/>
            <w:r>
              <w:tab/>
              <w:t>Complaints</w:t>
            </w:r>
          </w:p>
        </w:tc>
      </w:tr>
      <w:tr w:rsidR="004119C5" w:rsidTr="00593A09">
        <w:trPr>
          <w:cantSplit/>
        </w:trPr>
        <w:tc>
          <w:tcPr>
            <w:tcW w:w="8771" w:type="dxa"/>
            <w:tcBorders>
              <w:top w:val="nil"/>
              <w:left w:val="nil"/>
              <w:bottom w:val="nil"/>
              <w:right w:val="nil"/>
            </w:tcBorders>
            <w:shd w:val="clear" w:color="auto" w:fill="F2F2F2"/>
          </w:tcPr>
          <w:p w:rsidR="004119C5" w:rsidRDefault="00167D72" w:rsidP="004119C5">
            <w:pPr>
              <w:pStyle w:val="Box"/>
            </w:pPr>
            <w:r>
              <w:t xml:space="preserve">The indicator </w:t>
            </w:r>
            <w:r w:rsidR="004119C5">
              <w:t>‘Complaints’ is defined as the number of complaints made by members of the public against police per 100</w:t>
            </w:r>
            <w:r w:rsidR="00C1027F">
              <w:t> </w:t>
            </w:r>
            <w:r w:rsidR="004119C5">
              <w:t xml:space="preserve">000 people in the total population. </w:t>
            </w:r>
          </w:p>
          <w:p w:rsidR="004119C5" w:rsidRDefault="004119C5" w:rsidP="00D27608">
            <w:pPr>
              <w:pStyle w:val="Box"/>
            </w:pPr>
            <w:r>
              <w:t xml:space="preserve">A high or increasing number of complaints does not necessarily indicate a lack of confidence in police. Rather, it can indicate greater confidence in complaints resolution. It is desirable to monitor changes in the reported rate of complaints to identify reasons for such changes and use this information to improve the manner in which police services are delivered. Because complaints mechanisms differ </w:t>
            </w:r>
            <w:r w:rsidR="000A5D79">
              <w:t>across</w:t>
            </w:r>
            <w:r>
              <w:t xml:space="preserve"> jurisdictions, data should be used only to view trends over time within jurisdictions. Therefore, the trend in complaints is presented in index form, comparing values over time to a base period or year allocated a value of 100. For complaints, the base value is calculated using a three year average for the period </w:t>
            </w:r>
            <w:r w:rsidRPr="006033A6">
              <w:t>2007</w:t>
            </w:r>
            <w:r w:rsidR="00C1027F">
              <w:noBreakHyphen/>
            </w:r>
            <w:r w:rsidRPr="006033A6">
              <w:t>08 to 2009</w:t>
            </w:r>
            <w:r w:rsidR="00C1027F">
              <w:noBreakHyphen/>
            </w:r>
            <w:r w:rsidRPr="006033A6">
              <w:t>10</w:t>
            </w:r>
            <w:r>
              <w:t xml:space="preserve">. </w:t>
            </w:r>
          </w:p>
          <w:p w:rsidR="004119C5" w:rsidRDefault="004119C5" w:rsidP="004119C5">
            <w:pPr>
              <w:pStyle w:val="Box"/>
            </w:pPr>
            <w:r>
              <w:t>Rates of complaints against police are influenced by factors such as familiarity with, eff</w:t>
            </w:r>
            <w:r w:rsidR="000A5D79">
              <w:t>ectiveness of and confidence in</w:t>
            </w:r>
            <w:r>
              <w:t xml:space="preserve"> complaint handling procedures, as well as the definition of ‘complaint’ applicable to a particular jurisdiction.</w:t>
            </w:r>
          </w:p>
          <w:p w:rsidR="004119C5" w:rsidRDefault="004119C5" w:rsidP="004119C5">
            <w:pPr>
              <w:pStyle w:val="Box"/>
            </w:pPr>
            <w:r>
              <w:t>Data reported for this measure are:</w:t>
            </w:r>
          </w:p>
          <w:p w:rsidR="004119C5" w:rsidRDefault="004119C5" w:rsidP="004119C5">
            <w:pPr>
              <w:pStyle w:val="BoxListBullet"/>
            </w:pPr>
            <w:r>
              <w:t xml:space="preserve">comparable over time </w:t>
            </w:r>
            <w:r w:rsidR="009438E2">
              <w:t xml:space="preserve">within jurisdictions </w:t>
            </w:r>
            <w:r>
              <w:t>(subject to caveats) but are not comparable across jurisdictions because definitions of what constitutes a ‘complaint against poli</w:t>
            </w:r>
            <w:r w:rsidR="00167D72">
              <w:t>ce’ differ across jurisdictions</w:t>
            </w:r>
          </w:p>
          <w:p w:rsidR="004119C5" w:rsidRDefault="004119C5" w:rsidP="004119C5">
            <w:pPr>
              <w:pStyle w:val="BoxListBullet"/>
            </w:pPr>
            <w:r>
              <w:t>complete for the current reporting period (subject to caveats). All required 201</w:t>
            </w:r>
            <w:r w:rsidR="009478AA">
              <w:t>4</w:t>
            </w:r>
            <w:r w:rsidR="00C1027F">
              <w:noBreakHyphen/>
            </w:r>
            <w:r>
              <w:t>1</w:t>
            </w:r>
            <w:r w:rsidR="009478AA">
              <w:t>5</w:t>
            </w:r>
            <w:r>
              <w:t xml:space="preserve"> data are available for all jurisdictions.</w:t>
            </w:r>
          </w:p>
          <w:p w:rsidR="004119C5" w:rsidRDefault="004119C5" w:rsidP="004119C5">
            <w:pPr>
              <w:pStyle w:val="Box"/>
            </w:pPr>
            <w:r>
              <w:t>Data quality information for this indicator is under development.</w:t>
            </w:r>
          </w:p>
        </w:tc>
      </w:tr>
      <w:tr w:rsidR="004119C5" w:rsidTr="00FB6B5C">
        <w:trPr>
          <w:cantSplit/>
        </w:trPr>
        <w:tc>
          <w:tcPr>
            <w:tcW w:w="8771" w:type="dxa"/>
            <w:tcBorders>
              <w:top w:val="nil"/>
              <w:left w:val="nil"/>
              <w:bottom w:val="single" w:sz="6" w:space="0" w:color="78A22F"/>
              <w:right w:val="nil"/>
            </w:tcBorders>
            <w:shd w:val="clear" w:color="auto" w:fill="F2F2F2"/>
          </w:tcPr>
          <w:p w:rsidR="004119C5" w:rsidRDefault="004119C5">
            <w:pPr>
              <w:pStyle w:val="Box"/>
              <w:spacing w:before="0" w:line="120" w:lineRule="exact"/>
            </w:pPr>
          </w:p>
        </w:tc>
      </w:tr>
      <w:tr w:rsidR="004119C5" w:rsidRPr="000863A5" w:rsidTr="00FB6B5C">
        <w:tc>
          <w:tcPr>
            <w:tcW w:w="8771" w:type="dxa"/>
            <w:tcBorders>
              <w:top w:val="single" w:sz="6" w:space="0" w:color="78A22F"/>
              <w:left w:val="nil"/>
              <w:bottom w:val="nil"/>
              <w:right w:val="nil"/>
            </w:tcBorders>
          </w:tcPr>
          <w:p w:rsidR="004119C5" w:rsidRPr="00626D32" w:rsidRDefault="004119C5" w:rsidP="00FB6B5C">
            <w:pPr>
              <w:pStyle w:val="BoxSpaceBelow"/>
            </w:pPr>
          </w:p>
        </w:tc>
      </w:tr>
    </w:tbl>
    <w:p w:rsidR="007100F2" w:rsidRDefault="00C753D8" w:rsidP="00A042FD">
      <w:pPr>
        <w:pStyle w:val="BodyText"/>
      </w:pPr>
      <w:r>
        <w:t xml:space="preserve">Complaints data are presented as an index in figure </w:t>
      </w:r>
      <w:r w:rsidR="00082655">
        <w:t>6.</w:t>
      </w:r>
      <w:r w:rsidR="00EB4E17">
        <w:t>5</w:t>
      </w:r>
      <w:r w:rsidR="00082655">
        <w:t xml:space="preserve"> </w:t>
      </w:r>
      <w:r>
        <w:t xml:space="preserve">to provide a picture of trends over time for each jurisdiction. Table </w:t>
      </w:r>
      <w:proofErr w:type="spellStart"/>
      <w:r>
        <w:t>6A</w:t>
      </w:r>
      <w:r w:rsidRPr="006033A6">
        <w:t>.16</w:t>
      </w:r>
      <w:proofErr w:type="spellEnd"/>
      <w:r w:rsidRPr="006033A6">
        <w:t xml:space="preserve"> reports </w:t>
      </w:r>
      <w:r>
        <w:t>numbers per 100 000 people.</w:t>
      </w:r>
      <w:r w:rsidR="00A042FD">
        <w:br/>
      </w:r>
    </w:p>
    <w:tbl>
      <w:tblPr>
        <w:tblW w:w="8767"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67"/>
      </w:tblGrid>
      <w:tr w:rsidR="007100F2" w:rsidTr="00D268CE">
        <w:tc>
          <w:tcPr>
            <w:tcW w:w="8767" w:type="dxa"/>
            <w:tcBorders>
              <w:top w:val="single" w:sz="6" w:space="0" w:color="78A22F"/>
              <w:left w:val="nil"/>
              <w:bottom w:val="nil"/>
              <w:right w:val="nil"/>
            </w:tcBorders>
            <w:shd w:val="clear" w:color="auto" w:fill="auto"/>
          </w:tcPr>
          <w:p w:rsidR="007100F2" w:rsidRPr="00176D3F" w:rsidRDefault="007100F2" w:rsidP="00B24DC1">
            <w:pPr>
              <w:pStyle w:val="FigureTitle"/>
            </w:pPr>
            <w:r w:rsidRPr="00784A05">
              <w:rPr>
                <w:b w:val="0"/>
              </w:rPr>
              <w:t xml:space="preserve">Figure </w:t>
            </w:r>
            <w:bookmarkStart w:id="16" w:name="OLE_LINK13"/>
            <w:r w:rsidR="000B0973">
              <w:rPr>
                <w:b w:val="0"/>
              </w:rPr>
              <w:t>6.</w:t>
            </w:r>
            <w:r w:rsidR="00740D20">
              <w:rPr>
                <w:b w:val="0"/>
                <w:noProof/>
              </w:rPr>
              <w:t>5</w:t>
            </w:r>
            <w:bookmarkEnd w:id="16"/>
            <w:r>
              <w:tab/>
              <w:t>Trends in complaints</w:t>
            </w:r>
            <w:r w:rsidRPr="00734EBD">
              <w:rPr>
                <w:rStyle w:val="NoteLabel"/>
                <w:b/>
              </w:rPr>
              <w:t>a</w:t>
            </w:r>
          </w:p>
        </w:tc>
      </w:tr>
      <w:tr w:rsidR="007100F2" w:rsidTr="00A042FD">
        <w:trPr>
          <w:trHeight w:val="4049"/>
        </w:trPr>
        <w:tc>
          <w:tcPr>
            <w:tcW w:w="8767" w:type="dxa"/>
            <w:tcBorders>
              <w:top w:val="nil"/>
              <w:left w:val="nil"/>
              <w:bottom w:val="nil"/>
              <w:right w:val="nil"/>
            </w:tcBorders>
            <w:shd w:val="clear" w:color="auto" w:fill="auto"/>
            <w:tcMar>
              <w:top w:w="28" w:type="dxa"/>
              <w:bottom w:w="28" w:type="dxa"/>
            </w:tcMar>
          </w:tcPr>
          <w:tbl>
            <w:tblPr>
              <w:tblW w:w="898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984"/>
            </w:tblGrid>
            <w:tr w:rsidR="007100F2" w:rsidTr="00A042FD">
              <w:trPr>
                <w:trHeight w:val="3738"/>
                <w:jc w:val="center"/>
              </w:trPr>
              <w:tc>
                <w:tcPr>
                  <w:tcW w:w="8984" w:type="dxa"/>
                  <w:tcBorders>
                    <w:top w:val="nil"/>
                    <w:bottom w:val="nil"/>
                  </w:tcBorders>
                </w:tcPr>
                <w:p w:rsidR="007100F2" w:rsidRDefault="00842F0F" w:rsidP="00D8361A">
                  <w:pPr>
                    <w:pStyle w:val="Figure"/>
                    <w:spacing w:before="60" w:after="60"/>
                  </w:pPr>
                  <w:r>
                    <w:rPr>
                      <w:noProof/>
                    </w:rPr>
                    <w:drawing>
                      <wp:inline distT="0" distB="0" distL="0" distR="0">
                        <wp:extent cx="5201285" cy="2446020"/>
                        <wp:effectExtent l="0" t="0" r="0" b="0"/>
                        <wp:docPr id="5" name="Picture 5" descr="Figure 6.5 Trends in complain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01285" cy="2446020"/>
                                </a:xfrm>
                                <a:prstGeom prst="rect">
                                  <a:avLst/>
                                </a:prstGeom>
                                <a:noFill/>
                                <a:ln>
                                  <a:noFill/>
                                </a:ln>
                              </pic:spPr>
                            </pic:pic>
                          </a:graphicData>
                        </a:graphic>
                      </wp:inline>
                    </w:drawing>
                  </w:r>
                </w:p>
              </w:tc>
            </w:tr>
          </w:tbl>
          <w:p w:rsidR="007100F2" w:rsidRDefault="007100F2" w:rsidP="00FB6B5C">
            <w:pPr>
              <w:pStyle w:val="Figure"/>
            </w:pPr>
          </w:p>
        </w:tc>
      </w:tr>
      <w:tr w:rsidR="007100F2" w:rsidRPr="00176D3F" w:rsidTr="00D268CE">
        <w:tc>
          <w:tcPr>
            <w:tcW w:w="8767" w:type="dxa"/>
            <w:tcBorders>
              <w:top w:val="nil"/>
              <w:left w:val="nil"/>
              <w:bottom w:val="nil"/>
              <w:right w:val="nil"/>
            </w:tcBorders>
            <w:shd w:val="clear" w:color="auto" w:fill="auto"/>
          </w:tcPr>
          <w:p w:rsidR="007100F2" w:rsidRPr="0054057B" w:rsidRDefault="00B24DC1" w:rsidP="00B24DC1">
            <w:pPr>
              <w:pStyle w:val="Note"/>
              <w:rPr>
                <w:rStyle w:val="DraftingNote"/>
                <w:color w:val="auto"/>
              </w:rPr>
            </w:pPr>
            <w:r>
              <w:rPr>
                <w:rStyle w:val="NoteLabel"/>
              </w:rPr>
              <w:t>a</w:t>
            </w:r>
            <w:r w:rsidR="00EB4E17">
              <w:t xml:space="preserve"> See box 6.5</w:t>
            </w:r>
            <w:r w:rsidRPr="00C602B2">
              <w:t xml:space="preserve"> and table </w:t>
            </w:r>
            <w:proofErr w:type="spellStart"/>
            <w:r w:rsidRPr="00C602B2">
              <w:t>6A.1</w:t>
            </w:r>
            <w:r>
              <w:t>6</w:t>
            </w:r>
            <w:proofErr w:type="spellEnd"/>
            <w:r w:rsidRPr="00C602B2">
              <w:t xml:space="preserve"> for detailed definitions, footnotes and caveats</w:t>
            </w:r>
            <w:r>
              <w:t>.</w:t>
            </w:r>
          </w:p>
        </w:tc>
      </w:tr>
      <w:tr w:rsidR="007100F2" w:rsidRPr="00176D3F" w:rsidTr="00D268CE">
        <w:tc>
          <w:tcPr>
            <w:tcW w:w="8767" w:type="dxa"/>
            <w:tcBorders>
              <w:top w:val="nil"/>
              <w:left w:val="nil"/>
              <w:bottom w:val="nil"/>
              <w:right w:val="nil"/>
            </w:tcBorders>
            <w:shd w:val="clear" w:color="auto" w:fill="auto"/>
          </w:tcPr>
          <w:p w:rsidR="007100F2" w:rsidRPr="0054057B" w:rsidRDefault="007100F2" w:rsidP="00FB6B5C">
            <w:pPr>
              <w:pStyle w:val="Source"/>
            </w:pPr>
            <w:r w:rsidRPr="0054057B">
              <w:rPr>
                <w:i/>
              </w:rPr>
              <w:t>Source</w:t>
            </w:r>
            <w:r w:rsidRPr="0054057B">
              <w:t xml:space="preserve">: State and Territory governments (unpublished); table </w:t>
            </w:r>
            <w:proofErr w:type="spellStart"/>
            <w:r w:rsidRPr="006033A6">
              <w:t>6A.16</w:t>
            </w:r>
            <w:proofErr w:type="spellEnd"/>
            <w:r w:rsidRPr="006033A6">
              <w:t>.</w:t>
            </w:r>
          </w:p>
        </w:tc>
      </w:tr>
      <w:tr w:rsidR="007100F2" w:rsidTr="00D268CE">
        <w:tc>
          <w:tcPr>
            <w:tcW w:w="8767" w:type="dxa"/>
            <w:tcBorders>
              <w:top w:val="nil"/>
              <w:left w:val="nil"/>
              <w:bottom w:val="single" w:sz="6" w:space="0" w:color="78A22F"/>
              <w:right w:val="nil"/>
            </w:tcBorders>
            <w:shd w:val="clear" w:color="auto" w:fill="auto"/>
          </w:tcPr>
          <w:p w:rsidR="007100F2" w:rsidRDefault="007100F2" w:rsidP="00FB6B5C">
            <w:pPr>
              <w:pStyle w:val="Figurespace"/>
            </w:pPr>
          </w:p>
        </w:tc>
      </w:tr>
      <w:tr w:rsidR="007100F2" w:rsidRPr="000863A5" w:rsidTr="00D268CE">
        <w:tc>
          <w:tcPr>
            <w:tcW w:w="8767" w:type="dxa"/>
            <w:tcBorders>
              <w:top w:val="single" w:sz="6" w:space="0" w:color="78A22F"/>
              <w:left w:val="nil"/>
              <w:bottom w:val="nil"/>
              <w:right w:val="nil"/>
            </w:tcBorders>
          </w:tcPr>
          <w:p w:rsidR="007100F2" w:rsidRPr="00626D32" w:rsidRDefault="007100F2" w:rsidP="00FB6B5C">
            <w:pPr>
              <w:pStyle w:val="BoxSpaceBelow"/>
            </w:pPr>
          </w:p>
        </w:tc>
      </w:tr>
    </w:tbl>
    <w:p w:rsidR="001D4DE2" w:rsidRDefault="001D4DE2" w:rsidP="00FC5080">
      <w:pPr>
        <w:pStyle w:val="Heading4"/>
      </w:pPr>
      <w:r>
        <w:lastRenderedPageBreak/>
        <w:t>Juvenile diversions</w:t>
      </w:r>
    </w:p>
    <w:p w:rsidR="001D4DE2" w:rsidRDefault="001D4DE2" w:rsidP="001D4DE2">
      <w:pPr>
        <w:pStyle w:val="BodyText"/>
      </w:pPr>
      <w:r>
        <w:t>‘Juvenile diversions’ is an indicator of governments’ objective to divert juveniles from the criminal justice system where appropriate (box 6.</w:t>
      </w:r>
      <w:r w:rsidR="00EB4E17">
        <w:t>6</w:t>
      </w:r>
      <w:r>
        <w:t>).</w:t>
      </w:r>
    </w:p>
    <w:p w:rsidR="00FC5080" w:rsidRDefault="00FC5080" w:rsidP="001D4DE2">
      <w:pPr>
        <w:pStyle w:val="BodyText"/>
      </w:pPr>
      <w:r w:rsidRPr="00FC5080">
        <w:t>When police apprehend offenders, they have a variety of options available. They can charge the offender (in which case criminal proceedings occur through the traditional court processes) or they can use their discretion to divert the offender away from this potentially costly, time consuming and stressful situation (for both the offender and victim). These options can be beneficial because they allow the offender to be admonished, without the necessity of traditional court processes. They are particularly useful mechanisms for dealing with juvenile offenders.</w:t>
      </w:r>
    </w:p>
    <w:p w:rsidR="001D4DE2" w:rsidRDefault="001D4DE2" w:rsidP="001D4DE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4DE2" w:rsidTr="00563DD4">
        <w:tc>
          <w:tcPr>
            <w:tcW w:w="8771" w:type="dxa"/>
            <w:tcBorders>
              <w:top w:val="single" w:sz="6" w:space="0" w:color="78A22F"/>
              <w:left w:val="nil"/>
              <w:bottom w:val="nil"/>
              <w:right w:val="nil"/>
            </w:tcBorders>
            <w:shd w:val="clear" w:color="auto" w:fill="F2F2F2"/>
          </w:tcPr>
          <w:p w:rsidR="001D4DE2" w:rsidRDefault="001D4DE2" w:rsidP="00563DD4">
            <w:pPr>
              <w:pStyle w:val="BoxTitle"/>
            </w:pPr>
            <w:r>
              <w:rPr>
                <w:b w:val="0"/>
              </w:rPr>
              <w:t xml:space="preserve">Box </w:t>
            </w:r>
            <w:bookmarkStart w:id="17" w:name="OLE_LINK49"/>
            <w:r>
              <w:rPr>
                <w:b w:val="0"/>
              </w:rPr>
              <w:t>6.</w:t>
            </w:r>
            <w:r w:rsidR="00740D20">
              <w:rPr>
                <w:b w:val="0"/>
                <w:noProof/>
              </w:rPr>
              <w:t>6</w:t>
            </w:r>
            <w:bookmarkEnd w:id="17"/>
            <w:r>
              <w:tab/>
              <w:t>Juvenile diversions</w:t>
            </w:r>
          </w:p>
        </w:tc>
      </w:tr>
      <w:tr w:rsidR="001D4DE2" w:rsidTr="00563DD4">
        <w:trPr>
          <w:cantSplit/>
        </w:trPr>
        <w:tc>
          <w:tcPr>
            <w:tcW w:w="8771" w:type="dxa"/>
            <w:tcBorders>
              <w:top w:val="nil"/>
              <w:left w:val="nil"/>
              <w:bottom w:val="nil"/>
              <w:right w:val="nil"/>
            </w:tcBorders>
            <w:shd w:val="clear" w:color="auto" w:fill="F2F2F2"/>
          </w:tcPr>
          <w:p w:rsidR="001D4DE2" w:rsidRDefault="001D4DE2" w:rsidP="00563DD4">
            <w:pPr>
              <w:pStyle w:val="Box"/>
            </w:pPr>
            <w:r>
              <w:t>‘Juvenile diversions’ is defined as the number of juveniles who would otherwise be proceeded against (that is, taken to court) but who are diverted by police, as a proportion of all juvenile offenders formally dealt with by police. Offenders who would not normally be sent to court for the offence detected, and who are treated by police in a less formal manner (for example, those issued with infringement notices), are not included in this measure.</w:t>
            </w:r>
          </w:p>
          <w:p w:rsidR="001D4DE2" w:rsidRDefault="001D4DE2" w:rsidP="00563DD4">
            <w:pPr>
              <w:pStyle w:val="Box"/>
            </w:pPr>
            <w:r>
              <w:t xml:space="preserve">A high or increasing proportion of juvenile diversions as a proportion of juvenile offenders represents a desirable outcome. </w:t>
            </w:r>
          </w:p>
          <w:p w:rsidR="001D4DE2" w:rsidRDefault="001D4DE2" w:rsidP="00563DD4">
            <w:pPr>
              <w:pStyle w:val="Box"/>
            </w:pPr>
            <w:r>
              <w:t>This indicator does not provide information on the relative success or failure of diversionary mechanisms.</w:t>
            </w:r>
          </w:p>
          <w:p w:rsidR="001D4DE2" w:rsidRDefault="001D4DE2" w:rsidP="00563DD4">
            <w:pPr>
              <w:pStyle w:val="Box"/>
            </w:pPr>
            <w:r>
              <w:t>The term ‘diverted’ includes diversions of offenders away from the courts by way of community conference, diversionary conference, formal cautioning by police, family conferences, and other programs (for example, drug assessment/treatment). Not all options are available or subject to police discretion in all jurisdictions.</w:t>
            </w:r>
          </w:p>
          <w:p w:rsidR="001D4DE2" w:rsidRDefault="001D4DE2" w:rsidP="00563DD4">
            <w:pPr>
              <w:pStyle w:val="Box"/>
            </w:pPr>
            <w:r>
              <w:t>Data reported for this measure are:</w:t>
            </w:r>
          </w:p>
          <w:p w:rsidR="001D4DE2" w:rsidRDefault="001D4DE2" w:rsidP="00563DD4">
            <w:pPr>
              <w:pStyle w:val="BoxListBullet"/>
            </w:pPr>
            <w:r>
              <w:t xml:space="preserve">not comparable (subject to caveats) across jurisdictions because the process by which juvenile diversions are recorded differs </w:t>
            </w:r>
            <w:r w:rsidR="00032197">
              <w:t>across</w:t>
            </w:r>
            <w:r>
              <w:t xml:space="preserve"> jurisdictions</w:t>
            </w:r>
          </w:p>
          <w:p w:rsidR="001D4DE2" w:rsidRPr="00E8741F" w:rsidRDefault="001D4DE2" w:rsidP="00563DD4">
            <w:pPr>
              <w:pStyle w:val="BoxListBullet"/>
            </w:pPr>
            <w:r w:rsidRPr="00E8741F">
              <w:t>incomplete for the current reporting period. All required data were not available for NSW.</w:t>
            </w:r>
          </w:p>
          <w:p w:rsidR="001D4DE2" w:rsidRDefault="001D4DE2" w:rsidP="00563DD4">
            <w:pPr>
              <w:pStyle w:val="Box"/>
            </w:pPr>
            <w:r w:rsidRPr="00E8741F">
              <w:t>Data quality information for this indicator is under development.</w:t>
            </w:r>
          </w:p>
        </w:tc>
      </w:tr>
      <w:tr w:rsidR="001D4DE2" w:rsidTr="00563DD4">
        <w:trPr>
          <w:cantSplit/>
        </w:trPr>
        <w:tc>
          <w:tcPr>
            <w:tcW w:w="8771" w:type="dxa"/>
            <w:tcBorders>
              <w:top w:val="nil"/>
              <w:left w:val="nil"/>
              <w:bottom w:val="single" w:sz="6" w:space="0" w:color="78A22F"/>
              <w:right w:val="nil"/>
            </w:tcBorders>
            <w:shd w:val="clear" w:color="auto" w:fill="F2F2F2"/>
          </w:tcPr>
          <w:p w:rsidR="001D4DE2" w:rsidRDefault="001D4DE2" w:rsidP="00563DD4">
            <w:pPr>
              <w:pStyle w:val="Box"/>
              <w:spacing w:before="0" w:line="120" w:lineRule="exact"/>
            </w:pPr>
          </w:p>
        </w:tc>
      </w:tr>
      <w:tr w:rsidR="001D4DE2" w:rsidRPr="000863A5" w:rsidTr="00563DD4">
        <w:tc>
          <w:tcPr>
            <w:tcW w:w="8771" w:type="dxa"/>
            <w:tcBorders>
              <w:top w:val="single" w:sz="6" w:space="0" w:color="78A22F"/>
              <w:left w:val="nil"/>
              <w:bottom w:val="nil"/>
              <w:right w:val="nil"/>
            </w:tcBorders>
          </w:tcPr>
          <w:p w:rsidR="001D4DE2" w:rsidRPr="00626D32" w:rsidRDefault="001D4DE2" w:rsidP="00563DD4">
            <w:pPr>
              <w:pStyle w:val="BoxSpaceBelow"/>
            </w:pPr>
          </w:p>
        </w:tc>
      </w:tr>
    </w:tbl>
    <w:p w:rsidR="001D4DE2" w:rsidRDefault="001D4DE2" w:rsidP="001D4DE2">
      <w:pPr>
        <w:pStyle w:val="BodyText"/>
      </w:pPr>
      <w:r>
        <w:t>The proportion of juvenile offenders undergoing diversionary programs varied across jurisdictions in 2014</w:t>
      </w:r>
      <w:r w:rsidR="00C1027F">
        <w:noBreakHyphen/>
      </w:r>
      <w:r>
        <w:t xml:space="preserve">15. Within most jurisdictions, proportions of juvenile offenders undergoing diversionary programs were relatively consistent over time (table 6.2). </w:t>
      </w:r>
    </w:p>
    <w:p w:rsidR="001D4DE2" w:rsidRDefault="001D4DE2" w:rsidP="001D4DE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1D4DE2" w:rsidTr="00563DD4">
        <w:tc>
          <w:tcPr>
            <w:tcW w:w="8771" w:type="dxa"/>
            <w:tcBorders>
              <w:top w:val="single" w:sz="6" w:space="0" w:color="78A22F"/>
              <w:left w:val="nil"/>
              <w:bottom w:val="nil"/>
              <w:right w:val="nil"/>
            </w:tcBorders>
            <w:shd w:val="clear" w:color="auto" w:fill="auto"/>
          </w:tcPr>
          <w:p w:rsidR="001D4DE2" w:rsidRPr="00784A05" w:rsidRDefault="001D4DE2" w:rsidP="003A46FC">
            <w:pPr>
              <w:pStyle w:val="TableTitle"/>
            </w:pPr>
            <w:r>
              <w:rPr>
                <w:b w:val="0"/>
              </w:rPr>
              <w:t xml:space="preserve">Table </w:t>
            </w:r>
            <w:bookmarkStart w:id="18" w:name="OLE_LINK50"/>
            <w:r>
              <w:rPr>
                <w:b w:val="0"/>
              </w:rPr>
              <w:t>6.</w:t>
            </w:r>
            <w:r w:rsidR="00740D20">
              <w:rPr>
                <w:b w:val="0"/>
                <w:noProof/>
              </w:rPr>
              <w:t>2</w:t>
            </w:r>
            <w:bookmarkEnd w:id="18"/>
            <w:r>
              <w:tab/>
            </w:r>
            <w:r w:rsidRPr="003D7CB8">
              <w:t>Juvenile diversions as a proportion of juvenile offenders (per</w:t>
            </w:r>
            <w:r w:rsidR="003A46FC">
              <w:t> </w:t>
            </w:r>
            <w:r w:rsidRPr="003D7CB8">
              <w:t>cent)</w:t>
            </w:r>
            <w:r>
              <w:rPr>
                <w:rStyle w:val="NoteLabel"/>
                <w:b/>
              </w:rPr>
              <w:t>a</w:t>
            </w:r>
          </w:p>
        </w:tc>
      </w:tr>
      <w:tr w:rsidR="001D4DE2" w:rsidTr="00563DD4">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950"/>
              <w:gridCol w:w="954"/>
              <w:gridCol w:w="942"/>
              <w:gridCol w:w="938"/>
              <w:gridCol w:w="944"/>
              <w:gridCol w:w="894"/>
              <w:gridCol w:w="42"/>
              <w:gridCol w:w="938"/>
              <w:gridCol w:w="950"/>
              <w:gridCol w:w="935"/>
            </w:tblGrid>
            <w:tr w:rsidR="001D4DE2" w:rsidRPr="009D61BF" w:rsidTr="00740D20">
              <w:tc>
                <w:tcPr>
                  <w:tcW w:w="950" w:type="dxa"/>
                  <w:tcBorders>
                    <w:top w:val="single" w:sz="6" w:space="0" w:color="BFBFBF" w:themeColor="background2"/>
                    <w:bottom w:val="single" w:sz="6" w:space="0" w:color="BFBFBF" w:themeColor="background2"/>
                  </w:tcBorders>
                  <w:shd w:val="clear" w:color="auto" w:fill="auto"/>
                </w:tcPr>
                <w:p w:rsidR="001D4DE2" w:rsidRPr="009D61BF" w:rsidRDefault="001D4DE2" w:rsidP="00563DD4">
                  <w:pPr>
                    <w:pStyle w:val="TableColumnHeading"/>
                    <w:ind w:left="0" w:right="28"/>
                    <w:jc w:val="left"/>
                  </w:pPr>
                </w:p>
              </w:tc>
              <w:tc>
                <w:tcPr>
                  <w:tcW w:w="954" w:type="dxa"/>
                  <w:tcBorders>
                    <w:top w:val="single" w:sz="6" w:space="0" w:color="BFBFBF" w:themeColor="background2"/>
                    <w:bottom w:val="single" w:sz="6" w:space="0" w:color="BFBFBF" w:themeColor="background2"/>
                  </w:tcBorders>
                  <w:shd w:val="clear" w:color="auto" w:fill="auto"/>
                  <w:vAlign w:val="center"/>
                </w:tcPr>
                <w:p w:rsidR="001D4DE2" w:rsidRPr="009D61BF" w:rsidRDefault="001D4DE2" w:rsidP="00032197">
                  <w:pPr>
                    <w:pStyle w:val="TableColumnHeading"/>
                    <w:ind w:left="0" w:right="28"/>
                  </w:pPr>
                  <w:r w:rsidRPr="009D61BF">
                    <w:t>NSW</w:t>
                  </w:r>
                </w:p>
              </w:tc>
              <w:tc>
                <w:tcPr>
                  <w:tcW w:w="942" w:type="dxa"/>
                  <w:tcBorders>
                    <w:top w:val="single" w:sz="6" w:space="0" w:color="BFBFBF" w:themeColor="background2"/>
                    <w:bottom w:val="single" w:sz="6" w:space="0" w:color="BFBFBF" w:themeColor="background2"/>
                  </w:tcBorders>
                  <w:shd w:val="clear" w:color="auto" w:fill="auto"/>
                  <w:vAlign w:val="center"/>
                </w:tcPr>
                <w:p w:rsidR="001D4DE2" w:rsidRPr="009D61BF" w:rsidRDefault="001D4DE2" w:rsidP="00032197">
                  <w:pPr>
                    <w:pStyle w:val="TableColumnHeading"/>
                    <w:ind w:left="0" w:right="28"/>
                  </w:pPr>
                  <w:r w:rsidRPr="009D61BF">
                    <w:t>Vic</w:t>
                  </w:r>
                </w:p>
              </w:tc>
              <w:tc>
                <w:tcPr>
                  <w:tcW w:w="938" w:type="dxa"/>
                  <w:tcBorders>
                    <w:top w:val="single" w:sz="6" w:space="0" w:color="BFBFBF" w:themeColor="background2"/>
                    <w:bottom w:val="single" w:sz="6" w:space="0" w:color="BFBFBF" w:themeColor="background2"/>
                  </w:tcBorders>
                  <w:shd w:val="clear" w:color="auto" w:fill="auto"/>
                  <w:vAlign w:val="center"/>
                </w:tcPr>
                <w:p w:rsidR="001D4DE2" w:rsidRPr="009D61BF" w:rsidRDefault="001D4DE2" w:rsidP="00563DD4">
                  <w:pPr>
                    <w:pStyle w:val="TableColumnHeading"/>
                    <w:ind w:left="0" w:right="28"/>
                  </w:pPr>
                  <w:r w:rsidRPr="009D61BF">
                    <w:t>Qld</w:t>
                  </w:r>
                </w:p>
              </w:tc>
              <w:tc>
                <w:tcPr>
                  <w:tcW w:w="944" w:type="dxa"/>
                  <w:tcBorders>
                    <w:top w:val="single" w:sz="6" w:space="0" w:color="BFBFBF" w:themeColor="background2"/>
                    <w:bottom w:val="single" w:sz="6" w:space="0" w:color="BFBFBF" w:themeColor="background2"/>
                  </w:tcBorders>
                  <w:shd w:val="clear" w:color="auto" w:fill="auto"/>
                  <w:vAlign w:val="center"/>
                </w:tcPr>
                <w:p w:rsidR="001D4DE2" w:rsidRPr="009D61BF" w:rsidRDefault="001D4DE2" w:rsidP="00032197">
                  <w:pPr>
                    <w:pStyle w:val="TableColumnHeading"/>
                    <w:ind w:left="0" w:right="28"/>
                  </w:pPr>
                  <w:r w:rsidRPr="009D61BF">
                    <w:t>W</w:t>
                  </w:r>
                  <w:r>
                    <w:t>A</w:t>
                  </w:r>
                </w:p>
              </w:tc>
              <w:tc>
                <w:tcPr>
                  <w:tcW w:w="894" w:type="dxa"/>
                  <w:tcBorders>
                    <w:top w:val="single" w:sz="6" w:space="0" w:color="BFBFBF" w:themeColor="background2"/>
                    <w:bottom w:val="single" w:sz="6" w:space="0" w:color="BFBFBF" w:themeColor="background2"/>
                  </w:tcBorders>
                  <w:shd w:val="clear" w:color="auto" w:fill="auto"/>
                  <w:vAlign w:val="center"/>
                </w:tcPr>
                <w:p w:rsidR="001D4DE2" w:rsidRPr="009D61BF" w:rsidRDefault="001D4DE2" w:rsidP="00563DD4">
                  <w:pPr>
                    <w:pStyle w:val="TableColumnHeading"/>
                    <w:ind w:left="0" w:right="28"/>
                  </w:pPr>
                  <w:r w:rsidRPr="009D61BF">
                    <w:t>SA</w:t>
                  </w:r>
                </w:p>
              </w:tc>
              <w:tc>
                <w:tcPr>
                  <w:tcW w:w="980" w:type="dxa"/>
                  <w:gridSpan w:val="2"/>
                  <w:tcBorders>
                    <w:top w:val="single" w:sz="6" w:space="0" w:color="BFBFBF" w:themeColor="background2"/>
                    <w:bottom w:val="single" w:sz="6" w:space="0" w:color="BFBFBF" w:themeColor="background2"/>
                  </w:tcBorders>
                  <w:shd w:val="clear" w:color="auto" w:fill="auto"/>
                  <w:vAlign w:val="center"/>
                </w:tcPr>
                <w:p w:rsidR="001D4DE2" w:rsidRPr="009D61BF" w:rsidRDefault="001D4DE2" w:rsidP="00563DD4">
                  <w:pPr>
                    <w:pStyle w:val="TableColumnHeading"/>
                    <w:ind w:left="0" w:right="28"/>
                  </w:pPr>
                  <w:proofErr w:type="spellStart"/>
                  <w:r w:rsidRPr="009D61BF">
                    <w:t>Tas</w:t>
                  </w:r>
                  <w:proofErr w:type="spellEnd"/>
                </w:p>
              </w:tc>
              <w:tc>
                <w:tcPr>
                  <w:tcW w:w="950" w:type="dxa"/>
                  <w:tcBorders>
                    <w:top w:val="single" w:sz="6" w:space="0" w:color="BFBFBF" w:themeColor="background2"/>
                    <w:bottom w:val="single" w:sz="6" w:space="0" w:color="BFBFBF" w:themeColor="background2"/>
                  </w:tcBorders>
                  <w:shd w:val="clear" w:color="auto" w:fill="auto"/>
                  <w:vAlign w:val="center"/>
                </w:tcPr>
                <w:p w:rsidR="001D4DE2" w:rsidRPr="009D61BF" w:rsidRDefault="001D4DE2" w:rsidP="00032197">
                  <w:pPr>
                    <w:pStyle w:val="TableColumnHeading"/>
                    <w:ind w:left="0" w:right="28"/>
                  </w:pPr>
                  <w:r w:rsidRPr="009D61BF">
                    <w:t>ACT</w:t>
                  </w:r>
                </w:p>
              </w:tc>
              <w:tc>
                <w:tcPr>
                  <w:tcW w:w="935" w:type="dxa"/>
                  <w:tcBorders>
                    <w:top w:val="single" w:sz="6" w:space="0" w:color="BFBFBF" w:themeColor="background2"/>
                    <w:bottom w:val="single" w:sz="6" w:space="0" w:color="BFBFBF" w:themeColor="background2"/>
                  </w:tcBorders>
                  <w:shd w:val="clear" w:color="auto" w:fill="auto"/>
                  <w:vAlign w:val="center"/>
                </w:tcPr>
                <w:p w:rsidR="001D4DE2" w:rsidRPr="009D61BF" w:rsidRDefault="001D4DE2" w:rsidP="00563DD4">
                  <w:pPr>
                    <w:pStyle w:val="TableColumnHeading"/>
                    <w:ind w:left="0" w:right="28"/>
                  </w:pPr>
                  <w:r w:rsidRPr="009D61BF">
                    <w:t>NT</w:t>
                  </w:r>
                </w:p>
              </w:tc>
            </w:tr>
            <w:tr w:rsidR="007E2AF3" w:rsidRPr="00FC28D1" w:rsidTr="00740D20">
              <w:tc>
                <w:tcPr>
                  <w:tcW w:w="950" w:type="dxa"/>
                  <w:tcBorders>
                    <w:top w:val="single" w:sz="6" w:space="0" w:color="BFBFBF" w:themeColor="background2"/>
                  </w:tcBorders>
                  <w:vAlign w:val="center"/>
                </w:tcPr>
                <w:p w:rsidR="007E2AF3" w:rsidRPr="00FC28D1" w:rsidRDefault="007E2AF3" w:rsidP="00207EEB">
                  <w:pPr>
                    <w:pStyle w:val="TableBodyText"/>
                    <w:jc w:val="left"/>
                  </w:pPr>
                  <w:r w:rsidRPr="00FC28D1">
                    <w:t>2010</w:t>
                  </w:r>
                  <w:r w:rsidR="00C1027F">
                    <w:noBreakHyphen/>
                  </w:r>
                  <w:r w:rsidRPr="00FC28D1">
                    <w:t>11</w:t>
                  </w:r>
                </w:p>
              </w:tc>
              <w:tc>
                <w:tcPr>
                  <w:tcW w:w="954" w:type="dxa"/>
                  <w:tcBorders>
                    <w:top w:val="single" w:sz="6" w:space="0" w:color="BFBFBF" w:themeColor="background2"/>
                  </w:tcBorders>
                  <w:vAlign w:val="center"/>
                </w:tcPr>
                <w:p w:rsidR="007E2AF3" w:rsidRPr="00FC28D1" w:rsidRDefault="00C1027F" w:rsidP="00563DD4">
                  <w:pPr>
                    <w:pStyle w:val="TableBodyText"/>
                    <w:spacing w:before="40"/>
                  </w:pPr>
                  <w:r>
                    <w:t xml:space="preserve"> </w:t>
                  </w:r>
                  <w:proofErr w:type="spellStart"/>
                  <w:r w:rsidR="007E2AF3" w:rsidRPr="00FC28D1">
                    <w:t>na</w:t>
                  </w:r>
                  <w:proofErr w:type="spellEnd"/>
                </w:p>
              </w:tc>
              <w:tc>
                <w:tcPr>
                  <w:tcW w:w="942" w:type="dxa"/>
                  <w:tcBorders>
                    <w:top w:val="single" w:sz="6" w:space="0" w:color="BFBFBF" w:themeColor="background2"/>
                  </w:tcBorders>
                  <w:vAlign w:val="center"/>
                </w:tcPr>
                <w:p w:rsidR="007E2AF3" w:rsidRDefault="00C1027F">
                  <w:pPr>
                    <w:jc w:val="right"/>
                    <w:rPr>
                      <w:rFonts w:ascii="Arial" w:hAnsi="Arial" w:cs="Arial"/>
                      <w:sz w:val="20"/>
                      <w:szCs w:val="20"/>
                    </w:rPr>
                  </w:pPr>
                  <w:r>
                    <w:rPr>
                      <w:rFonts w:ascii="Arial" w:hAnsi="Arial" w:cs="Arial"/>
                      <w:sz w:val="20"/>
                      <w:szCs w:val="20"/>
                    </w:rPr>
                    <w:t xml:space="preserve"> </w:t>
                  </w:r>
                  <w:r w:rsidR="007E2AF3">
                    <w:rPr>
                      <w:rFonts w:ascii="Arial" w:hAnsi="Arial" w:cs="Arial"/>
                      <w:sz w:val="20"/>
                      <w:szCs w:val="20"/>
                    </w:rPr>
                    <w:t>34</w:t>
                  </w:r>
                </w:p>
              </w:tc>
              <w:tc>
                <w:tcPr>
                  <w:tcW w:w="938" w:type="dxa"/>
                  <w:tcBorders>
                    <w:top w:val="single" w:sz="6" w:space="0" w:color="BFBFBF" w:themeColor="background2"/>
                    <w:left w:val="nil"/>
                  </w:tcBorders>
                  <w:vAlign w:val="center"/>
                </w:tcPr>
                <w:p w:rsidR="007E2AF3" w:rsidRPr="00FC28D1" w:rsidRDefault="00C1027F" w:rsidP="00FC28D1">
                  <w:pPr>
                    <w:pStyle w:val="TableBodyText"/>
                    <w:spacing w:before="40"/>
                  </w:pPr>
                  <w:r>
                    <w:t xml:space="preserve"> </w:t>
                  </w:r>
                  <w:r w:rsidR="007E2AF3" w:rsidRPr="00FC28D1">
                    <w:t>44</w:t>
                  </w:r>
                </w:p>
              </w:tc>
              <w:tc>
                <w:tcPr>
                  <w:tcW w:w="944" w:type="dxa"/>
                  <w:tcBorders>
                    <w:top w:val="single" w:sz="6" w:space="0" w:color="BFBFBF" w:themeColor="background2"/>
                  </w:tcBorders>
                  <w:vAlign w:val="center"/>
                </w:tcPr>
                <w:p w:rsidR="007E2AF3" w:rsidRPr="00FC28D1" w:rsidRDefault="00C1027F" w:rsidP="00FC28D1">
                  <w:pPr>
                    <w:pStyle w:val="TableBodyText"/>
                    <w:spacing w:before="40"/>
                  </w:pPr>
                  <w:r>
                    <w:t xml:space="preserve"> </w:t>
                  </w:r>
                  <w:r w:rsidR="007E2AF3" w:rsidRPr="00FC28D1">
                    <w:t>49</w:t>
                  </w:r>
                </w:p>
              </w:tc>
              <w:tc>
                <w:tcPr>
                  <w:tcW w:w="936" w:type="dxa"/>
                  <w:gridSpan w:val="2"/>
                  <w:tcBorders>
                    <w:top w:val="single" w:sz="6" w:space="0" w:color="BFBFBF" w:themeColor="background2"/>
                    <w:left w:val="nil"/>
                  </w:tcBorders>
                  <w:vAlign w:val="center"/>
                </w:tcPr>
                <w:p w:rsidR="007E2AF3" w:rsidRPr="00FC28D1" w:rsidRDefault="00C1027F" w:rsidP="00FC28D1">
                  <w:pPr>
                    <w:pStyle w:val="TableBodyText"/>
                    <w:spacing w:before="40"/>
                  </w:pPr>
                  <w:r>
                    <w:t xml:space="preserve"> </w:t>
                  </w:r>
                  <w:r w:rsidR="007E2AF3" w:rsidRPr="00FC28D1">
                    <w:t>51</w:t>
                  </w:r>
                </w:p>
              </w:tc>
              <w:tc>
                <w:tcPr>
                  <w:tcW w:w="938" w:type="dxa"/>
                  <w:tcBorders>
                    <w:top w:val="single" w:sz="6" w:space="0" w:color="BFBFBF" w:themeColor="background2"/>
                  </w:tcBorders>
                  <w:vAlign w:val="center"/>
                </w:tcPr>
                <w:p w:rsidR="007E2AF3" w:rsidRPr="00FC28D1" w:rsidRDefault="00C1027F" w:rsidP="00FC28D1">
                  <w:pPr>
                    <w:pStyle w:val="TableBodyText"/>
                    <w:spacing w:before="40"/>
                  </w:pPr>
                  <w:r>
                    <w:t xml:space="preserve"> </w:t>
                  </w:r>
                  <w:r w:rsidR="007E2AF3" w:rsidRPr="00FC28D1">
                    <w:t>60</w:t>
                  </w:r>
                </w:p>
              </w:tc>
              <w:tc>
                <w:tcPr>
                  <w:tcW w:w="950" w:type="dxa"/>
                  <w:tcBorders>
                    <w:top w:val="single" w:sz="6" w:space="0" w:color="BFBFBF" w:themeColor="background2"/>
                  </w:tcBorders>
                  <w:vAlign w:val="center"/>
                </w:tcPr>
                <w:p w:rsidR="007E2AF3" w:rsidRPr="00FC28D1" w:rsidRDefault="00C1027F" w:rsidP="00FC28D1">
                  <w:pPr>
                    <w:pStyle w:val="TableBodyText"/>
                    <w:spacing w:before="40"/>
                  </w:pPr>
                  <w:r>
                    <w:t xml:space="preserve"> </w:t>
                  </w:r>
                  <w:r w:rsidR="007E2AF3" w:rsidRPr="00FC28D1">
                    <w:t>38</w:t>
                  </w:r>
                </w:p>
              </w:tc>
              <w:tc>
                <w:tcPr>
                  <w:tcW w:w="935" w:type="dxa"/>
                  <w:tcBorders>
                    <w:top w:val="single" w:sz="6" w:space="0" w:color="BFBFBF" w:themeColor="background2"/>
                  </w:tcBorders>
                  <w:vAlign w:val="center"/>
                </w:tcPr>
                <w:p w:rsidR="007E2AF3" w:rsidRPr="00FC28D1" w:rsidRDefault="00C1027F" w:rsidP="00FC28D1">
                  <w:pPr>
                    <w:pStyle w:val="TableBodyText"/>
                    <w:spacing w:before="40"/>
                  </w:pPr>
                  <w:r>
                    <w:t xml:space="preserve"> </w:t>
                  </w:r>
                  <w:r w:rsidR="007E2AF3" w:rsidRPr="00FC28D1">
                    <w:t>49</w:t>
                  </w:r>
                </w:p>
              </w:tc>
            </w:tr>
            <w:tr w:rsidR="007E2AF3" w:rsidRPr="00FC28D1" w:rsidTr="003C33AD">
              <w:tc>
                <w:tcPr>
                  <w:tcW w:w="950" w:type="dxa"/>
                  <w:vAlign w:val="center"/>
                </w:tcPr>
                <w:p w:rsidR="007E2AF3" w:rsidRPr="00FC28D1" w:rsidRDefault="007E2AF3" w:rsidP="00207EEB">
                  <w:pPr>
                    <w:pStyle w:val="TableBodyText"/>
                    <w:jc w:val="left"/>
                  </w:pPr>
                  <w:r w:rsidRPr="00FC28D1">
                    <w:t>2011</w:t>
                  </w:r>
                  <w:r w:rsidR="00C1027F">
                    <w:noBreakHyphen/>
                  </w:r>
                  <w:r w:rsidRPr="00FC28D1">
                    <w:t>12</w:t>
                  </w:r>
                </w:p>
              </w:tc>
              <w:tc>
                <w:tcPr>
                  <w:tcW w:w="954" w:type="dxa"/>
                  <w:vAlign w:val="center"/>
                </w:tcPr>
                <w:p w:rsidR="007E2AF3" w:rsidRPr="00FC28D1" w:rsidRDefault="00C1027F" w:rsidP="00563DD4">
                  <w:pPr>
                    <w:pStyle w:val="TableBodyText"/>
                  </w:pPr>
                  <w:r>
                    <w:t xml:space="preserve"> </w:t>
                  </w:r>
                  <w:proofErr w:type="spellStart"/>
                  <w:r w:rsidR="007E2AF3" w:rsidRPr="00FC28D1">
                    <w:t>na</w:t>
                  </w:r>
                  <w:proofErr w:type="spellEnd"/>
                </w:p>
              </w:tc>
              <w:tc>
                <w:tcPr>
                  <w:tcW w:w="942" w:type="dxa"/>
                  <w:vAlign w:val="center"/>
                </w:tcPr>
                <w:p w:rsidR="007E2AF3" w:rsidRDefault="00C1027F">
                  <w:pPr>
                    <w:jc w:val="right"/>
                    <w:rPr>
                      <w:rFonts w:ascii="Arial" w:hAnsi="Arial" w:cs="Arial"/>
                      <w:sz w:val="20"/>
                      <w:szCs w:val="20"/>
                    </w:rPr>
                  </w:pPr>
                  <w:r>
                    <w:rPr>
                      <w:rFonts w:ascii="Arial" w:hAnsi="Arial" w:cs="Arial"/>
                      <w:sz w:val="20"/>
                      <w:szCs w:val="20"/>
                    </w:rPr>
                    <w:t xml:space="preserve"> </w:t>
                  </w:r>
                  <w:r w:rsidR="007E2AF3">
                    <w:rPr>
                      <w:rFonts w:ascii="Arial" w:hAnsi="Arial" w:cs="Arial"/>
                      <w:sz w:val="20"/>
                      <w:szCs w:val="20"/>
                    </w:rPr>
                    <w:t>31</w:t>
                  </w:r>
                </w:p>
              </w:tc>
              <w:tc>
                <w:tcPr>
                  <w:tcW w:w="938" w:type="dxa"/>
                  <w:tcBorders>
                    <w:left w:val="nil"/>
                  </w:tcBorders>
                  <w:vAlign w:val="center"/>
                </w:tcPr>
                <w:p w:rsidR="007E2AF3" w:rsidRPr="00FC28D1" w:rsidRDefault="00C1027F" w:rsidP="00FC28D1">
                  <w:pPr>
                    <w:pStyle w:val="TableBodyText"/>
                    <w:spacing w:before="40"/>
                  </w:pPr>
                  <w:r>
                    <w:t xml:space="preserve"> </w:t>
                  </w:r>
                  <w:r w:rsidR="007E2AF3" w:rsidRPr="00FC28D1">
                    <w:t>39</w:t>
                  </w:r>
                </w:p>
              </w:tc>
              <w:tc>
                <w:tcPr>
                  <w:tcW w:w="944" w:type="dxa"/>
                  <w:vAlign w:val="center"/>
                </w:tcPr>
                <w:p w:rsidR="007E2AF3" w:rsidRPr="00FC28D1" w:rsidRDefault="00C1027F" w:rsidP="00FC28D1">
                  <w:pPr>
                    <w:pStyle w:val="TableBodyText"/>
                    <w:spacing w:before="40"/>
                  </w:pPr>
                  <w:r>
                    <w:t xml:space="preserve"> </w:t>
                  </w:r>
                  <w:r w:rsidR="007E2AF3" w:rsidRPr="00FC28D1">
                    <w:t>50</w:t>
                  </w:r>
                </w:p>
              </w:tc>
              <w:tc>
                <w:tcPr>
                  <w:tcW w:w="936" w:type="dxa"/>
                  <w:gridSpan w:val="2"/>
                  <w:tcBorders>
                    <w:left w:val="nil"/>
                  </w:tcBorders>
                  <w:vAlign w:val="center"/>
                </w:tcPr>
                <w:p w:rsidR="007E2AF3" w:rsidRPr="00FC28D1" w:rsidRDefault="00C1027F" w:rsidP="00FC28D1">
                  <w:pPr>
                    <w:pStyle w:val="TableBodyText"/>
                    <w:spacing w:before="40"/>
                  </w:pPr>
                  <w:r>
                    <w:t xml:space="preserve"> </w:t>
                  </w:r>
                  <w:r w:rsidR="007E2AF3" w:rsidRPr="00FC28D1">
                    <w:t>47</w:t>
                  </w:r>
                </w:p>
              </w:tc>
              <w:tc>
                <w:tcPr>
                  <w:tcW w:w="938" w:type="dxa"/>
                  <w:vAlign w:val="center"/>
                </w:tcPr>
                <w:p w:rsidR="007E2AF3" w:rsidRPr="00FC28D1" w:rsidRDefault="00C1027F" w:rsidP="00FC28D1">
                  <w:pPr>
                    <w:pStyle w:val="TableBodyText"/>
                    <w:spacing w:before="40"/>
                  </w:pPr>
                  <w:r>
                    <w:t xml:space="preserve"> </w:t>
                  </w:r>
                  <w:r w:rsidR="007E2AF3" w:rsidRPr="00FC28D1">
                    <w:t>61</w:t>
                  </w:r>
                </w:p>
              </w:tc>
              <w:tc>
                <w:tcPr>
                  <w:tcW w:w="950" w:type="dxa"/>
                  <w:vAlign w:val="center"/>
                </w:tcPr>
                <w:p w:rsidR="007E2AF3" w:rsidRPr="00FC28D1" w:rsidRDefault="00C1027F" w:rsidP="00FC28D1">
                  <w:pPr>
                    <w:pStyle w:val="TableBodyText"/>
                    <w:spacing w:before="40"/>
                  </w:pPr>
                  <w:r>
                    <w:t xml:space="preserve"> </w:t>
                  </w:r>
                  <w:r w:rsidR="007E2AF3" w:rsidRPr="00FC28D1">
                    <w:t>40</w:t>
                  </w:r>
                </w:p>
              </w:tc>
              <w:tc>
                <w:tcPr>
                  <w:tcW w:w="935" w:type="dxa"/>
                  <w:vAlign w:val="center"/>
                </w:tcPr>
                <w:p w:rsidR="007E2AF3" w:rsidRPr="00FC28D1" w:rsidRDefault="00C1027F" w:rsidP="00FC28D1">
                  <w:pPr>
                    <w:pStyle w:val="TableBodyText"/>
                    <w:spacing w:before="40"/>
                  </w:pPr>
                  <w:r>
                    <w:t xml:space="preserve"> </w:t>
                  </w:r>
                  <w:r w:rsidR="007E2AF3" w:rsidRPr="00FC28D1">
                    <w:t>35</w:t>
                  </w:r>
                </w:p>
              </w:tc>
            </w:tr>
            <w:tr w:rsidR="007E2AF3" w:rsidRPr="00FC28D1" w:rsidTr="003C33AD">
              <w:tc>
                <w:tcPr>
                  <w:tcW w:w="950" w:type="dxa"/>
                  <w:shd w:val="clear" w:color="auto" w:fill="auto"/>
                  <w:vAlign w:val="center"/>
                </w:tcPr>
                <w:p w:rsidR="007E2AF3" w:rsidRPr="00FC28D1" w:rsidRDefault="007E2AF3" w:rsidP="00207EEB">
                  <w:pPr>
                    <w:pStyle w:val="TableBodyText"/>
                    <w:jc w:val="left"/>
                  </w:pPr>
                  <w:r w:rsidRPr="00FC28D1">
                    <w:t>2012</w:t>
                  </w:r>
                  <w:r w:rsidR="00C1027F">
                    <w:noBreakHyphen/>
                  </w:r>
                  <w:r w:rsidRPr="00FC28D1">
                    <w:t>13</w:t>
                  </w:r>
                </w:p>
              </w:tc>
              <w:tc>
                <w:tcPr>
                  <w:tcW w:w="954" w:type="dxa"/>
                  <w:shd w:val="clear" w:color="auto" w:fill="auto"/>
                  <w:vAlign w:val="center"/>
                </w:tcPr>
                <w:p w:rsidR="007E2AF3" w:rsidRPr="00FC28D1" w:rsidRDefault="007E2AF3" w:rsidP="00563DD4">
                  <w:pPr>
                    <w:pStyle w:val="TableBodyText"/>
                  </w:pPr>
                  <w:proofErr w:type="spellStart"/>
                  <w:r w:rsidRPr="00FC28D1">
                    <w:t>na</w:t>
                  </w:r>
                  <w:proofErr w:type="spellEnd"/>
                </w:p>
              </w:tc>
              <w:tc>
                <w:tcPr>
                  <w:tcW w:w="942" w:type="dxa"/>
                  <w:shd w:val="clear" w:color="auto" w:fill="auto"/>
                  <w:vAlign w:val="center"/>
                </w:tcPr>
                <w:p w:rsidR="007E2AF3" w:rsidRDefault="00C1027F">
                  <w:pPr>
                    <w:jc w:val="right"/>
                    <w:rPr>
                      <w:rFonts w:ascii="Arial" w:hAnsi="Arial" w:cs="Arial"/>
                      <w:sz w:val="20"/>
                      <w:szCs w:val="20"/>
                    </w:rPr>
                  </w:pPr>
                  <w:r>
                    <w:rPr>
                      <w:rFonts w:ascii="Arial" w:hAnsi="Arial" w:cs="Arial"/>
                      <w:sz w:val="20"/>
                      <w:szCs w:val="20"/>
                    </w:rPr>
                    <w:t xml:space="preserve"> </w:t>
                  </w:r>
                  <w:r w:rsidR="007E2AF3">
                    <w:rPr>
                      <w:rFonts w:ascii="Arial" w:hAnsi="Arial" w:cs="Arial"/>
                      <w:sz w:val="20"/>
                      <w:szCs w:val="20"/>
                    </w:rPr>
                    <w:t>28</w:t>
                  </w:r>
                </w:p>
              </w:tc>
              <w:tc>
                <w:tcPr>
                  <w:tcW w:w="938" w:type="dxa"/>
                  <w:tcBorders>
                    <w:left w:val="nil"/>
                  </w:tcBorders>
                  <w:shd w:val="clear" w:color="auto" w:fill="auto"/>
                  <w:vAlign w:val="center"/>
                </w:tcPr>
                <w:p w:rsidR="007E2AF3" w:rsidRPr="00FC28D1" w:rsidRDefault="00C1027F" w:rsidP="00FC28D1">
                  <w:pPr>
                    <w:pStyle w:val="TableBodyText"/>
                    <w:spacing w:before="40"/>
                  </w:pPr>
                  <w:r>
                    <w:t xml:space="preserve"> </w:t>
                  </w:r>
                  <w:r w:rsidR="007E2AF3" w:rsidRPr="00FC28D1">
                    <w:t>36</w:t>
                  </w:r>
                </w:p>
              </w:tc>
              <w:tc>
                <w:tcPr>
                  <w:tcW w:w="944" w:type="dxa"/>
                  <w:shd w:val="clear" w:color="auto" w:fill="auto"/>
                  <w:vAlign w:val="center"/>
                </w:tcPr>
                <w:p w:rsidR="007E2AF3" w:rsidRPr="00FC28D1" w:rsidRDefault="00C1027F" w:rsidP="00FC28D1">
                  <w:pPr>
                    <w:pStyle w:val="TableBodyText"/>
                    <w:spacing w:before="40"/>
                  </w:pPr>
                  <w:r>
                    <w:t xml:space="preserve"> </w:t>
                  </w:r>
                  <w:r w:rsidR="007E2AF3" w:rsidRPr="00FC28D1">
                    <w:t>47</w:t>
                  </w:r>
                </w:p>
              </w:tc>
              <w:tc>
                <w:tcPr>
                  <w:tcW w:w="936" w:type="dxa"/>
                  <w:gridSpan w:val="2"/>
                  <w:tcBorders>
                    <w:left w:val="nil"/>
                  </w:tcBorders>
                  <w:shd w:val="clear" w:color="auto" w:fill="auto"/>
                  <w:vAlign w:val="center"/>
                </w:tcPr>
                <w:p w:rsidR="007E2AF3" w:rsidRPr="00FC28D1" w:rsidRDefault="00C1027F" w:rsidP="00FC28D1">
                  <w:pPr>
                    <w:pStyle w:val="TableBodyText"/>
                    <w:spacing w:before="40"/>
                  </w:pPr>
                  <w:r>
                    <w:t xml:space="preserve"> </w:t>
                  </w:r>
                  <w:r w:rsidR="007E2AF3" w:rsidRPr="00FC28D1">
                    <w:t>49</w:t>
                  </w:r>
                </w:p>
              </w:tc>
              <w:tc>
                <w:tcPr>
                  <w:tcW w:w="938" w:type="dxa"/>
                  <w:shd w:val="clear" w:color="auto" w:fill="auto"/>
                  <w:vAlign w:val="center"/>
                </w:tcPr>
                <w:p w:rsidR="007E2AF3" w:rsidRPr="00FC28D1" w:rsidRDefault="00C1027F" w:rsidP="00FC28D1">
                  <w:pPr>
                    <w:pStyle w:val="TableBodyText"/>
                    <w:spacing w:before="40"/>
                  </w:pPr>
                  <w:r>
                    <w:t xml:space="preserve"> </w:t>
                  </w:r>
                  <w:r w:rsidR="007E2AF3" w:rsidRPr="00FC28D1">
                    <w:t>60</w:t>
                  </w:r>
                </w:p>
              </w:tc>
              <w:tc>
                <w:tcPr>
                  <w:tcW w:w="950" w:type="dxa"/>
                  <w:shd w:val="clear" w:color="auto" w:fill="auto"/>
                  <w:vAlign w:val="center"/>
                </w:tcPr>
                <w:p w:rsidR="007E2AF3" w:rsidRPr="00FC28D1" w:rsidRDefault="00C1027F" w:rsidP="00FC28D1">
                  <w:pPr>
                    <w:pStyle w:val="TableBodyText"/>
                    <w:spacing w:before="40"/>
                  </w:pPr>
                  <w:r>
                    <w:t xml:space="preserve"> </w:t>
                  </w:r>
                  <w:r w:rsidR="007E2AF3" w:rsidRPr="00FC28D1">
                    <w:t>38</w:t>
                  </w:r>
                </w:p>
              </w:tc>
              <w:tc>
                <w:tcPr>
                  <w:tcW w:w="935" w:type="dxa"/>
                  <w:shd w:val="clear" w:color="auto" w:fill="auto"/>
                  <w:vAlign w:val="center"/>
                </w:tcPr>
                <w:p w:rsidR="007E2AF3" w:rsidRPr="00FC28D1" w:rsidRDefault="00C1027F" w:rsidP="00FC28D1">
                  <w:pPr>
                    <w:pStyle w:val="TableBodyText"/>
                    <w:spacing w:before="40"/>
                  </w:pPr>
                  <w:r>
                    <w:t xml:space="preserve"> </w:t>
                  </w:r>
                  <w:r w:rsidR="007E2AF3" w:rsidRPr="00FC28D1">
                    <w:t>28</w:t>
                  </w:r>
                </w:p>
              </w:tc>
            </w:tr>
            <w:tr w:rsidR="007E2AF3" w:rsidRPr="00FC28D1" w:rsidTr="003C33AD">
              <w:tc>
                <w:tcPr>
                  <w:tcW w:w="950" w:type="dxa"/>
                  <w:shd w:val="clear" w:color="auto" w:fill="auto"/>
                  <w:vAlign w:val="center"/>
                </w:tcPr>
                <w:p w:rsidR="007E2AF3" w:rsidRPr="00FC28D1" w:rsidRDefault="007E2AF3" w:rsidP="00207EEB">
                  <w:pPr>
                    <w:pStyle w:val="TableBodyText"/>
                    <w:jc w:val="left"/>
                  </w:pPr>
                  <w:r w:rsidRPr="00FC28D1">
                    <w:t>2013</w:t>
                  </w:r>
                  <w:r w:rsidR="00C1027F">
                    <w:noBreakHyphen/>
                  </w:r>
                  <w:r w:rsidRPr="00FC28D1">
                    <w:t>14</w:t>
                  </w:r>
                </w:p>
              </w:tc>
              <w:tc>
                <w:tcPr>
                  <w:tcW w:w="954" w:type="dxa"/>
                  <w:shd w:val="clear" w:color="auto" w:fill="auto"/>
                  <w:vAlign w:val="center"/>
                </w:tcPr>
                <w:p w:rsidR="007E2AF3" w:rsidRPr="00FC28D1" w:rsidRDefault="007E2AF3" w:rsidP="00563DD4">
                  <w:pPr>
                    <w:pStyle w:val="TableBodyText"/>
                  </w:pPr>
                  <w:proofErr w:type="spellStart"/>
                  <w:r w:rsidRPr="00FC28D1">
                    <w:t>na</w:t>
                  </w:r>
                  <w:proofErr w:type="spellEnd"/>
                </w:p>
              </w:tc>
              <w:tc>
                <w:tcPr>
                  <w:tcW w:w="942" w:type="dxa"/>
                  <w:shd w:val="clear" w:color="auto" w:fill="auto"/>
                  <w:vAlign w:val="center"/>
                </w:tcPr>
                <w:p w:rsidR="007E2AF3" w:rsidRDefault="00C1027F">
                  <w:pPr>
                    <w:jc w:val="right"/>
                    <w:rPr>
                      <w:rFonts w:ascii="Arial" w:hAnsi="Arial" w:cs="Arial"/>
                      <w:sz w:val="20"/>
                      <w:szCs w:val="20"/>
                    </w:rPr>
                  </w:pPr>
                  <w:r>
                    <w:rPr>
                      <w:rFonts w:ascii="Arial" w:hAnsi="Arial" w:cs="Arial"/>
                      <w:sz w:val="20"/>
                      <w:szCs w:val="20"/>
                    </w:rPr>
                    <w:t xml:space="preserve"> </w:t>
                  </w:r>
                  <w:r w:rsidR="007E2AF3">
                    <w:rPr>
                      <w:rFonts w:ascii="Arial" w:hAnsi="Arial" w:cs="Arial"/>
                      <w:sz w:val="20"/>
                      <w:szCs w:val="20"/>
                    </w:rPr>
                    <w:t>26</w:t>
                  </w:r>
                </w:p>
              </w:tc>
              <w:tc>
                <w:tcPr>
                  <w:tcW w:w="938" w:type="dxa"/>
                  <w:tcBorders>
                    <w:left w:val="nil"/>
                  </w:tcBorders>
                  <w:shd w:val="clear" w:color="auto" w:fill="auto"/>
                  <w:vAlign w:val="center"/>
                </w:tcPr>
                <w:p w:rsidR="007E2AF3" w:rsidRPr="00FC28D1" w:rsidRDefault="00C1027F" w:rsidP="00FC28D1">
                  <w:pPr>
                    <w:pStyle w:val="TableBodyText"/>
                    <w:spacing w:before="40"/>
                  </w:pPr>
                  <w:r>
                    <w:t xml:space="preserve"> </w:t>
                  </w:r>
                  <w:r w:rsidR="007E2AF3" w:rsidRPr="00FC28D1">
                    <w:t>35</w:t>
                  </w:r>
                </w:p>
              </w:tc>
              <w:tc>
                <w:tcPr>
                  <w:tcW w:w="944" w:type="dxa"/>
                  <w:shd w:val="clear" w:color="auto" w:fill="auto"/>
                  <w:vAlign w:val="center"/>
                </w:tcPr>
                <w:p w:rsidR="007E2AF3" w:rsidRPr="00FC28D1" w:rsidRDefault="00C1027F" w:rsidP="00FC28D1">
                  <w:pPr>
                    <w:pStyle w:val="TableBodyText"/>
                    <w:spacing w:before="40"/>
                  </w:pPr>
                  <w:r>
                    <w:t xml:space="preserve"> </w:t>
                  </w:r>
                  <w:r w:rsidR="007E2AF3" w:rsidRPr="00FC28D1">
                    <w:t>45</w:t>
                  </w:r>
                </w:p>
              </w:tc>
              <w:tc>
                <w:tcPr>
                  <w:tcW w:w="936" w:type="dxa"/>
                  <w:gridSpan w:val="2"/>
                  <w:tcBorders>
                    <w:left w:val="nil"/>
                  </w:tcBorders>
                  <w:shd w:val="clear" w:color="auto" w:fill="auto"/>
                  <w:vAlign w:val="center"/>
                </w:tcPr>
                <w:p w:rsidR="007E2AF3" w:rsidRPr="00FC28D1" w:rsidRDefault="00C1027F" w:rsidP="00FC28D1">
                  <w:pPr>
                    <w:pStyle w:val="TableBodyText"/>
                    <w:spacing w:before="40"/>
                  </w:pPr>
                  <w:r>
                    <w:t xml:space="preserve"> </w:t>
                  </w:r>
                  <w:r w:rsidR="007E2AF3" w:rsidRPr="00FC28D1">
                    <w:t>53</w:t>
                  </w:r>
                </w:p>
              </w:tc>
              <w:tc>
                <w:tcPr>
                  <w:tcW w:w="938" w:type="dxa"/>
                  <w:shd w:val="clear" w:color="auto" w:fill="auto"/>
                  <w:vAlign w:val="center"/>
                </w:tcPr>
                <w:p w:rsidR="007E2AF3" w:rsidRPr="00FC28D1" w:rsidRDefault="00C1027F" w:rsidP="00FC28D1">
                  <w:pPr>
                    <w:pStyle w:val="TableBodyText"/>
                    <w:spacing w:before="40"/>
                  </w:pPr>
                  <w:r>
                    <w:t xml:space="preserve"> </w:t>
                  </w:r>
                  <w:r w:rsidR="007E2AF3" w:rsidRPr="00FC28D1">
                    <w:t>58</w:t>
                  </w:r>
                </w:p>
              </w:tc>
              <w:tc>
                <w:tcPr>
                  <w:tcW w:w="950" w:type="dxa"/>
                  <w:shd w:val="clear" w:color="auto" w:fill="auto"/>
                  <w:vAlign w:val="center"/>
                </w:tcPr>
                <w:p w:rsidR="007E2AF3" w:rsidRPr="00FC28D1" w:rsidRDefault="00C1027F" w:rsidP="00FC28D1">
                  <w:pPr>
                    <w:pStyle w:val="TableBodyText"/>
                    <w:spacing w:before="40"/>
                  </w:pPr>
                  <w:r>
                    <w:t xml:space="preserve"> </w:t>
                  </w:r>
                  <w:r w:rsidR="007E2AF3" w:rsidRPr="00FC28D1">
                    <w:t>40</w:t>
                  </w:r>
                </w:p>
              </w:tc>
              <w:tc>
                <w:tcPr>
                  <w:tcW w:w="935" w:type="dxa"/>
                  <w:shd w:val="clear" w:color="auto" w:fill="auto"/>
                  <w:vAlign w:val="center"/>
                </w:tcPr>
                <w:p w:rsidR="007E2AF3" w:rsidRPr="00FC28D1" w:rsidRDefault="00C1027F" w:rsidP="00FC28D1">
                  <w:pPr>
                    <w:pStyle w:val="TableBodyText"/>
                    <w:spacing w:before="40"/>
                  </w:pPr>
                  <w:r>
                    <w:t xml:space="preserve"> </w:t>
                  </w:r>
                  <w:r w:rsidR="007E2AF3" w:rsidRPr="00FC28D1">
                    <w:t>39</w:t>
                  </w:r>
                </w:p>
              </w:tc>
            </w:tr>
            <w:tr w:rsidR="007E2AF3" w:rsidRPr="00FC28D1" w:rsidTr="00740D20">
              <w:tc>
                <w:tcPr>
                  <w:tcW w:w="950" w:type="dxa"/>
                  <w:tcBorders>
                    <w:bottom w:val="single" w:sz="6" w:space="0" w:color="BFBFBF" w:themeColor="background2"/>
                  </w:tcBorders>
                  <w:shd w:val="clear" w:color="auto" w:fill="auto"/>
                  <w:vAlign w:val="center"/>
                </w:tcPr>
                <w:p w:rsidR="007E2AF3" w:rsidRPr="00FC28D1" w:rsidRDefault="007E2AF3" w:rsidP="00FC28D1">
                  <w:pPr>
                    <w:pStyle w:val="TableBodyText"/>
                    <w:jc w:val="left"/>
                  </w:pPr>
                  <w:r w:rsidRPr="00FC28D1">
                    <w:t>2014</w:t>
                  </w:r>
                  <w:r w:rsidR="00C1027F">
                    <w:noBreakHyphen/>
                  </w:r>
                  <w:r w:rsidRPr="00FC28D1">
                    <w:t>15</w:t>
                  </w:r>
                </w:p>
              </w:tc>
              <w:tc>
                <w:tcPr>
                  <w:tcW w:w="954" w:type="dxa"/>
                  <w:tcBorders>
                    <w:bottom w:val="single" w:sz="6" w:space="0" w:color="BFBFBF" w:themeColor="background2"/>
                  </w:tcBorders>
                  <w:shd w:val="clear" w:color="auto" w:fill="auto"/>
                  <w:vAlign w:val="center"/>
                </w:tcPr>
                <w:p w:rsidR="007E2AF3" w:rsidRPr="00FC28D1" w:rsidRDefault="007E2AF3" w:rsidP="00563DD4">
                  <w:pPr>
                    <w:pStyle w:val="TableBodyText"/>
                  </w:pPr>
                  <w:proofErr w:type="spellStart"/>
                  <w:r w:rsidRPr="00FC28D1">
                    <w:t>na</w:t>
                  </w:r>
                  <w:proofErr w:type="spellEnd"/>
                </w:p>
              </w:tc>
              <w:tc>
                <w:tcPr>
                  <w:tcW w:w="942" w:type="dxa"/>
                  <w:tcBorders>
                    <w:bottom w:val="single" w:sz="6" w:space="0" w:color="BFBFBF" w:themeColor="background2"/>
                  </w:tcBorders>
                  <w:shd w:val="clear" w:color="auto" w:fill="auto"/>
                  <w:vAlign w:val="center"/>
                </w:tcPr>
                <w:p w:rsidR="007E2AF3" w:rsidRDefault="00C1027F">
                  <w:pPr>
                    <w:jc w:val="right"/>
                    <w:rPr>
                      <w:rFonts w:ascii="Arial" w:hAnsi="Arial" w:cs="Arial"/>
                      <w:sz w:val="20"/>
                      <w:szCs w:val="20"/>
                    </w:rPr>
                  </w:pPr>
                  <w:r>
                    <w:rPr>
                      <w:rFonts w:ascii="Arial" w:hAnsi="Arial" w:cs="Arial"/>
                      <w:sz w:val="20"/>
                      <w:szCs w:val="20"/>
                    </w:rPr>
                    <w:t xml:space="preserve"> </w:t>
                  </w:r>
                  <w:r w:rsidR="007E2AF3" w:rsidRPr="003A46FC">
                    <w:rPr>
                      <w:rFonts w:ascii="Arial" w:hAnsi="Arial" w:cs="Arial"/>
                      <w:sz w:val="20"/>
                      <w:szCs w:val="20"/>
                    </w:rPr>
                    <w:t>22</w:t>
                  </w:r>
                </w:p>
              </w:tc>
              <w:tc>
                <w:tcPr>
                  <w:tcW w:w="938" w:type="dxa"/>
                  <w:tcBorders>
                    <w:left w:val="nil"/>
                    <w:bottom w:val="single" w:sz="6" w:space="0" w:color="BFBFBF" w:themeColor="background2"/>
                  </w:tcBorders>
                  <w:shd w:val="clear" w:color="auto" w:fill="auto"/>
                  <w:vAlign w:val="center"/>
                </w:tcPr>
                <w:p w:rsidR="007E2AF3" w:rsidRPr="00FC28D1" w:rsidRDefault="00C1027F" w:rsidP="00FC28D1">
                  <w:pPr>
                    <w:pStyle w:val="TableBodyText"/>
                    <w:spacing w:before="40"/>
                  </w:pPr>
                  <w:r>
                    <w:t xml:space="preserve"> </w:t>
                  </w:r>
                  <w:r w:rsidR="007E2AF3" w:rsidRPr="00FC28D1">
                    <w:t>37</w:t>
                  </w:r>
                </w:p>
              </w:tc>
              <w:tc>
                <w:tcPr>
                  <w:tcW w:w="944" w:type="dxa"/>
                  <w:tcBorders>
                    <w:bottom w:val="single" w:sz="6" w:space="0" w:color="BFBFBF" w:themeColor="background2"/>
                  </w:tcBorders>
                  <w:shd w:val="clear" w:color="auto" w:fill="auto"/>
                  <w:vAlign w:val="center"/>
                </w:tcPr>
                <w:p w:rsidR="007E2AF3" w:rsidRPr="00FC28D1" w:rsidRDefault="00C1027F" w:rsidP="00FC28D1">
                  <w:pPr>
                    <w:pStyle w:val="TableBodyText"/>
                    <w:spacing w:before="40"/>
                  </w:pPr>
                  <w:r>
                    <w:t xml:space="preserve"> </w:t>
                  </w:r>
                  <w:r w:rsidR="007E2AF3" w:rsidRPr="00FC28D1">
                    <w:t>46</w:t>
                  </w:r>
                </w:p>
              </w:tc>
              <w:tc>
                <w:tcPr>
                  <w:tcW w:w="936" w:type="dxa"/>
                  <w:gridSpan w:val="2"/>
                  <w:tcBorders>
                    <w:left w:val="nil"/>
                    <w:bottom w:val="single" w:sz="6" w:space="0" w:color="BFBFBF" w:themeColor="background2"/>
                  </w:tcBorders>
                  <w:shd w:val="clear" w:color="auto" w:fill="auto"/>
                  <w:vAlign w:val="center"/>
                </w:tcPr>
                <w:p w:rsidR="007E2AF3" w:rsidRPr="00FC28D1" w:rsidRDefault="00C1027F" w:rsidP="00FC28D1">
                  <w:pPr>
                    <w:pStyle w:val="TableBodyText"/>
                    <w:spacing w:before="40"/>
                  </w:pPr>
                  <w:r>
                    <w:t xml:space="preserve"> </w:t>
                  </w:r>
                  <w:r w:rsidR="007E2AF3" w:rsidRPr="00FC28D1">
                    <w:t>46</w:t>
                  </w:r>
                </w:p>
              </w:tc>
              <w:tc>
                <w:tcPr>
                  <w:tcW w:w="938" w:type="dxa"/>
                  <w:tcBorders>
                    <w:bottom w:val="single" w:sz="6" w:space="0" w:color="BFBFBF" w:themeColor="background2"/>
                  </w:tcBorders>
                  <w:shd w:val="clear" w:color="auto" w:fill="auto"/>
                  <w:vAlign w:val="center"/>
                </w:tcPr>
                <w:p w:rsidR="007E2AF3" w:rsidRPr="00FC28D1" w:rsidRDefault="00C1027F" w:rsidP="00FC28D1">
                  <w:pPr>
                    <w:pStyle w:val="TableBodyText"/>
                    <w:spacing w:before="40"/>
                  </w:pPr>
                  <w:r>
                    <w:t xml:space="preserve"> </w:t>
                  </w:r>
                  <w:r w:rsidR="007E2AF3" w:rsidRPr="00FC28D1">
                    <w:t>61</w:t>
                  </w:r>
                </w:p>
              </w:tc>
              <w:tc>
                <w:tcPr>
                  <w:tcW w:w="950" w:type="dxa"/>
                  <w:tcBorders>
                    <w:bottom w:val="single" w:sz="6" w:space="0" w:color="BFBFBF" w:themeColor="background2"/>
                  </w:tcBorders>
                  <w:shd w:val="clear" w:color="auto" w:fill="auto"/>
                  <w:vAlign w:val="center"/>
                </w:tcPr>
                <w:p w:rsidR="007E2AF3" w:rsidRPr="00FC28D1" w:rsidRDefault="00C1027F" w:rsidP="00FC28D1">
                  <w:pPr>
                    <w:pStyle w:val="TableBodyText"/>
                    <w:spacing w:before="40"/>
                  </w:pPr>
                  <w:r>
                    <w:t xml:space="preserve"> </w:t>
                  </w:r>
                  <w:r w:rsidR="007E2AF3" w:rsidRPr="00FC28D1">
                    <w:t>39</w:t>
                  </w:r>
                </w:p>
              </w:tc>
              <w:tc>
                <w:tcPr>
                  <w:tcW w:w="935" w:type="dxa"/>
                  <w:tcBorders>
                    <w:bottom w:val="single" w:sz="6" w:space="0" w:color="BFBFBF" w:themeColor="background2"/>
                  </w:tcBorders>
                  <w:shd w:val="clear" w:color="auto" w:fill="auto"/>
                  <w:vAlign w:val="center"/>
                </w:tcPr>
                <w:p w:rsidR="007E2AF3" w:rsidRPr="00FC28D1" w:rsidRDefault="00C1027F" w:rsidP="00FC28D1">
                  <w:pPr>
                    <w:pStyle w:val="TableBodyText"/>
                    <w:spacing w:before="40"/>
                  </w:pPr>
                  <w:r>
                    <w:t xml:space="preserve"> </w:t>
                  </w:r>
                  <w:r w:rsidR="007E2AF3" w:rsidRPr="00FC28D1">
                    <w:t>37</w:t>
                  </w:r>
                </w:p>
              </w:tc>
            </w:tr>
          </w:tbl>
          <w:p w:rsidR="001D4DE2" w:rsidRDefault="001D4DE2" w:rsidP="00563DD4">
            <w:pPr>
              <w:pStyle w:val="Box"/>
            </w:pPr>
          </w:p>
        </w:tc>
      </w:tr>
      <w:tr w:rsidR="001D4DE2" w:rsidTr="00563DD4">
        <w:trPr>
          <w:cantSplit/>
        </w:trPr>
        <w:tc>
          <w:tcPr>
            <w:tcW w:w="8771" w:type="dxa"/>
            <w:tcBorders>
              <w:top w:val="nil"/>
              <w:left w:val="nil"/>
              <w:bottom w:val="nil"/>
              <w:right w:val="nil"/>
            </w:tcBorders>
            <w:shd w:val="clear" w:color="auto" w:fill="auto"/>
          </w:tcPr>
          <w:p w:rsidR="001D4DE2" w:rsidRDefault="00E8741F" w:rsidP="003A5712">
            <w:pPr>
              <w:pStyle w:val="Note"/>
              <w:rPr>
                <w:i/>
              </w:rPr>
            </w:pPr>
            <w:r>
              <w:rPr>
                <w:rStyle w:val="NoteLabel"/>
              </w:rPr>
              <w:t>a</w:t>
            </w:r>
            <w:r>
              <w:t xml:space="preserve"> See box 6.</w:t>
            </w:r>
            <w:r w:rsidR="00EB4E17">
              <w:t>6</w:t>
            </w:r>
            <w:r w:rsidRPr="00C602B2">
              <w:t xml:space="preserve"> and table </w:t>
            </w:r>
            <w:proofErr w:type="spellStart"/>
            <w:r w:rsidRPr="00C602B2">
              <w:t>6A.</w:t>
            </w:r>
            <w:r>
              <w:t>39</w:t>
            </w:r>
            <w:proofErr w:type="spellEnd"/>
            <w:r w:rsidRPr="00C602B2">
              <w:t xml:space="preserve"> for detailed definitions, footnotes and caveats</w:t>
            </w:r>
            <w:r>
              <w:t>.</w:t>
            </w:r>
            <w:r w:rsidR="003A5712">
              <w:t xml:space="preserve"> </w:t>
            </w:r>
            <w:proofErr w:type="spellStart"/>
            <w:r w:rsidR="001D4DE2" w:rsidRPr="003B1112">
              <w:rPr>
                <w:b/>
              </w:rPr>
              <w:t>na</w:t>
            </w:r>
            <w:proofErr w:type="spellEnd"/>
            <w:r w:rsidR="001D4DE2">
              <w:t xml:space="preserve"> Not available.</w:t>
            </w:r>
          </w:p>
        </w:tc>
      </w:tr>
      <w:tr w:rsidR="001D4DE2" w:rsidTr="00563DD4">
        <w:trPr>
          <w:cantSplit/>
        </w:trPr>
        <w:tc>
          <w:tcPr>
            <w:tcW w:w="8771" w:type="dxa"/>
            <w:tcBorders>
              <w:top w:val="nil"/>
              <w:left w:val="nil"/>
              <w:bottom w:val="nil"/>
              <w:right w:val="nil"/>
            </w:tcBorders>
            <w:shd w:val="clear" w:color="auto" w:fill="auto"/>
          </w:tcPr>
          <w:p w:rsidR="001D4DE2" w:rsidRDefault="001D4DE2" w:rsidP="00563DD4">
            <w:pPr>
              <w:pStyle w:val="Source"/>
            </w:pPr>
            <w:r w:rsidRPr="002D5007">
              <w:rPr>
                <w:i/>
              </w:rPr>
              <w:t>Source</w:t>
            </w:r>
            <w:r w:rsidRPr="00C1027F">
              <w:t>:</w:t>
            </w:r>
            <w:r w:rsidRPr="002D5007">
              <w:rPr>
                <w:i/>
              </w:rPr>
              <w:t xml:space="preserve"> </w:t>
            </w:r>
            <w:r w:rsidRPr="003B1112">
              <w:t xml:space="preserve">State and Territory governments (unpublished); table </w:t>
            </w:r>
            <w:proofErr w:type="spellStart"/>
            <w:r w:rsidRPr="003B1112">
              <w:t>6A</w:t>
            </w:r>
            <w:r w:rsidRPr="00FC28D1">
              <w:t>.39</w:t>
            </w:r>
            <w:proofErr w:type="spellEnd"/>
            <w:r w:rsidRPr="00FC28D1">
              <w:t>.</w:t>
            </w:r>
          </w:p>
        </w:tc>
      </w:tr>
      <w:tr w:rsidR="001D4DE2" w:rsidTr="00563DD4">
        <w:trPr>
          <w:cantSplit/>
        </w:trPr>
        <w:tc>
          <w:tcPr>
            <w:tcW w:w="8771" w:type="dxa"/>
            <w:tcBorders>
              <w:top w:val="nil"/>
              <w:left w:val="nil"/>
              <w:bottom w:val="single" w:sz="6" w:space="0" w:color="78A22F"/>
              <w:right w:val="nil"/>
            </w:tcBorders>
            <w:shd w:val="clear" w:color="auto" w:fill="auto"/>
          </w:tcPr>
          <w:p w:rsidR="001D4DE2" w:rsidRDefault="001D4DE2" w:rsidP="00563DD4">
            <w:pPr>
              <w:pStyle w:val="Box"/>
              <w:spacing w:before="0" w:line="120" w:lineRule="exact"/>
            </w:pPr>
          </w:p>
        </w:tc>
      </w:tr>
      <w:tr w:rsidR="001D4DE2" w:rsidRPr="000863A5" w:rsidTr="00563DD4">
        <w:tc>
          <w:tcPr>
            <w:tcW w:w="8771" w:type="dxa"/>
            <w:tcBorders>
              <w:top w:val="single" w:sz="6" w:space="0" w:color="78A22F"/>
              <w:left w:val="nil"/>
              <w:bottom w:val="nil"/>
              <w:right w:val="nil"/>
            </w:tcBorders>
          </w:tcPr>
          <w:p w:rsidR="001D4DE2" w:rsidRPr="00626D32" w:rsidRDefault="001D4DE2" w:rsidP="00563DD4">
            <w:pPr>
              <w:pStyle w:val="BoxSpaceBelow"/>
            </w:pPr>
          </w:p>
        </w:tc>
      </w:tr>
    </w:tbl>
    <w:p w:rsidR="00C753D8" w:rsidRDefault="00C753D8" w:rsidP="00FC5080">
      <w:pPr>
        <w:pStyle w:val="Heading4"/>
      </w:pPr>
      <w:r>
        <w:t>Satisfaction with police services</w:t>
      </w:r>
    </w:p>
    <w:p w:rsidR="00C753D8" w:rsidRDefault="00C753D8" w:rsidP="00C753D8">
      <w:pPr>
        <w:pStyle w:val="BodyText"/>
      </w:pPr>
      <w:r>
        <w:t xml:space="preserve">‘Satisfaction with police services’ is an indicator of governments’ objective to provide police services in an effective manner, specifically, how well police services are perceived to be delivered (box </w:t>
      </w:r>
      <w:r w:rsidR="00EB4E17">
        <w:t>6.7</w:t>
      </w:r>
      <w:r>
        <w:t xml:space="preserve">). </w:t>
      </w:r>
    </w:p>
    <w:p w:rsidR="005549B2" w:rsidRDefault="005549B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549B2" w:rsidTr="00FB6B5C">
        <w:tc>
          <w:tcPr>
            <w:tcW w:w="8771" w:type="dxa"/>
            <w:tcBorders>
              <w:top w:val="single" w:sz="6" w:space="0" w:color="78A22F"/>
              <w:left w:val="nil"/>
              <w:bottom w:val="nil"/>
              <w:right w:val="nil"/>
            </w:tcBorders>
            <w:shd w:val="clear" w:color="auto" w:fill="F2F2F2"/>
          </w:tcPr>
          <w:p w:rsidR="005549B2" w:rsidRDefault="005549B2">
            <w:pPr>
              <w:pStyle w:val="BoxTitle"/>
            </w:pPr>
            <w:r>
              <w:rPr>
                <w:b w:val="0"/>
              </w:rPr>
              <w:t xml:space="preserve">Box </w:t>
            </w:r>
            <w:bookmarkStart w:id="19" w:name="OLE_LINK14"/>
            <w:r w:rsidR="002E5250">
              <w:rPr>
                <w:b w:val="0"/>
              </w:rPr>
              <w:t>6.</w:t>
            </w:r>
            <w:r w:rsidR="00740D20">
              <w:rPr>
                <w:b w:val="0"/>
                <w:noProof/>
              </w:rPr>
              <w:t>7</w:t>
            </w:r>
            <w:bookmarkEnd w:id="19"/>
            <w:r>
              <w:tab/>
              <w:t>Satisfaction with police services</w:t>
            </w:r>
          </w:p>
        </w:tc>
      </w:tr>
      <w:tr w:rsidR="005549B2" w:rsidTr="00FB6B5C">
        <w:trPr>
          <w:cantSplit/>
        </w:trPr>
        <w:tc>
          <w:tcPr>
            <w:tcW w:w="8771" w:type="dxa"/>
            <w:tcBorders>
              <w:top w:val="nil"/>
              <w:left w:val="nil"/>
              <w:bottom w:val="nil"/>
              <w:right w:val="nil"/>
            </w:tcBorders>
            <w:shd w:val="clear" w:color="auto" w:fill="F2F2F2"/>
          </w:tcPr>
          <w:p w:rsidR="005549B2" w:rsidRDefault="005549B2" w:rsidP="005549B2">
            <w:pPr>
              <w:pStyle w:val="Box"/>
            </w:pPr>
            <w:r>
              <w:t>‘Satisfaction with police services’ is defined as the proportion of people who were ‘satisfied’ or ‘very satisfied’ with police services. Results are reported for all people aged 15 years or over in the total population</w:t>
            </w:r>
            <w:r w:rsidR="00FC5080">
              <w:t xml:space="preserve"> </w:t>
            </w:r>
            <w:r w:rsidR="00FC5080" w:rsidRPr="00FC5080">
              <w:t xml:space="preserve">(whether they </w:t>
            </w:r>
            <w:r w:rsidR="00FC5080">
              <w:t>had contact with police or not)</w:t>
            </w:r>
            <w:r>
              <w:t>.</w:t>
            </w:r>
          </w:p>
          <w:p w:rsidR="005549B2" w:rsidRDefault="005549B2" w:rsidP="005549B2">
            <w:pPr>
              <w:pStyle w:val="Box"/>
            </w:pPr>
            <w:r>
              <w:t>A high or increasing proportion of people who were ‘satisfied’ or ‘very satisfied’ is desirable.</w:t>
            </w:r>
          </w:p>
          <w:p w:rsidR="005549B2" w:rsidRDefault="005549B2" w:rsidP="005549B2">
            <w:pPr>
              <w:pStyle w:val="Box"/>
            </w:pPr>
            <w:r>
              <w:t>Client satisfaction is a widely accepted measure of service quality</w:t>
            </w:r>
            <w:r w:rsidR="005D0D05">
              <w:t>.</w:t>
            </w:r>
          </w:p>
          <w:p w:rsidR="005549B2" w:rsidRDefault="005549B2" w:rsidP="005549B2">
            <w:pPr>
              <w:pStyle w:val="Box"/>
            </w:pPr>
            <w:r>
              <w:t>Data reported for this measure are:</w:t>
            </w:r>
          </w:p>
          <w:p w:rsidR="005549B2" w:rsidRDefault="005549B2" w:rsidP="005549B2">
            <w:pPr>
              <w:pStyle w:val="BoxListBullet"/>
            </w:pPr>
            <w:r>
              <w:t>comparable (subject to caveats) across jurisdictions and over time</w:t>
            </w:r>
          </w:p>
          <w:p w:rsidR="005549B2" w:rsidRDefault="005549B2" w:rsidP="005549B2">
            <w:pPr>
              <w:pStyle w:val="BoxListBullet"/>
            </w:pPr>
            <w:r>
              <w:t>complete for the current reporting period (subject to caveats). All required 201</w:t>
            </w:r>
            <w:r w:rsidR="005A2A29">
              <w:t>4</w:t>
            </w:r>
            <w:r w:rsidR="00C1027F">
              <w:noBreakHyphen/>
            </w:r>
            <w:r>
              <w:t>1</w:t>
            </w:r>
            <w:r w:rsidR="005A2A29">
              <w:t>5</w:t>
            </w:r>
            <w:r>
              <w:t xml:space="preserve"> data are available for all jurisdictions.</w:t>
            </w:r>
          </w:p>
          <w:p w:rsidR="005549B2" w:rsidRDefault="005549B2" w:rsidP="005549B2">
            <w:pPr>
              <w:pStyle w:val="Box"/>
            </w:pPr>
            <w:r w:rsidRPr="001847CA">
              <w:t xml:space="preserve">Data quality information for this indicator is </w:t>
            </w:r>
            <w:r w:rsidR="00105265" w:rsidRPr="001847CA">
              <w:t xml:space="preserve">at </w:t>
            </w:r>
            <w:proofErr w:type="spellStart"/>
            <w:r w:rsidR="00C9771F" w:rsidRPr="001847CA">
              <w:t>www.pc.gov.au</w:t>
            </w:r>
            <w:proofErr w:type="spellEnd"/>
            <w:r w:rsidR="00C9771F" w:rsidRPr="001847CA">
              <w:t>/</w:t>
            </w:r>
            <w:proofErr w:type="spellStart"/>
            <w:r w:rsidR="00C9771F" w:rsidRPr="001847CA">
              <w:t>rogs</w:t>
            </w:r>
            <w:proofErr w:type="spellEnd"/>
            <w:r w:rsidR="00C9771F" w:rsidRPr="001847CA">
              <w:t>/2016</w:t>
            </w:r>
            <w:r w:rsidRPr="001847CA">
              <w:t>.</w:t>
            </w:r>
          </w:p>
        </w:tc>
      </w:tr>
      <w:tr w:rsidR="005549B2" w:rsidTr="00FB6B5C">
        <w:trPr>
          <w:cantSplit/>
        </w:trPr>
        <w:tc>
          <w:tcPr>
            <w:tcW w:w="8771" w:type="dxa"/>
            <w:tcBorders>
              <w:top w:val="nil"/>
              <w:left w:val="nil"/>
              <w:bottom w:val="single" w:sz="6" w:space="0" w:color="78A22F"/>
              <w:right w:val="nil"/>
            </w:tcBorders>
            <w:shd w:val="clear" w:color="auto" w:fill="F2F2F2"/>
          </w:tcPr>
          <w:p w:rsidR="005549B2" w:rsidRDefault="005549B2">
            <w:pPr>
              <w:pStyle w:val="Box"/>
              <w:spacing w:before="0" w:line="120" w:lineRule="exact"/>
            </w:pPr>
          </w:p>
        </w:tc>
      </w:tr>
      <w:tr w:rsidR="005549B2" w:rsidRPr="000863A5" w:rsidTr="00FB6B5C">
        <w:tc>
          <w:tcPr>
            <w:tcW w:w="8771" w:type="dxa"/>
            <w:tcBorders>
              <w:top w:val="single" w:sz="6" w:space="0" w:color="78A22F"/>
              <w:left w:val="nil"/>
              <w:bottom w:val="nil"/>
              <w:right w:val="nil"/>
            </w:tcBorders>
          </w:tcPr>
          <w:p w:rsidR="005549B2" w:rsidRPr="00626D32" w:rsidRDefault="005549B2" w:rsidP="00FB6B5C">
            <w:pPr>
              <w:pStyle w:val="BoxSpaceBelow"/>
            </w:pPr>
          </w:p>
        </w:tc>
      </w:tr>
    </w:tbl>
    <w:p w:rsidR="00C753D8" w:rsidRPr="00343E87" w:rsidRDefault="00343E87" w:rsidP="00C753D8">
      <w:pPr>
        <w:pStyle w:val="BodyText"/>
        <w:rPr>
          <w:b/>
        </w:rPr>
      </w:pPr>
      <w:r>
        <w:t xml:space="preserve">Nationally, </w:t>
      </w:r>
      <w:r w:rsidR="00E05066">
        <w:t xml:space="preserve">77.5 per cent of </w:t>
      </w:r>
      <w:r w:rsidR="00C753D8" w:rsidRPr="003D1B97">
        <w:t>the general population</w:t>
      </w:r>
      <w:r w:rsidR="00762807">
        <w:t xml:space="preserve"> </w:t>
      </w:r>
      <w:r>
        <w:t>were</w:t>
      </w:r>
      <w:r w:rsidR="00C753D8" w:rsidRPr="003D1B97">
        <w:t xml:space="preserve"> ‘satisfied’ or ‘very satisfied’ with the services provided by police in 201</w:t>
      </w:r>
      <w:r w:rsidR="005A2A29">
        <w:t>4</w:t>
      </w:r>
      <w:r w:rsidR="00C1027F">
        <w:noBreakHyphen/>
      </w:r>
      <w:r w:rsidR="00C753D8" w:rsidRPr="003D1B97">
        <w:t>1</w:t>
      </w:r>
      <w:r w:rsidR="005A2A29">
        <w:t>5</w:t>
      </w:r>
      <w:r w:rsidR="00C753D8" w:rsidRPr="003D1B97">
        <w:t xml:space="preserve"> (figure</w:t>
      </w:r>
      <w:r w:rsidR="00082655">
        <w:t> 6.</w:t>
      </w:r>
      <w:r w:rsidR="00EB4E17">
        <w:t>6</w:t>
      </w:r>
      <w:r w:rsidR="00C753D8" w:rsidRPr="003D1B97">
        <w:t>).</w:t>
      </w:r>
      <w:r w:rsidR="00C753D8">
        <w:t xml:space="preserve"> </w:t>
      </w:r>
    </w:p>
    <w:p w:rsidR="00F849A5" w:rsidRDefault="00F849A5"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849A5" w:rsidTr="00FB6B5C">
        <w:tc>
          <w:tcPr>
            <w:tcW w:w="8771" w:type="dxa"/>
            <w:tcBorders>
              <w:top w:val="single" w:sz="6" w:space="0" w:color="78A22F"/>
              <w:left w:val="nil"/>
              <w:bottom w:val="nil"/>
              <w:right w:val="nil"/>
            </w:tcBorders>
            <w:shd w:val="clear" w:color="auto" w:fill="auto"/>
          </w:tcPr>
          <w:p w:rsidR="00F849A5" w:rsidRPr="00176D3F" w:rsidRDefault="00F849A5" w:rsidP="00480FD2">
            <w:pPr>
              <w:pStyle w:val="FigureTitle"/>
            </w:pPr>
            <w:r w:rsidRPr="00784A05">
              <w:rPr>
                <w:b w:val="0"/>
              </w:rPr>
              <w:t xml:space="preserve">Figure </w:t>
            </w:r>
            <w:bookmarkStart w:id="20" w:name="OLE_LINK15"/>
            <w:r w:rsidR="000B0973">
              <w:rPr>
                <w:b w:val="0"/>
              </w:rPr>
              <w:t>6.</w:t>
            </w:r>
            <w:r w:rsidR="00740D20">
              <w:rPr>
                <w:b w:val="0"/>
                <w:noProof/>
              </w:rPr>
              <w:t>6</w:t>
            </w:r>
            <w:bookmarkEnd w:id="20"/>
            <w:r>
              <w:tab/>
              <w:t xml:space="preserve">People who were ‘satisfied’ or ‘very </w:t>
            </w:r>
            <w:r w:rsidR="00734EBD">
              <w:t>satisfied’ with police services</w:t>
            </w:r>
            <w:r w:rsidRPr="00734EBD">
              <w:rPr>
                <w:rStyle w:val="NoteLabel"/>
                <w:b/>
              </w:rPr>
              <w:t>a</w:t>
            </w:r>
          </w:p>
        </w:tc>
      </w:tr>
      <w:tr w:rsidR="00F849A5"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F849A5" w:rsidTr="00D8361A">
              <w:trPr>
                <w:jc w:val="center"/>
              </w:trPr>
              <w:tc>
                <w:tcPr>
                  <w:tcW w:w="8731" w:type="dxa"/>
                  <w:tcBorders>
                    <w:top w:val="nil"/>
                    <w:bottom w:val="nil"/>
                  </w:tcBorders>
                </w:tcPr>
                <w:p w:rsidR="00F849A5" w:rsidRDefault="00842F0F" w:rsidP="00FB6B5C">
                  <w:pPr>
                    <w:pStyle w:val="Figure"/>
                    <w:spacing w:before="60" w:after="60"/>
                  </w:pPr>
                  <w:r>
                    <w:rPr>
                      <w:noProof/>
                    </w:rPr>
                    <w:drawing>
                      <wp:inline distT="0" distB="0" distL="0" distR="0">
                        <wp:extent cx="5391150" cy="2683510"/>
                        <wp:effectExtent l="0" t="0" r="0" b="2540"/>
                        <wp:docPr id="6" name="Picture 6" descr="Figure 6.6 People who were ‘satisfied’ or ‘very satisfied’ with police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F849A5" w:rsidRDefault="00F849A5" w:rsidP="00FB6B5C">
            <w:pPr>
              <w:pStyle w:val="Figure"/>
            </w:pPr>
          </w:p>
        </w:tc>
      </w:tr>
      <w:tr w:rsidR="00F849A5" w:rsidRPr="00176D3F" w:rsidTr="00FB6B5C">
        <w:tc>
          <w:tcPr>
            <w:tcW w:w="8771" w:type="dxa"/>
            <w:tcBorders>
              <w:top w:val="nil"/>
              <w:left w:val="nil"/>
              <w:bottom w:val="nil"/>
              <w:right w:val="nil"/>
            </w:tcBorders>
            <w:shd w:val="clear" w:color="auto" w:fill="auto"/>
          </w:tcPr>
          <w:p w:rsidR="00F849A5" w:rsidRPr="00176D3F" w:rsidRDefault="00480FD2" w:rsidP="00EB4E17">
            <w:pPr>
              <w:pStyle w:val="Note"/>
            </w:pPr>
            <w:r>
              <w:rPr>
                <w:rStyle w:val="NoteLabel"/>
              </w:rPr>
              <w:t>a</w:t>
            </w:r>
            <w:r>
              <w:t xml:space="preserve"> See box 6.</w:t>
            </w:r>
            <w:r w:rsidR="00EB4E17">
              <w:t>7</w:t>
            </w:r>
            <w:r w:rsidRPr="00C602B2">
              <w:t xml:space="preserve"> and table </w:t>
            </w:r>
            <w:proofErr w:type="spellStart"/>
            <w:r w:rsidRPr="00C602B2">
              <w:t>6A.1</w:t>
            </w:r>
            <w:r>
              <w:t>2</w:t>
            </w:r>
            <w:proofErr w:type="spellEnd"/>
            <w:r w:rsidRPr="00C602B2">
              <w:t xml:space="preserve"> for detailed definitions, footnotes and caveats</w:t>
            </w:r>
            <w:r>
              <w:t>.</w:t>
            </w:r>
          </w:p>
        </w:tc>
      </w:tr>
      <w:tr w:rsidR="00F849A5" w:rsidRPr="00176D3F" w:rsidTr="00FB6B5C">
        <w:tc>
          <w:tcPr>
            <w:tcW w:w="8771" w:type="dxa"/>
            <w:tcBorders>
              <w:top w:val="nil"/>
              <w:left w:val="nil"/>
              <w:bottom w:val="nil"/>
              <w:right w:val="nil"/>
            </w:tcBorders>
            <w:shd w:val="clear" w:color="auto" w:fill="auto"/>
          </w:tcPr>
          <w:p w:rsidR="00F849A5" w:rsidRPr="00176D3F" w:rsidRDefault="00107629" w:rsidP="00E05066">
            <w:pPr>
              <w:pStyle w:val="Source"/>
            </w:pPr>
            <w:r w:rsidRPr="00107629">
              <w:rPr>
                <w:i/>
              </w:rPr>
              <w:t>Source</w:t>
            </w:r>
            <w:r>
              <w:t xml:space="preserve">: </w:t>
            </w:r>
            <w:r w:rsidR="00E05066">
              <w:t>A</w:t>
            </w:r>
            <w:r w:rsidR="00E05066" w:rsidRPr="00E05066">
              <w:t>ustralia New Zealand Policing Advisory Agency (</w:t>
            </w:r>
            <w:proofErr w:type="spellStart"/>
            <w:r w:rsidR="00E05066" w:rsidRPr="00E05066">
              <w:t>ANZPAA</w:t>
            </w:r>
            <w:proofErr w:type="spellEnd"/>
            <w:r w:rsidR="00E05066" w:rsidRPr="00E05066">
              <w:t>)</w:t>
            </w:r>
            <w:r>
              <w:t xml:space="preserve"> (unpublished); table </w:t>
            </w:r>
            <w:proofErr w:type="spellStart"/>
            <w:r w:rsidRPr="00860ABE">
              <w:t>6A.12</w:t>
            </w:r>
            <w:proofErr w:type="spellEnd"/>
            <w:r>
              <w:t>.</w:t>
            </w:r>
            <w:r w:rsidR="00F849A5" w:rsidRPr="00176D3F">
              <w:t xml:space="preserve"> </w:t>
            </w:r>
          </w:p>
        </w:tc>
      </w:tr>
      <w:tr w:rsidR="00F849A5" w:rsidTr="00FB6B5C">
        <w:tc>
          <w:tcPr>
            <w:tcW w:w="8771" w:type="dxa"/>
            <w:tcBorders>
              <w:top w:val="nil"/>
              <w:left w:val="nil"/>
              <w:bottom w:val="single" w:sz="6" w:space="0" w:color="78A22F"/>
              <w:right w:val="nil"/>
            </w:tcBorders>
            <w:shd w:val="clear" w:color="auto" w:fill="auto"/>
          </w:tcPr>
          <w:p w:rsidR="00F849A5" w:rsidRDefault="00F849A5" w:rsidP="00FB6B5C">
            <w:pPr>
              <w:pStyle w:val="Figurespace"/>
            </w:pPr>
          </w:p>
        </w:tc>
      </w:tr>
      <w:tr w:rsidR="00F849A5" w:rsidRPr="000863A5" w:rsidTr="00FB6B5C">
        <w:tc>
          <w:tcPr>
            <w:tcW w:w="8771" w:type="dxa"/>
            <w:tcBorders>
              <w:top w:val="single" w:sz="6" w:space="0" w:color="78A22F"/>
              <w:left w:val="nil"/>
              <w:bottom w:val="nil"/>
              <w:right w:val="nil"/>
            </w:tcBorders>
          </w:tcPr>
          <w:p w:rsidR="00F849A5" w:rsidRPr="00626D32" w:rsidRDefault="00F849A5" w:rsidP="00FB6B5C">
            <w:pPr>
              <w:pStyle w:val="BoxSpaceBelow"/>
            </w:pPr>
          </w:p>
        </w:tc>
      </w:tr>
    </w:tbl>
    <w:p w:rsidR="00C753D8" w:rsidRDefault="00C753D8" w:rsidP="00C753D8">
      <w:pPr>
        <w:pStyle w:val="BodyText"/>
      </w:pPr>
      <w:r>
        <w:t xml:space="preserve">Of those people who </w:t>
      </w:r>
      <w:r w:rsidRPr="00FC5080">
        <w:rPr>
          <w:i/>
        </w:rPr>
        <w:t xml:space="preserve">had </w:t>
      </w:r>
      <w:r>
        <w:t>contact with police in 201</w:t>
      </w:r>
      <w:r w:rsidR="005A2A29">
        <w:t>4</w:t>
      </w:r>
      <w:r w:rsidR="00C1027F">
        <w:noBreakHyphen/>
      </w:r>
      <w:r w:rsidRPr="002021AA">
        <w:t>1</w:t>
      </w:r>
      <w:r w:rsidR="005A2A29" w:rsidRPr="002021AA">
        <w:t>5</w:t>
      </w:r>
      <w:r w:rsidRPr="002021AA">
        <w:t xml:space="preserve">, </w:t>
      </w:r>
      <w:r w:rsidR="002021AA" w:rsidRPr="002021AA">
        <w:t>86.8</w:t>
      </w:r>
      <w:r w:rsidRPr="002021AA">
        <w:t xml:space="preserve"> per </w:t>
      </w:r>
      <w:r>
        <w:t xml:space="preserve">cent nationally were ‘satisfied’ or ‘very satisfied’ with the service they received during their most recent contact (figure </w:t>
      </w:r>
      <w:r w:rsidR="00082655">
        <w:t>6.</w:t>
      </w:r>
      <w:r w:rsidR="00EB4E17">
        <w:t>7</w:t>
      </w:r>
      <w:r>
        <w:t>)</w:t>
      </w:r>
      <w:r w:rsidR="00343E87">
        <w:t>.</w:t>
      </w:r>
      <w:r w:rsidR="00804F3F">
        <w:t xml:space="preserve"> </w:t>
      </w:r>
    </w:p>
    <w:p w:rsidR="00107629" w:rsidRDefault="00107629" w:rsidP="005635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7629" w:rsidTr="00FB6B5C">
        <w:tc>
          <w:tcPr>
            <w:tcW w:w="8771" w:type="dxa"/>
            <w:tcBorders>
              <w:top w:val="single" w:sz="6" w:space="0" w:color="78A22F"/>
              <w:left w:val="nil"/>
              <w:bottom w:val="nil"/>
              <w:right w:val="nil"/>
            </w:tcBorders>
            <w:shd w:val="clear" w:color="auto" w:fill="auto"/>
          </w:tcPr>
          <w:p w:rsidR="00107629" w:rsidRPr="00176D3F" w:rsidRDefault="00107629" w:rsidP="00170906">
            <w:pPr>
              <w:pStyle w:val="FigureTitle"/>
            </w:pPr>
            <w:r w:rsidRPr="00784A05">
              <w:rPr>
                <w:b w:val="0"/>
              </w:rPr>
              <w:t xml:space="preserve">Figure </w:t>
            </w:r>
            <w:bookmarkStart w:id="21" w:name="OLE_LINK16"/>
            <w:r w:rsidR="000B0973">
              <w:rPr>
                <w:b w:val="0"/>
              </w:rPr>
              <w:t>6.</w:t>
            </w:r>
            <w:r w:rsidR="00740D20">
              <w:rPr>
                <w:b w:val="0"/>
                <w:noProof/>
              </w:rPr>
              <w:t>7</w:t>
            </w:r>
            <w:bookmarkEnd w:id="21"/>
            <w:r>
              <w:tab/>
              <w:t>People who were ‘satisfied’ or ‘very satisfied’ with police in the</w:t>
            </w:r>
            <w:r w:rsidR="00E40342">
              <w:t>ir most recent contact</w:t>
            </w:r>
            <w:r w:rsidRPr="00734EBD">
              <w:rPr>
                <w:rStyle w:val="NoteLabel"/>
                <w:b/>
              </w:rPr>
              <w:t>a</w:t>
            </w:r>
          </w:p>
        </w:tc>
      </w:tr>
      <w:tr w:rsidR="00107629"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107629" w:rsidTr="00312659">
              <w:trPr>
                <w:trHeight w:val="4309"/>
                <w:jc w:val="center"/>
              </w:trPr>
              <w:tc>
                <w:tcPr>
                  <w:tcW w:w="8731" w:type="dxa"/>
                  <w:tcBorders>
                    <w:top w:val="nil"/>
                    <w:bottom w:val="nil"/>
                  </w:tcBorders>
                </w:tcPr>
                <w:p w:rsidR="00107629" w:rsidRDefault="00842F0F" w:rsidP="0056354A">
                  <w:pPr>
                    <w:pStyle w:val="Figure"/>
                    <w:spacing w:before="60" w:after="60"/>
                  </w:pPr>
                  <w:r>
                    <w:rPr>
                      <w:noProof/>
                    </w:rPr>
                    <w:drawing>
                      <wp:inline distT="0" distB="0" distL="0" distR="0">
                        <wp:extent cx="5391150" cy="2683510"/>
                        <wp:effectExtent l="0" t="0" r="0" b="2540"/>
                        <wp:docPr id="7" name="Picture 7" descr="Figure 6.7 People who were ‘satisfied’ or ‘very satisfied’ with police in their most recent contac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107629" w:rsidRDefault="00107629" w:rsidP="0056354A">
            <w:pPr>
              <w:pStyle w:val="Figure"/>
            </w:pPr>
          </w:p>
        </w:tc>
      </w:tr>
      <w:tr w:rsidR="00107629" w:rsidRPr="00176D3F" w:rsidTr="00FB6B5C">
        <w:tc>
          <w:tcPr>
            <w:tcW w:w="8771" w:type="dxa"/>
            <w:tcBorders>
              <w:top w:val="nil"/>
              <w:left w:val="nil"/>
              <w:bottom w:val="nil"/>
              <w:right w:val="nil"/>
            </w:tcBorders>
            <w:shd w:val="clear" w:color="auto" w:fill="auto"/>
          </w:tcPr>
          <w:p w:rsidR="00107629" w:rsidRPr="00176D3F" w:rsidRDefault="005072A9" w:rsidP="00EB4E17">
            <w:pPr>
              <w:pStyle w:val="Note"/>
              <w:keepNext/>
              <w:rPr>
                <w:i/>
              </w:rPr>
            </w:pPr>
            <w:r>
              <w:rPr>
                <w:rStyle w:val="NoteLabel"/>
              </w:rPr>
              <w:t>a</w:t>
            </w:r>
            <w:r>
              <w:t xml:space="preserve"> See box 6.</w:t>
            </w:r>
            <w:r w:rsidR="00EB4E17">
              <w:t>7</w:t>
            </w:r>
            <w:r w:rsidRPr="00C602B2">
              <w:t xml:space="preserve"> and table </w:t>
            </w:r>
            <w:proofErr w:type="spellStart"/>
            <w:r w:rsidRPr="00C602B2">
              <w:t>6A.</w:t>
            </w:r>
            <w:r>
              <w:t>24</w:t>
            </w:r>
            <w:proofErr w:type="spellEnd"/>
            <w:r w:rsidRPr="00C602B2">
              <w:t xml:space="preserve"> for detailed definitions, footnotes and caveats</w:t>
            </w:r>
            <w:r>
              <w:t>.</w:t>
            </w:r>
          </w:p>
        </w:tc>
      </w:tr>
      <w:tr w:rsidR="00107629" w:rsidRPr="00176D3F" w:rsidTr="00FB6B5C">
        <w:tc>
          <w:tcPr>
            <w:tcW w:w="8771" w:type="dxa"/>
            <w:tcBorders>
              <w:top w:val="nil"/>
              <w:left w:val="nil"/>
              <w:bottom w:val="nil"/>
              <w:right w:val="nil"/>
            </w:tcBorders>
            <w:shd w:val="clear" w:color="auto" w:fill="auto"/>
          </w:tcPr>
          <w:p w:rsidR="00107629" w:rsidRPr="00176D3F" w:rsidRDefault="00107629" w:rsidP="00804F3F">
            <w:pPr>
              <w:pStyle w:val="Source"/>
            </w:pPr>
            <w:r w:rsidRPr="00107629">
              <w:rPr>
                <w:i/>
              </w:rPr>
              <w:t>Source</w:t>
            </w:r>
            <w:r>
              <w:t>:</w:t>
            </w:r>
            <w:r w:rsidR="008D7A59">
              <w:t xml:space="preserve"> </w:t>
            </w:r>
            <w:proofErr w:type="spellStart"/>
            <w:r w:rsidR="008D7A59">
              <w:t>ANZPAA</w:t>
            </w:r>
            <w:proofErr w:type="spellEnd"/>
            <w:r w:rsidR="008D7A59">
              <w:t xml:space="preserve"> (unpublished); table </w:t>
            </w:r>
            <w:proofErr w:type="spellStart"/>
            <w:r w:rsidR="008D7A59">
              <w:t>6A</w:t>
            </w:r>
            <w:r w:rsidR="008D7A59" w:rsidRPr="00860ABE">
              <w:t>.</w:t>
            </w:r>
            <w:r w:rsidRPr="00860ABE">
              <w:t>24</w:t>
            </w:r>
            <w:proofErr w:type="spellEnd"/>
            <w:r>
              <w:t>.</w:t>
            </w:r>
          </w:p>
        </w:tc>
      </w:tr>
      <w:tr w:rsidR="00107629" w:rsidTr="00FB6B5C">
        <w:tc>
          <w:tcPr>
            <w:tcW w:w="8771" w:type="dxa"/>
            <w:tcBorders>
              <w:top w:val="nil"/>
              <w:left w:val="nil"/>
              <w:bottom w:val="single" w:sz="6" w:space="0" w:color="78A22F"/>
              <w:right w:val="nil"/>
            </w:tcBorders>
            <w:shd w:val="clear" w:color="auto" w:fill="auto"/>
          </w:tcPr>
          <w:p w:rsidR="00107629" w:rsidRDefault="00107629" w:rsidP="00FB6B5C">
            <w:pPr>
              <w:pStyle w:val="Figurespace"/>
            </w:pPr>
          </w:p>
        </w:tc>
      </w:tr>
      <w:tr w:rsidR="00107629" w:rsidRPr="000863A5" w:rsidTr="00FB6B5C">
        <w:tc>
          <w:tcPr>
            <w:tcW w:w="8771" w:type="dxa"/>
            <w:tcBorders>
              <w:top w:val="single" w:sz="6" w:space="0" w:color="78A22F"/>
              <w:left w:val="nil"/>
              <w:bottom w:val="nil"/>
              <w:right w:val="nil"/>
            </w:tcBorders>
          </w:tcPr>
          <w:p w:rsidR="00107629" w:rsidRPr="00626D32" w:rsidRDefault="00107629" w:rsidP="00FB6B5C">
            <w:pPr>
              <w:pStyle w:val="BoxSpaceBelow"/>
            </w:pPr>
          </w:p>
        </w:tc>
      </w:tr>
    </w:tbl>
    <w:p w:rsidR="00C753D8" w:rsidRDefault="00C753D8" w:rsidP="00C753D8">
      <w:pPr>
        <w:pStyle w:val="BodyText"/>
      </w:pPr>
      <w:r>
        <w:t xml:space="preserve">Time series data for general satisfaction with police services (and those who had contact with police in the preceding 12 months) are reported </w:t>
      </w:r>
      <w:r w:rsidRPr="00BC2B1F">
        <w:t xml:space="preserve">in tables </w:t>
      </w:r>
      <w:proofErr w:type="spellStart"/>
      <w:r w:rsidRPr="00BC2B1F">
        <w:t>6A.12</w:t>
      </w:r>
      <w:proofErr w:type="spellEnd"/>
      <w:r w:rsidRPr="00BC2B1F">
        <w:t xml:space="preserve"> and </w:t>
      </w:r>
      <w:proofErr w:type="spellStart"/>
      <w:r w:rsidRPr="00BC2B1F">
        <w:t>6A.24</w:t>
      </w:r>
      <w:proofErr w:type="spellEnd"/>
      <w:r w:rsidRPr="00BC2B1F">
        <w:t xml:space="preserve"> </w:t>
      </w:r>
      <w:r>
        <w:t>respectively.</w:t>
      </w:r>
    </w:p>
    <w:p w:rsidR="00C753D8" w:rsidRDefault="00C753D8" w:rsidP="00FC5080">
      <w:pPr>
        <w:pStyle w:val="Heading4"/>
      </w:pPr>
      <w:r>
        <w:t>Perceptions of police integrity</w:t>
      </w:r>
    </w:p>
    <w:p w:rsidR="00C753D8" w:rsidRDefault="00C753D8" w:rsidP="00C753D8">
      <w:pPr>
        <w:pStyle w:val="BodyText"/>
      </w:pPr>
      <w:r>
        <w:t>‘Perceptions of police integrity’ is an indicator of governments’ objective to provide police services in an effective manner. It provide</w:t>
      </w:r>
      <w:r w:rsidR="00644863">
        <w:t>s</w:t>
      </w:r>
      <w:r>
        <w:t xml:space="preserve"> measures of perceived integrity and professionalism (box </w:t>
      </w:r>
      <w:r w:rsidR="002E5250">
        <w:t>6.</w:t>
      </w:r>
      <w:r w:rsidR="00EB4E17">
        <w:t>8</w:t>
      </w:r>
      <w:r>
        <w:t xml:space="preserve">). </w:t>
      </w:r>
    </w:p>
    <w:p w:rsidR="00107629" w:rsidRDefault="0010762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7629" w:rsidTr="003A46FC">
        <w:tc>
          <w:tcPr>
            <w:tcW w:w="8771" w:type="dxa"/>
            <w:tcBorders>
              <w:top w:val="single" w:sz="6" w:space="0" w:color="78A22F"/>
              <w:left w:val="nil"/>
              <w:bottom w:val="nil"/>
              <w:right w:val="nil"/>
            </w:tcBorders>
            <w:shd w:val="clear" w:color="auto" w:fill="F2F2F2"/>
          </w:tcPr>
          <w:p w:rsidR="00107629" w:rsidRDefault="00107629">
            <w:pPr>
              <w:pStyle w:val="BoxTitle"/>
            </w:pPr>
            <w:r>
              <w:rPr>
                <w:b w:val="0"/>
              </w:rPr>
              <w:t xml:space="preserve">Box </w:t>
            </w:r>
            <w:bookmarkStart w:id="22" w:name="OLE_LINK17"/>
            <w:r w:rsidR="002E5250">
              <w:rPr>
                <w:b w:val="0"/>
              </w:rPr>
              <w:t>6.</w:t>
            </w:r>
            <w:r w:rsidR="00740D20">
              <w:rPr>
                <w:b w:val="0"/>
                <w:noProof/>
              </w:rPr>
              <w:t>8</w:t>
            </w:r>
            <w:bookmarkEnd w:id="22"/>
            <w:r>
              <w:tab/>
              <w:t>Perceptions of police integrity</w:t>
            </w:r>
          </w:p>
        </w:tc>
      </w:tr>
      <w:tr w:rsidR="00107629" w:rsidTr="003A46FC">
        <w:trPr>
          <w:cantSplit/>
        </w:trPr>
        <w:tc>
          <w:tcPr>
            <w:tcW w:w="8771" w:type="dxa"/>
            <w:tcBorders>
              <w:top w:val="nil"/>
              <w:left w:val="nil"/>
              <w:bottom w:val="nil"/>
              <w:right w:val="nil"/>
            </w:tcBorders>
            <w:shd w:val="clear" w:color="auto" w:fill="F2F2F2"/>
          </w:tcPr>
          <w:p w:rsidR="00FC5080" w:rsidRDefault="00107629" w:rsidP="00FC5080">
            <w:pPr>
              <w:pStyle w:val="Box"/>
            </w:pPr>
            <w:r>
              <w:t xml:space="preserve">‘Perceptions of police integrity’ refers to public perceptions and is defined by three separate </w:t>
            </w:r>
            <w:r w:rsidR="00FC5080" w:rsidRPr="00FC5080">
              <w:t>measures – the proportion of people</w:t>
            </w:r>
            <w:r w:rsidR="00FC5080">
              <w:t xml:space="preserve"> </w:t>
            </w:r>
            <w:r>
              <w:t>who ‘agreed’ or ‘strongly agreed’ that police</w:t>
            </w:r>
            <w:r w:rsidR="00F077BE">
              <w:t>:</w:t>
            </w:r>
            <w:r>
              <w:t xml:space="preserve"> </w:t>
            </w:r>
          </w:p>
          <w:p w:rsidR="00107629" w:rsidRDefault="00107629" w:rsidP="00FC5080">
            <w:pPr>
              <w:pStyle w:val="BoxListBullet"/>
            </w:pPr>
            <w:r>
              <w:t>treat people fairly and equally</w:t>
            </w:r>
          </w:p>
          <w:p w:rsidR="00107629" w:rsidRDefault="00107629" w:rsidP="00804F3F">
            <w:pPr>
              <w:pStyle w:val="BoxListBullet"/>
            </w:pPr>
            <w:r>
              <w:t>perform the job professionally</w:t>
            </w:r>
          </w:p>
          <w:p w:rsidR="00107629" w:rsidRDefault="00107629" w:rsidP="00804F3F">
            <w:pPr>
              <w:pStyle w:val="BoxListBullet"/>
            </w:pPr>
            <w:r>
              <w:t>are honest.</w:t>
            </w:r>
          </w:p>
          <w:p w:rsidR="00107629" w:rsidRDefault="00107629" w:rsidP="00107629">
            <w:pPr>
              <w:pStyle w:val="Box"/>
            </w:pPr>
            <w:r>
              <w:t>A high or increasing proportion of people who ‘agreed’ or ‘strongly agreed’ with these statements is desirable.</w:t>
            </w:r>
          </w:p>
          <w:p w:rsidR="00107629" w:rsidRDefault="00107629" w:rsidP="00107629">
            <w:pPr>
              <w:pStyle w:val="Box"/>
            </w:pPr>
            <w:r>
              <w:t>Public perceptions might not reflect actual levels of police integrity, because many factors, including hearsay and media reporting, might influence people’s perceptions of police integrity.</w:t>
            </w:r>
          </w:p>
          <w:p w:rsidR="00107629" w:rsidRDefault="00107629" w:rsidP="00107629">
            <w:pPr>
              <w:pStyle w:val="Box"/>
            </w:pPr>
            <w:r>
              <w:t>Data reported for this measure are:</w:t>
            </w:r>
          </w:p>
          <w:p w:rsidR="00107629" w:rsidRDefault="00107629" w:rsidP="00107629">
            <w:pPr>
              <w:pStyle w:val="BoxListBullet"/>
            </w:pPr>
            <w:r>
              <w:t>comparable (subject to caveats) across jurisdictions and over time</w:t>
            </w:r>
          </w:p>
          <w:p w:rsidR="00107629" w:rsidRDefault="00107629" w:rsidP="00107629">
            <w:pPr>
              <w:pStyle w:val="BoxListBullet"/>
            </w:pPr>
            <w:r>
              <w:t>complete for the current reporting period (subject to caveats). All required 201</w:t>
            </w:r>
            <w:r w:rsidR="005A2A29">
              <w:t>4</w:t>
            </w:r>
            <w:r w:rsidR="00C1027F">
              <w:noBreakHyphen/>
            </w:r>
            <w:r>
              <w:t>1</w:t>
            </w:r>
            <w:r w:rsidR="005A2A29">
              <w:t>5</w:t>
            </w:r>
            <w:r>
              <w:t xml:space="preserve"> data are available for all jurisdictions.</w:t>
            </w:r>
          </w:p>
          <w:p w:rsidR="00107629" w:rsidRDefault="00107629" w:rsidP="006D707D">
            <w:pPr>
              <w:pStyle w:val="Box"/>
            </w:pPr>
            <w:r w:rsidRPr="005072A9">
              <w:t xml:space="preserve">Data quality information for this indicator is </w:t>
            </w:r>
            <w:r w:rsidR="00105265" w:rsidRPr="005072A9">
              <w:t xml:space="preserve">at </w:t>
            </w:r>
            <w:proofErr w:type="spellStart"/>
            <w:r w:rsidR="00C9771F" w:rsidRPr="005072A9">
              <w:t>www.pc.gov.au</w:t>
            </w:r>
            <w:proofErr w:type="spellEnd"/>
            <w:r w:rsidR="00C9771F" w:rsidRPr="005072A9">
              <w:t>/</w:t>
            </w:r>
            <w:proofErr w:type="spellStart"/>
            <w:r w:rsidR="00C9771F" w:rsidRPr="005072A9">
              <w:t>rogs</w:t>
            </w:r>
            <w:proofErr w:type="spellEnd"/>
            <w:r w:rsidR="00C9771F" w:rsidRPr="005072A9">
              <w:t>/2016</w:t>
            </w:r>
            <w:r w:rsidRPr="005072A9">
              <w:t>.</w:t>
            </w:r>
          </w:p>
        </w:tc>
      </w:tr>
      <w:tr w:rsidR="00E44991" w:rsidTr="001024FC">
        <w:trPr>
          <w:cantSplit/>
        </w:trPr>
        <w:tc>
          <w:tcPr>
            <w:tcW w:w="8771" w:type="dxa"/>
            <w:tcBorders>
              <w:top w:val="nil"/>
              <w:left w:val="nil"/>
              <w:bottom w:val="single" w:sz="6" w:space="0" w:color="78A22F"/>
              <w:right w:val="nil"/>
            </w:tcBorders>
            <w:shd w:val="clear" w:color="auto" w:fill="F2F2F2"/>
          </w:tcPr>
          <w:p w:rsidR="00E44991" w:rsidRDefault="00E44991" w:rsidP="001024FC">
            <w:pPr>
              <w:pStyle w:val="Box"/>
              <w:spacing w:before="0" w:line="120" w:lineRule="exact"/>
            </w:pPr>
          </w:p>
        </w:tc>
      </w:tr>
      <w:tr w:rsidR="00107629" w:rsidRPr="000863A5" w:rsidTr="00FB6B5C">
        <w:tc>
          <w:tcPr>
            <w:tcW w:w="8771" w:type="dxa"/>
            <w:tcBorders>
              <w:top w:val="single" w:sz="6" w:space="0" w:color="78A22F"/>
              <w:left w:val="nil"/>
              <w:bottom w:val="nil"/>
              <w:right w:val="nil"/>
            </w:tcBorders>
          </w:tcPr>
          <w:p w:rsidR="00107629" w:rsidRPr="00626D32" w:rsidRDefault="00107629" w:rsidP="00FB6B5C">
            <w:pPr>
              <w:pStyle w:val="BoxSpaceBelow"/>
            </w:pPr>
          </w:p>
        </w:tc>
      </w:tr>
    </w:tbl>
    <w:p w:rsidR="00C753D8" w:rsidRDefault="00C753D8" w:rsidP="00075D1A">
      <w:pPr>
        <w:pStyle w:val="BodyText"/>
        <w:spacing w:before="200"/>
      </w:pPr>
      <w:r>
        <w:t>In 201</w:t>
      </w:r>
      <w:r w:rsidR="005A2A29">
        <w:t>4</w:t>
      </w:r>
      <w:r w:rsidR="00C1027F">
        <w:noBreakHyphen/>
      </w:r>
      <w:r>
        <w:t>1</w:t>
      </w:r>
      <w:r w:rsidR="005A2A29">
        <w:t>5</w:t>
      </w:r>
      <w:r>
        <w:t xml:space="preserve">, </w:t>
      </w:r>
      <w:r w:rsidR="00A74DE2">
        <w:t>77.7</w:t>
      </w:r>
      <w:r w:rsidRPr="005A2A29">
        <w:rPr>
          <w:color w:val="FF0000"/>
        </w:rPr>
        <w:t xml:space="preserve"> </w:t>
      </w:r>
      <w:r>
        <w:t>per cent of people nationally ‘agreed’ or ‘strongly agreed’ that police tr</w:t>
      </w:r>
      <w:r w:rsidR="00BC2631">
        <w:t xml:space="preserve">eat people </w:t>
      </w:r>
      <w:r w:rsidR="00FC5080">
        <w:t xml:space="preserve">‘fairly and equally’ </w:t>
      </w:r>
      <w:r>
        <w:t>(figure</w:t>
      </w:r>
      <w:r w:rsidR="00BC2631">
        <w:t> </w:t>
      </w:r>
      <w:r w:rsidR="007534E1" w:rsidRPr="00BC2631">
        <w:t>6.</w:t>
      </w:r>
      <w:r w:rsidR="00EB4E17">
        <w:t>8</w:t>
      </w:r>
      <w:r>
        <w:t xml:space="preserve">). </w:t>
      </w:r>
    </w:p>
    <w:p w:rsidR="00100378" w:rsidRDefault="00100378" w:rsidP="00075D1A">
      <w:pPr>
        <w:pStyle w:val="BoxSpaceAbove"/>
        <w:spacing w:before="20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0378" w:rsidTr="00FB6B5C">
        <w:tc>
          <w:tcPr>
            <w:tcW w:w="8771" w:type="dxa"/>
            <w:tcBorders>
              <w:top w:val="single" w:sz="6" w:space="0" w:color="78A22F"/>
              <w:left w:val="nil"/>
              <w:bottom w:val="nil"/>
              <w:right w:val="nil"/>
            </w:tcBorders>
            <w:shd w:val="clear" w:color="auto" w:fill="auto"/>
          </w:tcPr>
          <w:p w:rsidR="00100378" w:rsidRPr="00176D3F" w:rsidRDefault="00100378" w:rsidP="00170906">
            <w:pPr>
              <w:pStyle w:val="FigureTitle"/>
            </w:pPr>
            <w:r w:rsidRPr="00784A05">
              <w:rPr>
                <w:b w:val="0"/>
              </w:rPr>
              <w:t xml:space="preserve">Figure </w:t>
            </w:r>
            <w:bookmarkStart w:id="23" w:name="OLE_LINK18"/>
            <w:r w:rsidR="00064661">
              <w:rPr>
                <w:b w:val="0"/>
              </w:rPr>
              <w:t>6.</w:t>
            </w:r>
            <w:r w:rsidR="00740D20">
              <w:rPr>
                <w:b w:val="0"/>
                <w:noProof/>
              </w:rPr>
              <w:t>8</w:t>
            </w:r>
            <w:bookmarkEnd w:id="23"/>
            <w:r>
              <w:tab/>
              <w:t xml:space="preserve">People who ‘agreed’ or ‘strongly agreed’ that police treat people fairly and </w:t>
            </w:r>
            <w:r w:rsidRPr="00734EBD">
              <w:t>equally</w:t>
            </w:r>
            <w:r w:rsidRPr="00734EBD">
              <w:rPr>
                <w:rStyle w:val="NoteLabel"/>
                <w:b/>
              </w:rPr>
              <w:t>a</w:t>
            </w:r>
          </w:p>
        </w:tc>
      </w:tr>
      <w:tr w:rsidR="00100378"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100378" w:rsidTr="00622F38">
              <w:trPr>
                <w:jc w:val="center"/>
              </w:trPr>
              <w:tc>
                <w:tcPr>
                  <w:tcW w:w="8731" w:type="dxa"/>
                  <w:tcBorders>
                    <w:top w:val="nil"/>
                    <w:bottom w:val="nil"/>
                  </w:tcBorders>
                </w:tcPr>
                <w:p w:rsidR="00100378" w:rsidRDefault="00842F0F" w:rsidP="00FB6B5C">
                  <w:pPr>
                    <w:pStyle w:val="Figure"/>
                    <w:spacing w:before="60" w:after="60"/>
                  </w:pPr>
                  <w:r>
                    <w:rPr>
                      <w:noProof/>
                    </w:rPr>
                    <w:drawing>
                      <wp:inline distT="0" distB="0" distL="0" distR="0">
                        <wp:extent cx="5391150" cy="2683510"/>
                        <wp:effectExtent l="0" t="0" r="0" b="2540"/>
                        <wp:docPr id="8" name="Picture 8" descr="Figure 6.8 People who ‘agreed’ or ‘strongly agreed’ that police treat people fairly and equall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100378" w:rsidRDefault="00100378" w:rsidP="00FB6B5C">
            <w:pPr>
              <w:pStyle w:val="Figure"/>
            </w:pPr>
          </w:p>
        </w:tc>
      </w:tr>
      <w:tr w:rsidR="00100378" w:rsidRPr="00176D3F" w:rsidTr="00FB6B5C">
        <w:tc>
          <w:tcPr>
            <w:tcW w:w="8771" w:type="dxa"/>
            <w:tcBorders>
              <w:top w:val="nil"/>
              <w:left w:val="nil"/>
              <w:bottom w:val="nil"/>
              <w:right w:val="nil"/>
            </w:tcBorders>
            <w:shd w:val="clear" w:color="auto" w:fill="auto"/>
          </w:tcPr>
          <w:p w:rsidR="00100378" w:rsidRPr="00176D3F" w:rsidRDefault="00BC2B1F" w:rsidP="00EB4E17">
            <w:pPr>
              <w:pStyle w:val="Note"/>
            </w:pPr>
            <w:r>
              <w:rPr>
                <w:rStyle w:val="NoteLabel"/>
              </w:rPr>
              <w:t>a</w:t>
            </w:r>
            <w:r>
              <w:t xml:space="preserve"> See box 6.</w:t>
            </w:r>
            <w:r w:rsidR="00EB4E17">
              <w:t>8</w:t>
            </w:r>
            <w:r w:rsidRPr="00C602B2">
              <w:t xml:space="preserve"> and table </w:t>
            </w:r>
            <w:proofErr w:type="spellStart"/>
            <w:r w:rsidRPr="00C602B2">
              <w:t>6A.</w:t>
            </w:r>
            <w:r>
              <w:t>14</w:t>
            </w:r>
            <w:proofErr w:type="spellEnd"/>
            <w:r w:rsidRPr="00C602B2">
              <w:t xml:space="preserve"> for detailed definitions, footnotes and caveats</w:t>
            </w:r>
            <w:r>
              <w:t>.</w:t>
            </w:r>
          </w:p>
        </w:tc>
      </w:tr>
      <w:tr w:rsidR="00100378" w:rsidRPr="00176D3F" w:rsidTr="00FB6B5C">
        <w:tc>
          <w:tcPr>
            <w:tcW w:w="8771" w:type="dxa"/>
            <w:tcBorders>
              <w:top w:val="nil"/>
              <w:left w:val="nil"/>
              <w:bottom w:val="nil"/>
              <w:right w:val="nil"/>
            </w:tcBorders>
            <w:shd w:val="clear" w:color="auto" w:fill="auto"/>
          </w:tcPr>
          <w:p w:rsidR="00100378" w:rsidRPr="00176D3F" w:rsidRDefault="00100378" w:rsidP="00804F3F">
            <w:pPr>
              <w:pStyle w:val="Source"/>
            </w:pPr>
            <w:r w:rsidRPr="00107629">
              <w:rPr>
                <w:i/>
              </w:rPr>
              <w:t>Source</w:t>
            </w:r>
            <w:r>
              <w:t>:</w:t>
            </w:r>
            <w:r w:rsidR="008D7A59">
              <w:t xml:space="preserve"> </w:t>
            </w:r>
            <w:proofErr w:type="spellStart"/>
            <w:r w:rsidR="008D7A59">
              <w:t>ANZPAA</w:t>
            </w:r>
            <w:proofErr w:type="spellEnd"/>
            <w:r w:rsidR="008D7A59">
              <w:t xml:space="preserve"> (unpublished); table </w:t>
            </w:r>
            <w:proofErr w:type="spellStart"/>
            <w:r w:rsidR="008D7A59" w:rsidRPr="00A74DE2">
              <w:t>6A.</w:t>
            </w:r>
            <w:r w:rsidR="001E36FE">
              <w:t>14</w:t>
            </w:r>
            <w:proofErr w:type="spellEnd"/>
            <w:r w:rsidR="001E36FE">
              <w:t>.</w:t>
            </w:r>
          </w:p>
        </w:tc>
      </w:tr>
      <w:tr w:rsidR="00B2727D" w:rsidTr="001024FC">
        <w:tc>
          <w:tcPr>
            <w:tcW w:w="8771" w:type="dxa"/>
            <w:tcBorders>
              <w:top w:val="nil"/>
              <w:left w:val="nil"/>
              <w:bottom w:val="single" w:sz="6" w:space="0" w:color="78A22F"/>
              <w:right w:val="nil"/>
            </w:tcBorders>
            <w:shd w:val="clear" w:color="auto" w:fill="auto"/>
          </w:tcPr>
          <w:p w:rsidR="00B2727D" w:rsidRDefault="00B2727D" w:rsidP="001024FC">
            <w:pPr>
              <w:pStyle w:val="Figurespace"/>
            </w:pPr>
          </w:p>
        </w:tc>
      </w:tr>
      <w:tr w:rsidR="00100378" w:rsidRPr="000863A5" w:rsidTr="00FB6B5C">
        <w:tc>
          <w:tcPr>
            <w:tcW w:w="8771" w:type="dxa"/>
            <w:tcBorders>
              <w:top w:val="single" w:sz="6" w:space="0" w:color="78A22F"/>
              <w:left w:val="nil"/>
              <w:bottom w:val="nil"/>
              <w:right w:val="nil"/>
            </w:tcBorders>
          </w:tcPr>
          <w:p w:rsidR="00100378" w:rsidRPr="00626D32" w:rsidRDefault="00100378" w:rsidP="00FB6B5C">
            <w:pPr>
              <w:pStyle w:val="BoxSpaceBelow"/>
            </w:pPr>
          </w:p>
        </w:tc>
      </w:tr>
    </w:tbl>
    <w:p w:rsidR="00C753D8" w:rsidRDefault="00C753D8" w:rsidP="00C753D8">
      <w:pPr>
        <w:pStyle w:val="BodyText"/>
      </w:pPr>
      <w:r>
        <w:lastRenderedPageBreak/>
        <w:t xml:space="preserve">Nationally, </w:t>
      </w:r>
      <w:r w:rsidR="00F655C3">
        <w:t>88.7</w:t>
      </w:r>
      <w:r w:rsidRPr="00F655C3">
        <w:t xml:space="preserve"> </w:t>
      </w:r>
      <w:r>
        <w:t>per cent of people ‘agreed’ or ‘strongly agreed’ that police perform the job ‘professionally’ (figure</w:t>
      </w:r>
      <w:r w:rsidR="00082655">
        <w:t> </w:t>
      </w:r>
      <w:r w:rsidR="00DA7CC8">
        <w:t>6.</w:t>
      </w:r>
      <w:r w:rsidR="00EB4E17">
        <w:t>9</w:t>
      </w:r>
      <w:r w:rsidR="00871784">
        <w:t>).</w:t>
      </w:r>
    </w:p>
    <w:p w:rsidR="00100378" w:rsidRDefault="00100378"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0378" w:rsidTr="00FB6B5C">
        <w:tc>
          <w:tcPr>
            <w:tcW w:w="8771" w:type="dxa"/>
            <w:tcBorders>
              <w:top w:val="single" w:sz="6" w:space="0" w:color="78A22F"/>
              <w:left w:val="nil"/>
              <w:bottom w:val="nil"/>
              <w:right w:val="nil"/>
            </w:tcBorders>
            <w:shd w:val="clear" w:color="auto" w:fill="auto"/>
          </w:tcPr>
          <w:p w:rsidR="00100378" w:rsidRPr="00176D3F" w:rsidRDefault="00100378" w:rsidP="00170906">
            <w:pPr>
              <w:pStyle w:val="FigureTitle"/>
            </w:pPr>
            <w:r w:rsidRPr="00784A05">
              <w:rPr>
                <w:b w:val="0"/>
              </w:rPr>
              <w:t xml:space="preserve">Figure </w:t>
            </w:r>
            <w:bookmarkStart w:id="24" w:name="OLE_LINK19"/>
            <w:r w:rsidR="000B0973">
              <w:rPr>
                <w:b w:val="0"/>
              </w:rPr>
              <w:t>6.</w:t>
            </w:r>
            <w:r w:rsidR="00740D20">
              <w:rPr>
                <w:b w:val="0"/>
                <w:noProof/>
              </w:rPr>
              <w:t>9</w:t>
            </w:r>
            <w:bookmarkEnd w:id="24"/>
            <w:r>
              <w:tab/>
              <w:t>People who ‘agreed’ or ‘strongly agreed’ that police perform the job professionally</w:t>
            </w:r>
            <w:r w:rsidRPr="00734EBD">
              <w:rPr>
                <w:rStyle w:val="NoteLabel"/>
                <w:b/>
              </w:rPr>
              <w:t>a</w:t>
            </w:r>
          </w:p>
        </w:tc>
      </w:tr>
      <w:tr w:rsidR="00100378"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100378" w:rsidTr="00D74AA2">
              <w:trPr>
                <w:jc w:val="center"/>
              </w:trPr>
              <w:tc>
                <w:tcPr>
                  <w:tcW w:w="8731" w:type="dxa"/>
                  <w:tcBorders>
                    <w:top w:val="nil"/>
                    <w:bottom w:val="nil"/>
                  </w:tcBorders>
                </w:tcPr>
                <w:p w:rsidR="00100378" w:rsidRDefault="00842F0F" w:rsidP="00FB6B5C">
                  <w:pPr>
                    <w:pStyle w:val="Figure"/>
                    <w:spacing w:before="60" w:after="60"/>
                  </w:pPr>
                  <w:r>
                    <w:rPr>
                      <w:noProof/>
                    </w:rPr>
                    <w:drawing>
                      <wp:inline distT="0" distB="0" distL="0" distR="0">
                        <wp:extent cx="5391150" cy="2683510"/>
                        <wp:effectExtent l="0" t="0" r="0" b="2540"/>
                        <wp:docPr id="9" name="Picture 9" descr="Figure 6.9 People who ‘agreed’ or ‘strongly agreed’ that police perform the job professionall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100378" w:rsidRDefault="00100378" w:rsidP="00FB6B5C">
            <w:pPr>
              <w:pStyle w:val="Figure"/>
            </w:pPr>
          </w:p>
        </w:tc>
      </w:tr>
      <w:tr w:rsidR="00100378" w:rsidRPr="00176D3F" w:rsidTr="00FB6B5C">
        <w:tc>
          <w:tcPr>
            <w:tcW w:w="8771" w:type="dxa"/>
            <w:tcBorders>
              <w:top w:val="nil"/>
              <w:left w:val="nil"/>
              <w:bottom w:val="nil"/>
              <w:right w:val="nil"/>
            </w:tcBorders>
            <w:shd w:val="clear" w:color="auto" w:fill="auto"/>
          </w:tcPr>
          <w:p w:rsidR="00100378" w:rsidRPr="00176D3F" w:rsidRDefault="00B906CF" w:rsidP="00EB4E17">
            <w:pPr>
              <w:pStyle w:val="Note"/>
            </w:pPr>
            <w:r>
              <w:rPr>
                <w:rStyle w:val="NoteLabel"/>
              </w:rPr>
              <w:t>a</w:t>
            </w:r>
            <w:r>
              <w:t xml:space="preserve"> See box 6.</w:t>
            </w:r>
            <w:r w:rsidR="00EB4E17">
              <w:t>8</w:t>
            </w:r>
            <w:r w:rsidRPr="00C602B2">
              <w:t xml:space="preserve"> and table </w:t>
            </w:r>
            <w:proofErr w:type="spellStart"/>
            <w:r w:rsidRPr="00C602B2">
              <w:t>6A.</w:t>
            </w:r>
            <w:r>
              <w:t>13</w:t>
            </w:r>
            <w:proofErr w:type="spellEnd"/>
            <w:r w:rsidRPr="00C602B2">
              <w:t xml:space="preserve"> for detailed definitions, footnotes and caveats</w:t>
            </w:r>
            <w:r>
              <w:t>.</w:t>
            </w:r>
          </w:p>
        </w:tc>
      </w:tr>
      <w:tr w:rsidR="00100378" w:rsidRPr="00176D3F" w:rsidTr="00FB6B5C">
        <w:tc>
          <w:tcPr>
            <w:tcW w:w="8771" w:type="dxa"/>
            <w:tcBorders>
              <w:top w:val="nil"/>
              <w:left w:val="nil"/>
              <w:bottom w:val="nil"/>
              <w:right w:val="nil"/>
            </w:tcBorders>
            <w:shd w:val="clear" w:color="auto" w:fill="auto"/>
          </w:tcPr>
          <w:p w:rsidR="00100378" w:rsidRPr="00176D3F" w:rsidRDefault="00100378" w:rsidP="00FB6B5C">
            <w:pPr>
              <w:pStyle w:val="Source"/>
            </w:pPr>
            <w:r w:rsidRPr="00107629">
              <w:rPr>
                <w:i/>
              </w:rPr>
              <w:t>Source</w:t>
            </w:r>
            <w:r>
              <w:t xml:space="preserve">: </w:t>
            </w:r>
            <w:proofErr w:type="spellStart"/>
            <w:r>
              <w:t>ANZPAA</w:t>
            </w:r>
            <w:proofErr w:type="spellEnd"/>
            <w:r>
              <w:t xml:space="preserve"> (unpublished); table </w:t>
            </w:r>
            <w:proofErr w:type="spellStart"/>
            <w:r w:rsidR="008D7A59" w:rsidRPr="00F655C3">
              <w:t>6A.</w:t>
            </w:r>
            <w:r w:rsidRPr="00F655C3">
              <w:t>13</w:t>
            </w:r>
            <w:proofErr w:type="spellEnd"/>
            <w:r w:rsidR="003A024D">
              <w:t>.</w:t>
            </w:r>
          </w:p>
        </w:tc>
      </w:tr>
      <w:tr w:rsidR="00100378" w:rsidTr="00FB6B5C">
        <w:tc>
          <w:tcPr>
            <w:tcW w:w="8771" w:type="dxa"/>
            <w:tcBorders>
              <w:top w:val="nil"/>
              <w:left w:val="nil"/>
              <w:bottom w:val="single" w:sz="6" w:space="0" w:color="78A22F"/>
              <w:right w:val="nil"/>
            </w:tcBorders>
            <w:shd w:val="clear" w:color="auto" w:fill="auto"/>
          </w:tcPr>
          <w:p w:rsidR="00100378" w:rsidRDefault="00100378" w:rsidP="00FB6B5C">
            <w:pPr>
              <w:pStyle w:val="Figurespace"/>
            </w:pPr>
          </w:p>
        </w:tc>
      </w:tr>
      <w:tr w:rsidR="00100378" w:rsidRPr="000863A5" w:rsidTr="00FB6B5C">
        <w:tc>
          <w:tcPr>
            <w:tcW w:w="8771" w:type="dxa"/>
            <w:tcBorders>
              <w:top w:val="single" w:sz="6" w:space="0" w:color="78A22F"/>
              <w:left w:val="nil"/>
              <w:bottom w:val="nil"/>
              <w:right w:val="nil"/>
            </w:tcBorders>
          </w:tcPr>
          <w:p w:rsidR="00100378" w:rsidRPr="00626D32" w:rsidRDefault="00100378" w:rsidP="00FB6B5C">
            <w:pPr>
              <w:pStyle w:val="BoxSpaceBelow"/>
            </w:pPr>
          </w:p>
        </w:tc>
      </w:tr>
    </w:tbl>
    <w:p w:rsidR="00C753D8" w:rsidRDefault="00C753D8" w:rsidP="00C753D8">
      <w:pPr>
        <w:pStyle w:val="BodyText"/>
      </w:pPr>
      <w:r>
        <w:t xml:space="preserve">Police integrity can be judged to some extent by the public perception of police honesty. Nationally, </w:t>
      </w:r>
      <w:r w:rsidR="002D3A9D">
        <w:t xml:space="preserve">75.9 </w:t>
      </w:r>
      <w:r>
        <w:t>per cent of people ‘agreed’ or ‘strongly agreed’ in 201</w:t>
      </w:r>
      <w:r w:rsidR="005A2A29">
        <w:t>4</w:t>
      </w:r>
      <w:r w:rsidR="00C1027F">
        <w:noBreakHyphen/>
      </w:r>
      <w:r>
        <w:t>1</w:t>
      </w:r>
      <w:r w:rsidR="005A2A29">
        <w:t>5</w:t>
      </w:r>
      <w:r w:rsidR="00BC2631">
        <w:t xml:space="preserve"> that police are ‘honest’</w:t>
      </w:r>
      <w:r w:rsidR="007C00F1">
        <w:t xml:space="preserve"> (figure 6.</w:t>
      </w:r>
      <w:r w:rsidR="00EB4E17">
        <w:t>10</w:t>
      </w:r>
      <w:r w:rsidR="007C00F1">
        <w:t>)</w:t>
      </w:r>
      <w:r>
        <w:t>.</w:t>
      </w:r>
    </w:p>
    <w:p w:rsidR="00CE0857" w:rsidRDefault="00CE0857"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E0857" w:rsidTr="00FB6B5C">
        <w:tc>
          <w:tcPr>
            <w:tcW w:w="8771" w:type="dxa"/>
            <w:tcBorders>
              <w:top w:val="single" w:sz="6" w:space="0" w:color="78A22F"/>
              <w:left w:val="nil"/>
              <w:bottom w:val="nil"/>
              <w:right w:val="nil"/>
            </w:tcBorders>
            <w:shd w:val="clear" w:color="auto" w:fill="auto"/>
          </w:tcPr>
          <w:p w:rsidR="00CE0857" w:rsidRPr="00176D3F" w:rsidRDefault="00CE0857" w:rsidP="00170906">
            <w:pPr>
              <w:pStyle w:val="FigureTitle"/>
            </w:pPr>
            <w:r w:rsidRPr="00784A05">
              <w:rPr>
                <w:b w:val="0"/>
              </w:rPr>
              <w:t xml:space="preserve">Figure </w:t>
            </w:r>
            <w:bookmarkStart w:id="25" w:name="OLE_LINK20"/>
            <w:r w:rsidR="000B0973">
              <w:rPr>
                <w:b w:val="0"/>
              </w:rPr>
              <w:t>6.</w:t>
            </w:r>
            <w:r w:rsidR="00740D20">
              <w:rPr>
                <w:b w:val="0"/>
                <w:noProof/>
              </w:rPr>
              <w:t>10</w:t>
            </w:r>
            <w:bookmarkEnd w:id="25"/>
            <w:r>
              <w:tab/>
              <w:t>People who ‘agreed’ or ‘strongly</w:t>
            </w:r>
            <w:r w:rsidR="00734EBD">
              <w:t xml:space="preserve"> agreed’ that police are honest</w:t>
            </w:r>
            <w:r w:rsidRPr="00734EBD">
              <w:rPr>
                <w:rStyle w:val="NoteLabel"/>
                <w:b/>
              </w:rPr>
              <w:t>a</w:t>
            </w:r>
          </w:p>
        </w:tc>
      </w:tr>
      <w:tr w:rsidR="00CE0857" w:rsidTr="00645CD4">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CE0857" w:rsidTr="00D74AA2">
              <w:trPr>
                <w:jc w:val="center"/>
              </w:trPr>
              <w:tc>
                <w:tcPr>
                  <w:tcW w:w="8731" w:type="dxa"/>
                  <w:tcBorders>
                    <w:top w:val="nil"/>
                    <w:bottom w:val="nil"/>
                  </w:tcBorders>
                </w:tcPr>
                <w:p w:rsidR="00CE0857" w:rsidRDefault="00842F0F" w:rsidP="00FB6B5C">
                  <w:pPr>
                    <w:pStyle w:val="Figure"/>
                    <w:spacing w:before="60" w:after="60"/>
                  </w:pPr>
                  <w:r>
                    <w:rPr>
                      <w:noProof/>
                    </w:rPr>
                    <w:drawing>
                      <wp:inline distT="0" distB="0" distL="0" distR="0">
                        <wp:extent cx="5391150" cy="2683510"/>
                        <wp:effectExtent l="0" t="0" r="0" b="2540"/>
                        <wp:docPr id="10" name="Picture 10" descr="Figure 6.10 People who ‘agreed’ or ‘strongly agreed’ that police are hones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CE0857" w:rsidRDefault="00CE0857" w:rsidP="00FB6B5C">
            <w:pPr>
              <w:pStyle w:val="Figure"/>
            </w:pPr>
          </w:p>
        </w:tc>
      </w:tr>
      <w:tr w:rsidR="00CE0857" w:rsidRPr="00176D3F" w:rsidTr="00645CD4">
        <w:tc>
          <w:tcPr>
            <w:tcW w:w="8771" w:type="dxa"/>
            <w:tcBorders>
              <w:top w:val="nil"/>
              <w:left w:val="nil"/>
              <w:bottom w:val="nil"/>
              <w:right w:val="nil"/>
            </w:tcBorders>
            <w:shd w:val="clear" w:color="auto" w:fill="auto"/>
          </w:tcPr>
          <w:p w:rsidR="00CE0857" w:rsidRPr="00176D3F" w:rsidRDefault="00652999" w:rsidP="00F077BE">
            <w:pPr>
              <w:pStyle w:val="Note"/>
            </w:pPr>
            <w:r>
              <w:rPr>
                <w:rStyle w:val="NoteLabel"/>
              </w:rPr>
              <w:t>a</w:t>
            </w:r>
            <w:r>
              <w:t xml:space="preserve"> See box 6.</w:t>
            </w:r>
            <w:r w:rsidR="00EB4E17">
              <w:t>8</w:t>
            </w:r>
            <w:r w:rsidRPr="00C602B2">
              <w:t xml:space="preserve"> and table </w:t>
            </w:r>
            <w:proofErr w:type="spellStart"/>
            <w:r w:rsidRPr="00C602B2">
              <w:t>6A.</w:t>
            </w:r>
            <w:r>
              <w:t>1</w:t>
            </w:r>
            <w:r w:rsidR="00F077BE">
              <w:t>5</w:t>
            </w:r>
            <w:proofErr w:type="spellEnd"/>
            <w:r w:rsidRPr="00C602B2">
              <w:t xml:space="preserve"> for detailed definitions, footnotes and caveats</w:t>
            </w:r>
            <w:r>
              <w:t>.</w:t>
            </w:r>
          </w:p>
        </w:tc>
      </w:tr>
      <w:tr w:rsidR="00CE0857" w:rsidRPr="00176D3F" w:rsidTr="00FB6B5C">
        <w:tc>
          <w:tcPr>
            <w:tcW w:w="8771" w:type="dxa"/>
            <w:tcBorders>
              <w:top w:val="nil"/>
              <w:left w:val="nil"/>
              <w:bottom w:val="nil"/>
              <w:right w:val="nil"/>
            </w:tcBorders>
            <w:shd w:val="clear" w:color="auto" w:fill="auto"/>
          </w:tcPr>
          <w:p w:rsidR="00CE0857" w:rsidRPr="00176D3F" w:rsidRDefault="00CE0857" w:rsidP="00CE0857">
            <w:pPr>
              <w:pStyle w:val="Source"/>
            </w:pPr>
            <w:r w:rsidRPr="00107629">
              <w:rPr>
                <w:i/>
              </w:rPr>
              <w:t>Source</w:t>
            </w:r>
            <w:r>
              <w:t xml:space="preserve">: </w:t>
            </w:r>
            <w:proofErr w:type="spellStart"/>
            <w:r>
              <w:t>ANZPAA</w:t>
            </w:r>
            <w:proofErr w:type="spellEnd"/>
            <w:r>
              <w:t xml:space="preserve"> (unpublished); table </w:t>
            </w:r>
            <w:proofErr w:type="spellStart"/>
            <w:r w:rsidRPr="002D3A9D">
              <w:t>6A.15</w:t>
            </w:r>
            <w:proofErr w:type="spellEnd"/>
            <w:r w:rsidR="00453D41" w:rsidRPr="002D3A9D">
              <w:t>.</w:t>
            </w:r>
          </w:p>
        </w:tc>
      </w:tr>
      <w:tr w:rsidR="00CE0857" w:rsidTr="00FB6B5C">
        <w:tc>
          <w:tcPr>
            <w:tcW w:w="8771" w:type="dxa"/>
            <w:tcBorders>
              <w:top w:val="nil"/>
              <w:left w:val="nil"/>
              <w:bottom w:val="single" w:sz="6" w:space="0" w:color="78A22F"/>
              <w:right w:val="nil"/>
            </w:tcBorders>
            <w:shd w:val="clear" w:color="auto" w:fill="auto"/>
          </w:tcPr>
          <w:p w:rsidR="00CE0857" w:rsidRDefault="00CE0857" w:rsidP="00FB6B5C">
            <w:pPr>
              <w:pStyle w:val="Figurespace"/>
            </w:pPr>
          </w:p>
        </w:tc>
      </w:tr>
      <w:tr w:rsidR="00CE0857" w:rsidRPr="000863A5" w:rsidTr="00FB6B5C">
        <w:tc>
          <w:tcPr>
            <w:tcW w:w="8771" w:type="dxa"/>
            <w:tcBorders>
              <w:top w:val="single" w:sz="6" w:space="0" w:color="78A22F"/>
              <w:left w:val="nil"/>
              <w:bottom w:val="nil"/>
              <w:right w:val="nil"/>
            </w:tcBorders>
          </w:tcPr>
          <w:p w:rsidR="00CE0857" w:rsidRPr="00626D32" w:rsidRDefault="00CE0857" w:rsidP="00FB6B5C">
            <w:pPr>
              <w:pStyle w:val="BoxSpaceBelow"/>
            </w:pPr>
          </w:p>
        </w:tc>
      </w:tr>
    </w:tbl>
    <w:p w:rsidR="001D4DE2" w:rsidRDefault="001D4DE2" w:rsidP="00410D19">
      <w:pPr>
        <w:pStyle w:val="Heading4"/>
      </w:pPr>
      <w:r>
        <w:t>Perceptions of crime problems</w:t>
      </w:r>
    </w:p>
    <w:p w:rsidR="001D4DE2" w:rsidRDefault="001D4DE2" w:rsidP="001D4DE2">
      <w:pPr>
        <w:pStyle w:val="BodyText"/>
      </w:pPr>
      <w:r>
        <w:t xml:space="preserve">‘Perceptions of crime problems’ is an indicator of governments’ objective to reduce crime </w:t>
      </w:r>
      <w:r w:rsidR="009D1FB2">
        <w:t>for community reassurance</w:t>
      </w:r>
      <w:r w:rsidR="001E36FE">
        <w:t xml:space="preserve"> (box 6.9)</w:t>
      </w:r>
      <w:r>
        <w:t>.</w:t>
      </w:r>
    </w:p>
    <w:p w:rsidR="001D4DE2" w:rsidRDefault="001D4DE2" w:rsidP="001D4DE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4DE2" w:rsidTr="003A46FC">
        <w:tc>
          <w:tcPr>
            <w:tcW w:w="8771" w:type="dxa"/>
            <w:tcBorders>
              <w:top w:val="single" w:sz="6" w:space="0" w:color="78A22F"/>
              <w:left w:val="nil"/>
              <w:bottom w:val="nil"/>
              <w:right w:val="nil"/>
            </w:tcBorders>
            <w:shd w:val="clear" w:color="auto" w:fill="F2F2F2"/>
          </w:tcPr>
          <w:p w:rsidR="001D4DE2" w:rsidRDefault="001D4DE2" w:rsidP="00563DD4">
            <w:pPr>
              <w:pStyle w:val="BoxTitle"/>
            </w:pPr>
            <w:r>
              <w:rPr>
                <w:b w:val="0"/>
              </w:rPr>
              <w:t xml:space="preserve">Box </w:t>
            </w:r>
            <w:bookmarkStart w:id="26" w:name="OLE_LINK24"/>
            <w:r>
              <w:rPr>
                <w:b w:val="0"/>
              </w:rPr>
              <w:t>6.</w:t>
            </w:r>
            <w:r w:rsidR="00740D20">
              <w:rPr>
                <w:b w:val="0"/>
                <w:noProof/>
              </w:rPr>
              <w:t>9</w:t>
            </w:r>
            <w:bookmarkEnd w:id="26"/>
            <w:r>
              <w:tab/>
              <w:t>Perceptions of crime problems</w:t>
            </w:r>
          </w:p>
        </w:tc>
      </w:tr>
      <w:tr w:rsidR="001D4DE2" w:rsidTr="003A46FC">
        <w:trPr>
          <w:cantSplit/>
        </w:trPr>
        <w:tc>
          <w:tcPr>
            <w:tcW w:w="8771" w:type="dxa"/>
            <w:tcBorders>
              <w:top w:val="nil"/>
              <w:left w:val="nil"/>
              <w:bottom w:val="nil"/>
              <w:right w:val="nil"/>
            </w:tcBorders>
            <w:shd w:val="clear" w:color="auto" w:fill="F2F2F2"/>
          </w:tcPr>
          <w:p w:rsidR="001D4DE2" w:rsidRDefault="001D4DE2" w:rsidP="003C33AD">
            <w:pPr>
              <w:pStyle w:val="Box"/>
            </w:pPr>
            <w:r>
              <w:t xml:space="preserve">‘Perceptions of crime problems’ </w:t>
            </w:r>
            <w:r w:rsidR="00797C2C">
              <w:t>refers to</w:t>
            </w:r>
            <w:r w:rsidR="00C46C39">
              <w:t xml:space="preserve"> </w:t>
            </w:r>
            <w:r w:rsidR="00C46C39" w:rsidRPr="00C46C39">
              <w:t>governments</w:t>
            </w:r>
            <w:r w:rsidR="00C46C39">
              <w:t>’</w:t>
            </w:r>
            <w:r w:rsidR="00C46C39" w:rsidRPr="00C46C39">
              <w:t xml:space="preserve"> objective to reduce crime for community reassurance</w:t>
            </w:r>
            <w:r w:rsidR="00E4753B">
              <w:t xml:space="preserve">. </w:t>
            </w:r>
            <w:r w:rsidR="003A46FC">
              <w:t>T</w:t>
            </w:r>
            <w:r w:rsidR="00E4753B">
              <w:t xml:space="preserve">his </w:t>
            </w:r>
            <w:r w:rsidR="00C46C39">
              <w:t>is measured by</w:t>
            </w:r>
            <w:r>
              <w:t xml:space="preserve"> the proportion of people who thought that various types of crime were a ‘major problem’ or ‘somewhat of a problem’ in their neighbourhood.</w:t>
            </w:r>
          </w:p>
          <w:p w:rsidR="001D4DE2" w:rsidRDefault="001D4DE2" w:rsidP="00563DD4">
            <w:pPr>
              <w:pStyle w:val="Box"/>
            </w:pPr>
            <w:r>
              <w:t>A low or decreasing proportion of people who thought the selected types of crime were a ‘major problem’ or ‘somewhat of a problem’ in their neighbourhood is desirable.</w:t>
            </w:r>
          </w:p>
          <w:p w:rsidR="001D4DE2" w:rsidRDefault="001D4DE2" w:rsidP="00563DD4">
            <w:pPr>
              <w:pStyle w:val="Box"/>
            </w:pPr>
            <w:r>
              <w:t>Care needs to be taken in interpreting data on perceptions of crime, because reducing people’s concerns about crime and reducing the actual level of crime are two separate but related challenges. Comparisons between perceptions of crime problems and the level of crime raise questions about the factors that affect perceptions. More generally, such comparisons highlight the importance of considering the full suite of performance indicators rather than assessing performance on the basis of specific measures in isolation.</w:t>
            </w:r>
          </w:p>
          <w:p w:rsidR="001D4DE2" w:rsidRDefault="001D4DE2" w:rsidP="00563DD4">
            <w:pPr>
              <w:pStyle w:val="Box"/>
            </w:pPr>
            <w:r>
              <w:t>Data reported for this measure are:</w:t>
            </w:r>
          </w:p>
          <w:p w:rsidR="001D4DE2" w:rsidRDefault="001D4DE2" w:rsidP="00563DD4">
            <w:pPr>
              <w:pStyle w:val="BoxListBullet"/>
            </w:pPr>
            <w:r>
              <w:t>comparable (subject to caveats) across jurisdictions and over time</w:t>
            </w:r>
          </w:p>
          <w:p w:rsidR="001D4DE2" w:rsidRDefault="001D4DE2" w:rsidP="00563DD4">
            <w:pPr>
              <w:pStyle w:val="BoxListBullet"/>
            </w:pPr>
            <w:r>
              <w:t>complete for the current reporting period (subject to caveats). All required 2014</w:t>
            </w:r>
            <w:r w:rsidR="00C1027F">
              <w:noBreakHyphen/>
            </w:r>
            <w:r>
              <w:t>15 data are available for all jurisdictions.</w:t>
            </w:r>
          </w:p>
          <w:p w:rsidR="001D4DE2" w:rsidRDefault="001D4DE2" w:rsidP="00563DD4">
            <w:pPr>
              <w:pStyle w:val="Box"/>
            </w:pPr>
            <w:r w:rsidRPr="00462B7C">
              <w:t xml:space="preserve">Data quality information for this indicator is at </w:t>
            </w:r>
            <w:proofErr w:type="spellStart"/>
            <w:r w:rsidR="00C9771F" w:rsidRPr="00462B7C">
              <w:t>www.pc.gov.au</w:t>
            </w:r>
            <w:proofErr w:type="spellEnd"/>
            <w:r w:rsidR="00C9771F" w:rsidRPr="00462B7C">
              <w:t>/</w:t>
            </w:r>
            <w:proofErr w:type="spellStart"/>
            <w:r w:rsidR="00C9771F" w:rsidRPr="00462B7C">
              <w:t>rogs</w:t>
            </w:r>
            <w:proofErr w:type="spellEnd"/>
            <w:r w:rsidR="00C9771F" w:rsidRPr="00462B7C">
              <w:t>/2016</w:t>
            </w:r>
            <w:r w:rsidRPr="00462B7C">
              <w:t>.</w:t>
            </w:r>
          </w:p>
        </w:tc>
      </w:tr>
      <w:tr w:rsidR="001D4DE2" w:rsidTr="00563DD4">
        <w:trPr>
          <w:cantSplit/>
        </w:trPr>
        <w:tc>
          <w:tcPr>
            <w:tcW w:w="8771" w:type="dxa"/>
            <w:tcBorders>
              <w:top w:val="nil"/>
              <w:left w:val="nil"/>
              <w:bottom w:val="single" w:sz="6" w:space="0" w:color="78A22F"/>
              <w:right w:val="nil"/>
            </w:tcBorders>
            <w:shd w:val="clear" w:color="auto" w:fill="F2F2F2"/>
          </w:tcPr>
          <w:p w:rsidR="001D4DE2" w:rsidRDefault="001D4DE2" w:rsidP="00563DD4">
            <w:pPr>
              <w:pStyle w:val="Box"/>
              <w:spacing w:before="0" w:line="120" w:lineRule="exact"/>
            </w:pPr>
          </w:p>
        </w:tc>
      </w:tr>
      <w:tr w:rsidR="001D4DE2" w:rsidRPr="000863A5" w:rsidTr="00563DD4">
        <w:tc>
          <w:tcPr>
            <w:tcW w:w="8771" w:type="dxa"/>
            <w:tcBorders>
              <w:top w:val="single" w:sz="6" w:space="0" w:color="78A22F"/>
              <w:left w:val="nil"/>
              <w:bottom w:val="nil"/>
              <w:right w:val="nil"/>
            </w:tcBorders>
          </w:tcPr>
          <w:p w:rsidR="001D4DE2" w:rsidRPr="00626D32" w:rsidRDefault="001D4DE2" w:rsidP="00563DD4">
            <w:pPr>
              <w:pStyle w:val="BoxSpaceBelow"/>
            </w:pPr>
          </w:p>
        </w:tc>
      </w:tr>
    </w:tbl>
    <w:p w:rsidR="001D4DE2" w:rsidRDefault="001D4DE2" w:rsidP="00425B01">
      <w:pPr>
        <w:pStyle w:val="BodyText"/>
      </w:pPr>
      <w:r>
        <w:t xml:space="preserve">Nationally, people identified the following issues as a ‘major problem’ or ‘somewhat </w:t>
      </w:r>
      <w:r w:rsidR="00410D19">
        <w:t xml:space="preserve">of </w:t>
      </w:r>
      <w:r>
        <w:t xml:space="preserve">a problem’ in their neighbourhoods: </w:t>
      </w:r>
    </w:p>
    <w:p w:rsidR="001D4DE2" w:rsidRPr="007A65BC" w:rsidRDefault="007A65BC" w:rsidP="001D4DE2">
      <w:pPr>
        <w:pStyle w:val="ListBullet"/>
      </w:pPr>
      <w:r w:rsidRPr="007A65BC">
        <w:t>38.6</w:t>
      </w:r>
      <w:r w:rsidR="001D4DE2" w:rsidRPr="007A65BC">
        <w:t xml:space="preserve"> per cent of people thought illegal drugs to be a problem in 2014</w:t>
      </w:r>
      <w:r w:rsidR="00C1027F">
        <w:noBreakHyphen/>
      </w:r>
      <w:r w:rsidR="001D4DE2" w:rsidRPr="007A65BC">
        <w:t xml:space="preserve">15, similar to </w:t>
      </w:r>
      <w:r w:rsidR="00462B7C">
        <w:t>the previous two years</w:t>
      </w:r>
      <w:r w:rsidR="001D4DE2" w:rsidRPr="007A65BC">
        <w:t xml:space="preserve"> </w:t>
      </w:r>
      <w:r w:rsidR="00AF1EED">
        <w:t>but lower than in 201</w:t>
      </w:r>
      <w:r w:rsidR="001E36FE">
        <w:t>1</w:t>
      </w:r>
      <w:r w:rsidR="00C1027F">
        <w:noBreakHyphen/>
      </w:r>
      <w:r w:rsidR="00AF1EED">
        <w:t>1</w:t>
      </w:r>
      <w:r w:rsidR="001E36FE">
        <w:t>2</w:t>
      </w:r>
      <w:r w:rsidR="00AF1EED">
        <w:t xml:space="preserve"> </w:t>
      </w:r>
      <w:r w:rsidR="00AF1EED" w:rsidRPr="007A65BC">
        <w:t>(figure</w:t>
      </w:r>
      <w:r w:rsidR="00AF1EED">
        <w:t xml:space="preserve"> </w:t>
      </w:r>
      <w:proofErr w:type="spellStart"/>
      <w:r w:rsidR="00AF1EED">
        <w:t>6.1</w:t>
      </w:r>
      <w:r w:rsidR="00EB4E17">
        <w:t>1</w:t>
      </w:r>
      <w:r w:rsidR="00AF1EED">
        <w:t>a</w:t>
      </w:r>
      <w:proofErr w:type="spellEnd"/>
      <w:r w:rsidR="00AF1EED" w:rsidRPr="007A65BC">
        <w:t>)</w:t>
      </w:r>
    </w:p>
    <w:p w:rsidR="007A65BC" w:rsidRPr="0096336D" w:rsidRDefault="007A65BC" w:rsidP="00425B01">
      <w:pPr>
        <w:pStyle w:val="ListBullet"/>
      </w:pPr>
      <w:r w:rsidRPr="0096336D">
        <w:t xml:space="preserve">60.9 per cent of people thought </w:t>
      </w:r>
      <w:r w:rsidR="002D59A0">
        <w:t>‘s</w:t>
      </w:r>
      <w:r w:rsidRPr="0096336D">
        <w:t>peeding cars, dangerous or noisy driving’ to be a problem in 2014</w:t>
      </w:r>
      <w:r w:rsidR="00C1027F">
        <w:noBreakHyphen/>
      </w:r>
      <w:r w:rsidRPr="0096336D">
        <w:t xml:space="preserve">15 </w:t>
      </w:r>
      <w:r w:rsidR="00AF1EED">
        <w:t xml:space="preserve">similar to </w:t>
      </w:r>
      <w:r w:rsidR="00462B7C">
        <w:t>the previous two years</w:t>
      </w:r>
      <w:r w:rsidR="00462B7C" w:rsidRPr="007A65BC">
        <w:t xml:space="preserve"> </w:t>
      </w:r>
      <w:r w:rsidR="00AF1EED">
        <w:t>but lower than in 201</w:t>
      </w:r>
      <w:r w:rsidR="001E36FE">
        <w:t>1</w:t>
      </w:r>
      <w:r w:rsidR="00C1027F">
        <w:noBreakHyphen/>
      </w:r>
      <w:r w:rsidR="00AF1EED">
        <w:t>1</w:t>
      </w:r>
      <w:r w:rsidR="001E36FE">
        <w:t>2</w:t>
      </w:r>
      <w:r w:rsidR="00AF1EED">
        <w:t xml:space="preserve"> </w:t>
      </w:r>
      <w:r w:rsidR="00AF1EED" w:rsidRPr="007A65BC">
        <w:t>(figure</w:t>
      </w:r>
      <w:r w:rsidR="00AF1EED">
        <w:t xml:space="preserve"> </w:t>
      </w:r>
      <w:proofErr w:type="spellStart"/>
      <w:r w:rsidR="00AF1EED">
        <w:t>6.1</w:t>
      </w:r>
      <w:r w:rsidR="00EB4E17">
        <w:t>1</w:t>
      </w:r>
      <w:r w:rsidR="00AF1EED">
        <w:t>b</w:t>
      </w:r>
      <w:proofErr w:type="spellEnd"/>
      <w:r w:rsidR="00AF1EED" w:rsidRPr="007A65BC">
        <w:t>).</w:t>
      </w:r>
    </w:p>
    <w:p w:rsidR="001D4DE2" w:rsidRDefault="001D4DE2" w:rsidP="001D4DE2">
      <w:pPr>
        <w:pStyle w:val="BodyText"/>
      </w:pPr>
      <w:r>
        <w:t xml:space="preserve">Time series data for perceptions of crime problems are reported in tables </w:t>
      </w:r>
      <w:proofErr w:type="spellStart"/>
      <w:r w:rsidRPr="007A65BC">
        <w:t>6A.22</w:t>
      </w:r>
      <w:proofErr w:type="spellEnd"/>
      <w:r w:rsidRPr="007A65BC">
        <w:t xml:space="preserve"> and </w:t>
      </w:r>
      <w:proofErr w:type="spellStart"/>
      <w:r w:rsidRPr="007A65BC">
        <w:t>6A.23</w:t>
      </w:r>
      <w:proofErr w:type="spellEnd"/>
      <w:r>
        <w:t>.</w:t>
      </w:r>
    </w:p>
    <w:p w:rsidR="001D4DE2" w:rsidRDefault="001D4DE2" w:rsidP="001D4DE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4DE2" w:rsidTr="00563DD4">
        <w:tc>
          <w:tcPr>
            <w:tcW w:w="8771" w:type="dxa"/>
            <w:tcBorders>
              <w:top w:val="single" w:sz="6" w:space="0" w:color="78A22F"/>
              <w:left w:val="nil"/>
              <w:bottom w:val="nil"/>
              <w:right w:val="nil"/>
            </w:tcBorders>
            <w:shd w:val="clear" w:color="auto" w:fill="auto"/>
          </w:tcPr>
          <w:p w:rsidR="001D4DE2" w:rsidRPr="00176D3F" w:rsidRDefault="001D4DE2" w:rsidP="00170906">
            <w:pPr>
              <w:pStyle w:val="FigureTitle"/>
            </w:pPr>
            <w:r w:rsidRPr="00784A05">
              <w:rPr>
                <w:b w:val="0"/>
              </w:rPr>
              <w:t xml:space="preserve">Figure </w:t>
            </w:r>
            <w:bookmarkStart w:id="27" w:name="OLE_LINK25"/>
            <w:r>
              <w:rPr>
                <w:b w:val="0"/>
              </w:rPr>
              <w:t>6.</w:t>
            </w:r>
            <w:r w:rsidR="00740D20">
              <w:rPr>
                <w:b w:val="0"/>
                <w:noProof/>
              </w:rPr>
              <w:t>11</w:t>
            </w:r>
            <w:bookmarkEnd w:id="27"/>
            <w:r>
              <w:tab/>
            </w:r>
            <w:r w:rsidRPr="00746DD7">
              <w:t>Proportion of people who consider the identified issues to be either a ‘major problem’ or ‘somewhat of a problem’ in their neighbourhood</w:t>
            </w:r>
            <w:r w:rsidRPr="00734EBD">
              <w:rPr>
                <w:rStyle w:val="NoteLabel"/>
                <w:b/>
              </w:rPr>
              <w:t>a</w:t>
            </w:r>
          </w:p>
        </w:tc>
      </w:tr>
      <w:tr w:rsidR="001D4DE2" w:rsidTr="00563DD4">
        <w:trPr>
          <w:trHeight w:val="9813"/>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4DE2" w:rsidTr="00563DD4">
              <w:trPr>
                <w:jc w:val="center"/>
              </w:trPr>
              <w:tc>
                <w:tcPr>
                  <w:tcW w:w="5000" w:type="pct"/>
                  <w:tcBorders>
                    <w:top w:val="nil"/>
                    <w:bottom w:val="nil"/>
                  </w:tcBorders>
                </w:tcPr>
                <w:tbl>
                  <w:tblPr>
                    <w:tblW w:w="8731" w:type="dxa"/>
                    <w:tblInd w:w="11" w:type="dxa"/>
                    <w:tblBorders>
                      <w:top w:val="single" w:sz="6" w:space="0" w:color="auto"/>
                    </w:tblBorders>
                    <w:tblLayout w:type="fixed"/>
                    <w:tblCellMar>
                      <w:left w:w="0" w:type="dxa"/>
                      <w:right w:w="0" w:type="dxa"/>
                    </w:tblCellMar>
                    <w:tblLook w:val="0000" w:firstRow="0" w:lastRow="0" w:firstColumn="0" w:lastColumn="0" w:noHBand="0" w:noVBand="0"/>
                  </w:tblPr>
                  <w:tblGrid>
                    <w:gridCol w:w="8731"/>
                  </w:tblGrid>
                  <w:tr w:rsidR="001D4DE2" w:rsidRPr="00746DD7" w:rsidTr="00563DD4">
                    <w:tc>
                      <w:tcPr>
                        <w:tcW w:w="8731" w:type="dxa"/>
                        <w:tcBorders>
                          <w:top w:val="nil"/>
                        </w:tcBorders>
                      </w:tcPr>
                      <w:p w:rsidR="001D4DE2" w:rsidRPr="00746DD7" w:rsidRDefault="007A65BC" w:rsidP="00563DD4">
                        <w:pPr>
                          <w:pStyle w:val="Subtitle"/>
                          <w:numPr>
                            <w:ilvl w:val="0"/>
                            <w:numId w:val="20"/>
                          </w:numPr>
                          <w:spacing w:before="80"/>
                          <w:rPr>
                            <w:b/>
                          </w:rPr>
                        </w:pPr>
                        <w:r>
                          <w:rPr>
                            <w:b/>
                          </w:rPr>
                          <w:t>Illegal drugs</w:t>
                        </w:r>
                      </w:p>
                    </w:tc>
                  </w:tr>
                  <w:tr w:rsidR="001D4DE2" w:rsidRPr="00746DD7" w:rsidTr="00563DD4">
                    <w:tblPrEx>
                      <w:tblCellMar>
                        <w:left w:w="108" w:type="dxa"/>
                        <w:right w:w="108" w:type="dxa"/>
                      </w:tblCellMar>
                    </w:tblPrEx>
                    <w:tc>
                      <w:tcPr>
                        <w:tcW w:w="8731" w:type="dxa"/>
                      </w:tcPr>
                      <w:p w:rsidR="001D4DE2" w:rsidRPr="00746DD7" w:rsidRDefault="00842F0F" w:rsidP="00563DD4">
                        <w:pPr>
                          <w:pStyle w:val="Figure"/>
                          <w:tabs>
                            <w:tab w:val="left" w:pos="1690"/>
                            <w:tab w:val="left" w:pos="7804"/>
                            <w:tab w:val="left" w:pos="8074"/>
                            <w:tab w:val="left" w:pos="8239"/>
                          </w:tabs>
                        </w:pPr>
                        <w:r>
                          <w:rPr>
                            <w:noProof/>
                          </w:rPr>
                          <w:drawing>
                            <wp:inline distT="0" distB="0" distL="0" distR="0">
                              <wp:extent cx="5391150" cy="2683510"/>
                              <wp:effectExtent l="0" t="0" r="0" b="2540"/>
                              <wp:docPr id="11" name="Picture 11" descr="Figure 6.11 Proportion of people who consider the identified issues to be either a ‘major problem’ or ‘somewhat of a problem’ in their neighbourhood&#10;&#10;(a) Illegal drug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1D4DE2" w:rsidRDefault="001D4DE2" w:rsidP="00563DD4">
                  <w:pPr>
                    <w:pStyle w:val="Figure"/>
                    <w:spacing w:before="60" w:after="60"/>
                  </w:pPr>
                </w:p>
              </w:tc>
            </w:tr>
            <w:tr w:rsidR="001D4DE2" w:rsidTr="00563DD4">
              <w:trPr>
                <w:jc w:val="center"/>
              </w:trPr>
              <w:tc>
                <w:tcPr>
                  <w:tcW w:w="5000" w:type="pct"/>
                  <w:tcBorders>
                    <w:top w:val="nil"/>
                    <w:bottom w:val="nil"/>
                  </w:tcBorders>
                </w:tcPr>
                <w:p w:rsidR="001D4DE2" w:rsidRPr="00746DD7" w:rsidRDefault="001D4DE2" w:rsidP="00563DD4">
                  <w:pPr>
                    <w:pStyle w:val="Subtitle"/>
                    <w:spacing w:before="80"/>
                    <w:rPr>
                      <w:b/>
                    </w:rPr>
                  </w:pPr>
                  <w:r w:rsidRPr="00746DD7">
                    <w:rPr>
                      <w:b/>
                    </w:rPr>
                    <w:t xml:space="preserve">(b) </w:t>
                  </w:r>
                  <w:r w:rsidR="007A65BC" w:rsidRPr="00746DD7">
                    <w:rPr>
                      <w:b/>
                    </w:rPr>
                    <w:t>Speeding cars, dangerous or noisy driving</w:t>
                  </w:r>
                </w:p>
                <w:tbl>
                  <w:tblPr>
                    <w:tblW w:w="8731" w:type="dxa"/>
                    <w:tblLayout w:type="fixed"/>
                    <w:tblLook w:val="0000" w:firstRow="0" w:lastRow="0" w:firstColumn="0" w:lastColumn="0" w:noHBand="0" w:noVBand="0"/>
                  </w:tblPr>
                  <w:tblGrid>
                    <w:gridCol w:w="8731"/>
                  </w:tblGrid>
                  <w:tr w:rsidR="001D4DE2" w:rsidRPr="00746DD7" w:rsidTr="00563DD4">
                    <w:trPr>
                      <w:trHeight w:val="4443"/>
                    </w:trPr>
                    <w:tc>
                      <w:tcPr>
                        <w:tcW w:w="8731" w:type="dxa"/>
                      </w:tcPr>
                      <w:p w:rsidR="001D4DE2" w:rsidRPr="00746DD7" w:rsidRDefault="00842F0F" w:rsidP="00563DD4">
                        <w:pPr>
                          <w:pStyle w:val="Figure"/>
                          <w:tabs>
                            <w:tab w:val="left" w:pos="1690"/>
                            <w:tab w:val="left" w:pos="7804"/>
                            <w:tab w:val="left" w:pos="8074"/>
                            <w:tab w:val="left" w:pos="8239"/>
                          </w:tabs>
                        </w:pPr>
                        <w:r>
                          <w:rPr>
                            <w:noProof/>
                          </w:rPr>
                          <w:drawing>
                            <wp:inline distT="0" distB="0" distL="0" distR="0">
                              <wp:extent cx="5391150" cy="2683510"/>
                              <wp:effectExtent l="0" t="0" r="0" b="2540"/>
                              <wp:docPr id="12" name="Picture 12" descr="Figure 6.11 Proportion of people who consider the identified issues to be either a ‘major problem’ or ‘somewhat of a problem’ in their neighbourhood&#10;&#10;(b) Speeding cars, dangerous or noisy driv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1D4DE2" w:rsidRDefault="001D4DE2" w:rsidP="00563DD4">
                  <w:pPr>
                    <w:pStyle w:val="Figure"/>
                    <w:spacing w:before="60" w:after="60"/>
                  </w:pPr>
                </w:p>
              </w:tc>
            </w:tr>
          </w:tbl>
          <w:p w:rsidR="001D4DE2" w:rsidRDefault="001D4DE2" w:rsidP="00563DD4">
            <w:pPr>
              <w:pStyle w:val="Figure"/>
            </w:pPr>
          </w:p>
        </w:tc>
      </w:tr>
      <w:tr w:rsidR="001D4DE2" w:rsidRPr="00176D3F" w:rsidTr="00563DD4">
        <w:tc>
          <w:tcPr>
            <w:tcW w:w="8771" w:type="dxa"/>
            <w:tcBorders>
              <w:top w:val="nil"/>
              <w:left w:val="nil"/>
              <w:bottom w:val="nil"/>
              <w:right w:val="nil"/>
            </w:tcBorders>
            <w:shd w:val="clear" w:color="auto" w:fill="auto"/>
          </w:tcPr>
          <w:p w:rsidR="001D4DE2" w:rsidRPr="00176D3F" w:rsidRDefault="00462B7C" w:rsidP="00EB4E17">
            <w:pPr>
              <w:pStyle w:val="Note"/>
            </w:pPr>
            <w:r>
              <w:rPr>
                <w:rStyle w:val="NoteLabel"/>
              </w:rPr>
              <w:t>a</w:t>
            </w:r>
            <w:r>
              <w:t xml:space="preserve"> See box 6.</w:t>
            </w:r>
            <w:r w:rsidR="00EB4E17">
              <w:t>9</w:t>
            </w:r>
            <w:r w:rsidRPr="00C602B2">
              <w:t xml:space="preserve"> and </w:t>
            </w:r>
            <w:r w:rsidRPr="00746DD7">
              <w:t xml:space="preserve">tables </w:t>
            </w:r>
            <w:proofErr w:type="spellStart"/>
            <w:r w:rsidRPr="0096336D">
              <w:t>6A.22</w:t>
            </w:r>
            <w:proofErr w:type="spellEnd"/>
            <w:r w:rsidRPr="0096336D">
              <w:t xml:space="preserve"> and </w:t>
            </w:r>
            <w:proofErr w:type="spellStart"/>
            <w:r w:rsidRPr="0096336D">
              <w:t>6A.23</w:t>
            </w:r>
            <w:proofErr w:type="spellEnd"/>
            <w:r>
              <w:t xml:space="preserve"> </w:t>
            </w:r>
            <w:r w:rsidRPr="00C602B2">
              <w:t>for detailed definitions, footnotes and caveats</w:t>
            </w:r>
            <w:r>
              <w:t>.</w:t>
            </w:r>
          </w:p>
        </w:tc>
      </w:tr>
      <w:tr w:rsidR="001D4DE2" w:rsidRPr="00176D3F" w:rsidTr="00563DD4">
        <w:tc>
          <w:tcPr>
            <w:tcW w:w="8771" w:type="dxa"/>
            <w:tcBorders>
              <w:top w:val="nil"/>
              <w:left w:val="nil"/>
              <w:bottom w:val="nil"/>
              <w:right w:val="nil"/>
            </w:tcBorders>
            <w:shd w:val="clear" w:color="auto" w:fill="auto"/>
          </w:tcPr>
          <w:p w:rsidR="001D4DE2" w:rsidRPr="00176D3F" w:rsidRDefault="001D4DE2" w:rsidP="00563DD4">
            <w:pPr>
              <w:pStyle w:val="Source"/>
            </w:pPr>
            <w:r w:rsidRPr="00746DD7">
              <w:rPr>
                <w:i/>
              </w:rPr>
              <w:t>Source</w:t>
            </w:r>
            <w:r w:rsidRPr="00746DD7">
              <w:t xml:space="preserve">: </w:t>
            </w:r>
            <w:proofErr w:type="spellStart"/>
            <w:r w:rsidRPr="00746DD7">
              <w:t>ANZPAA</w:t>
            </w:r>
            <w:proofErr w:type="spellEnd"/>
            <w:r w:rsidRPr="00746DD7">
              <w:t xml:space="preserve"> (unpublished); tables </w:t>
            </w:r>
            <w:proofErr w:type="spellStart"/>
            <w:r w:rsidRPr="0096336D">
              <w:t>6A.22</w:t>
            </w:r>
            <w:proofErr w:type="spellEnd"/>
            <w:r w:rsidRPr="0096336D">
              <w:t xml:space="preserve"> and </w:t>
            </w:r>
            <w:proofErr w:type="spellStart"/>
            <w:r w:rsidRPr="0096336D">
              <w:t>6A.23</w:t>
            </w:r>
            <w:proofErr w:type="spellEnd"/>
            <w:r w:rsidRPr="0096336D">
              <w:t>.</w:t>
            </w:r>
          </w:p>
        </w:tc>
      </w:tr>
      <w:tr w:rsidR="001D4DE2" w:rsidTr="00563DD4">
        <w:tc>
          <w:tcPr>
            <w:tcW w:w="8771" w:type="dxa"/>
            <w:tcBorders>
              <w:top w:val="nil"/>
              <w:left w:val="nil"/>
              <w:bottom w:val="single" w:sz="6" w:space="0" w:color="78A22F"/>
              <w:right w:val="nil"/>
            </w:tcBorders>
            <w:shd w:val="clear" w:color="auto" w:fill="auto"/>
          </w:tcPr>
          <w:p w:rsidR="001D4DE2" w:rsidRDefault="001D4DE2" w:rsidP="00563DD4">
            <w:pPr>
              <w:pStyle w:val="Figurespace"/>
            </w:pPr>
          </w:p>
        </w:tc>
      </w:tr>
      <w:tr w:rsidR="001D4DE2" w:rsidRPr="000863A5" w:rsidTr="00563DD4">
        <w:tc>
          <w:tcPr>
            <w:tcW w:w="8771" w:type="dxa"/>
            <w:tcBorders>
              <w:top w:val="single" w:sz="6" w:space="0" w:color="78A22F"/>
              <w:left w:val="nil"/>
              <w:bottom w:val="nil"/>
              <w:right w:val="nil"/>
            </w:tcBorders>
          </w:tcPr>
          <w:p w:rsidR="001D4DE2" w:rsidRPr="00626D32" w:rsidRDefault="001D4DE2" w:rsidP="00563DD4">
            <w:pPr>
              <w:pStyle w:val="BoxSpaceBelow"/>
            </w:pPr>
          </w:p>
        </w:tc>
      </w:tr>
    </w:tbl>
    <w:p w:rsidR="008079A7" w:rsidRDefault="008079A7" w:rsidP="00410D19">
      <w:pPr>
        <w:pStyle w:val="Heading3"/>
      </w:pPr>
      <w:r>
        <w:lastRenderedPageBreak/>
        <w:t>Efficiency</w:t>
      </w:r>
    </w:p>
    <w:p w:rsidR="008079A7" w:rsidRDefault="008079A7" w:rsidP="00410D19">
      <w:pPr>
        <w:pStyle w:val="Heading4"/>
      </w:pPr>
      <w:r>
        <w:t>Dollars per person</w:t>
      </w:r>
    </w:p>
    <w:p w:rsidR="008079A7" w:rsidRDefault="008079A7" w:rsidP="008079A7">
      <w:pPr>
        <w:pStyle w:val="BodyText"/>
      </w:pPr>
      <w:r>
        <w:t xml:space="preserve">‘Dollars per person’ is an indicator of governments’ objective that provision of services occurs in an efficient manner (box </w:t>
      </w:r>
      <w:r w:rsidR="000825B8" w:rsidRPr="00D37EFC">
        <w:t>6.</w:t>
      </w:r>
      <w:r w:rsidR="00EB4E17">
        <w:t>10</w:t>
      </w:r>
      <w:r>
        <w:t xml:space="preserve">). Variations in policies, socioeconomic factors and geographic/demographic characteristics affect expenditure per person for police services </w:t>
      </w:r>
      <w:r w:rsidR="00D37EFC">
        <w:t>across</w:t>
      </w:r>
      <w:r>
        <w:t xml:space="preserve"> each jurisdiction. The scope of activities undertaken by police services also varies across jurisdictions.</w:t>
      </w:r>
    </w:p>
    <w:p w:rsidR="008079A7" w:rsidRDefault="008079A7" w:rsidP="008079A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079A7" w:rsidTr="00563DD4">
        <w:tc>
          <w:tcPr>
            <w:tcW w:w="8771" w:type="dxa"/>
            <w:tcBorders>
              <w:top w:val="single" w:sz="6" w:space="0" w:color="78A22F"/>
              <w:left w:val="nil"/>
              <w:bottom w:val="nil"/>
              <w:right w:val="nil"/>
            </w:tcBorders>
            <w:shd w:val="clear" w:color="auto" w:fill="F2F2F2"/>
          </w:tcPr>
          <w:p w:rsidR="008079A7" w:rsidRDefault="008079A7" w:rsidP="00563DD4">
            <w:pPr>
              <w:pStyle w:val="BoxTitle"/>
            </w:pPr>
            <w:r>
              <w:rPr>
                <w:b w:val="0"/>
              </w:rPr>
              <w:t xml:space="preserve">Box </w:t>
            </w:r>
            <w:bookmarkStart w:id="28" w:name="OLE_LINK6"/>
            <w:r>
              <w:rPr>
                <w:b w:val="0"/>
              </w:rPr>
              <w:t>6.</w:t>
            </w:r>
            <w:r w:rsidR="00740D20">
              <w:rPr>
                <w:b w:val="0"/>
                <w:noProof/>
              </w:rPr>
              <w:t>10</w:t>
            </w:r>
            <w:bookmarkEnd w:id="28"/>
            <w:r>
              <w:tab/>
              <w:t>Dollars per person</w:t>
            </w:r>
          </w:p>
        </w:tc>
      </w:tr>
      <w:tr w:rsidR="008079A7" w:rsidTr="00563DD4">
        <w:trPr>
          <w:cantSplit/>
        </w:trPr>
        <w:tc>
          <w:tcPr>
            <w:tcW w:w="8771" w:type="dxa"/>
            <w:tcBorders>
              <w:top w:val="nil"/>
              <w:left w:val="nil"/>
              <w:bottom w:val="nil"/>
              <w:right w:val="nil"/>
            </w:tcBorders>
            <w:shd w:val="clear" w:color="auto" w:fill="F2F2F2"/>
          </w:tcPr>
          <w:p w:rsidR="008079A7" w:rsidRDefault="008079A7" w:rsidP="00563DD4">
            <w:pPr>
              <w:pStyle w:val="Box"/>
            </w:pPr>
            <w:r>
              <w:t xml:space="preserve">‘Dollars per person’ is defined as expenditure (adjusted for inflation) on policing per person. </w:t>
            </w:r>
          </w:p>
          <w:p w:rsidR="008079A7" w:rsidRDefault="008079A7" w:rsidP="00563DD4">
            <w:pPr>
              <w:pStyle w:val="Box"/>
            </w:pPr>
            <w:r>
              <w:t>All else being equal, a low or decreasing expenditure per person represents an improvement in efficiency. However, care must be taken because efficiency data are difficult to interpret. Although high or increasing expenditure per person might reflect deteriorating efficiency, it might also reflect aspects of the service or characteristics of the policing environment (such as more effective policing or more challenging crime and safety situations). Similarly, low expenditure per person may reflect more desirable efficiency outcomes or lower quality (less intensive policing) or less challenging crime and safety situations.</w:t>
            </w:r>
          </w:p>
          <w:p w:rsidR="008079A7" w:rsidRDefault="008079A7" w:rsidP="00563DD4">
            <w:pPr>
              <w:pStyle w:val="Box"/>
            </w:pPr>
            <w:r>
              <w:t>Efficiency indicators should be interpreted within the context of the effectiveness and equity indicators, to derive an holistic view of performance.</w:t>
            </w:r>
          </w:p>
          <w:p w:rsidR="008079A7" w:rsidRDefault="008079A7" w:rsidP="00563DD4">
            <w:pPr>
              <w:pStyle w:val="Box"/>
            </w:pPr>
            <w:r>
              <w:t>Data reported for this measure are:</w:t>
            </w:r>
          </w:p>
          <w:p w:rsidR="008079A7" w:rsidRDefault="008079A7" w:rsidP="00563DD4">
            <w:pPr>
              <w:pStyle w:val="BoxListBullet"/>
            </w:pPr>
            <w:r>
              <w:t>comparable (subject to caveats) across jurisdictions and over time</w:t>
            </w:r>
          </w:p>
          <w:p w:rsidR="008079A7" w:rsidRDefault="008079A7" w:rsidP="00563DD4">
            <w:pPr>
              <w:pStyle w:val="BoxListBullet"/>
            </w:pPr>
            <w:r>
              <w:t>complete for the current reporting period (subject to caveats). All required 2014</w:t>
            </w:r>
            <w:r w:rsidR="00C1027F">
              <w:noBreakHyphen/>
            </w:r>
            <w:r>
              <w:t>15 data are available for all jurisdictions.</w:t>
            </w:r>
          </w:p>
          <w:p w:rsidR="008079A7" w:rsidRDefault="008079A7" w:rsidP="00563DD4">
            <w:pPr>
              <w:pStyle w:val="Box"/>
            </w:pPr>
            <w:r>
              <w:t>Data quality information for this indicator is under development.</w:t>
            </w:r>
          </w:p>
        </w:tc>
      </w:tr>
      <w:tr w:rsidR="008079A7" w:rsidTr="00563DD4">
        <w:trPr>
          <w:cantSplit/>
        </w:trPr>
        <w:tc>
          <w:tcPr>
            <w:tcW w:w="8771" w:type="dxa"/>
            <w:tcBorders>
              <w:top w:val="nil"/>
              <w:left w:val="nil"/>
              <w:bottom w:val="single" w:sz="6" w:space="0" w:color="78A22F"/>
              <w:right w:val="nil"/>
            </w:tcBorders>
            <w:shd w:val="clear" w:color="auto" w:fill="F2F2F2"/>
          </w:tcPr>
          <w:p w:rsidR="008079A7" w:rsidRDefault="008079A7" w:rsidP="00563DD4">
            <w:pPr>
              <w:pStyle w:val="Box"/>
              <w:spacing w:before="0" w:line="120" w:lineRule="exact"/>
            </w:pPr>
          </w:p>
        </w:tc>
      </w:tr>
      <w:tr w:rsidR="008079A7" w:rsidRPr="000863A5" w:rsidTr="00563DD4">
        <w:tc>
          <w:tcPr>
            <w:tcW w:w="8771" w:type="dxa"/>
            <w:tcBorders>
              <w:top w:val="single" w:sz="6" w:space="0" w:color="78A22F"/>
              <w:left w:val="nil"/>
              <w:bottom w:val="nil"/>
              <w:right w:val="nil"/>
            </w:tcBorders>
          </w:tcPr>
          <w:p w:rsidR="008079A7" w:rsidRPr="00626D32" w:rsidRDefault="008079A7" w:rsidP="00563DD4">
            <w:pPr>
              <w:pStyle w:val="BoxSpaceBelow"/>
            </w:pPr>
          </w:p>
        </w:tc>
      </w:tr>
    </w:tbl>
    <w:p w:rsidR="008079A7" w:rsidRDefault="008079A7" w:rsidP="008079A7">
      <w:pPr>
        <w:pStyle w:val="BodyText"/>
      </w:pPr>
      <w:r>
        <w:t xml:space="preserve">Recurrent expenditure (less revenue from own sources and payroll tax) on police services across Australia </w:t>
      </w:r>
      <w:r w:rsidRPr="008C6027">
        <w:t xml:space="preserve">was $10.2 billion </w:t>
      </w:r>
      <w:r>
        <w:t>(</w:t>
      </w:r>
      <w:r w:rsidRPr="008C6027">
        <w:t>or $43</w:t>
      </w:r>
      <w:r w:rsidR="008C6027" w:rsidRPr="008C6027">
        <w:t>0</w:t>
      </w:r>
      <w:r w:rsidRPr="008C6027">
        <w:t xml:space="preserve"> per </w:t>
      </w:r>
      <w:r>
        <w:t>person) in 2014</w:t>
      </w:r>
      <w:r w:rsidR="00C1027F">
        <w:noBreakHyphen/>
      </w:r>
      <w:r>
        <w:t>15 (</w:t>
      </w:r>
      <w:r w:rsidR="00D37EFC">
        <w:t xml:space="preserve">table </w:t>
      </w:r>
      <w:proofErr w:type="spellStart"/>
      <w:r w:rsidR="00D37EFC">
        <w:t>6A.10</w:t>
      </w:r>
      <w:proofErr w:type="spellEnd"/>
      <w:r w:rsidR="00D37EFC">
        <w:t xml:space="preserve"> and </w:t>
      </w:r>
      <w:r>
        <w:t>figure</w:t>
      </w:r>
      <w:r w:rsidR="00D37EFC">
        <w:t> </w:t>
      </w:r>
      <w:r w:rsidR="00D37EFC" w:rsidRPr="00D37EFC">
        <w:t>6.</w:t>
      </w:r>
      <w:r w:rsidR="00EB4E17">
        <w:t>12</w:t>
      </w:r>
      <w:r>
        <w:t xml:space="preserve">). </w:t>
      </w:r>
    </w:p>
    <w:p w:rsidR="00410D19" w:rsidRPr="00CE76FB" w:rsidRDefault="00410D19" w:rsidP="00410D19">
      <w:pPr>
        <w:pStyle w:val="BodyText"/>
      </w:pPr>
      <w:r>
        <w:t xml:space="preserve">Nationally, real recurrent expenditure on police services per person increased by an average </w:t>
      </w:r>
      <w:r w:rsidRPr="00CE76FB">
        <w:t xml:space="preserve">of </w:t>
      </w:r>
      <w:r w:rsidRPr="00B05E9A">
        <w:t>1.</w:t>
      </w:r>
      <w:r w:rsidR="00E2094C" w:rsidRPr="00B05E9A">
        <w:t>8</w:t>
      </w:r>
      <w:r w:rsidRPr="00CE76FB">
        <w:t xml:space="preserve"> per cent each year between 2007</w:t>
      </w:r>
      <w:r w:rsidR="00C1027F">
        <w:noBreakHyphen/>
      </w:r>
      <w:r w:rsidRPr="00CE76FB">
        <w:t>08 and 2014</w:t>
      </w:r>
      <w:r w:rsidR="00C1027F">
        <w:noBreakHyphen/>
      </w:r>
      <w:r w:rsidRPr="00CE76FB">
        <w:t xml:space="preserve">15 (table </w:t>
      </w:r>
      <w:proofErr w:type="spellStart"/>
      <w:r w:rsidRPr="00CE76FB">
        <w:t>6A.10</w:t>
      </w:r>
      <w:proofErr w:type="spellEnd"/>
      <w:r w:rsidRPr="00CE76FB">
        <w:t>).</w:t>
      </w:r>
    </w:p>
    <w:p w:rsidR="00410D19" w:rsidRDefault="00410D19" w:rsidP="008079A7">
      <w:pPr>
        <w:pStyle w:val="BodyText"/>
      </w:pPr>
      <w:r>
        <w:t xml:space="preserve">Time series data for real recurrent expenditure by each jurisdiction are reported in tables </w:t>
      </w:r>
      <w:proofErr w:type="spellStart"/>
      <w:r>
        <w:t>6A.1</w:t>
      </w:r>
      <w:proofErr w:type="spellEnd"/>
      <w:r>
        <w:noBreakHyphen/>
        <w:t xml:space="preserve">8 </w:t>
      </w:r>
      <w:r w:rsidRPr="00CE76FB">
        <w:t xml:space="preserve">and </w:t>
      </w:r>
      <w:proofErr w:type="spellStart"/>
      <w:r w:rsidRPr="00CE76FB">
        <w:t>6A.10</w:t>
      </w:r>
      <w:proofErr w:type="spellEnd"/>
      <w:r w:rsidRPr="00CE76FB">
        <w:t xml:space="preserve">. Capital costs (including depreciation and the user cost of capital) for each jurisdiction are also contained in tables </w:t>
      </w:r>
      <w:proofErr w:type="spellStart"/>
      <w:r w:rsidRPr="00CE76FB">
        <w:t>6A.1</w:t>
      </w:r>
      <w:proofErr w:type="spellEnd"/>
      <w:r w:rsidRPr="00CE76FB">
        <w:t xml:space="preserve">–8, with associated information on treatment of assets by police agencies in table </w:t>
      </w:r>
      <w:proofErr w:type="spellStart"/>
      <w:r w:rsidRPr="00CE76FB">
        <w:t>6A.9</w:t>
      </w:r>
      <w:proofErr w:type="spellEnd"/>
      <w:r w:rsidRPr="00CE76FB">
        <w:t xml:space="preserve">. </w:t>
      </w:r>
    </w:p>
    <w:p w:rsidR="008079A7" w:rsidRDefault="008079A7" w:rsidP="008079A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079A7" w:rsidTr="00563DD4">
        <w:tc>
          <w:tcPr>
            <w:tcW w:w="8771" w:type="dxa"/>
            <w:tcBorders>
              <w:top w:val="single" w:sz="6" w:space="0" w:color="78A22F"/>
              <w:left w:val="nil"/>
              <w:bottom w:val="nil"/>
              <w:right w:val="nil"/>
            </w:tcBorders>
            <w:shd w:val="clear" w:color="auto" w:fill="auto"/>
          </w:tcPr>
          <w:p w:rsidR="008079A7" w:rsidRPr="00176D3F" w:rsidRDefault="008079A7" w:rsidP="00496278">
            <w:pPr>
              <w:pStyle w:val="FigureTitle"/>
            </w:pPr>
            <w:r w:rsidRPr="00784A05">
              <w:rPr>
                <w:b w:val="0"/>
              </w:rPr>
              <w:t xml:space="preserve">Figure </w:t>
            </w:r>
            <w:bookmarkStart w:id="29" w:name="OLE_LINK7"/>
            <w:r>
              <w:rPr>
                <w:b w:val="0"/>
              </w:rPr>
              <w:t>6.</w:t>
            </w:r>
            <w:r w:rsidR="00740D20">
              <w:rPr>
                <w:b w:val="0"/>
                <w:noProof/>
              </w:rPr>
              <w:t>12</w:t>
            </w:r>
            <w:bookmarkEnd w:id="29"/>
            <w:r>
              <w:tab/>
              <w:t>Real recurrent expenditure per person (including user cost of capital less revenue from own sources and payroll tax) on police services (2014</w:t>
            </w:r>
            <w:r w:rsidR="00C1027F">
              <w:noBreakHyphen/>
            </w:r>
            <w:r>
              <w:t>15 dollars)</w:t>
            </w:r>
            <w:r w:rsidRPr="00084C76">
              <w:rPr>
                <w:rStyle w:val="NoteLabel"/>
                <w:b/>
              </w:rPr>
              <w:t>a</w:t>
            </w:r>
          </w:p>
        </w:tc>
      </w:tr>
      <w:tr w:rsidR="008079A7" w:rsidTr="00563DD4">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8079A7" w:rsidTr="00563DD4">
              <w:trPr>
                <w:jc w:val="center"/>
              </w:trPr>
              <w:tc>
                <w:tcPr>
                  <w:tcW w:w="8731" w:type="dxa"/>
                  <w:tcBorders>
                    <w:top w:val="nil"/>
                    <w:bottom w:val="nil"/>
                  </w:tcBorders>
                </w:tcPr>
                <w:p w:rsidR="008079A7" w:rsidRDefault="00842F0F" w:rsidP="00563DD4">
                  <w:pPr>
                    <w:pStyle w:val="Figure"/>
                    <w:spacing w:before="60" w:after="60"/>
                  </w:pPr>
                  <w:r>
                    <w:rPr>
                      <w:noProof/>
                    </w:rPr>
                    <w:drawing>
                      <wp:inline distT="0" distB="0" distL="0" distR="0">
                        <wp:extent cx="5391150" cy="2683510"/>
                        <wp:effectExtent l="0" t="0" r="0" b="2540"/>
                        <wp:docPr id="13" name="Picture 13" descr="Figure 6.12 Real recurrent expenditure per person (including user cost of capital less revenue from own sources and payroll tax) on police services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8079A7" w:rsidRDefault="008079A7" w:rsidP="00563DD4">
            <w:pPr>
              <w:pStyle w:val="Figure"/>
            </w:pPr>
          </w:p>
        </w:tc>
      </w:tr>
      <w:tr w:rsidR="008079A7" w:rsidRPr="00176D3F" w:rsidTr="00563DD4">
        <w:tc>
          <w:tcPr>
            <w:tcW w:w="8771" w:type="dxa"/>
            <w:tcBorders>
              <w:top w:val="nil"/>
              <w:left w:val="nil"/>
              <w:bottom w:val="nil"/>
              <w:right w:val="nil"/>
            </w:tcBorders>
            <w:shd w:val="clear" w:color="auto" w:fill="auto"/>
          </w:tcPr>
          <w:p w:rsidR="008079A7" w:rsidRPr="00176D3F" w:rsidRDefault="008079A7" w:rsidP="00EB4E17">
            <w:pPr>
              <w:pStyle w:val="Note"/>
            </w:pPr>
            <w:r>
              <w:rPr>
                <w:rStyle w:val="NoteLabel"/>
              </w:rPr>
              <w:t>a</w:t>
            </w:r>
            <w:r w:rsidR="0075180A">
              <w:t xml:space="preserve"> See box 6.</w:t>
            </w:r>
            <w:r w:rsidR="00EB4E17">
              <w:t>10</w:t>
            </w:r>
            <w:r w:rsidR="0075180A" w:rsidRPr="00C602B2">
              <w:t xml:space="preserve"> and </w:t>
            </w:r>
            <w:r w:rsidR="0075180A">
              <w:t>table</w:t>
            </w:r>
            <w:r w:rsidR="0075180A" w:rsidRPr="00746DD7">
              <w:t xml:space="preserve"> </w:t>
            </w:r>
            <w:proofErr w:type="spellStart"/>
            <w:r w:rsidR="0075180A" w:rsidRPr="0096336D">
              <w:t>6A.</w:t>
            </w:r>
            <w:r w:rsidR="0075180A">
              <w:t>10</w:t>
            </w:r>
            <w:proofErr w:type="spellEnd"/>
            <w:r w:rsidR="0075180A">
              <w:t xml:space="preserve"> </w:t>
            </w:r>
            <w:r w:rsidR="0075180A" w:rsidRPr="00C602B2">
              <w:t>for detailed definitions, footnotes and caveats</w:t>
            </w:r>
            <w:r w:rsidR="0075180A">
              <w:t>.</w:t>
            </w:r>
          </w:p>
        </w:tc>
      </w:tr>
      <w:tr w:rsidR="008079A7" w:rsidRPr="00176D3F" w:rsidTr="00563DD4">
        <w:tc>
          <w:tcPr>
            <w:tcW w:w="8771" w:type="dxa"/>
            <w:tcBorders>
              <w:top w:val="nil"/>
              <w:left w:val="nil"/>
              <w:bottom w:val="nil"/>
              <w:right w:val="nil"/>
            </w:tcBorders>
            <w:shd w:val="clear" w:color="auto" w:fill="auto"/>
          </w:tcPr>
          <w:p w:rsidR="008079A7" w:rsidRPr="00176D3F" w:rsidRDefault="008079A7" w:rsidP="00563DD4">
            <w:pPr>
              <w:pStyle w:val="Source"/>
            </w:pPr>
            <w:r>
              <w:t xml:space="preserve">Source: State and Territory governments (unpublished); table </w:t>
            </w:r>
            <w:proofErr w:type="spellStart"/>
            <w:r w:rsidRPr="008C6027">
              <w:t>6A.10</w:t>
            </w:r>
            <w:proofErr w:type="spellEnd"/>
            <w:r w:rsidRPr="008C6027">
              <w:t>.</w:t>
            </w:r>
          </w:p>
        </w:tc>
      </w:tr>
      <w:tr w:rsidR="008079A7" w:rsidTr="00563DD4">
        <w:tc>
          <w:tcPr>
            <w:tcW w:w="8771" w:type="dxa"/>
            <w:tcBorders>
              <w:top w:val="nil"/>
              <w:left w:val="nil"/>
              <w:bottom w:val="single" w:sz="6" w:space="0" w:color="78A22F"/>
              <w:right w:val="nil"/>
            </w:tcBorders>
            <w:shd w:val="clear" w:color="auto" w:fill="auto"/>
          </w:tcPr>
          <w:p w:rsidR="008079A7" w:rsidRDefault="008079A7" w:rsidP="00563DD4">
            <w:pPr>
              <w:pStyle w:val="Figurespace"/>
            </w:pPr>
          </w:p>
        </w:tc>
      </w:tr>
      <w:tr w:rsidR="008079A7" w:rsidRPr="000863A5" w:rsidTr="00563DD4">
        <w:tc>
          <w:tcPr>
            <w:tcW w:w="8771" w:type="dxa"/>
            <w:tcBorders>
              <w:top w:val="single" w:sz="6" w:space="0" w:color="78A22F"/>
              <w:left w:val="nil"/>
              <w:bottom w:val="nil"/>
              <w:right w:val="nil"/>
            </w:tcBorders>
          </w:tcPr>
          <w:p w:rsidR="008079A7" w:rsidRPr="00626D32" w:rsidRDefault="008079A7" w:rsidP="00563DD4">
            <w:pPr>
              <w:pStyle w:val="BoxSpaceBelow"/>
            </w:pPr>
          </w:p>
        </w:tc>
      </w:tr>
    </w:tbl>
    <w:p w:rsidR="008112FB" w:rsidRDefault="008112FB" w:rsidP="00410D19">
      <w:pPr>
        <w:pStyle w:val="Heading4"/>
      </w:pPr>
      <w:r>
        <w:t>Proportion of prosecutions where costs are awarded against police</w:t>
      </w:r>
    </w:p>
    <w:p w:rsidR="008112FB" w:rsidRDefault="008112FB" w:rsidP="008112FB">
      <w:pPr>
        <w:pStyle w:val="BodyText"/>
      </w:pPr>
      <w:r>
        <w:t>‘Proportion of prosecutions where costs are awarded against police’ is an indicator of governments’ objective to undertake police activities associated with the judicial process efficiently (box 6.1</w:t>
      </w:r>
      <w:r w:rsidR="00EB4E17">
        <w:t>1</w:t>
      </w:r>
      <w:r>
        <w:t>).</w:t>
      </w:r>
    </w:p>
    <w:p w:rsidR="008112FB" w:rsidRDefault="008112FB" w:rsidP="008112F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112FB" w:rsidTr="002E56E6">
        <w:tc>
          <w:tcPr>
            <w:tcW w:w="8771" w:type="dxa"/>
            <w:tcBorders>
              <w:top w:val="single" w:sz="6" w:space="0" w:color="78A22F"/>
              <w:left w:val="nil"/>
              <w:bottom w:val="nil"/>
              <w:right w:val="nil"/>
            </w:tcBorders>
            <w:shd w:val="clear" w:color="auto" w:fill="F2F2F2"/>
          </w:tcPr>
          <w:p w:rsidR="008112FB" w:rsidRDefault="008112FB" w:rsidP="00207EEB">
            <w:pPr>
              <w:pStyle w:val="BoxTitle"/>
            </w:pPr>
            <w:r>
              <w:rPr>
                <w:b w:val="0"/>
              </w:rPr>
              <w:t xml:space="preserve">Box </w:t>
            </w:r>
            <w:bookmarkStart w:id="30" w:name="OLE_LINK48"/>
            <w:r>
              <w:rPr>
                <w:b w:val="0"/>
              </w:rPr>
              <w:t>6.</w:t>
            </w:r>
            <w:r w:rsidR="00740D20">
              <w:rPr>
                <w:b w:val="0"/>
                <w:noProof/>
              </w:rPr>
              <w:t>11</w:t>
            </w:r>
            <w:bookmarkEnd w:id="30"/>
            <w:r>
              <w:tab/>
              <w:t>Proportion of prosecutions where costs are awarded against police</w:t>
            </w:r>
          </w:p>
        </w:tc>
      </w:tr>
      <w:tr w:rsidR="008112FB" w:rsidTr="002E56E6">
        <w:trPr>
          <w:cantSplit/>
        </w:trPr>
        <w:tc>
          <w:tcPr>
            <w:tcW w:w="8771" w:type="dxa"/>
            <w:tcBorders>
              <w:top w:val="nil"/>
              <w:left w:val="nil"/>
              <w:bottom w:val="nil"/>
              <w:right w:val="nil"/>
            </w:tcBorders>
            <w:shd w:val="clear" w:color="auto" w:fill="F2F2F2"/>
          </w:tcPr>
          <w:p w:rsidR="0009401B" w:rsidRDefault="008112FB" w:rsidP="00207EEB">
            <w:pPr>
              <w:pStyle w:val="Box"/>
            </w:pPr>
            <w:r>
              <w:t xml:space="preserve">‘Proportion of prosecutions where costs are awarded against police’ is defined as </w:t>
            </w:r>
            <w:r w:rsidR="0009401B">
              <w:t>the p</w:t>
            </w:r>
            <w:r w:rsidR="0009401B" w:rsidRPr="0009401B">
              <w:t>ercentage of prosecutions with costs against police based on the number of files and the number of cost orders made.</w:t>
            </w:r>
          </w:p>
          <w:p w:rsidR="008112FB" w:rsidRDefault="0009401B" w:rsidP="00207EEB">
            <w:pPr>
              <w:pStyle w:val="Box"/>
            </w:pPr>
            <w:r>
              <w:t xml:space="preserve">This is an indicator of </w:t>
            </w:r>
            <w:r w:rsidR="008112FB">
              <w:t>police efficiency in preparing evidence that is relevant to, and supports a prosecution.</w:t>
            </w:r>
          </w:p>
          <w:p w:rsidR="008112FB" w:rsidRDefault="008112FB" w:rsidP="003C33AD">
            <w:pPr>
              <w:pStyle w:val="Box"/>
            </w:pPr>
            <w:r>
              <w:t xml:space="preserve">Court costs are generally awarded against police when a criminal action against an offender has failed; in this respect, it represents at least some of the resources expended when a prosecution fails. </w:t>
            </w:r>
            <w:r w:rsidR="00E4753B" w:rsidRPr="00E4753B">
              <w:t>Results are influenced by differing jurisdictional legislative requirements and court practices.</w:t>
            </w:r>
          </w:p>
          <w:p w:rsidR="008112FB" w:rsidRDefault="008112FB" w:rsidP="00207EEB">
            <w:pPr>
              <w:pStyle w:val="Box"/>
            </w:pPr>
            <w:r>
              <w:t>Data reported for this measure are:</w:t>
            </w:r>
          </w:p>
          <w:p w:rsidR="008112FB" w:rsidRDefault="008112FB" w:rsidP="00207EEB">
            <w:pPr>
              <w:pStyle w:val="BoxListBullet"/>
            </w:pPr>
            <w:r>
              <w:t>not comparable (subject to caveats) across jurisdictions because the process by which costs are awarded differs between jurisdictions</w:t>
            </w:r>
          </w:p>
          <w:p w:rsidR="008112FB" w:rsidRDefault="008112FB" w:rsidP="00207EEB">
            <w:pPr>
              <w:pStyle w:val="BoxListBullet"/>
            </w:pPr>
            <w:r>
              <w:t>complete for the current reporting period. All required 2014</w:t>
            </w:r>
            <w:r w:rsidR="00C1027F">
              <w:noBreakHyphen/>
            </w:r>
            <w:r>
              <w:t>15 data are available for all jurisdictions.</w:t>
            </w:r>
          </w:p>
          <w:p w:rsidR="008112FB" w:rsidRDefault="008112FB" w:rsidP="00207EEB">
            <w:pPr>
              <w:pStyle w:val="Box"/>
            </w:pPr>
            <w:r w:rsidRPr="00496278">
              <w:t>Data quality information for this indicator is under development.</w:t>
            </w:r>
          </w:p>
        </w:tc>
      </w:tr>
      <w:tr w:rsidR="008112FB" w:rsidTr="00207EEB">
        <w:trPr>
          <w:cantSplit/>
        </w:trPr>
        <w:tc>
          <w:tcPr>
            <w:tcW w:w="8771" w:type="dxa"/>
            <w:tcBorders>
              <w:top w:val="nil"/>
              <w:left w:val="nil"/>
              <w:bottom w:val="single" w:sz="6" w:space="0" w:color="78A22F"/>
              <w:right w:val="nil"/>
            </w:tcBorders>
            <w:shd w:val="clear" w:color="auto" w:fill="F2F2F2"/>
          </w:tcPr>
          <w:p w:rsidR="008112FB" w:rsidRDefault="008112FB" w:rsidP="00207EEB">
            <w:pPr>
              <w:pStyle w:val="Box"/>
              <w:spacing w:before="0" w:line="120" w:lineRule="exact"/>
            </w:pPr>
          </w:p>
        </w:tc>
      </w:tr>
      <w:tr w:rsidR="008112FB" w:rsidRPr="000863A5" w:rsidTr="00207EEB">
        <w:tc>
          <w:tcPr>
            <w:tcW w:w="8771" w:type="dxa"/>
            <w:tcBorders>
              <w:top w:val="single" w:sz="6" w:space="0" w:color="78A22F"/>
              <w:left w:val="nil"/>
              <w:bottom w:val="nil"/>
              <w:right w:val="nil"/>
            </w:tcBorders>
          </w:tcPr>
          <w:p w:rsidR="008112FB" w:rsidRPr="00626D32" w:rsidRDefault="008112FB" w:rsidP="00207EEB">
            <w:pPr>
              <w:pStyle w:val="BoxSpaceBelow"/>
            </w:pPr>
          </w:p>
        </w:tc>
      </w:tr>
    </w:tbl>
    <w:p w:rsidR="008112FB" w:rsidRDefault="008112FB" w:rsidP="008112FB">
      <w:pPr>
        <w:pStyle w:val="BodyText"/>
      </w:pPr>
      <w:r>
        <w:t>The process by which costs are awarded differs between jurisdictions. The proportion of prosecutions where costs were awarded against the police in 2014</w:t>
      </w:r>
      <w:r w:rsidR="00C1027F">
        <w:noBreakHyphen/>
      </w:r>
      <w:r>
        <w:t xml:space="preserve">15 was low (less than </w:t>
      </w:r>
      <w:r w:rsidRPr="008112FB">
        <w:t xml:space="preserve">2.0 per cent) in all jurisdictions (table </w:t>
      </w:r>
      <w:proofErr w:type="spellStart"/>
      <w:r w:rsidRPr="008112FB">
        <w:t>6A.41</w:t>
      </w:r>
      <w:proofErr w:type="spellEnd"/>
      <w:r w:rsidRPr="008112FB">
        <w:t xml:space="preserve">). </w:t>
      </w:r>
    </w:p>
    <w:p w:rsidR="00C753D8" w:rsidRDefault="00C753D8" w:rsidP="00C9175B">
      <w:pPr>
        <w:pStyle w:val="Heading3"/>
      </w:pPr>
      <w:r>
        <w:t>Outcomes</w:t>
      </w:r>
    </w:p>
    <w:p w:rsidR="00C753D8" w:rsidRDefault="00C753D8" w:rsidP="00C753D8">
      <w:pPr>
        <w:pStyle w:val="BodyText"/>
      </w:pPr>
      <w:r>
        <w:t xml:space="preserve">Outcomes are the impact of services on the status of an individual or group (see chapter 1, section 1.5). </w:t>
      </w:r>
    </w:p>
    <w:p w:rsidR="00C753D8" w:rsidRDefault="00C753D8" w:rsidP="004F3CF9">
      <w:pPr>
        <w:pStyle w:val="Heading4"/>
      </w:pPr>
      <w:r>
        <w:t>Perceptions of safety</w:t>
      </w:r>
    </w:p>
    <w:p w:rsidR="00C753D8" w:rsidRDefault="00C753D8" w:rsidP="00C753D8">
      <w:pPr>
        <w:pStyle w:val="BodyText"/>
      </w:pPr>
      <w:r>
        <w:t xml:space="preserve">‘Perceptions of safety’ is an indicator of governments’ objective to maintain public safety (box </w:t>
      </w:r>
      <w:r w:rsidR="00FF4435">
        <w:t>6.</w:t>
      </w:r>
      <w:r w:rsidR="00E55CB5">
        <w:t>1</w:t>
      </w:r>
      <w:r w:rsidR="00EB4E17">
        <w:t>2</w:t>
      </w:r>
      <w:r>
        <w:t xml:space="preserve">). </w:t>
      </w:r>
    </w:p>
    <w:p w:rsidR="004F3CF9" w:rsidRDefault="004F3CF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3CF9" w:rsidTr="00FB6B5C">
        <w:tc>
          <w:tcPr>
            <w:tcW w:w="8771" w:type="dxa"/>
            <w:tcBorders>
              <w:top w:val="single" w:sz="6" w:space="0" w:color="78A22F"/>
              <w:left w:val="nil"/>
              <w:bottom w:val="nil"/>
              <w:right w:val="nil"/>
            </w:tcBorders>
            <w:shd w:val="clear" w:color="auto" w:fill="F2F2F2"/>
          </w:tcPr>
          <w:p w:rsidR="004F3CF9" w:rsidRDefault="004F3CF9">
            <w:pPr>
              <w:pStyle w:val="BoxTitle"/>
            </w:pPr>
            <w:r>
              <w:rPr>
                <w:b w:val="0"/>
              </w:rPr>
              <w:t xml:space="preserve">Box </w:t>
            </w:r>
            <w:bookmarkStart w:id="31" w:name="OLE_LINK21"/>
            <w:r w:rsidR="00FF4435">
              <w:rPr>
                <w:b w:val="0"/>
              </w:rPr>
              <w:t>6.</w:t>
            </w:r>
            <w:r w:rsidR="00740D20">
              <w:rPr>
                <w:b w:val="0"/>
                <w:noProof/>
              </w:rPr>
              <w:t>12</w:t>
            </w:r>
            <w:bookmarkEnd w:id="31"/>
            <w:r>
              <w:tab/>
              <w:t>Perceptions of safety</w:t>
            </w:r>
          </w:p>
        </w:tc>
      </w:tr>
      <w:tr w:rsidR="004F3CF9" w:rsidTr="00FB6B5C">
        <w:trPr>
          <w:cantSplit/>
        </w:trPr>
        <w:tc>
          <w:tcPr>
            <w:tcW w:w="8771" w:type="dxa"/>
            <w:tcBorders>
              <w:top w:val="nil"/>
              <w:left w:val="nil"/>
              <w:bottom w:val="nil"/>
              <w:right w:val="nil"/>
            </w:tcBorders>
            <w:shd w:val="clear" w:color="auto" w:fill="F2F2F2"/>
          </w:tcPr>
          <w:p w:rsidR="004F3CF9" w:rsidRDefault="004F3CF9" w:rsidP="004F3CF9">
            <w:pPr>
              <w:pStyle w:val="Box"/>
            </w:pPr>
            <w:r>
              <w:t>‘Perceptions of safety’ is defined by two separate measures:</w:t>
            </w:r>
          </w:p>
          <w:p w:rsidR="004F3CF9" w:rsidRDefault="004F3CF9" w:rsidP="004F3CF9">
            <w:pPr>
              <w:pStyle w:val="BoxListBullet"/>
            </w:pPr>
            <w:r>
              <w:t>the proportion of people who felt ‘safe’ or ‘very safe’ at home</w:t>
            </w:r>
            <w:r w:rsidR="00913AF6">
              <w:t xml:space="preserve"> during the night</w:t>
            </w:r>
          </w:p>
          <w:p w:rsidR="004F3CF9" w:rsidRDefault="004F3CF9" w:rsidP="004F3CF9">
            <w:pPr>
              <w:pStyle w:val="BoxListBullet"/>
            </w:pPr>
            <w:r>
              <w:t>the proportion of people who felt ‘safe’ or ‘very safe’ in public places, including ‘walking locally’ and travelling on public transport</w:t>
            </w:r>
            <w:r w:rsidR="009944EB">
              <w:t xml:space="preserve"> during the day and at night.</w:t>
            </w:r>
          </w:p>
          <w:p w:rsidR="004F3CF9" w:rsidRDefault="00913AF6" w:rsidP="004F3CF9">
            <w:pPr>
              <w:pStyle w:val="Box"/>
            </w:pPr>
            <w:r>
              <w:t>A</w:t>
            </w:r>
            <w:r w:rsidR="004F3CF9">
              <w:t xml:space="preserve"> high or increasing proportion of people who felt ‘safe’ or ‘very safe’ is desirable.</w:t>
            </w:r>
          </w:p>
          <w:p w:rsidR="004F3CF9" w:rsidRDefault="004F3CF9" w:rsidP="004F3CF9">
            <w:pPr>
              <w:pStyle w:val="Box"/>
            </w:pPr>
            <w:r>
              <w:t>Perceptions of safety may not reflect reported crime, as reported crime might understate actual crime, and many factors (including media reporting and hearsay) might affect public perceptions of crime levels and safety.</w:t>
            </w:r>
          </w:p>
          <w:p w:rsidR="004F3CF9" w:rsidRDefault="004F3CF9" w:rsidP="004F3CF9">
            <w:pPr>
              <w:pStyle w:val="Box"/>
            </w:pPr>
            <w:r>
              <w:t>Perceptions of safety on public transport might be influenced by the availability and types of public transport (that is, trains, buses, ferries and trams) in each jurisdiction (i.e. availability and density).</w:t>
            </w:r>
          </w:p>
          <w:p w:rsidR="004F3CF9" w:rsidRDefault="004F3CF9" w:rsidP="004F3CF9">
            <w:pPr>
              <w:pStyle w:val="Box"/>
            </w:pPr>
            <w:r>
              <w:t>Data reported for this measure are:</w:t>
            </w:r>
          </w:p>
          <w:p w:rsidR="004F3CF9" w:rsidRDefault="004F3CF9" w:rsidP="004F3CF9">
            <w:pPr>
              <w:pStyle w:val="BoxListBullet"/>
            </w:pPr>
            <w:r>
              <w:t>comparable (subject to caveats) across jurisdictions and over time</w:t>
            </w:r>
          </w:p>
          <w:p w:rsidR="004F3CF9" w:rsidRDefault="004F3CF9" w:rsidP="004F3CF9">
            <w:pPr>
              <w:pStyle w:val="BoxListBullet"/>
            </w:pPr>
            <w:r>
              <w:t>complete for the current reporting period (subject to caveats). All required 201</w:t>
            </w:r>
            <w:r w:rsidR="005A2A29">
              <w:t>4</w:t>
            </w:r>
            <w:r w:rsidR="00C1027F">
              <w:noBreakHyphen/>
            </w:r>
            <w:r>
              <w:t>1</w:t>
            </w:r>
            <w:r w:rsidR="005A2A29">
              <w:t>5</w:t>
            </w:r>
            <w:r>
              <w:t xml:space="preserve"> data are available for all jurisdictions.</w:t>
            </w:r>
          </w:p>
          <w:p w:rsidR="004F3CF9" w:rsidRDefault="004F3CF9" w:rsidP="00A64DB3">
            <w:pPr>
              <w:pStyle w:val="Box"/>
            </w:pPr>
            <w:r w:rsidRPr="00496278">
              <w:t>Data quality information for this indicator</w:t>
            </w:r>
            <w:r w:rsidR="00105265" w:rsidRPr="00496278">
              <w:t xml:space="preserve"> is at </w:t>
            </w:r>
            <w:proofErr w:type="spellStart"/>
            <w:r w:rsidR="00C9771F" w:rsidRPr="00496278">
              <w:t>www.pc.gov.au</w:t>
            </w:r>
            <w:proofErr w:type="spellEnd"/>
            <w:r w:rsidR="00C9771F" w:rsidRPr="00496278">
              <w:t>/</w:t>
            </w:r>
            <w:proofErr w:type="spellStart"/>
            <w:r w:rsidR="00C9771F" w:rsidRPr="00496278">
              <w:t>rogs</w:t>
            </w:r>
            <w:proofErr w:type="spellEnd"/>
            <w:r w:rsidR="00C9771F" w:rsidRPr="00496278">
              <w:t>/2016</w:t>
            </w:r>
            <w:r w:rsidRPr="00496278">
              <w:t>.</w:t>
            </w:r>
          </w:p>
        </w:tc>
      </w:tr>
      <w:tr w:rsidR="004F3CF9" w:rsidTr="00FB6B5C">
        <w:trPr>
          <w:cantSplit/>
        </w:trPr>
        <w:tc>
          <w:tcPr>
            <w:tcW w:w="8771" w:type="dxa"/>
            <w:tcBorders>
              <w:top w:val="nil"/>
              <w:left w:val="nil"/>
              <w:bottom w:val="single" w:sz="6" w:space="0" w:color="78A22F"/>
              <w:right w:val="nil"/>
            </w:tcBorders>
            <w:shd w:val="clear" w:color="auto" w:fill="F2F2F2"/>
          </w:tcPr>
          <w:p w:rsidR="004F3CF9" w:rsidRDefault="004F3CF9">
            <w:pPr>
              <w:pStyle w:val="Box"/>
              <w:spacing w:before="0" w:line="120" w:lineRule="exact"/>
            </w:pPr>
          </w:p>
        </w:tc>
      </w:tr>
      <w:tr w:rsidR="004F3CF9" w:rsidRPr="000863A5" w:rsidTr="00FB6B5C">
        <w:tc>
          <w:tcPr>
            <w:tcW w:w="8771" w:type="dxa"/>
            <w:tcBorders>
              <w:top w:val="single" w:sz="6" w:space="0" w:color="78A22F"/>
              <w:left w:val="nil"/>
              <w:bottom w:val="nil"/>
              <w:right w:val="nil"/>
            </w:tcBorders>
          </w:tcPr>
          <w:p w:rsidR="004F3CF9" w:rsidRPr="00626D32" w:rsidRDefault="004F3CF9" w:rsidP="00FB6B5C">
            <w:pPr>
              <w:pStyle w:val="BoxSpaceBelow"/>
            </w:pPr>
          </w:p>
        </w:tc>
      </w:tr>
    </w:tbl>
    <w:p w:rsidR="00C753D8" w:rsidRPr="00660BDB" w:rsidRDefault="00C753D8" w:rsidP="00C753D8">
      <w:pPr>
        <w:pStyle w:val="BodyText"/>
        <w:rPr>
          <w:rStyle w:val="DraftingNote"/>
          <w:color w:val="auto"/>
        </w:rPr>
      </w:pPr>
      <w:r>
        <w:t>Nationally</w:t>
      </w:r>
      <w:r w:rsidRPr="003D5B75">
        <w:t xml:space="preserve">, </w:t>
      </w:r>
      <w:r w:rsidR="003D5B75" w:rsidRPr="003D5B75">
        <w:t>89.3</w:t>
      </w:r>
      <w:r w:rsidRPr="003D5B75">
        <w:t xml:space="preserve"> per cent of people felt ‘safe’ or ‘very safe’ at home alone during the </w:t>
      </w:r>
      <w:r w:rsidR="00822325" w:rsidRPr="003D5B75">
        <w:t>night</w:t>
      </w:r>
      <w:r w:rsidRPr="003D5B75">
        <w:t xml:space="preserve"> in 201</w:t>
      </w:r>
      <w:r w:rsidR="005A2A29" w:rsidRPr="003D5B75">
        <w:t>4</w:t>
      </w:r>
      <w:r w:rsidR="00C1027F">
        <w:noBreakHyphen/>
      </w:r>
      <w:r w:rsidRPr="003D5B75">
        <w:t>1</w:t>
      </w:r>
      <w:r w:rsidR="005A2A29" w:rsidRPr="003D5B75">
        <w:t>5</w:t>
      </w:r>
      <w:r w:rsidR="00C9175B">
        <w:t xml:space="preserve"> </w:t>
      </w:r>
      <w:r>
        <w:t xml:space="preserve">(figure </w:t>
      </w:r>
      <w:r w:rsidR="00F065BE">
        <w:t>6.1</w:t>
      </w:r>
      <w:r w:rsidR="00EB4E17">
        <w:t>3</w:t>
      </w:r>
      <w:r>
        <w:t xml:space="preserve">). </w:t>
      </w:r>
    </w:p>
    <w:p w:rsidR="000D5602" w:rsidRDefault="000D5602"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5602" w:rsidTr="00FB6B5C">
        <w:tc>
          <w:tcPr>
            <w:tcW w:w="8771" w:type="dxa"/>
            <w:tcBorders>
              <w:top w:val="single" w:sz="6" w:space="0" w:color="78A22F"/>
              <w:left w:val="nil"/>
              <w:bottom w:val="nil"/>
              <w:right w:val="nil"/>
            </w:tcBorders>
            <w:shd w:val="clear" w:color="auto" w:fill="auto"/>
          </w:tcPr>
          <w:p w:rsidR="000D5602" w:rsidRPr="00176D3F" w:rsidRDefault="000D5602" w:rsidP="00170906">
            <w:pPr>
              <w:pStyle w:val="FigureTitle"/>
            </w:pPr>
            <w:r w:rsidRPr="00784A05">
              <w:rPr>
                <w:b w:val="0"/>
              </w:rPr>
              <w:t xml:space="preserve">Figure </w:t>
            </w:r>
            <w:bookmarkStart w:id="32" w:name="OLE_LINK22"/>
            <w:r w:rsidR="000B0973">
              <w:rPr>
                <w:b w:val="0"/>
              </w:rPr>
              <w:t>6.</w:t>
            </w:r>
            <w:r w:rsidR="00740D20">
              <w:rPr>
                <w:b w:val="0"/>
                <w:noProof/>
              </w:rPr>
              <w:t>13</w:t>
            </w:r>
            <w:bookmarkEnd w:id="32"/>
            <w:r>
              <w:tab/>
            </w:r>
            <w:r w:rsidRPr="00E0497B">
              <w:t xml:space="preserve">Perceptions of safety at home </w:t>
            </w:r>
            <w:r w:rsidRPr="00084C76">
              <w:t>alone</w:t>
            </w:r>
            <w:r w:rsidR="001D604C">
              <w:t xml:space="preserve"> during the night</w:t>
            </w:r>
            <w:r w:rsidRPr="00084C76">
              <w:rPr>
                <w:rStyle w:val="NoteLabel"/>
                <w:b/>
              </w:rPr>
              <w:t>a</w:t>
            </w:r>
          </w:p>
        </w:tc>
      </w:tr>
      <w:tr w:rsidR="000D5602"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0D5602" w:rsidRPr="001D604C" w:rsidTr="000313B4">
              <w:trPr>
                <w:jc w:val="center"/>
              </w:trPr>
              <w:tc>
                <w:tcPr>
                  <w:tcW w:w="8731" w:type="dxa"/>
                  <w:tcBorders>
                    <w:top w:val="nil"/>
                    <w:bottom w:val="nil"/>
                  </w:tcBorders>
                </w:tcPr>
                <w:p w:rsidR="000D5602" w:rsidRPr="001D604C" w:rsidRDefault="00842F0F" w:rsidP="00FB6B5C">
                  <w:pPr>
                    <w:pStyle w:val="Figure"/>
                    <w:tabs>
                      <w:tab w:val="left" w:pos="8524"/>
                    </w:tabs>
                  </w:pPr>
                  <w:r>
                    <w:rPr>
                      <w:noProof/>
                    </w:rPr>
                    <w:drawing>
                      <wp:inline distT="0" distB="0" distL="0" distR="0">
                        <wp:extent cx="5391150" cy="2683510"/>
                        <wp:effectExtent l="0" t="0" r="0" b="2540"/>
                        <wp:docPr id="14" name="Picture 14" descr="Figure 6.13 Perceptions of safety at home alone during the nigh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0D5602" w:rsidRDefault="000D5602" w:rsidP="00FB6B5C">
            <w:pPr>
              <w:pStyle w:val="Figure"/>
            </w:pPr>
          </w:p>
        </w:tc>
      </w:tr>
      <w:tr w:rsidR="000D5602" w:rsidRPr="00176D3F" w:rsidTr="00FB6B5C">
        <w:tc>
          <w:tcPr>
            <w:tcW w:w="8771" w:type="dxa"/>
            <w:tcBorders>
              <w:top w:val="nil"/>
              <w:left w:val="nil"/>
              <w:bottom w:val="nil"/>
              <w:right w:val="nil"/>
            </w:tcBorders>
            <w:shd w:val="clear" w:color="auto" w:fill="auto"/>
          </w:tcPr>
          <w:p w:rsidR="000D5602" w:rsidRPr="00176D3F" w:rsidRDefault="00496278" w:rsidP="00496278">
            <w:pPr>
              <w:pStyle w:val="Note"/>
            </w:pPr>
            <w:r>
              <w:rPr>
                <w:rStyle w:val="NoteLabel"/>
              </w:rPr>
              <w:t>a</w:t>
            </w:r>
            <w:r w:rsidR="00EB4E17">
              <w:t xml:space="preserve"> See box 6.12</w:t>
            </w:r>
            <w:r w:rsidRPr="00C602B2">
              <w:t xml:space="preserve"> and </w:t>
            </w:r>
            <w:r>
              <w:t>table</w:t>
            </w:r>
            <w:r w:rsidRPr="00746DD7">
              <w:t xml:space="preserve"> </w:t>
            </w:r>
            <w:proofErr w:type="spellStart"/>
            <w:r w:rsidRPr="0096336D">
              <w:t>6A.</w:t>
            </w:r>
            <w:r>
              <w:t>19</w:t>
            </w:r>
            <w:proofErr w:type="spellEnd"/>
            <w:r>
              <w:t xml:space="preserve"> </w:t>
            </w:r>
            <w:r w:rsidRPr="00C602B2">
              <w:t>for detailed definitions, footnotes and caveats</w:t>
            </w:r>
            <w:r>
              <w:t>.</w:t>
            </w:r>
          </w:p>
        </w:tc>
      </w:tr>
      <w:tr w:rsidR="000D5602" w:rsidRPr="00176D3F" w:rsidTr="00FB6B5C">
        <w:tc>
          <w:tcPr>
            <w:tcW w:w="8771" w:type="dxa"/>
            <w:tcBorders>
              <w:top w:val="nil"/>
              <w:left w:val="nil"/>
              <w:bottom w:val="nil"/>
              <w:right w:val="nil"/>
            </w:tcBorders>
            <w:shd w:val="clear" w:color="auto" w:fill="auto"/>
          </w:tcPr>
          <w:p w:rsidR="000D5602" w:rsidRPr="00176D3F" w:rsidRDefault="000D5602" w:rsidP="000D5602">
            <w:pPr>
              <w:pStyle w:val="Source"/>
            </w:pPr>
            <w:r w:rsidRPr="00E0497B">
              <w:rPr>
                <w:i/>
              </w:rPr>
              <w:t>Source</w:t>
            </w:r>
            <w:r w:rsidRPr="00E0497B">
              <w:t xml:space="preserve">: </w:t>
            </w:r>
            <w:proofErr w:type="spellStart"/>
            <w:r w:rsidRPr="00E0497B">
              <w:t>ANZPAA</w:t>
            </w:r>
            <w:proofErr w:type="spellEnd"/>
            <w:r w:rsidRPr="00E0497B">
              <w:t xml:space="preserve"> (unpublished); table </w:t>
            </w:r>
            <w:proofErr w:type="spellStart"/>
            <w:r w:rsidRPr="00E0497B">
              <w:t>6A</w:t>
            </w:r>
            <w:r w:rsidRPr="003D5B75">
              <w:t>.19</w:t>
            </w:r>
            <w:proofErr w:type="spellEnd"/>
            <w:r w:rsidRPr="00E0497B">
              <w:t>.</w:t>
            </w:r>
          </w:p>
        </w:tc>
      </w:tr>
      <w:tr w:rsidR="000D5602" w:rsidTr="00FB6B5C">
        <w:tc>
          <w:tcPr>
            <w:tcW w:w="8771" w:type="dxa"/>
            <w:tcBorders>
              <w:top w:val="nil"/>
              <w:left w:val="nil"/>
              <w:bottom w:val="single" w:sz="6" w:space="0" w:color="78A22F"/>
              <w:right w:val="nil"/>
            </w:tcBorders>
            <w:shd w:val="clear" w:color="auto" w:fill="auto"/>
          </w:tcPr>
          <w:p w:rsidR="000D5602" w:rsidRDefault="000D5602" w:rsidP="00FB6B5C">
            <w:pPr>
              <w:pStyle w:val="Figurespace"/>
            </w:pPr>
          </w:p>
        </w:tc>
      </w:tr>
      <w:tr w:rsidR="000D5602" w:rsidRPr="000863A5" w:rsidTr="00FB6B5C">
        <w:tc>
          <w:tcPr>
            <w:tcW w:w="8771" w:type="dxa"/>
            <w:tcBorders>
              <w:top w:val="single" w:sz="6" w:space="0" w:color="78A22F"/>
              <w:left w:val="nil"/>
              <w:bottom w:val="nil"/>
              <w:right w:val="nil"/>
            </w:tcBorders>
          </w:tcPr>
          <w:p w:rsidR="000D5602" w:rsidRPr="00626D32" w:rsidRDefault="000D5602" w:rsidP="00FB6B5C">
            <w:pPr>
              <w:pStyle w:val="BoxSpaceBelow"/>
            </w:pPr>
          </w:p>
        </w:tc>
      </w:tr>
    </w:tbl>
    <w:p w:rsidR="00B244BB" w:rsidRDefault="00C753D8" w:rsidP="00C753D8">
      <w:pPr>
        <w:pStyle w:val="BodyText"/>
      </w:pPr>
      <w:r>
        <w:lastRenderedPageBreak/>
        <w:t>Nationally</w:t>
      </w:r>
      <w:r w:rsidR="00B244BB">
        <w:t xml:space="preserve"> in 201</w:t>
      </w:r>
      <w:r w:rsidR="005A2A29">
        <w:t>4</w:t>
      </w:r>
      <w:r w:rsidR="00C1027F">
        <w:noBreakHyphen/>
      </w:r>
      <w:r w:rsidR="00B244BB" w:rsidRPr="00E0574F">
        <w:t>1</w:t>
      </w:r>
      <w:r w:rsidR="005A2A29" w:rsidRPr="00E0574F">
        <w:t>5</w:t>
      </w:r>
      <w:r w:rsidRPr="00E0574F">
        <w:t xml:space="preserve">, 91.7 per cent of people felt ‘safe’ or ‘very safe’ when walking locally during the day (table </w:t>
      </w:r>
      <w:proofErr w:type="spellStart"/>
      <w:r w:rsidRPr="00E0574F">
        <w:t>6A.20</w:t>
      </w:r>
      <w:proofErr w:type="spellEnd"/>
      <w:r w:rsidRPr="00E0574F">
        <w:t>)</w:t>
      </w:r>
      <w:r w:rsidR="00B244BB" w:rsidRPr="00E0574F">
        <w:t xml:space="preserve">, </w:t>
      </w:r>
      <w:r w:rsidR="00F609AE" w:rsidRPr="00E0574F">
        <w:t xml:space="preserve">and </w:t>
      </w:r>
      <w:r w:rsidR="00A46C78" w:rsidRPr="00E0574F">
        <w:t xml:space="preserve">52.8 </w:t>
      </w:r>
      <w:r w:rsidR="00A46C78">
        <w:t xml:space="preserve">per cent of people felt ‘safe’ or ‘very safe’ </w:t>
      </w:r>
      <w:r w:rsidR="00F609AE" w:rsidRPr="00E0574F">
        <w:t>when</w:t>
      </w:r>
      <w:r w:rsidR="00B244BB" w:rsidRPr="00E0574F">
        <w:t xml:space="preserve"> walking locally during the night </w:t>
      </w:r>
      <w:r>
        <w:t xml:space="preserve">(figure </w:t>
      </w:r>
      <w:proofErr w:type="spellStart"/>
      <w:r w:rsidR="00E0574F">
        <w:t>6.1</w:t>
      </w:r>
      <w:r w:rsidR="00EB4E17">
        <w:t>4</w:t>
      </w:r>
      <w:r>
        <w:t>a</w:t>
      </w:r>
      <w:proofErr w:type="spellEnd"/>
      <w:r>
        <w:t xml:space="preserve">). </w:t>
      </w:r>
    </w:p>
    <w:p w:rsidR="00C753D8" w:rsidRDefault="00C753D8" w:rsidP="00D27608">
      <w:pPr>
        <w:pStyle w:val="BodyText"/>
      </w:pPr>
      <w:r>
        <w:t>Nationally</w:t>
      </w:r>
      <w:r w:rsidR="00B244BB">
        <w:t xml:space="preserve"> in 201</w:t>
      </w:r>
      <w:r w:rsidR="005A2A29">
        <w:t>4</w:t>
      </w:r>
      <w:r w:rsidR="00C1027F">
        <w:noBreakHyphen/>
      </w:r>
      <w:r w:rsidR="00B244BB">
        <w:t>1</w:t>
      </w:r>
      <w:r w:rsidR="005A2A29">
        <w:t>5</w:t>
      </w:r>
      <w:r w:rsidRPr="00E0574F">
        <w:t xml:space="preserve">, </w:t>
      </w:r>
      <w:r w:rsidR="00E0574F" w:rsidRPr="00E0574F">
        <w:t>61.5</w:t>
      </w:r>
      <w:r w:rsidRPr="00E0574F">
        <w:t xml:space="preserve"> per cent of people felt ‘safe’ or ‘very safe’ when travelling on public transport during the day (table </w:t>
      </w:r>
      <w:proofErr w:type="spellStart"/>
      <w:r w:rsidRPr="00E0574F">
        <w:t>6A.21</w:t>
      </w:r>
      <w:proofErr w:type="spellEnd"/>
      <w:r w:rsidRPr="00E0574F">
        <w:t xml:space="preserve">) </w:t>
      </w:r>
      <w:r w:rsidR="00F609AE" w:rsidRPr="00E0574F">
        <w:t xml:space="preserve">and </w:t>
      </w:r>
      <w:r w:rsidR="00A46C78" w:rsidRPr="00E0574F">
        <w:t xml:space="preserve">27.9 per cent of people </w:t>
      </w:r>
      <w:r w:rsidR="00A46C78">
        <w:t xml:space="preserve">felt ‘safe’ or ‘very safe’ </w:t>
      </w:r>
      <w:r w:rsidR="00F609AE" w:rsidRPr="00E0574F">
        <w:t>when</w:t>
      </w:r>
      <w:r w:rsidR="00B244BB" w:rsidRPr="00E0574F">
        <w:t xml:space="preserve"> travelling on public transport during the night </w:t>
      </w:r>
      <w:r>
        <w:t>(figure</w:t>
      </w:r>
      <w:r w:rsidR="00082655">
        <w:t> </w:t>
      </w:r>
      <w:proofErr w:type="spellStart"/>
      <w:r w:rsidR="00E0574F">
        <w:t>6.1</w:t>
      </w:r>
      <w:r w:rsidR="00EB4E17">
        <w:t>4</w:t>
      </w:r>
      <w:r>
        <w:t>b</w:t>
      </w:r>
      <w:proofErr w:type="spellEnd"/>
      <w:r>
        <w:t xml:space="preserve">). </w:t>
      </w:r>
    </w:p>
    <w:p w:rsidR="00B04F58" w:rsidRDefault="00B04F58"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681"/>
      </w:tblGrid>
      <w:tr w:rsidR="00B04F58" w:rsidTr="009E45DB">
        <w:trPr>
          <w:trHeight w:val="397"/>
        </w:trPr>
        <w:tc>
          <w:tcPr>
            <w:tcW w:w="8681" w:type="dxa"/>
            <w:tcBorders>
              <w:top w:val="single" w:sz="6" w:space="0" w:color="78A22F"/>
              <w:left w:val="nil"/>
              <w:bottom w:val="nil"/>
              <w:right w:val="nil"/>
            </w:tcBorders>
            <w:shd w:val="clear" w:color="auto" w:fill="auto"/>
          </w:tcPr>
          <w:p w:rsidR="00B04F58" w:rsidRPr="00176D3F" w:rsidRDefault="00B04F58" w:rsidP="00360C15">
            <w:pPr>
              <w:pStyle w:val="FigureTitle"/>
            </w:pPr>
            <w:r w:rsidRPr="00784A05">
              <w:rPr>
                <w:b w:val="0"/>
              </w:rPr>
              <w:t xml:space="preserve">Figure </w:t>
            </w:r>
            <w:bookmarkStart w:id="33" w:name="OLE_LINK23"/>
            <w:r w:rsidR="000B0973">
              <w:rPr>
                <w:b w:val="0"/>
              </w:rPr>
              <w:t>6.</w:t>
            </w:r>
            <w:r w:rsidR="00740D20">
              <w:rPr>
                <w:b w:val="0"/>
                <w:noProof/>
              </w:rPr>
              <w:t>14</w:t>
            </w:r>
            <w:bookmarkEnd w:id="33"/>
            <w:r>
              <w:tab/>
            </w:r>
            <w:r w:rsidR="00084C76" w:rsidRPr="00084C76">
              <w:t>Perceptions of safety in public</w:t>
            </w:r>
            <w:r w:rsidR="00084C76">
              <w:t xml:space="preserve"> places during the night</w:t>
            </w:r>
            <w:r w:rsidR="00084C76" w:rsidRPr="00734EBD">
              <w:rPr>
                <w:rStyle w:val="NoteLabel"/>
                <w:b/>
              </w:rPr>
              <w:t>a</w:t>
            </w:r>
          </w:p>
        </w:tc>
      </w:tr>
      <w:tr w:rsidR="00B04F58" w:rsidTr="009E45DB">
        <w:trPr>
          <w:trHeight w:val="9248"/>
        </w:trPr>
        <w:tc>
          <w:tcPr>
            <w:tcW w:w="8681" w:type="dxa"/>
            <w:tcBorders>
              <w:top w:val="nil"/>
              <w:left w:val="nil"/>
              <w:bottom w:val="nil"/>
              <w:right w:val="nil"/>
            </w:tcBorders>
            <w:shd w:val="clear" w:color="auto" w:fill="auto"/>
            <w:tcMar>
              <w:top w:w="28" w:type="dxa"/>
              <w:bottom w:w="28" w:type="dxa"/>
            </w:tcMar>
          </w:tcPr>
          <w:tbl>
            <w:tblPr>
              <w:tblW w:w="8416" w:type="dxa"/>
              <w:jc w:val="center"/>
              <w:tblLayout w:type="fixed"/>
              <w:tblCellMar>
                <w:top w:w="28" w:type="dxa"/>
                <w:left w:w="0" w:type="dxa"/>
                <w:right w:w="0" w:type="dxa"/>
              </w:tblCellMar>
              <w:tblLook w:val="0000" w:firstRow="0" w:lastRow="0" w:firstColumn="0" w:lastColumn="0" w:noHBand="0" w:noVBand="0"/>
            </w:tblPr>
            <w:tblGrid>
              <w:gridCol w:w="8416"/>
            </w:tblGrid>
            <w:tr w:rsidR="00B04F58" w:rsidTr="006E0743">
              <w:trPr>
                <w:trHeight w:val="4470"/>
                <w:jc w:val="center"/>
              </w:trPr>
              <w:tc>
                <w:tcPr>
                  <w:tcW w:w="5000" w:type="pct"/>
                </w:tcPr>
                <w:tbl>
                  <w:tblPr>
                    <w:tblW w:w="8642" w:type="dxa"/>
                    <w:tblInd w:w="10" w:type="dxa"/>
                    <w:tblLayout w:type="fixed"/>
                    <w:tblCellMar>
                      <w:left w:w="0" w:type="dxa"/>
                      <w:right w:w="0" w:type="dxa"/>
                    </w:tblCellMar>
                    <w:tblLook w:val="0000" w:firstRow="0" w:lastRow="0" w:firstColumn="0" w:lastColumn="0" w:noHBand="0" w:noVBand="0"/>
                  </w:tblPr>
                  <w:tblGrid>
                    <w:gridCol w:w="8642"/>
                  </w:tblGrid>
                  <w:tr w:rsidR="00B04F58" w:rsidRPr="003041C9" w:rsidTr="009E45DB">
                    <w:trPr>
                      <w:trHeight w:val="170"/>
                    </w:trPr>
                    <w:tc>
                      <w:tcPr>
                        <w:tcW w:w="8641" w:type="dxa"/>
                      </w:tcPr>
                      <w:p w:rsidR="00B04F58" w:rsidRPr="003041C9" w:rsidRDefault="00B04F58" w:rsidP="00FB6B5C">
                        <w:pPr>
                          <w:pStyle w:val="Subtitle"/>
                          <w:spacing w:before="80"/>
                          <w:rPr>
                            <w:b/>
                          </w:rPr>
                        </w:pPr>
                        <w:r w:rsidRPr="003041C9">
                          <w:rPr>
                            <w:b/>
                          </w:rPr>
                          <w:t>(a) Proportion who felt ‘safe’ or ‘very safe’ walking locally</w:t>
                        </w:r>
                      </w:p>
                    </w:tc>
                  </w:tr>
                  <w:tr w:rsidR="00B04F58" w:rsidRPr="003041C9" w:rsidTr="009E45DB">
                    <w:tblPrEx>
                      <w:tblCellMar>
                        <w:left w:w="108" w:type="dxa"/>
                        <w:right w:w="108" w:type="dxa"/>
                      </w:tblCellMar>
                    </w:tblPrEx>
                    <w:trPr>
                      <w:trHeight w:val="4066"/>
                    </w:trPr>
                    <w:tc>
                      <w:tcPr>
                        <w:tcW w:w="8641" w:type="dxa"/>
                      </w:tcPr>
                      <w:p w:rsidR="00B04F58" w:rsidRPr="003041C9" w:rsidRDefault="00842F0F" w:rsidP="00FB6B5C">
                        <w:pPr>
                          <w:pStyle w:val="Figure"/>
                          <w:tabs>
                            <w:tab w:val="left" w:pos="1690"/>
                            <w:tab w:val="left" w:pos="7804"/>
                            <w:tab w:val="left" w:pos="8074"/>
                            <w:tab w:val="left" w:pos="8239"/>
                          </w:tabs>
                        </w:pPr>
                        <w:r>
                          <w:rPr>
                            <w:noProof/>
                          </w:rPr>
                          <w:drawing>
                            <wp:inline distT="0" distB="0" distL="0" distR="0">
                              <wp:extent cx="5046980" cy="2505710"/>
                              <wp:effectExtent l="0" t="0" r="1270" b="8890"/>
                              <wp:docPr id="15" name="Picture 15" descr="Figure 6.14 Perceptions of safety in public places during the night&#10;&#10;(a) Proportion who felt 'safe' or 'very safe' walking locall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46980" cy="2505710"/>
                                      </a:xfrm>
                                      <a:prstGeom prst="rect">
                                        <a:avLst/>
                                      </a:prstGeom>
                                      <a:noFill/>
                                      <a:ln>
                                        <a:noFill/>
                                      </a:ln>
                                    </pic:spPr>
                                  </pic:pic>
                                </a:graphicData>
                              </a:graphic>
                            </wp:inline>
                          </w:drawing>
                        </w:r>
                      </w:p>
                    </w:tc>
                  </w:tr>
                </w:tbl>
                <w:p w:rsidR="00B04F58" w:rsidRDefault="00B04F58" w:rsidP="00FB6B5C">
                  <w:pPr>
                    <w:pStyle w:val="Figure"/>
                    <w:spacing w:before="60" w:after="60"/>
                  </w:pPr>
                </w:p>
              </w:tc>
            </w:tr>
            <w:tr w:rsidR="00B04F58" w:rsidTr="009E45DB">
              <w:trPr>
                <w:trHeight w:val="4397"/>
                <w:jc w:val="center"/>
              </w:trPr>
              <w:tc>
                <w:tcPr>
                  <w:tcW w:w="5000" w:type="pct"/>
                </w:tcPr>
                <w:p w:rsidR="00B04F58" w:rsidRPr="003041C9" w:rsidRDefault="00B04F58" w:rsidP="00B04F58">
                  <w:pPr>
                    <w:pStyle w:val="Subtitle"/>
                    <w:spacing w:before="80"/>
                    <w:rPr>
                      <w:b/>
                    </w:rPr>
                  </w:pPr>
                  <w:r w:rsidRPr="003041C9">
                    <w:rPr>
                      <w:b/>
                    </w:rPr>
                    <w:t>(b) Proportion who felt ‘safe’ or ‘very safe’ travelling on public transport</w:t>
                  </w:r>
                </w:p>
                <w:tbl>
                  <w:tblPr>
                    <w:tblW w:w="8641" w:type="dxa"/>
                    <w:tblLayout w:type="fixed"/>
                    <w:tblLook w:val="0000" w:firstRow="0" w:lastRow="0" w:firstColumn="0" w:lastColumn="0" w:noHBand="0" w:noVBand="0"/>
                  </w:tblPr>
                  <w:tblGrid>
                    <w:gridCol w:w="8641"/>
                  </w:tblGrid>
                  <w:tr w:rsidR="00B04F58" w:rsidRPr="003041C9" w:rsidTr="009E45DB">
                    <w:trPr>
                      <w:trHeight w:val="3005"/>
                    </w:trPr>
                    <w:tc>
                      <w:tcPr>
                        <w:tcW w:w="8641" w:type="dxa"/>
                      </w:tcPr>
                      <w:p w:rsidR="00B04F58" w:rsidRPr="003041C9" w:rsidRDefault="00842F0F" w:rsidP="00DD7911">
                        <w:pPr>
                          <w:pStyle w:val="Figure"/>
                          <w:tabs>
                            <w:tab w:val="left" w:pos="8524"/>
                          </w:tabs>
                        </w:pPr>
                        <w:r>
                          <w:rPr>
                            <w:noProof/>
                          </w:rPr>
                          <w:drawing>
                            <wp:inline distT="0" distB="0" distL="0" distR="0">
                              <wp:extent cx="5094605" cy="2541270"/>
                              <wp:effectExtent l="0" t="0" r="0" b="0"/>
                              <wp:docPr id="16" name="Picture 16" descr="Figure 6.14 Perceptions of safety in public places during the night&#10;&#10;(b) Proportion who felt 'safe' or 'very safe' travelling on public trans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94605" cy="2541270"/>
                                      </a:xfrm>
                                      <a:prstGeom prst="rect">
                                        <a:avLst/>
                                      </a:prstGeom>
                                      <a:noFill/>
                                      <a:ln>
                                        <a:noFill/>
                                      </a:ln>
                                    </pic:spPr>
                                  </pic:pic>
                                </a:graphicData>
                              </a:graphic>
                            </wp:inline>
                          </w:drawing>
                        </w:r>
                      </w:p>
                    </w:tc>
                  </w:tr>
                </w:tbl>
                <w:p w:rsidR="00B04F58" w:rsidRDefault="00B04F58" w:rsidP="00FB6B5C">
                  <w:pPr>
                    <w:pStyle w:val="Figure"/>
                    <w:spacing w:before="60" w:after="60"/>
                  </w:pPr>
                </w:p>
              </w:tc>
            </w:tr>
          </w:tbl>
          <w:p w:rsidR="00B04F58" w:rsidRDefault="00B04F58" w:rsidP="00FB6B5C">
            <w:pPr>
              <w:pStyle w:val="Figure"/>
            </w:pPr>
          </w:p>
        </w:tc>
      </w:tr>
      <w:tr w:rsidR="00B04F58" w:rsidRPr="00176D3F" w:rsidTr="006E0743">
        <w:trPr>
          <w:trHeight w:val="294"/>
        </w:trPr>
        <w:tc>
          <w:tcPr>
            <w:tcW w:w="8681" w:type="dxa"/>
            <w:tcBorders>
              <w:top w:val="nil"/>
              <w:left w:val="nil"/>
              <w:bottom w:val="nil"/>
              <w:right w:val="nil"/>
            </w:tcBorders>
            <w:shd w:val="clear" w:color="auto" w:fill="auto"/>
          </w:tcPr>
          <w:p w:rsidR="00B04F58" w:rsidRPr="00176D3F" w:rsidRDefault="00FB27E5" w:rsidP="00EB4E17">
            <w:pPr>
              <w:pStyle w:val="Note"/>
            </w:pPr>
            <w:r>
              <w:rPr>
                <w:rStyle w:val="NoteLabel"/>
              </w:rPr>
              <w:t>a</w:t>
            </w:r>
            <w:r>
              <w:t xml:space="preserve"> See box 6.1</w:t>
            </w:r>
            <w:r w:rsidR="00EB4E17">
              <w:t>2</w:t>
            </w:r>
            <w:r w:rsidRPr="00C602B2">
              <w:t xml:space="preserve"> and </w:t>
            </w:r>
            <w:r w:rsidRPr="003041C9">
              <w:t xml:space="preserve">tables </w:t>
            </w:r>
            <w:proofErr w:type="spellStart"/>
            <w:r w:rsidRPr="00590CF6">
              <w:t>6A.20</w:t>
            </w:r>
            <w:proofErr w:type="spellEnd"/>
            <w:r w:rsidRPr="00590CF6">
              <w:t xml:space="preserve"> and </w:t>
            </w:r>
            <w:proofErr w:type="spellStart"/>
            <w:r w:rsidRPr="00590CF6">
              <w:t>6A.21</w:t>
            </w:r>
            <w:proofErr w:type="spellEnd"/>
            <w:r>
              <w:t xml:space="preserve"> </w:t>
            </w:r>
            <w:r w:rsidRPr="00C602B2">
              <w:t>for detailed definitions, footnotes and caveats</w:t>
            </w:r>
            <w:r>
              <w:t>.</w:t>
            </w:r>
          </w:p>
        </w:tc>
      </w:tr>
      <w:tr w:rsidR="00B04F58" w:rsidRPr="00176D3F" w:rsidTr="006E0743">
        <w:trPr>
          <w:trHeight w:val="78"/>
        </w:trPr>
        <w:tc>
          <w:tcPr>
            <w:tcW w:w="8681" w:type="dxa"/>
            <w:tcBorders>
              <w:top w:val="nil"/>
              <w:left w:val="nil"/>
              <w:bottom w:val="nil"/>
              <w:right w:val="nil"/>
            </w:tcBorders>
            <w:shd w:val="clear" w:color="auto" w:fill="auto"/>
          </w:tcPr>
          <w:p w:rsidR="00B04F58" w:rsidRPr="00176D3F" w:rsidRDefault="00B04F58" w:rsidP="00B04F58">
            <w:pPr>
              <w:pStyle w:val="Source"/>
            </w:pPr>
            <w:r w:rsidRPr="003041C9">
              <w:rPr>
                <w:i/>
              </w:rPr>
              <w:t>Source</w:t>
            </w:r>
            <w:r w:rsidRPr="003041C9">
              <w:t xml:space="preserve">: </w:t>
            </w:r>
            <w:proofErr w:type="spellStart"/>
            <w:r w:rsidRPr="003041C9">
              <w:t>ANZPAA</w:t>
            </w:r>
            <w:proofErr w:type="spellEnd"/>
            <w:r w:rsidRPr="003041C9">
              <w:t xml:space="preserve"> (unpublished); tables </w:t>
            </w:r>
            <w:proofErr w:type="spellStart"/>
            <w:r w:rsidRPr="00590CF6">
              <w:t>6A.20</w:t>
            </w:r>
            <w:proofErr w:type="spellEnd"/>
            <w:r w:rsidRPr="00590CF6">
              <w:t xml:space="preserve"> and </w:t>
            </w:r>
            <w:proofErr w:type="spellStart"/>
            <w:r w:rsidRPr="00590CF6">
              <w:t>6A.21</w:t>
            </w:r>
            <w:proofErr w:type="spellEnd"/>
            <w:r w:rsidRPr="00590CF6">
              <w:t>.</w:t>
            </w:r>
          </w:p>
        </w:tc>
      </w:tr>
      <w:tr w:rsidR="00B04F58" w:rsidTr="006E0743">
        <w:trPr>
          <w:trHeight w:val="141"/>
        </w:trPr>
        <w:tc>
          <w:tcPr>
            <w:tcW w:w="8681" w:type="dxa"/>
            <w:tcBorders>
              <w:top w:val="nil"/>
              <w:left w:val="nil"/>
              <w:bottom w:val="single" w:sz="6" w:space="0" w:color="78A22F"/>
              <w:right w:val="nil"/>
            </w:tcBorders>
            <w:shd w:val="clear" w:color="auto" w:fill="auto"/>
          </w:tcPr>
          <w:p w:rsidR="00B04F58" w:rsidRDefault="00B04F58" w:rsidP="00FB6B5C">
            <w:pPr>
              <w:pStyle w:val="Figurespace"/>
            </w:pPr>
          </w:p>
        </w:tc>
      </w:tr>
      <w:tr w:rsidR="00B04F58" w:rsidRPr="000863A5" w:rsidTr="006E0743">
        <w:trPr>
          <w:trHeight w:val="141"/>
        </w:trPr>
        <w:tc>
          <w:tcPr>
            <w:tcW w:w="8681" w:type="dxa"/>
            <w:tcBorders>
              <w:top w:val="single" w:sz="6" w:space="0" w:color="78A22F"/>
              <w:left w:val="nil"/>
              <w:bottom w:val="nil"/>
              <w:right w:val="nil"/>
            </w:tcBorders>
          </w:tcPr>
          <w:p w:rsidR="00B04F58" w:rsidRPr="00626D32" w:rsidRDefault="00B04F58" w:rsidP="00FB6B5C">
            <w:pPr>
              <w:pStyle w:val="BoxSpaceBelow"/>
            </w:pPr>
          </w:p>
        </w:tc>
      </w:tr>
    </w:tbl>
    <w:p w:rsidR="00C753D8" w:rsidRDefault="00C753D8" w:rsidP="00CA3049">
      <w:pPr>
        <w:pStyle w:val="Heading4"/>
      </w:pPr>
      <w:r>
        <w:lastRenderedPageBreak/>
        <w:t>Victims of crime data in Australia</w:t>
      </w:r>
    </w:p>
    <w:p w:rsidR="00C753D8" w:rsidRPr="00CC78A7" w:rsidRDefault="00C753D8" w:rsidP="00C753D8">
      <w:pPr>
        <w:pStyle w:val="BodyText"/>
        <w:rPr>
          <w:rStyle w:val="DraftingNote"/>
        </w:rPr>
      </w:pPr>
      <w:r>
        <w:t xml:space="preserve">Information on the level of selected crimes against the person and crimes against property is obtained from two </w:t>
      </w:r>
      <w:r w:rsidR="00F228DC">
        <w:t xml:space="preserve">complimentary </w:t>
      </w:r>
      <w:r>
        <w:t xml:space="preserve">sources for this chapter. </w:t>
      </w:r>
    </w:p>
    <w:p w:rsidR="00C753D8" w:rsidRPr="003E6C1F" w:rsidRDefault="00C753D8" w:rsidP="003C33AD">
      <w:pPr>
        <w:pStyle w:val="BodyText"/>
      </w:pPr>
      <w:r w:rsidRPr="00F228DC">
        <w:rPr>
          <w:i/>
        </w:rPr>
        <w:t xml:space="preserve">Crime Victimisation, </w:t>
      </w:r>
      <w:r w:rsidRPr="003E6C1F">
        <w:rPr>
          <w:i/>
        </w:rPr>
        <w:t>Australia</w:t>
      </w:r>
      <w:r w:rsidRPr="003E6C1F">
        <w:t xml:space="preserve"> </w:t>
      </w:r>
      <w:r w:rsidR="00F228DC" w:rsidRPr="003E6C1F">
        <w:t xml:space="preserve">(ABS </w:t>
      </w:r>
      <w:proofErr w:type="spellStart"/>
      <w:r w:rsidR="00F228DC" w:rsidRPr="003E6C1F">
        <w:t>201</w:t>
      </w:r>
      <w:r w:rsidR="00595665">
        <w:t>5</w:t>
      </w:r>
      <w:r w:rsidR="00F228DC" w:rsidRPr="003E6C1F">
        <w:t>a</w:t>
      </w:r>
      <w:proofErr w:type="spellEnd"/>
      <w:r w:rsidR="00F228DC" w:rsidRPr="003E6C1F">
        <w:t xml:space="preserve">) </w:t>
      </w:r>
      <w:r w:rsidRPr="003E6C1F">
        <w:t xml:space="preserve">presents results from the national Crime Victimisation Survey for selected categories of personal and </w:t>
      </w:r>
      <w:r w:rsidR="00B91D14">
        <w:t>property</w:t>
      </w:r>
      <w:r w:rsidR="00B91D14" w:rsidRPr="003E6C1F">
        <w:t xml:space="preserve"> </w:t>
      </w:r>
      <w:r w:rsidRPr="003E6C1F">
        <w:t>crimes</w:t>
      </w:r>
      <w:r w:rsidR="006328EA" w:rsidRPr="003E6C1F">
        <w:t xml:space="preserve"> and provides estimates of prevalence and incidence of crime</w:t>
      </w:r>
      <w:r w:rsidRPr="003E6C1F">
        <w:t xml:space="preserve">. Personal crimes include physical and threatened assault, robbery and sexual assault (reported in table </w:t>
      </w:r>
      <w:proofErr w:type="spellStart"/>
      <w:r w:rsidRPr="003E6C1F">
        <w:t>6A.27</w:t>
      </w:r>
      <w:proofErr w:type="spellEnd"/>
      <w:r w:rsidRPr="003E6C1F">
        <w:t xml:space="preserve">). </w:t>
      </w:r>
      <w:r w:rsidR="00396290">
        <w:t>Property</w:t>
      </w:r>
      <w:r w:rsidRPr="003E6C1F">
        <w:t xml:space="preserve"> crimes include break</w:t>
      </w:r>
      <w:r w:rsidR="00C1027F">
        <w:noBreakHyphen/>
      </w:r>
      <w:r w:rsidRPr="003E6C1F">
        <w:t>in, attempted break</w:t>
      </w:r>
      <w:r w:rsidR="00C1027F">
        <w:noBreakHyphen/>
      </w:r>
      <w:r w:rsidRPr="003E6C1F">
        <w:t xml:space="preserve">in, motor vehicle theft, theft from a motor vehicle, malicious property damage, and other theft (table </w:t>
      </w:r>
      <w:proofErr w:type="spellStart"/>
      <w:r w:rsidRPr="003E6C1F">
        <w:t>6A.28</w:t>
      </w:r>
      <w:proofErr w:type="spellEnd"/>
      <w:r w:rsidRPr="003E6C1F">
        <w:t xml:space="preserve">). </w:t>
      </w:r>
    </w:p>
    <w:p w:rsidR="00C753D8" w:rsidRDefault="00C753D8" w:rsidP="00C753D8">
      <w:pPr>
        <w:pStyle w:val="BodyText"/>
      </w:pPr>
      <w:r w:rsidRPr="003E6C1F">
        <w:rPr>
          <w:i/>
        </w:rPr>
        <w:t>Recorded Crime Victims Australia</w:t>
      </w:r>
      <w:r w:rsidRPr="003E6C1F">
        <w:t xml:space="preserve"> </w:t>
      </w:r>
      <w:r w:rsidR="00F228DC" w:rsidRPr="003E6C1F">
        <w:t xml:space="preserve">(ABS </w:t>
      </w:r>
      <w:proofErr w:type="spellStart"/>
      <w:r w:rsidR="00F228DC" w:rsidRPr="003E6C1F">
        <w:t>201</w:t>
      </w:r>
      <w:r w:rsidR="00595665">
        <w:t>5</w:t>
      </w:r>
      <w:r w:rsidR="00F228DC" w:rsidRPr="003E6C1F">
        <w:t>b</w:t>
      </w:r>
      <w:proofErr w:type="spellEnd"/>
      <w:r w:rsidR="00F228DC" w:rsidRPr="003E6C1F">
        <w:t xml:space="preserve">) </w:t>
      </w:r>
      <w:r w:rsidRPr="003E6C1F">
        <w:t xml:space="preserve">presents data on selected offences reported to, or detected by, police, the details of which are subsequently </w:t>
      </w:r>
      <w:r>
        <w:t>recorded on police administrative systems. Victims in this collection can be people, premises or motor vehicles. Selected offences include homicide and related offences; kidnapping and abduction; sexual assault; robbery; blackmail and extortion; unlawful entry with intent; motor vehicle theft; and other theft (</w:t>
      </w:r>
      <w:r w:rsidRPr="00392795">
        <w:t xml:space="preserve">tables </w:t>
      </w:r>
      <w:proofErr w:type="spellStart"/>
      <w:r w:rsidRPr="00392795">
        <w:t>6A.25</w:t>
      </w:r>
      <w:proofErr w:type="spellEnd"/>
      <w:r w:rsidRPr="00392795">
        <w:t xml:space="preserve"> and </w:t>
      </w:r>
      <w:proofErr w:type="spellStart"/>
      <w:r w:rsidRPr="00392795">
        <w:t>6A.26</w:t>
      </w:r>
      <w:proofErr w:type="spellEnd"/>
      <w:r w:rsidRPr="00392795">
        <w:t>).</w:t>
      </w:r>
    </w:p>
    <w:p w:rsidR="00F228DC" w:rsidRDefault="00F228DC" w:rsidP="00F228DC">
      <w:pPr>
        <w:pStyle w:val="BodyText"/>
      </w:pPr>
      <w:r>
        <w:t xml:space="preserve">The full extent of crime is unlikely ever to be captured, because not all offences are reported to, or become known by, police. The victim’s confidence in the judicial process, the nature of the offence and the relationship between the victim and perpetrator are among the key factors that influence the propensity to report an offence. </w:t>
      </w:r>
    </w:p>
    <w:p w:rsidR="00F228DC" w:rsidRPr="00392795" w:rsidRDefault="00F228DC" w:rsidP="00F228DC">
      <w:pPr>
        <w:pStyle w:val="BodyText"/>
      </w:pPr>
      <w:r>
        <w:t>A number of standards, classifications and counting rules are applied to recorded crime statistics, but care needs to be taken when comparing these statistics across states and territories, given the different business rules, procedures, systems, policies, legislation and recording of police agencies. The ABS has worked with police agencies to develop a National Crime Recording Standard, to improve the national comparability of the recorded crime victims collection.</w:t>
      </w:r>
    </w:p>
    <w:p w:rsidR="00C753D8" w:rsidRDefault="00C753D8" w:rsidP="00AA545F">
      <w:pPr>
        <w:pStyle w:val="Heading4"/>
      </w:pPr>
      <w:r>
        <w:t>Crime victimisation</w:t>
      </w:r>
    </w:p>
    <w:p w:rsidR="00C753D8" w:rsidRDefault="00C753D8" w:rsidP="00C753D8">
      <w:pPr>
        <w:pStyle w:val="BodyText"/>
      </w:pPr>
      <w:r>
        <w:t xml:space="preserve">‘Crime victimisation’ is an indicator of governments’ objective to reduce the incidence of crime (box </w:t>
      </w:r>
      <w:r w:rsidR="00FF4435">
        <w:t>6.1</w:t>
      </w:r>
      <w:r w:rsidR="00392795">
        <w:t>3</w:t>
      </w:r>
      <w:r>
        <w:t>).</w:t>
      </w:r>
    </w:p>
    <w:p w:rsidR="00AA545F" w:rsidRDefault="00AA545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545F" w:rsidTr="00FB6B5C">
        <w:tc>
          <w:tcPr>
            <w:tcW w:w="8771" w:type="dxa"/>
            <w:tcBorders>
              <w:top w:val="single" w:sz="6" w:space="0" w:color="78A22F"/>
              <w:left w:val="nil"/>
              <w:bottom w:val="nil"/>
              <w:right w:val="nil"/>
            </w:tcBorders>
            <w:shd w:val="clear" w:color="auto" w:fill="F2F2F2"/>
          </w:tcPr>
          <w:p w:rsidR="00AA545F" w:rsidRDefault="00AA545F" w:rsidP="006328EA">
            <w:pPr>
              <w:pStyle w:val="BoxTitle"/>
            </w:pPr>
            <w:r>
              <w:rPr>
                <w:b w:val="0"/>
              </w:rPr>
              <w:t xml:space="preserve">Box </w:t>
            </w:r>
            <w:bookmarkStart w:id="34" w:name="OLE_LINK27"/>
            <w:r w:rsidR="00FF4435">
              <w:rPr>
                <w:b w:val="0"/>
              </w:rPr>
              <w:t>6.</w:t>
            </w:r>
            <w:r w:rsidR="00740D20">
              <w:rPr>
                <w:b w:val="0"/>
                <w:noProof/>
              </w:rPr>
              <w:t>13</w:t>
            </w:r>
            <w:bookmarkEnd w:id="34"/>
            <w:r w:rsidR="006328EA">
              <w:tab/>
              <w:t>Crime victimisation</w:t>
            </w:r>
          </w:p>
        </w:tc>
      </w:tr>
      <w:tr w:rsidR="006328EA" w:rsidTr="00FB6B5C">
        <w:trPr>
          <w:cantSplit/>
        </w:trPr>
        <w:tc>
          <w:tcPr>
            <w:tcW w:w="8771" w:type="dxa"/>
            <w:tcBorders>
              <w:top w:val="nil"/>
              <w:left w:val="nil"/>
              <w:bottom w:val="nil"/>
              <w:right w:val="nil"/>
            </w:tcBorders>
            <w:shd w:val="clear" w:color="auto" w:fill="F2F2F2"/>
          </w:tcPr>
          <w:p w:rsidR="006328EA" w:rsidRPr="00AA545F" w:rsidRDefault="006328EA" w:rsidP="00E2094C">
            <w:pPr>
              <w:pStyle w:val="Box"/>
            </w:pPr>
            <w:r>
              <w:t>‘C</w:t>
            </w:r>
            <w:r w:rsidRPr="00AA545F">
              <w:t xml:space="preserve">rime </w:t>
            </w:r>
            <w:r>
              <w:t>victimisation’</w:t>
            </w:r>
            <w:r w:rsidRPr="00AA545F">
              <w:t xml:space="preserve"> </w:t>
            </w:r>
            <w:r>
              <w:t>is defined by six separate measures:</w:t>
            </w:r>
          </w:p>
          <w:p w:rsidR="006328EA" w:rsidRDefault="006328EA" w:rsidP="00E2094C">
            <w:pPr>
              <w:pStyle w:val="BoxListBullet"/>
            </w:pPr>
            <w:r>
              <w:t>estimated victimisation rate for physical and threatened assault per 100</w:t>
            </w:r>
            <w:r w:rsidR="00C1027F">
              <w:t> </w:t>
            </w:r>
            <w:r>
              <w:t>000 people aged 15 years or over</w:t>
            </w:r>
          </w:p>
          <w:p w:rsidR="006328EA" w:rsidRDefault="006328EA" w:rsidP="00E2094C">
            <w:pPr>
              <w:pStyle w:val="BoxListBullet"/>
            </w:pPr>
            <w:r>
              <w:t>estimated victimisation rate for sexual assault per 100</w:t>
            </w:r>
            <w:r w:rsidR="00C1027F">
              <w:t> </w:t>
            </w:r>
            <w:r>
              <w:t>000 people aged 18 years or over</w:t>
            </w:r>
          </w:p>
          <w:p w:rsidR="006328EA" w:rsidRDefault="006328EA" w:rsidP="00E2094C">
            <w:pPr>
              <w:pStyle w:val="BoxListBullet"/>
            </w:pPr>
            <w:r>
              <w:t>estimated victimisation rate for robbery per 100</w:t>
            </w:r>
            <w:r w:rsidR="00C1027F">
              <w:t> </w:t>
            </w:r>
            <w:r>
              <w:t>000 people aged 15 years or over</w:t>
            </w:r>
          </w:p>
          <w:p w:rsidR="006328EA" w:rsidRDefault="006328EA" w:rsidP="00E2094C">
            <w:pPr>
              <w:pStyle w:val="BoxListBullet"/>
            </w:pPr>
            <w:r>
              <w:t>estimated household victims of break</w:t>
            </w:r>
            <w:r w:rsidR="00C1027F">
              <w:noBreakHyphen/>
            </w:r>
            <w:r>
              <w:t>ins per 100</w:t>
            </w:r>
            <w:r w:rsidR="00C1027F">
              <w:t> </w:t>
            </w:r>
            <w:r>
              <w:t>000 households</w:t>
            </w:r>
          </w:p>
          <w:p w:rsidR="006328EA" w:rsidRDefault="006328EA" w:rsidP="00E2094C">
            <w:pPr>
              <w:pStyle w:val="BoxListBullet"/>
            </w:pPr>
            <w:r>
              <w:t>estimated household victims of attempted break</w:t>
            </w:r>
            <w:r w:rsidR="00C1027F">
              <w:noBreakHyphen/>
            </w:r>
            <w:r>
              <w:t>ins per 100</w:t>
            </w:r>
            <w:r w:rsidR="00C1027F">
              <w:t> </w:t>
            </w:r>
            <w:r>
              <w:t>000 households</w:t>
            </w:r>
          </w:p>
          <w:p w:rsidR="006328EA" w:rsidRDefault="006328EA" w:rsidP="00E2094C">
            <w:pPr>
              <w:pStyle w:val="BoxListBullet"/>
            </w:pPr>
            <w:r>
              <w:t>estimated household victims of motor vehicle theft per 100</w:t>
            </w:r>
            <w:r w:rsidR="00C1027F">
              <w:t> </w:t>
            </w:r>
            <w:r>
              <w:t>000 households.</w:t>
            </w:r>
          </w:p>
          <w:p w:rsidR="006328EA" w:rsidRPr="00AA545F" w:rsidRDefault="006328EA" w:rsidP="00E2094C">
            <w:pPr>
              <w:pStyle w:val="Box"/>
            </w:pPr>
            <w:r w:rsidRPr="00AA545F">
              <w:t>A low or decreasing rate of crime victimisation is a desirable outcome.</w:t>
            </w:r>
          </w:p>
          <w:p w:rsidR="006328EA" w:rsidRPr="00AA545F" w:rsidRDefault="006328EA" w:rsidP="00E2094C">
            <w:pPr>
              <w:pStyle w:val="Box"/>
            </w:pPr>
            <w:r w:rsidRPr="00AA545F">
              <w:t>Data reported for this measure are:</w:t>
            </w:r>
          </w:p>
          <w:p w:rsidR="006328EA" w:rsidRDefault="006328EA" w:rsidP="00E2094C">
            <w:pPr>
              <w:pStyle w:val="BoxListBullet"/>
            </w:pPr>
            <w:r>
              <w:t>comparable (subject to caveats) across jurisdictions and over time</w:t>
            </w:r>
          </w:p>
          <w:p w:rsidR="006328EA" w:rsidRDefault="006328EA" w:rsidP="00E2094C">
            <w:pPr>
              <w:pStyle w:val="BoxListBullet"/>
            </w:pPr>
            <w:r>
              <w:t>complete for the current reporting period (subject to caveats). All required 2013</w:t>
            </w:r>
            <w:r w:rsidR="00C1027F">
              <w:noBreakHyphen/>
            </w:r>
            <w:r>
              <w:t>14 data are available for all jurisdictions.</w:t>
            </w:r>
          </w:p>
          <w:p w:rsidR="006328EA" w:rsidRDefault="006328EA" w:rsidP="00E2094C">
            <w:pPr>
              <w:pStyle w:val="Box"/>
            </w:pPr>
            <w:r w:rsidRPr="006F1A17">
              <w:t xml:space="preserve">Data quality information for this indicator is at </w:t>
            </w:r>
            <w:proofErr w:type="spellStart"/>
            <w:r w:rsidRPr="006F1A17">
              <w:t>www.pc.gov.au</w:t>
            </w:r>
            <w:proofErr w:type="spellEnd"/>
            <w:r w:rsidRPr="006F1A17">
              <w:t>/</w:t>
            </w:r>
            <w:proofErr w:type="spellStart"/>
            <w:r w:rsidRPr="006F1A17">
              <w:t>rogs</w:t>
            </w:r>
            <w:proofErr w:type="spellEnd"/>
            <w:r w:rsidRPr="006F1A17">
              <w:t>/2016.</w:t>
            </w:r>
          </w:p>
        </w:tc>
      </w:tr>
      <w:tr w:rsidR="00AA545F" w:rsidTr="00FB6B5C">
        <w:trPr>
          <w:cantSplit/>
        </w:trPr>
        <w:tc>
          <w:tcPr>
            <w:tcW w:w="8771" w:type="dxa"/>
            <w:tcBorders>
              <w:top w:val="nil"/>
              <w:left w:val="nil"/>
              <w:bottom w:val="single" w:sz="6" w:space="0" w:color="78A22F"/>
              <w:right w:val="nil"/>
            </w:tcBorders>
            <w:shd w:val="clear" w:color="auto" w:fill="F2F2F2"/>
          </w:tcPr>
          <w:p w:rsidR="00AA545F" w:rsidRDefault="00AA545F">
            <w:pPr>
              <w:pStyle w:val="Box"/>
              <w:spacing w:before="0" w:line="120" w:lineRule="exact"/>
            </w:pPr>
          </w:p>
        </w:tc>
      </w:tr>
      <w:tr w:rsidR="00AA545F" w:rsidRPr="000863A5" w:rsidTr="00FB6B5C">
        <w:tc>
          <w:tcPr>
            <w:tcW w:w="8771" w:type="dxa"/>
            <w:tcBorders>
              <w:top w:val="single" w:sz="6" w:space="0" w:color="78A22F"/>
              <w:left w:val="nil"/>
              <w:bottom w:val="nil"/>
              <w:right w:val="nil"/>
            </w:tcBorders>
          </w:tcPr>
          <w:p w:rsidR="00AA545F" w:rsidRPr="00626D32" w:rsidRDefault="00AA545F" w:rsidP="00FB6B5C">
            <w:pPr>
              <w:pStyle w:val="BoxSpaceBelow"/>
            </w:pPr>
          </w:p>
        </w:tc>
      </w:tr>
    </w:tbl>
    <w:p w:rsidR="00C753D8" w:rsidRDefault="00FA0574" w:rsidP="0054057B">
      <w:pPr>
        <w:pStyle w:val="BodyText"/>
      </w:pPr>
      <w:r>
        <w:t>N</w:t>
      </w:r>
      <w:r w:rsidR="00C753D8">
        <w:t>ationally in 201</w:t>
      </w:r>
      <w:r w:rsidR="006D7A75">
        <w:t>3</w:t>
      </w:r>
      <w:r w:rsidR="00C1027F">
        <w:noBreakHyphen/>
      </w:r>
      <w:r w:rsidR="00C753D8">
        <w:t>1</w:t>
      </w:r>
      <w:r w:rsidR="006D7A75">
        <w:t>4</w:t>
      </w:r>
      <w:r w:rsidR="00C753D8">
        <w:t xml:space="preserve"> there were an estimated </w:t>
      </w:r>
      <w:r w:rsidR="00BA1AE9">
        <w:t>2263</w:t>
      </w:r>
      <w:r w:rsidR="00C753D8">
        <w:t xml:space="preserve"> physical </w:t>
      </w:r>
      <w:r w:rsidR="00E14611">
        <w:t xml:space="preserve">assaults, </w:t>
      </w:r>
      <w:r w:rsidR="00BA1AE9">
        <w:t>2674</w:t>
      </w:r>
      <w:r w:rsidR="00C753D8">
        <w:t xml:space="preserve"> threatened assaults, </w:t>
      </w:r>
      <w:r w:rsidR="00BA1AE9">
        <w:t>275</w:t>
      </w:r>
      <w:r w:rsidR="00C753D8">
        <w:t xml:space="preserve"> sexual assaults and </w:t>
      </w:r>
      <w:r w:rsidR="00BA1AE9">
        <w:t>355</w:t>
      </w:r>
      <w:r w:rsidR="0056354A">
        <w:t> </w:t>
      </w:r>
      <w:r w:rsidR="00C753D8">
        <w:t xml:space="preserve">robberies per </w:t>
      </w:r>
      <w:r w:rsidR="00A26403">
        <w:t>100 000 people. These rates vary</w:t>
      </w:r>
      <w:r w:rsidR="00C753D8">
        <w:t xml:space="preserve"> across jurisdictions</w:t>
      </w:r>
      <w:r w:rsidR="00A26403">
        <w:t xml:space="preserve"> and over time</w:t>
      </w:r>
      <w:r w:rsidR="00C753D8">
        <w:t xml:space="preserve"> (</w:t>
      </w:r>
      <w:r w:rsidR="00A26403">
        <w:t xml:space="preserve">table </w:t>
      </w:r>
      <w:proofErr w:type="spellStart"/>
      <w:r w:rsidR="00A26403">
        <w:t>6A.27</w:t>
      </w:r>
      <w:proofErr w:type="spellEnd"/>
      <w:r w:rsidR="00A26403">
        <w:t xml:space="preserve"> and </w:t>
      </w:r>
      <w:r w:rsidR="00C753D8">
        <w:t>fig</w:t>
      </w:r>
      <w:r w:rsidR="00107B05">
        <w:t>ure</w:t>
      </w:r>
      <w:r w:rsidR="00C753D8">
        <w:t xml:space="preserve"> </w:t>
      </w:r>
      <w:r w:rsidR="00F065BE">
        <w:t>6.1</w:t>
      </w:r>
      <w:r w:rsidR="00567C38">
        <w:t>5</w:t>
      </w:r>
      <w:r w:rsidR="00C753D8">
        <w:t>).</w:t>
      </w:r>
      <w:r w:rsidR="006328EA">
        <w:t xml:space="preserve"> </w:t>
      </w:r>
      <w:r w:rsidR="006328EA" w:rsidRPr="006328EA">
        <w:t xml:space="preserve">The number of personal crimes recorded by police per 100 000 people in 2014 is reported in table </w:t>
      </w:r>
      <w:proofErr w:type="spellStart"/>
      <w:r w:rsidR="006328EA" w:rsidRPr="006328EA">
        <w:t>6A.25</w:t>
      </w:r>
      <w:proofErr w:type="spellEnd"/>
      <w:r w:rsidR="006328EA" w:rsidRPr="006328EA">
        <w:t>.</w:t>
      </w:r>
      <w:r w:rsidR="00674FD0">
        <w:br/>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B6BD0" w:rsidTr="00766C27">
        <w:tc>
          <w:tcPr>
            <w:tcW w:w="8771" w:type="dxa"/>
            <w:tcBorders>
              <w:top w:val="single" w:sz="6" w:space="0" w:color="78A22F"/>
              <w:left w:val="nil"/>
              <w:bottom w:val="nil"/>
              <w:right w:val="nil"/>
            </w:tcBorders>
            <w:shd w:val="clear" w:color="auto" w:fill="auto"/>
          </w:tcPr>
          <w:p w:rsidR="00AB6BD0" w:rsidRPr="00176D3F" w:rsidRDefault="00AB6BD0" w:rsidP="00A45933">
            <w:pPr>
              <w:pStyle w:val="FigureTitle"/>
            </w:pPr>
            <w:r w:rsidRPr="00784A05">
              <w:rPr>
                <w:b w:val="0"/>
              </w:rPr>
              <w:t xml:space="preserve">Figure </w:t>
            </w:r>
            <w:bookmarkStart w:id="35" w:name="OLE_LINK28"/>
            <w:r>
              <w:rPr>
                <w:b w:val="0"/>
              </w:rPr>
              <w:t>6.</w:t>
            </w:r>
            <w:r w:rsidR="00740D20">
              <w:rPr>
                <w:b w:val="0"/>
                <w:noProof/>
              </w:rPr>
              <w:t>15</w:t>
            </w:r>
            <w:bookmarkEnd w:id="35"/>
            <w:r>
              <w:tab/>
              <w:t>Estimated victims of assault and sexual assault, 2013</w:t>
            </w:r>
            <w:r w:rsidR="00C1027F">
              <w:noBreakHyphen/>
            </w:r>
            <w:r>
              <w:t>14</w:t>
            </w:r>
            <w:r w:rsidRPr="00DC0E61">
              <w:rPr>
                <w:rStyle w:val="NoteLabel"/>
                <w:b/>
              </w:rPr>
              <w:t>a</w:t>
            </w:r>
            <w:r>
              <w:rPr>
                <w:rStyle w:val="NoteLabel"/>
                <w:b/>
              </w:rPr>
              <w:t>, b</w:t>
            </w:r>
            <w:r w:rsidRPr="00784A05">
              <w:rPr>
                <w:b w:val="0"/>
              </w:rPr>
              <w:t xml:space="preserve"> </w:t>
            </w:r>
          </w:p>
        </w:tc>
      </w:tr>
      <w:tr w:rsidR="00AB6BD0" w:rsidTr="00766C2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B6BD0" w:rsidTr="00674FD0">
              <w:trPr>
                <w:trHeight w:val="3932"/>
                <w:jc w:val="center"/>
              </w:trPr>
              <w:tc>
                <w:tcPr>
                  <w:tcW w:w="5000" w:type="pct"/>
                  <w:tcBorders>
                    <w:top w:val="nil"/>
                    <w:bottom w:val="nil"/>
                  </w:tcBorders>
                </w:tcPr>
                <w:p w:rsidR="00AB6BD0" w:rsidRDefault="00842F0F" w:rsidP="00AB6BD0">
                  <w:pPr>
                    <w:pStyle w:val="Figure"/>
                    <w:spacing w:before="0" w:after="0"/>
                  </w:pPr>
                  <w:r>
                    <w:rPr>
                      <w:noProof/>
                    </w:rPr>
                    <w:drawing>
                      <wp:inline distT="0" distB="0" distL="0" distR="0">
                        <wp:extent cx="5391150" cy="2683510"/>
                        <wp:effectExtent l="0" t="0" r="0" b="2540"/>
                        <wp:docPr id="17" name="Picture 17" descr="Figure 6.15 Estimated victims of assault and sexual assault,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AB6BD0" w:rsidRDefault="00AB6BD0" w:rsidP="00766C27">
            <w:pPr>
              <w:pStyle w:val="Figure"/>
            </w:pPr>
          </w:p>
        </w:tc>
      </w:tr>
      <w:tr w:rsidR="00AB6BD0" w:rsidRPr="00176D3F" w:rsidTr="00766C27">
        <w:tc>
          <w:tcPr>
            <w:tcW w:w="8771" w:type="dxa"/>
            <w:tcBorders>
              <w:top w:val="nil"/>
              <w:left w:val="nil"/>
              <w:bottom w:val="nil"/>
              <w:right w:val="nil"/>
            </w:tcBorders>
            <w:shd w:val="clear" w:color="auto" w:fill="auto"/>
          </w:tcPr>
          <w:p w:rsidR="00AB6BD0" w:rsidRPr="00176D3F" w:rsidRDefault="00AB6BD0" w:rsidP="001F00B6">
            <w:pPr>
              <w:pStyle w:val="Note"/>
            </w:pPr>
            <w:r>
              <w:rPr>
                <w:rStyle w:val="NoteLabel"/>
              </w:rPr>
              <w:t>a</w:t>
            </w:r>
            <w:r>
              <w:t xml:space="preserve"> See box 6.13 </w:t>
            </w:r>
            <w:r w:rsidRPr="00C602B2">
              <w:t xml:space="preserve">and </w:t>
            </w:r>
            <w:r w:rsidRPr="003041C9">
              <w:t xml:space="preserve">table </w:t>
            </w:r>
            <w:proofErr w:type="spellStart"/>
            <w:r w:rsidRPr="00590CF6">
              <w:t>6A.2</w:t>
            </w:r>
            <w:r>
              <w:t>7</w:t>
            </w:r>
            <w:proofErr w:type="spellEnd"/>
            <w:r>
              <w:t xml:space="preserve"> </w:t>
            </w:r>
            <w:r w:rsidRPr="00C602B2">
              <w:t>for detailed definitions, footnotes and caveats</w:t>
            </w:r>
            <w:r>
              <w:t xml:space="preserve">. </w:t>
            </w:r>
            <w:r w:rsidRPr="00396290">
              <w:rPr>
                <w:rStyle w:val="NoteLabel"/>
              </w:rPr>
              <w:t xml:space="preserve">b </w:t>
            </w:r>
            <w:r w:rsidR="001F00B6">
              <w:t>Sexual Assault</w:t>
            </w:r>
            <w:r w:rsidRPr="00396290">
              <w:t xml:space="preserve"> data for Tasmania and robbery and sexual assault data for the ACT and the NT are not presented in this figure as confidence intervals are not available due to associated relative standard errors greater than 50 per cent</w:t>
            </w:r>
            <w:r>
              <w:t>.</w:t>
            </w:r>
          </w:p>
        </w:tc>
      </w:tr>
      <w:tr w:rsidR="00AB6BD0" w:rsidRPr="00176D3F" w:rsidTr="00766C27">
        <w:tc>
          <w:tcPr>
            <w:tcW w:w="8771" w:type="dxa"/>
            <w:tcBorders>
              <w:top w:val="nil"/>
              <w:left w:val="nil"/>
              <w:bottom w:val="nil"/>
              <w:right w:val="nil"/>
            </w:tcBorders>
            <w:shd w:val="clear" w:color="auto" w:fill="auto"/>
          </w:tcPr>
          <w:p w:rsidR="00AB6BD0" w:rsidRPr="00176D3F" w:rsidRDefault="00AB6BD0" w:rsidP="00766C27">
            <w:pPr>
              <w:pStyle w:val="Source"/>
            </w:pPr>
            <w:r w:rsidRPr="00DC0E61">
              <w:rPr>
                <w:i/>
              </w:rPr>
              <w:t>Source</w:t>
            </w:r>
            <w:r w:rsidRPr="00C1027F">
              <w:t>:</w:t>
            </w:r>
            <w:r>
              <w:t xml:space="preserve"> Derived from </w:t>
            </w:r>
            <w:r w:rsidRPr="00B154C8">
              <w:t>ABS (</w:t>
            </w:r>
            <w:proofErr w:type="spellStart"/>
            <w:r w:rsidRPr="00B154C8">
              <w:t>201</w:t>
            </w:r>
            <w:r>
              <w:t>5</w:t>
            </w:r>
            <w:r w:rsidRPr="00B154C8">
              <w:t>a</w:t>
            </w:r>
            <w:proofErr w:type="spellEnd"/>
            <w:r w:rsidRPr="00B154C8">
              <w:t xml:space="preserve">) </w:t>
            </w:r>
            <w:r w:rsidRPr="001E36FE">
              <w:rPr>
                <w:i/>
              </w:rPr>
              <w:t>Crime Victimisation, Australia 2013</w:t>
            </w:r>
            <w:r w:rsidR="00C1027F">
              <w:rPr>
                <w:i/>
              </w:rPr>
              <w:noBreakHyphen/>
            </w:r>
            <w:r w:rsidRPr="001E36FE">
              <w:rPr>
                <w:i/>
              </w:rPr>
              <w:t>14</w:t>
            </w:r>
            <w:r>
              <w:t xml:space="preserve">, Cat. </w:t>
            </w:r>
            <w:r w:rsidRPr="00337D52">
              <w:t xml:space="preserve">no. 4530.0; table </w:t>
            </w:r>
            <w:proofErr w:type="spellStart"/>
            <w:r w:rsidRPr="00337D52">
              <w:t>6A.27</w:t>
            </w:r>
            <w:proofErr w:type="spellEnd"/>
            <w:r>
              <w:t>.</w:t>
            </w:r>
          </w:p>
        </w:tc>
      </w:tr>
      <w:tr w:rsidR="00AB6BD0" w:rsidTr="00766C27">
        <w:tc>
          <w:tcPr>
            <w:tcW w:w="8771" w:type="dxa"/>
            <w:tcBorders>
              <w:top w:val="nil"/>
              <w:left w:val="nil"/>
              <w:bottom w:val="single" w:sz="6" w:space="0" w:color="78A22F"/>
              <w:right w:val="nil"/>
            </w:tcBorders>
            <w:shd w:val="clear" w:color="auto" w:fill="auto"/>
          </w:tcPr>
          <w:p w:rsidR="00AB6BD0" w:rsidRDefault="00AB6BD0" w:rsidP="00AB6BD0">
            <w:pPr>
              <w:pStyle w:val="Figurespace"/>
              <w:keepNext w:val="0"/>
            </w:pPr>
          </w:p>
        </w:tc>
      </w:tr>
    </w:tbl>
    <w:p w:rsidR="00C753D8" w:rsidRDefault="004251D2" w:rsidP="00C753D8">
      <w:pPr>
        <w:pStyle w:val="BodyText"/>
      </w:pPr>
      <w:r>
        <w:lastRenderedPageBreak/>
        <w:t>N</w:t>
      </w:r>
      <w:r w:rsidR="00C753D8">
        <w:t xml:space="preserve">ationally, there were </w:t>
      </w:r>
      <w:r w:rsidR="0014390A">
        <w:t>4526</w:t>
      </w:r>
      <w:r w:rsidR="00C753D8">
        <w:t xml:space="preserve"> estimated household victims of break</w:t>
      </w:r>
      <w:r w:rsidR="00C1027F">
        <w:noBreakHyphen/>
      </w:r>
      <w:r w:rsidR="00C753D8">
        <w:t>in/attempted break</w:t>
      </w:r>
      <w:r w:rsidR="00C1027F">
        <w:noBreakHyphen/>
      </w:r>
      <w:r w:rsidR="00C753D8">
        <w:t xml:space="preserve">in and </w:t>
      </w:r>
      <w:r w:rsidR="0014390A">
        <w:t>616</w:t>
      </w:r>
      <w:r w:rsidR="00C753D8">
        <w:t xml:space="preserve"> victims of motor vehicle theft per 100 000 households in 201</w:t>
      </w:r>
      <w:r w:rsidR="004A35F3">
        <w:t>3</w:t>
      </w:r>
      <w:r w:rsidR="00C1027F">
        <w:noBreakHyphen/>
      </w:r>
      <w:r w:rsidR="00C753D8">
        <w:t>1</w:t>
      </w:r>
      <w:r w:rsidR="004A35F3">
        <w:t>4</w:t>
      </w:r>
      <w:r w:rsidR="00C753D8">
        <w:t xml:space="preserve">. </w:t>
      </w:r>
      <w:r>
        <w:t>These rates vary across jurisdictions and over t</w:t>
      </w:r>
      <w:r w:rsidR="00567C38">
        <w:t xml:space="preserve">ime (table </w:t>
      </w:r>
      <w:proofErr w:type="spellStart"/>
      <w:r w:rsidR="00567C38">
        <w:t>6A.28</w:t>
      </w:r>
      <w:proofErr w:type="spellEnd"/>
      <w:r w:rsidR="00567C38">
        <w:t xml:space="preserve"> and figure 6.16</w:t>
      </w:r>
      <w:r>
        <w:t xml:space="preserve">). </w:t>
      </w:r>
      <w:r w:rsidR="006328EA">
        <w:t xml:space="preserve">The number of recorded property crimes per 100 000 people derived from the ABS recorded crime victims collection, is reported in table </w:t>
      </w:r>
      <w:proofErr w:type="spellStart"/>
      <w:r w:rsidR="006328EA" w:rsidRPr="0014390A">
        <w:t>6A.26</w:t>
      </w:r>
      <w:proofErr w:type="spellEnd"/>
      <w:r w:rsidR="006328EA" w:rsidRPr="0014390A">
        <w:t>.</w:t>
      </w:r>
    </w:p>
    <w:p w:rsidR="00AB6BD0" w:rsidRDefault="00AB6BD0" w:rsidP="00766C2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B6BD0" w:rsidTr="00766C27">
        <w:tc>
          <w:tcPr>
            <w:tcW w:w="8771" w:type="dxa"/>
            <w:tcBorders>
              <w:top w:val="single" w:sz="6" w:space="0" w:color="78A22F"/>
              <w:left w:val="nil"/>
              <w:bottom w:val="nil"/>
              <w:right w:val="nil"/>
            </w:tcBorders>
            <w:shd w:val="clear" w:color="auto" w:fill="auto"/>
          </w:tcPr>
          <w:p w:rsidR="00AB6BD0" w:rsidRPr="00176D3F" w:rsidRDefault="00AB6BD0" w:rsidP="00766C27">
            <w:pPr>
              <w:pStyle w:val="FigureTitle"/>
            </w:pPr>
            <w:r w:rsidRPr="00784A05">
              <w:rPr>
                <w:b w:val="0"/>
              </w:rPr>
              <w:t xml:space="preserve">Figure </w:t>
            </w:r>
            <w:r>
              <w:rPr>
                <w:b w:val="0"/>
              </w:rPr>
              <w:t>6.</w:t>
            </w:r>
            <w:r w:rsidR="00740D20">
              <w:rPr>
                <w:b w:val="0"/>
                <w:noProof/>
              </w:rPr>
              <w:t>16</w:t>
            </w:r>
            <w:r>
              <w:tab/>
              <w:t>Estimated victims of property crime, 2013</w:t>
            </w:r>
            <w:r w:rsidR="00C1027F">
              <w:noBreakHyphen/>
            </w:r>
            <w:r>
              <w:t>14</w:t>
            </w:r>
            <w:r>
              <w:rPr>
                <w:rStyle w:val="NoteLabel"/>
                <w:b/>
              </w:rPr>
              <w:t>a, b</w:t>
            </w:r>
          </w:p>
        </w:tc>
      </w:tr>
      <w:tr w:rsidR="00AB6BD0" w:rsidTr="00766C2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B6BD0" w:rsidTr="00766C27">
              <w:trPr>
                <w:jc w:val="center"/>
              </w:trPr>
              <w:tc>
                <w:tcPr>
                  <w:tcW w:w="5000" w:type="pct"/>
                  <w:tcBorders>
                    <w:top w:val="nil"/>
                    <w:bottom w:val="nil"/>
                  </w:tcBorders>
                </w:tcPr>
                <w:p w:rsidR="00AB6BD0" w:rsidRDefault="00842F0F" w:rsidP="00766C27">
                  <w:pPr>
                    <w:pStyle w:val="Figure"/>
                    <w:spacing w:before="60" w:after="60"/>
                  </w:pPr>
                  <w:r>
                    <w:rPr>
                      <w:noProof/>
                    </w:rPr>
                    <w:drawing>
                      <wp:inline distT="0" distB="0" distL="0" distR="0">
                        <wp:extent cx="5332095" cy="2410460"/>
                        <wp:effectExtent l="0" t="0" r="1905" b="8890"/>
                        <wp:docPr id="18" name="Picture 18" descr="Figure 6.16 Estimated victims of property crime,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2095" cy="2410460"/>
                                </a:xfrm>
                                <a:prstGeom prst="rect">
                                  <a:avLst/>
                                </a:prstGeom>
                                <a:noFill/>
                                <a:ln>
                                  <a:noFill/>
                                </a:ln>
                              </pic:spPr>
                            </pic:pic>
                          </a:graphicData>
                        </a:graphic>
                      </wp:inline>
                    </w:drawing>
                  </w:r>
                </w:p>
              </w:tc>
            </w:tr>
          </w:tbl>
          <w:p w:rsidR="00AB6BD0" w:rsidRDefault="00AB6BD0" w:rsidP="00766C27">
            <w:pPr>
              <w:pStyle w:val="Figure"/>
            </w:pPr>
          </w:p>
        </w:tc>
      </w:tr>
      <w:tr w:rsidR="00AB6BD0" w:rsidRPr="00176D3F" w:rsidTr="00766C27">
        <w:tc>
          <w:tcPr>
            <w:tcW w:w="8771" w:type="dxa"/>
            <w:tcBorders>
              <w:top w:val="nil"/>
              <w:left w:val="nil"/>
              <w:bottom w:val="nil"/>
              <w:right w:val="nil"/>
            </w:tcBorders>
            <w:shd w:val="clear" w:color="auto" w:fill="auto"/>
          </w:tcPr>
          <w:p w:rsidR="00AB6BD0" w:rsidRPr="00176D3F" w:rsidRDefault="00AB6BD0" w:rsidP="001E36FE">
            <w:pPr>
              <w:pStyle w:val="Note"/>
            </w:pPr>
            <w:r>
              <w:rPr>
                <w:rStyle w:val="NoteLabel"/>
              </w:rPr>
              <w:t>a</w:t>
            </w:r>
            <w:r>
              <w:t xml:space="preserve"> See box 6.1</w:t>
            </w:r>
            <w:r w:rsidR="001E36FE">
              <w:t>3</w:t>
            </w:r>
            <w:r w:rsidRPr="00C602B2">
              <w:t xml:space="preserve"> and </w:t>
            </w:r>
            <w:r w:rsidRPr="003041C9">
              <w:t xml:space="preserve">table </w:t>
            </w:r>
            <w:proofErr w:type="spellStart"/>
            <w:r w:rsidRPr="00590CF6">
              <w:t>6A.2</w:t>
            </w:r>
            <w:r>
              <w:t>8</w:t>
            </w:r>
            <w:proofErr w:type="spellEnd"/>
            <w:r>
              <w:t xml:space="preserve"> </w:t>
            </w:r>
            <w:r w:rsidRPr="00C602B2">
              <w:t>for detailed definitions, footnotes and caveats</w:t>
            </w:r>
            <w:r>
              <w:t xml:space="preserve">. </w:t>
            </w:r>
            <w:r w:rsidRPr="00064C51">
              <w:rPr>
                <w:rStyle w:val="NoteLabel"/>
              </w:rPr>
              <w:t>b</w:t>
            </w:r>
            <w:r w:rsidRPr="00064C51">
              <w:t xml:space="preserve"> Motor vehicle theft data for the ACT is not presented in this figure as confidence intervals were not available due to associated relative standard errors greater than 50 per cent.</w:t>
            </w:r>
          </w:p>
        </w:tc>
      </w:tr>
      <w:tr w:rsidR="00AB6BD0" w:rsidRPr="00176D3F" w:rsidTr="00766C27">
        <w:tc>
          <w:tcPr>
            <w:tcW w:w="8771" w:type="dxa"/>
            <w:tcBorders>
              <w:top w:val="nil"/>
              <w:left w:val="nil"/>
              <w:bottom w:val="nil"/>
              <w:right w:val="nil"/>
            </w:tcBorders>
            <w:shd w:val="clear" w:color="auto" w:fill="auto"/>
          </w:tcPr>
          <w:p w:rsidR="00AB6BD0" w:rsidRPr="00176D3F" w:rsidRDefault="00AB6BD0" w:rsidP="00766C27">
            <w:pPr>
              <w:pStyle w:val="Source"/>
            </w:pPr>
            <w:r w:rsidRPr="00754E8C">
              <w:rPr>
                <w:i/>
              </w:rPr>
              <w:t>Source</w:t>
            </w:r>
            <w:r w:rsidRPr="00C1027F">
              <w:t>:</w:t>
            </w:r>
            <w:r>
              <w:t xml:space="preserve"> Derived from </w:t>
            </w:r>
            <w:r w:rsidRPr="00B154C8">
              <w:t>ABS (</w:t>
            </w:r>
            <w:proofErr w:type="spellStart"/>
            <w:r w:rsidRPr="00B154C8">
              <w:t>201</w:t>
            </w:r>
            <w:r>
              <w:t>5</w:t>
            </w:r>
            <w:r w:rsidRPr="00B154C8">
              <w:t>a</w:t>
            </w:r>
            <w:proofErr w:type="spellEnd"/>
            <w:r w:rsidRPr="00B154C8">
              <w:t xml:space="preserve">) </w:t>
            </w:r>
            <w:r w:rsidRPr="00B154C8">
              <w:rPr>
                <w:i/>
              </w:rPr>
              <w:t xml:space="preserve">Crime </w:t>
            </w:r>
            <w:r w:rsidRPr="003B1112">
              <w:rPr>
                <w:i/>
              </w:rPr>
              <w:t>Victimisation, Australia</w:t>
            </w:r>
            <w:r>
              <w:t xml:space="preserve"> </w:t>
            </w:r>
            <w:r w:rsidRPr="001E36FE">
              <w:rPr>
                <w:i/>
              </w:rPr>
              <w:t>2013</w:t>
            </w:r>
            <w:r w:rsidR="00C1027F">
              <w:rPr>
                <w:i/>
              </w:rPr>
              <w:noBreakHyphen/>
            </w:r>
            <w:r w:rsidRPr="001E36FE">
              <w:rPr>
                <w:i/>
              </w:rPr>
              <w:t>14</w:t>
            </w:r>
            <w:r>
              <w:t xml:space="preserve">, Cat. </w:t>
            </w:r>
            <w:r w:rsidRPr="0014390A">
              <w:t xml:space="preserve">no. 4530.0; table </w:t>
            </w:r>
            <w:proofErr w:type="spellStart"/>
            <w:r w:rsidRPr="0014390A">
              <w:t>6A.28</w:t>
            </w:r>
            <w:proofErr w:type="spellEnd"/>
            <w:r w:rsidRPr="0014390A">
              <w:t>.</w:t>
            </w:r>
          </w:p>
        </w:tc>
      </w:tr>
      <w:tr w:rsidR="00AB6BD0" w:rsidTr="00766C27">
        <w:tc>
          <w:tcPr>
            <w:tcW w:w="8771" w:type="dxa"/>
            <w:tcBorders>
              <w:top w:val="nil"/>
              <w:left w:val="nil"/>
              <w:bottom w:val="single" w:sz="6" w:space="0" w:color="78A22F"/>
              <w:right w:val="nil"/>
            </w:tcBorders>
            <w:shd w:val="clear" w:color="auto" w:fill="auto"/>
          </w:tcPr>
          <w:p w:rsidR="00AB6BD0" w:rsidRDefault="00AB6BD0" w:rsidP="00766C27">
            <w:pPr>
              <w:pStyle w:val="Figurespace"/>
            </w:pPr>
          </w:p>
        </w:tc>
      </w:tr>
      <w:tr w:rsidR="00AB6BD0" w:rsidRPr="000863A5" w:rsidTr="00766C27">
        <w:tc>
          <w:tcPr>
            <w:tcW w:w="8771" w:type="dxa"/>
            <w:tcBorders>
              <w:top w:val="single" w:sz="6" w:space="0" w:color="78A22F"/>
              <w:left w:val="nil"/>
              <w:bottom w:val="nil"/>
              <w:right w:val="nil"/>
            </w:tcBorders>
          </w:tcPr>
          <w:p w:rsidR="00AB6BD0" w:rsidRPr="00626D32" w:rsidRDefault="00AB6BD0" w:rsidP="00766C27">
            <w:pPr>
              <w:pStyle w:val="BoxSpaceBelow"/>
            </w:pPr>
          </w:p>
        </w:tc>
      </w:tr>
    </w:tbl>
    <w:p w:rsidR="00C753D8" w:rsidRDefault="00C753D8" w:rsidP="00D91E55">
      <w:pPr>
        <w:pStyle w:val="Heading4"/>
      </w:pPr>
      <w:r>
        <w:t>Reporting rates</w:t>
      </w:r>
    </w:p>
    <w:p w:rsidR="00C753D8" w:rsidRDefault="00C753D8" w:rsidP="00C753D8">
      <w:pPr>
        <w:pStyle w:val="BodyText"/>
      </w:pPr>
      <w:r>
        <w:t xml:space="preserve">‘Reporting rates’ is an indicator of governments’ objective to engender public confidence in the police and judicial systems (box </w:t>
      </w:r>
      <w:r w:rsidR="00702C99">
        <w:t>6.1</w:t>
      </w:r>
      <w:r w:rsidR="006328EA">
        <w:t>4</w:t>
      </w:r>
      <w:r>
        <w:t xml:space="preserve">). </w:t>
      </w:r>
    </w:p>
    <w:p w:rsidR="00D91E55" w:rsidRDefault="00D91E5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1E55" w:rsidTr="00FB6B5C">
        <w:tc>
          <w:tcPr>
            <w:tcW w:w="8771" w:type="dxa"/>
            <w:tcBorders>
              <w:top w:val="single" w:sz="6" w:space="0" w:color="78A22F"/>
              <w:left w:val="nil"/>
              <w:bottom w:val="nil"/>
              <w:right w:val="nil"/>
            </w:tcBorders>
            <w:shd w:val="clear" w:color="auto" w:fill="F2F2F2"/>
          </w:tcPr>
          <w:p w:rsidR="00D91E55" w:rsidRDefault="00D91E55">
            <w:pPr>
              <w:pStyle w:val="BoxTitle"/>
            </w:pPr>
            <w:r>
              <w:rPr>
                <w:b w:val="0"/>
              </w:rPr>
              <w:t xml:space="preserve">Box </w:t>
            </w:r>
            <w:bookmarkStart w:id="36" w:name="OLE_LINK32"/>
            <w:r w:rsidR="00702C99">
              <w:rPr>
                <w:b w:val="0"/>
              </w:rPr>
              <w:t>6.</w:t>
            </w:r>
            <w:r w:rsidR="00740D20">
              <w:rPr>
                <w:b w:val="0"/>
                <w:noProof/>
              </w:rPr>
              <w:t>14</w:t>
            </w:r>
            <w:bookmarkEnd w:id="36"/>
            <w:r>
              <w:tab/>
              <w:t>Reporting rates</w:t>
            </w:r>
          </w:p>
        </w:tc>
      </w:tr>
      <w:tr w:rsidR="00D91E55" w:rsidTr="00FB6B5C">
        <w:trPr>
          <w:cantSplit/>
        </w:trPr>
        <w:tc>
          <w:tcPr>
            <w:tcW w:w="8771" w:type="dxa"/>
            <w:tcBorders>
              <w:top w:val="nil"/>
              <w:left w:val="nil"/>
              <w:bottom w:val="nil"/>
              <w:right w:val="nil"/>
            </w:tcBorders>
            <w:shd w:val="clear" w:color="auto" w:fill="F2F2F2"/>
          </w:tcPr>
          <w:p w:rsidR="00D91E55" w:rsidRDefault="00D91E55" w:rsidP="00D91E55">
            <w:pPr>
              <w:pStyle w:val="Box"/>
            </w:pPr>
            <w:r>
              <w:t xml:space="preserve">‘Reporting rates’ is defined as the total number of the most recent incidents of a particular offence that were reported to police, as a percentage of the total number of victims estimated using ABS </w:t>
            </w:r>
            <w:r w:rsidR="00E937FD" w:rsidRPr="004251D2">
              <w:rPr>
                <w:i/>
              </w:rPr>
              <w:t xml:space="preserve">Crime Victimisation Survey </w:t>
            </w:r>
            <w:r w:rsidRPr="004251D2">
              <w:rPr>
                <w:i/>
              </w:rPr>
              <w:t>data</w:t>
            </w:r>
            <w:r>
              <w:t xml:space="preserve">. It is reported separately for several categories of crimes against the person and crimes against property. </w:t>
            </w:r>
          </w:p>
          <w:p w:rsidR="00D91E55" w:rsidRDefault="00D91E55" w:rsidP="00845A91">
            <w:pPr>
              <w:pStyle w:val="BoxListBullet"/>
            </w:pPr>
            <w:r>
              <w:t>Reporting rates for crimes against the person are defined as the total number of the most recent incidents of a particular offence that were reported to police, as a percentage of the total number of victims</w:t>
            </w:r>
            <w:r w:rsidR="00845A91">
              <w:t xml:space="preserve"> </w:t>
            </w:r>
            <w:r w:rsidR="00845A91" w:rsidRPr="00845A91">
              <w:t>aged 15 years and over (except for sexual assault which is reported for victims aged 18 years and over</w:t>
            </w:r>
            <w:r w:rsidR="00845A91">
              <w:t>)</w:t>
            </w:r>
            <w:r>
              <w:t>, reported separately for:</w:t>
            </w:r>
          </w:p>
          <w:p w:rsidR="00D91E55" w:rsidRDefault="00D91E55" w:rsidP="00D91E55">
            <w:pPr>
              <w:pStyle w:val="BoxListBullet2"/>
            </w:pPr>
            <w:r>
              <w:t>physical assault</w:t>
            </w:r>
          </w:p>
          <w:p w:rsidR="00D91E55" w:rsidRDefault="00D91E55" w:rsidP="00D91E55">
            <w:pPr>
              <w:pStyle w:val="BoxListBullet2"/>
            </w:pPr>
            <w:r>
              <w:t>threatened assault (face</w:t>
            </w:r>
            <w:r w:rsidR="00C1027F">
              <w:noBreakHyphen/>
            </w:r>
            <w:r>
              <w:t>to</w:t>
            </w:r>
            <w:r w:rsidR="00C1027F">
              <w:noBreakHyphen/>
            </w:r>
            <w:r>
              <w:t>face incidents only)</w:t>
            </w:r>
          </w:p>
          <w:p w:rsidR="00E937FD" w:rsidRDefault="00D91E55" w:rsidP="00D91E55">
            <w:pPr>
              <w:pStyle w:val="BoxListBullet2"/>
            </w:pPr>
            <w:r>
              <w:t>robbery</w:t>
            </w:r>
          </w:p>
          <w:p w:rsidR="00D91E55" w:rsidRDefault="00E937FD" w:rsidP="00D91E55">
            <w:pPr>
              <w:pStyle w:val="BoxListBullet2"/>
            </w:pPr>
            <w:r>
              <w:t>sexual assault</w:t>
            </w:r>
            <w:r w:rsidR="00AA2B22">
              <w:t>.</w:t>
            </w:r>
          </w:p>
          <w:p w:rsidR="00D91E55" w:rsidRDefault="00D91E55" w:rsidP="00D91E55">
            <w:pPr>
              <w:pStyle w:val="BoxListBullet"/>
            </w:pPr>
            <w:r>
              <w:t>Reporting rates for crimes against property are defined as the total number of the most recent incidents of a particular offence that were reported to police, as a percentage of the total number of victims, reported separately for:</w:t>
            </w:r>
          </w:p>
          <w:p w:rsidR="00D91E55" w:rsidRDefault="00D91E55" w:rsidP="00D91E55">
            <w:pPr>
              <w:pStyle w:val="BoxListBullet2"/>
            </w:pPr>
            <w:r>
              <w:t>break</w:t>
            </w:r>
            <w:r w:rsidR="00C1027F">
              <w:noBreakHyphen/>
            </w:r>
            <w:r>
              <w:t>in</w:t>
            </w:r>
          </w:p>
          <w:p w:rsidR="00D91E55" w:rsidRDefault="00D91E55" w:rsidP="00D91E55">
            <w:pPr>
              <w:pStyle w:val="BoxListBullet2"/>
            </w:pPr>
            <w:r>
              <w:t>attempted break</w:t>
            </w:r>
            <w:r w:rsidR="00C1027F">
              <w:noBreakHyphen/>
            </w:r>
            <w:r>
              <w:t>in</w:t>
            </w:r>
          </w:p>
          <w:p w:rsidR="00D91E55" w:rsidRDefault="00D91E55" w:rsidP="00D91E55">
            <w:pPr>
              <w:pStyle w:val="BoxListBullet2"/>
            </w:pPr>
            <w:r>
              <w:t>motor vehicle theft</w:t>
            </w:r>
          </w:p>
          <w:p w:rsidR="00D91E55" w:rsidRDefault="00D91E55" w:rsidP="00D91E55">
            <w:pPr>
              <w:pStyle w:val="BoxListBullet2"/>
            </w:pPr>
            <w:r>
              <w:t>theft from motor vehicle</w:t>
            </w:r>
          </w:p>
          <w:p w:rsidR="00D91E55" w:rsidRDefault="00D91E55" w:rsidP="00D91E55">
            <w:pPr>
              <w:pStyle w:val="BoxListBullet2"/>
            </w:pPr>
            <w:r>
              <w:t>malicious property damage</w:t>
            </w:r>
          </w:p>
          <w:p w:rsidR="00D91E55" w:rsidRDefault="00D91E55" w:rsidP="00D91E55">
            <w:pPr>
              <w:pStyle w:val="BoxListBullet2"/>
            </w:pPr>
            <w:r>
              <w:t>other theft.</w:t>
            </w:r>
          </w:p>
          <w:p w:rsidR="00D91E55" w:rsidRDefault="00D91E55" w:rsidP="00D91E55">
            <w:pPr>
              <w:pStyle w:val="Box"/>
            </w:pPr>
            <w:r>
              <w:t xml:space="preserve">A high or increasing reporting rate is desirable. </w:t>
            </w:r>
          </w:p>
          <w:p w:rsidR="005D73AB" w:rsidRDefault="00E937FD" w:rsidP="005D73AB">
            <w:pPr>
              <w:pStyle w:val="Box"/>
            </w:pPr>
            <w:r>
              <w:t>Although survey data are reported for all measures, the associated standard errors can be large for some jurisdictions. Also, reporting rates vary across different crime types. This indicator does not provide information on why some people choose not to report particular offences to the police.</w:t>
            </w:r>
          </w:p>
          <w:p w:rsidR="005D73AB" w:rsidRDefault="005D73AB" w:rsidP="005D73AB">
            <w:pPr>
              <w:pStyle w:val="Box"/>
            </w:pPr>
            <w:r w:rsidRPr="00DC0442">
              <w:t>Data for th</w:t>
            </w:r>
            <w:r>
              <w:t>ese</w:t>
            </w:r>
            <w:r w:rsidRPr="00DC0442">
              <w:t xml:space="preserve"> measure</w:t>
            </w:r>
            <w:r>
              <w:t>s</w:t>
            </w:r>
            <w:r w:rsidRPr="00DC0442">
              <w:t xml:space="preserve"> include 95 per cent confidence intervals (in the form of error bars in figures</w:t>
            </w:r>
            <w:r>
              <w:t>).</w:t>
            </w:r>
          </w:p>
          <w:p w:rsidR="00D91E55" w:rsidRDefault="00D91E55" w:rsidP="00D91E55">
            <w:pPr>
              <w:pStyle w:val="Box"/>
            </w:pPr>
            <w:r>
              <w:t>Data reported for this measure are:</w:t>
            </w:r>
          </w:p>
          <w:p w:rsidR="00D91E55" w:rsidRDefault="00D91E55" w:rsidP="00D91E55">
            <w:pPr>
              <w:pStyle w:val="BoxListBullet"/>
            </w:pPr>
            <w:r>
              <w:t xml:space="preserve">comparable (subject to caveats) across jurisdictions and over time </w:t>
            </w:r>
          </w:p>
          <w:p w:rsidR="00D91E55" w:rsidRDefault="00D91E55" w:rsidP="00D91E55">
            <w:pPr>
              <w:pStyle w:val="BoxListBullet"/>
            </w:pPr>
            <w:r>
              <w:t>complete for the current reporting period (subject to caveats). All required 201</w:t>
            </w:r>
            <w:r w:rsidR="004A35F3">
              <w:t>3</w:t>
            </w:r>
            <w:r w:rsidR="00C1027F">
              <w:noBreakHyphen/>
            </w:r>
            <w:r>
              <w:t>1</w:t>
            </w:r>
            <w:r w:rsidR="004A35F3">
              <w:t>4</w:t>
            </w:r>
            <w:r>
              <w:t xml:space="preserve"> data are available for all jurisdictions. </w:t>
            </w:r>
          </w:p>
          <w:p w:rsidR="00D91E55" w:rsidRDefault="00D91E55" w:rsidP="002D3D22">
            <w:pPr>
              <w:pStyle w:val="Box"/>
            </w:pPr>
            <w:r w:rsidRPr="0012574D">
              <w:t>Data quality information for this indicator</w:t>
            </w:r>
            <w:r w:rsidR="00105265" w:rsidRPr="0012574D">
              <w:t xml:space="preserve"> is at </w:t>
            </w:r>
            <w:proofErr w:type="spellStart"/>
            <w:r w:rsidR="00C9771F" w:rsidRPr="0012574D">
              <w:t>www.pc.gov.au</w:t>
            </w:r>
            <w:proofErr w:type="spellEnd"/>
            <w:r w:rsidR="00C9771F" w:rsidRPr="0012574D">
              <w:t>/</w:t>
            </w:r>
            <w:proofErr w:type="spellStart"/>
            <w:r w:rsidR="00C9771F" w:rsidRPr="0012574D">
              <w:t>rogs</w:t>
            </w:r>
            <w:proofErr w:type="spellEnd"/>
            <w:r w:rsidR="00C9771F" w:rsidRPr="0012574D">
              <w:t>/2016</w:t>
            </w:r>
            <w:r w:rsidRPr="0012574D">
              <w:t>.</w:t>
            </w:r>
          </w:p>
        </w:tc>
      </w:tr>
      <w:tr w:rsidR="00D91E55" w:rsidTr="00FB6B5C">
        <w:trPr>
          <w:cantSplit/>
        </w:trPr>
        <w:tc>
          <w:tcPr>
            <w:tcW w:w="8771" w:type="dxa"/>
            <w:tcBorders>
              <w:top w:val="nil"/>
              <w:left w:val="nil"/>
              <w:bottom w:val="single" w:sz="6" w:space="0" w:color="78A22F"/>
              <w:right w:val="nil"/>
            </w:tcBorders>
            <w:shd w:val="clear" w:color="auto" w:fill="F2F2F2"/>
          </w:tcPr>
          <w:p w:rsidR="00D91E55" w:rsidRDefault="00D91E55">
            <w:pPr>
              <w:pStyle w:val="Box"/>
              <w:spacing w:before="0" w:line="120" w:lineRule="exact"/>
            </w:pPr>
          </w:p>
        </w:tc>
      </w:tr>
      <w:tr w:rsidR="00D91E55" w:rsidRPr="000863A5" w:rsidTr="00FB6B5C">
        <w:tc>
          <w:tcPr>
            <w:tcW w:w="8771" w:type="dxa"/>
            <w:tcBorders>
              <w:top w:val="single" w:sz="6" w:space="0" w:color="78A22F"/>
              <w:left w:val="nil"/>
              <w:bottom w:val="nil"/>
              <w:right w:val="nil"/>
            </w:tcBorders>
          </w:tcPr>
          <w:p w:rsidR="00D91E55" w:rsidRPr="00626D32" w:rsidRDefault="00D91E55" w:rsidP="00FB6B5C">
            <w:pPr>
              <w:pStyle w:val="BoxSpaceBelow"/>
            </w:pPr>
          </w:p>
        </w:tc>
      </w:tr>
    </w:tbl>
    <w:p w:rsidR="00C753D8" w:rsidRDefault="004251D2" w:rsidP="00BD5D94">
      <w:pPr>
        <w:pStyle w:val="BodyText"/>
      </w:pPr>
      <w:r>
        <w:t>N</w:t>
      </w:r>
      <w:r w:rsidR="00C753D8">
        <w:t>ationally</w:t>
      </w:r>
      <w:r w:rsidR="00845A91">
        <w:t xml:space="preserve"> in 2013</w:t>
      </w:r>
      <w:r w:rsidR="00C1027F">
        <w:noBreakHyphen/>
      </w:r>
      <w:r w:rsidR="00845A91">
        <w:t>14</w:t>
      </w:r>
      <w:r w:rsidR="00C753D8">
        <w:t xml:space="preserve">, reporting rates for selected offences against the person for people aged 15 </w:t>
      </w:r>
      <w:r w:rsidR="00C753D8" w:rsidRPr="0043459F">
        <w:t xml:space="preserve">years or over </w:t>
      </w:r>
      <w:r w:rsidR="00845A91">
        <w:t xml:space="preserve">(except sexual assault which was reported for people aged </w:t>
      </w:r>
      <w:r w:rsidR="00A14565" w:rsidRPr="0043459F">
        <w:t xml:space="preserve">18 years </w:t>
      </w:r>
      <w:r w:rsidR="00845A91">
        <w:t>or</w:t>
      </w:r>
      <w:r w:rsidR="00A14565" w:rsidRPr="0043459F">
        <w:t xml:space="preserve"> over) </w:t>
      </w:r>
      <w:r w:rsidR="00BD5D94">
        <w:t xml:space="preserve">were </w:t>
      </w:r>
      <w:r w:rsidR="00D37FC8" w:rsidRPr="00D37FC8">
        <w:t>51.5</w:t>
      </w:r>
      <w:r w:rsidR="00C753D8" w:rsidRPr="00D37FC8">
        <w:t xml:space="preserve"> per cent for physical assault</w:t>
      </w:r>
      <w:r w:rsidR="00BD5D94">
        <w:t xml:space="preserve">, </w:t>
      </w:r>
      <w:r w:rsidR="00D37FC8" w:rsidRPr="00D37FC8">
        <w:t>34.3</w:t>
      </w:r>
      <w:r w:rsidR="00C753D8" w:rsidRPr="00D37FC8">
        <w:t xml:space="preserve"> per cent for threatened assault (face</w:t>
      </w:r>
      <w:r w:rsidR="00C1027F">
        <w:noBreakHyphen/>
      </w:r>
      <w:r w:rsidR="00C753D8" w:rsidRPr="00D37FC8">
        <w:t>to</w:t>
      </w:r>
      <w:r w:rsidR="00C1027F">
        <w:noBreakHyphen/>
      </w:r>
      <w:r w:rsidR="00C753D8" w:rsidRPr="00D37FC8">
        <w:t>face incidents only)</w:t>
      </w:r>
      <w:r w:rsidR="00BD5D94">
        <w:t xml:space="preserve">, </w:t>
      </w:r>
      <w:r w:rsidR="00D37FC8" w:rsidRPr="00D37FC8">
        <w:t>56.4</w:t>
      </w:r>
      <w:r w:rsidR="00C753D8" w:rsidRPr="00D37FC8">
        <w:t xml:space="preserve"> per cent for robbery</w:t>
      </w:r>
      <w:r w:rsidR="00BD5D94">
        <w:t xml:space="preserve"> and </w:t>
      </w:r>
      <w:r w:rsidR="00D37FC8" w:rsidRPr="00D37FC8">
        <w:t>38.2</w:t>
      </w:r>
      <w:r w:rsidR="00C753D8" w:rsidRPr="00D37FC8">
        <w:t xml:space="preserve"> per cent </w:t>
      </w:r>
      <w:r w:rsidR="00C753D8" w:rsidRPr="00240591">
        <w:t>for sexual assault</w:t>
      </w:r>
      <w:r w:rsidR="00030D47" w:rsidRPr="00240591">
        <w:t xml:space="preserve"> (figure</w:t>
      </w:r>
      <w:r w:rsidR="00D37FC8">
        <w:t xml:space="preserve"> 6.1</w:t>
      </w:r>
      <w:r w:rsidR="00567C38">
        <w:t>7</w:t>
      </w:r>
      <w:r w:rsidR="00BD5D94">
        <w:t>)</w:t>
      </w:r>
      <w:r w:rsidR="00030D47" w:rsidRPr="00240591">
        <w:t>.</w:t>
      </w:r>
    </w:p>
    <w:p w:rsidR="00494E50" w:rsidRDefault="00494E50" w:rsidP="00766C2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94E50" w:rsidTr="00766C27">
        <w:tc>
          <w:tcPr>
            <w:tcW w:w="8771" w:type="dxa"/>
            <w:tcBorders>
              <w:top w:val="single" w:sz="6" w:space="0" w:color="78A22F"/>
              <w:left w:val="nil"/>
              <w:bottom w:val="nil"/>
              <w:right w:val="nil"/>
            </w:tcBorders>
            <w:shd w:val="clear" w:color="auto" w:fill="auto"/>
          </w:tcPr>
          <w:p w:rsidR="00494E50" w:rsidRPr="00176D3F" w:rsidRDefault="00494E50" w:rsidP="00494E50">
            <w:pPr>
              <w:pStyle w:val="FigureTitle"/>
            </w:pPr>
            <w:r w:rsidRPr="00784A05">
              <w:rPr>
                <w:b w:val="0"/>
              </w:rPr>
              <w:t xml:space="preserve">Figure </w:t>
            </w:r>
            <w:r>
              <w:rPr>
                <w:b w:val="0"/>
              </w:rPr>
              <w:t>6.</w:t>
            </w:r>
            <w:r w:rsidR="00740D20">
              <w:rPr>
                <w:b w:val="0"/>
                <w:noProof/>
              </w:rPr>
              <w:t>17</w:t>
            </w:r>
            <w:r>
              <w:tab/>
              <w:t>Reporting rates for selected offences against the person, by offence type, 2013</w:t>
            </w:r>
            <w:r w:rsidR="00C1027F">
              <w:noBreakHyphen/>
            </w:r>
            <w:r>
              <w:t>14</w:t>
            </w:r>
            <w:r>
              <w:rPr>
                <w:rStyle w:val="NoteLabel"/>
                <w:b/>
              </w:rPr>
              <w:t>a, b</w:t>
            </w:r>
          </w:p>
        </w:tc>
      </w:tr>
      <w:tr w:rsidR="00494E50" w:rsidTr="00766C2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94E50" w:rsidTr="00766C27">
              <w:trPr>
                <w:jc w:val="center"/>
              </w:trPr>
              <w:tc>
                <w:tcPr>
                  <w:tcW w:w="5000" w:type="pct"/>
                  <w:tcBorders>
                    <w:top w:val="nil"/>
                    <w:bottom w:val="nil"/>
                  </w:tcBorders>
                </w:tcPr>
                <w:p w:rsidR="00494E50" w:rsidRDefault="00842F0F" w:rsidP="00766C27">
                  <w:pPr>
                    <w:pStyle w:val="Figure"/>
                    <w:spacing w:before="60" w:after="60"/>
                  </w:pPr>
                  <w:r>
                    <w:rPr>
                      <w:noProof/>
                    </w:rPr>
                    <w:drawing>
                      <wp:inline distT="0" distB="0" distL="0" distR="0">
                        <wp:extent cx="5391150" cy="2683510"/>
                        <wp:effectExtent l="0" t="0" r="0" b="2540"/>
                        <wp:docPr id="19" name="Picture 19" descr="Figure 6.17 Reporting rates for selected offences against the person, by offence type,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494E50" w:rsidRDefault="00494E50" w:rsidP="00766C27">
            <w:pPr>
              <w:pStyle w:val="Figure"/>
            </w:pPr>
          </w:p>
        </w:tc>
      </w:tr>
      <w:tr w:rsidR="00494E50" w:rsidRPr="00176D3F" w:rsidTr="00766C27">
        <w:tc>
          <w:tcPr>
            <w:tcW w:w="8771" w:type="dxa"/>
            <w:tcBorders>
              <w:top w:val="nil"/>
              <w:left w:val="nil"/>
              <w:bottom w:val="nil"/>
              <w:right w:val="nil"/>
            </w:tcBorders>
            <w:shd w:val="clear" w:color="auto" w:fill="auto"/>
          </w:tcPr>
          <w:p w:rsidR="00494E50" w:rsidRPr="00176D3F" w:rsidRDefault="00494E50" w:rsidP="00766C27">
            <w:pPr>
              <w:pStyle w:val="Note"/>
            </w:pPr>
            <w:r>
              <w:rPr>
                <w:rStyle w:val="NoteLabel"/>
              </w:rPr>
              <w:t>a</w:t>
            </w:r>
            <w:r>
              <w:t xml:space="preserve"> See box 6.14</w:t>
            </w:r>
            <w:r w:rsidRPr="00C602B2">
              <w:t xml:space="preserve"> and </w:t>
            </w:r>
            <w:r w:rsidRPr="003041C9">
              <w:t xml:space="preserve">table </w:t>
            </w:r>
            <w:proofErr w:type="spellStart"/>
            <w:r w:rsidRPr="00590CF6">
              <w:t>6A.2</w:t>
            </w:r>
            <w:r>
              <w:t>9</w:t>
            </w:r>
            <w:proofErr w:type="spellEnd"/>
            <w:r>
              <w:t xml:space="preserve"> </w:t>
            </w:r>
            <w:r w:rsidRPr="00C602B2">
              <w:t>for detailed definitions, footnotes and caveats</w:t>
            </w:r>
            <w:r>
              <w:t xml:space="preserve">. </w:t>
            </w:r>
            <w:r w:rsidRPr="00AA2B22">
              <w:rPr>
                <w:rStyle w:val="NoteLabel"/>
              </w:rPr>
              <w:t>b</w:t>
            </w:r>
            <w:r w:rsidRPr="00AA2B22">
              <w:t xml:space="preserve"> Robbery and sexual assault rates for Victoria, Tasmania, the ACT and the NT are not presented in this figure as confidence intervals are not available due to associated relative standard errors greater than 50 per cent.</w:t>
            </w:r>
            <w:r>
              <w:t xml:space="preserve"> </w:t>
            </w:r>
          </w:p>
        </w:tc>
      </w:tr>
      <w:tr w:rsidR="00494E50" w:rsidRPr="00176D3F" w:rsidTr="00766C27">
        <w:tc>
          <w:tcPr>
            <w:tcW w:w="8771" w:type="dxa"/>
            <w:tcBorders>
              <w:top w:val="nil"/>
              <w:left w:val="nil"/>
              <w:bottom w:val="nil"/>
              <w:right w:val="nil"/>
            </w:tcBorders>
            <w:shd w:val="clear" w:color="auto" w:fill="auto"/>
          </w:tcPr>
          <w:p w:rsidR="00494E50" w:rsidRPr="00176D3F" w:rsidRDefault="00494E50" w:rsidP="00766C27">
            <w:pPr>
              <w:pStyle w:val="Source"/>
            </w:pPr>
            <w:r w:rsidRPr="00754E8C">
              <w:rPr>
                <w:i/>
              </w:rPr>
              <w:t>Source</w:t>
            </w:r>
            <w:r w:rsidRPr="00C1027F">
              <w:t>:</w:t>
            </w:r>
            <w:r>
              <w:t xml:space="preserve"> </w:t>
            </w:r>
            <w:r w:rsidRPr="00B154C8">
              <w:t>Derived from ABS (</w:t>
            </w:r>
            <w:proofErr w:type="spellStart"/>
            <w:r w:rsidRPr="00B154C8">
              <w:t>201</w:t>
            </w:r>
            <w:r>
              <w:t>5</w:t>
            </w:r>
            <w:r w:rsidRPr="00B154C8">
              <w:t>a</w:t>
            </w:r>
            <w:proofErr w:type="spellEnd"/>
            <w:r w:rsidRPr="00B154C8">
              <w:t xml:space="preserve">) </w:t>
            </w:r>
            <w:r w:rsidRPr="00B154C8">
              <w:rPr>
                <w:i/>
              </w:rPr>
              <w:t>Crime Victimisation</w:t>
            </w:r>
            <w:r w:rsidRPr="000B3316">
              <w:rPr>
                <w:i/>
              </w:rPr>
              <w:t>, Australia</w:t>
            </w:r>
            <w:r>
              <w:t xml:space="preserve"> </w:t>
            </w:r>
            <w:r w:rsidRPr="001E36FE">
              <w:rPr>
                <w:i/>
              </w:rPr>
              <w:t>2013</w:t>
            </w:r>
            <w:r w:rsidR="00C1027F">
              <w:rPr>
                <w:i/>
              </w:rPr>
              <w:noBreakHyphen/>
            </w:r>
            <w:r w:rsidRPr="001E36FE">
              <w:rPr>
                <w:i/>
              </w:rPr>
              <w:t>14</w:t>
            </w:r>
            <w:r>
              <w:t xml:space="preserve">, Cat. no. 4530.0; table </w:t>
            </w:r>
            <w:proofErr w:type="spellStart"/>
            <w:r>
              <w:t>6A.29</w:t>
            </w:r>
            <w:proofErr w:type="spellEnd"/>
            <w:r>
              <w:t>.</w:t>
            </w:r>
          </w:p>
        </w:tc>
      </w:tr>
      <w:tr w:rsidR="00494E50" w:rsidTr="00766C27">
        <w:tc>
          <w:tcPr>
            <w:tcW w:w="8771" w:type="dxa"/>
            <w:tcBorders>
              <w:top w:val="nil"/>
              <w:left w:val="nil"/>
              <w:bottom w:val="single" w:sz="6" w:space="0" w:color="78A22F"/>
              <w:right w:val="nil"/>
            </w:tcBorders>
            <w:shd w:val="clear" w:color="auto" w:fill="auto"/>
          </w:tcPr>
          <w:p w:rsidR="00494E50" w:rsidRDefault="00494E50" w:rsidP="00766C27">
            <w:pPr>
              <w:pStyle w:val="Figurespace"/>
            </w:pPr>
          </w:p>
        </w:tc>
      </w:tr>
      <w:tr w:rsidR="00494E50" w:rsidRPr="000863A5" w:rsidTr="00766C27">
        <w:tc>
          <w:tcPr>
            <w:tcW w:w="8771" w:type="dxa"/>
            <w:tcBorders>
              <w:top w:val="single" w:sz="6" w:space="0" w:color="78A22F"/>
              <w:left w:val="nil"/>
              <w:bottom w:val="nil"/>
              <w:right w:val="nil"/>
            </w:tcBorders>
          </w:tcPr>
          <w:p w:rsidR="00494E50" w:rsidRPr="00626D32" w:rsidRDefault="00494E50" w:rsidP="00766C27">
            <w:pPr>
              <w:pStyle w:val="BoxSpaceBelow"/>
            </w:pPr>
          </w:p>
        </w:tc>
      </w:tr>
    </w:tbl>
    <w:p w:rsidR="00C753D8" w:rsidRDefault="008A3DC8" w:rsidP="008A3DC8">
      <w:pPr>
        <w:pStyle w:val="BodyText"/>
      </w:pPr>
      <w:r>
        <w:t>N</w:t>
      </w:r>
      <w:r w:rsidR="00C753D8">
        <w:t>ationally</w:t>
      </w:r>
      <w:r w:rsidR="00EE1A49">
        <w:t xml:space="preserve"> in 2013</w:t>
      </w:r>
      <w:r w:rsidR="00C1027F">
        <w:noBreakHyphen/>
      </w:r>
      <w:r w:rsidR="00EE1A49">
        <w:t>14</w:t>
      </w:r>
      <w:r w:rsidR="00C753D8">
        <w:t>, reporting rates for selected offences against property for people aged 15 years or over were</w:t>
      </w:r>
      <w:r>
        <w:t xml:space="preserve"> </w:t>
      </w:r>
      <w:r w:rsidR="00801B28" w:rsidRPr="00801B28">
        <w:t>75.6</w:t>
      </w:r>
      <w:r w:rsidR="00C753D8" w:rsidRPr="00801B28">
        <w:t xml:space="preserve"> per cent for break</w:t>
      </w:r>
      <w:r w:rsidR="00C1027F">
        <w:noBreakHyphen/>
      </w:r>
      <w:r w:rsidR="00C753D8" w:rsidRPr="00801B28">
        <w:t>in offences</w:t>
      </w:r>
      <w:r>
        <w:t xml:space="preserve">, </w:t>
      </w:r>
      <w:r w:rsidR="00801B28" w:rsidRPr="00801B28">
        <w:t>42.8</w:t>
      </w:r>
      <w:r w:rsidR="00C753D8" w:rsidRPr="00801B28">
        <w:t xml:space="preserve"> per cent for attempted break</w:t>
      </w:r>
      <w:r w:rsidR="00C1027F">
        <w:noBreakHyphen/>
      </w:r>
      <w:r w:rsidR="00C753D8" w:rsidRPr="00801B28">
        <w:t>in offences</w:t>
      </w:r>
      <w:r>
        <w:t xml:space="preserve">, </w:t>
      </w:r>
      <w:r w:rsidR="00801B28" w:rsidRPr="00801B28">
        <w:t>87.9</w:t>
      </w:r>
      <w:r w:rsidR="00C753D8" w:rsidRPr="00801B28">
        <w:t xml:space="preserve"> per cent for motor vehicle theft</w:t>
      </w:r>
      <w:r>
        <w:t xml:space="preserve">, </w:t>
      </w:r>
      <w:r w:rsidR="00801B28" w:rsidRPr="00801B28">
        <w:t xml:space="preserve">48.7 </w:t>
      </w:r>
      <w:r w:rsidR="00C753D8" w:rsidRPr="00801B28">
        <w:t>per cent for theft from motor vehicles</w:t>
      </w:r>
      <w:r>
        <w:t xml:space="preserve">, </w:t>
      </w:r>
      <w:r w:rsidR="00801B28" w:rsidRPr="00801B28">
        <w:t>49.5</w:t>
      </w:r>
      <w:r w:rsidR="00C753D8" w:rsidRPr="00801B28">
        <w:t xml:space="preserve"> per cent for malicious property damage</w:t>
      </w:r>
      <w:r>
        <w:t xml:space="preserve">, </w:t>
      </w:r>
      <w:r w:rsidR="00801B28" w:rsidRPr="00801B28">
        <w:t>39.3</w:t>
      </w:r>
      <w:r w:rsidR="00C753D8" w:rsidRPr="00801B28">
        <w:t xml:space="preserve"> pe</w:t>
      </w:r>
      <w:r w:rsidR="00801B28">
        <w:t>r cent for other theft (figure</w:t>
      </w:r>
      <w:r w:rsidR="00CC78A7">
        <w:t> </w:t>
      </w:r>
      <w:r w:rsidR="00801B28">
        <w:t>6.1</w:t>
      </w:r>
      <w:r w:rsidR="00567C38">
        <w:t>8</w:t>
      </w:r>
      <w:r w:rsidR="00C753D8">
        <w:t>)</w:t>
      </w:r>
      <w:r w:rsidR="00030D47">
        <w:t>.</w:t>
      </w:r>
    </w:p>
    <w:p w:rsidR="00801FC3" w:rsidRDefault="00801FC3"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01FC3" w:rsidTr="00FB6B5C">
        <w:tc>
          <w:tcPr>
            <w:tcW w:w="8771" w:type="dxa"/>
            <w:tcBorders>
              <w:top w:val="single" w:sz="6" w:space="0" w:color="78A22F"/>
              <w:left w:val="nil"/>
              <w:bottom w:val="nil"/>
              <w:right w:val="nil"/>
            </w:tcBorders>
            <w:shd w:val="clear" w:color="auto" w:fill="auto"/>
          </w:tcPr>
          <w:p w:rsidR="00801FC3" w:rsidRPr="00176D3F" w:rsidRDefault="00801FC3" w:rsidP="0084765A">
            <w:pPr>
              <w:pStyle w:val="FigureTitle"/>
            </w:pPr>
            <w:r w:rsidRPr="00784A05">
              <w:rPr>
                <w:b w:val="0"/>
              </w:rPr>
              <w:t xml:space="preserve">Figure </w:t>
            </w:r>
            <w:bookmarkStart w:id="37" w:name="OLE_LINK34"/>
            <w:r w:rsidR="000B0973">
              <w:rPr>
                <w:b w:val="0"/>
              </w:rPr>
              <w:t>6.</w:t>
            </w:r>
            <w:r w:rsidR="00740D20">
              <w:rPr>
                <w:b w:val="0"/>
                <w:noProof/>
              </w:rPr>
              <w:t>18</w:t>
            </w:r>
            <w:bookmarkEnd w:id="37"/>
            <w:r>
              <w:tab/>
              <w:t xml:space="preserve">Reporting rates for selected offences against property, by offence type, </w:t>
            </w:r>
            <w:r w:rsidR="001E3A21">
              <w:t>201</w:t>
            </w:r>
            <w:r w:rsidR="004A35F3">
              <w:t>3</w:t>
            </w:r>
            <w:r w:rsidR="00C1027F">
              <w:noBreakHyphen/>
            </w:r>
            <w:r w:rsidR="001E3A21">
              <w:t>1</w:t>
            </w:r>
            <w:r w:rsidR="004A35F3">
              <w:t>4</w:t>
            </w:r>
            <w:r w:rsidR="001E3A21" w:rsidRPr="00801FC3">
              <w:rPr>
                <w:rStyle w:val="NoteLabel"/>
                <w:b/>
              </w:rPr>
              <w:t>a</w:t>
            </w:r>
            <w:r w:rsidR="00531B97">
              <w:rPr>
                <w:rStyle w:val="NoteLabel"/>
                <w:b/>
              </w:rPr>
              <w:t>,</w:t>
            </w:r>
            <w:r w:rsidR="006022CF">
              <w:rPr>
                <w:rStyle w:val="NoteLabel"/>
                <w:b/>
              </w:rPr>
              <w:t xml:space="preserve"> </w:t>
            </w:r>
            <w:r w:rsidR="00531B97">
              <w:rPr>
                <w:rStyle w:val="NoteLabel"/>
                <w:b/>
              </w:rPr>
              <w:t>b</w:t>
            </w:r>
          </w:p>
        </w:tc>
      </w:tr>
      <w:tr w:rsidR="00801FC3" w:rsidTr="003C33AD">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801FC3" w:rsidTr="00D63739">
              <w:trPr>
                <w:jc w:val="center"/>
              </w:trPr>
              <w:tc>
                <w:tcPr>
                  <w:tcW w:w="8731" w:type="dxa"/>
                  <w:tcBorders>
                    <w:top w:val="nil"/>
                    <w:bottom w:val="nil"/>
                  </w:tcBorders>
                </w:tcPr>
                <w:p w:rsidR="00801FC3" w:rsidRDefault="00842F0F" w:rsidP="00FB6B5C">
                  <w:pPr>
                    <w:pStyle w:val="Figure"/>
                    <w:spacing w:before="60" w:after="60"/>
                  </w:pPr>
                  <w:r>
                    <w:rPr>
                      <w:noProof/>
                    </w:rPr>
                    <w:drawing>
                      <wp:inline distT="0" distB="0" distL="0" distR="0">
                        <wp:extent cx="5391150" cy="2683510"/>
                        <wp:effectExtent l="0" t="0" r="0" b="2540"/>
                        <wp:docPr id="20" name="Picture 20" descr="Figure 6.18 Reporting rates for selected offences against property, by offence type,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801FC3" w:rsidRDefault="00801FC3" w:rsidP="00FB6B5C">
            <w:pPr>
              <w:pStyle w:val="Figure"/>
            </w:pPr>
          </w:p>
        </w:tc>
      </w:tr>
      <w:tr w:rsidR="00394A03" w:rsidRPr="00176D3F" w:rsidTr="003C33AD">
        <w:tc>
          <w:tcPr>
            <w:tcW w:w="8771" w:type="dxa"/>
            <w:tcBorders>
              <w:top w:val="nil"/>
              <w:left w:val="nil"/>
              <w:bottom w:val="nil"/>
              <w:right w:val="nil"/>
            </w:tcBorders>
            <w:shd w:val="clear" w:color="auto" w:fill="auto"/>
          </w:tcPr>
          <w:p w:rsidR="00394A03" w:rsidRPr="00176D3F" w:rsidRDefault="00394A03" w:rsidP="001E36FE">
            <w:pPr>
              <w:pStyle w:val="Note"/>
            </w:pPr>
            <w:r>
              <w:rPr>
                <w:rStyle w:val="NoteLabel"/>
              </w:rPr>
              <w:t>a</w:t>
            </w:r>
            <w:r>
              <w:t xml:space="preserve"> See box 6.1</w:t>
            </w:r>
            <w:r w:rsidR="00AA2B22">
              <w:t>4</w:t>
            </w:r>
            <w:r w:rsidRPr="00C602B2">
              <w:t xml:space="preserve"> and </w:t>
            </w:r>
            <w:r w:rsidRPr="003041C9">
              <w:t xml:space="preserve">table </w:t>
            </w:r>
            <w:proofErr w:type="spellStart"/>
            <w:r w:rsidRPr="00590CF6">
              <w:t>6A.</w:t>
            </w:r>
            <w:r>
              <w:t>30</w:t>
            </w:r>
            <w:proofErr w:type="spellEnd"/>
            <w:r>
              <w:t xml:space="preserve"> </w:t>
            </w:r>
            <w:r w:rsidRPr="00C602B2">
              <w:t>for detailed definitions, footnotes and caveats</w:t>
            </w:r>
            <w:r>
              <w:t>.</w:t>
            </w:r>
            <w:r w:rsidR="001E36FE">
              <w:t xml:space="preserve"> </w:t>
            </w:r>
            <w:r w:rsidR="001E36FE" w:rsidRPr="001E36FE">
              <w:rPr>
                <w:rStyle w:val="NoteLabel"/>
              </w:rPr>
              <w:t>b</w:t>
            </w:r>
            <w:r w:rsidR="001E36FE">
              <w:rPr>
                <w:rStyle w:val="NoteLabel"/>
              </w:rPr>
              <w:t xml:space="preserve"> </w:t>
            </w:r>
            <w:r w:rsidR="001E36FE">
              <w:t>Motor vehicle</w:t>
            </w:r>
            <w:r w:rsidR="00645CD4">
              <w:t xml:space="preserve"> theft</w:t>
            </w:r>
            <w:r w:rsidR="001E36FE">
              <w:t xml:space="preserve"> data for the ACT are not published as data are considered to unreliable.</w:t>
            </w:r>
          </w:p>
        </w:tc>
      </w:tr>
      <w:tr w:rsidR="00801FC3" w:rsidRPr="00176D3F" w:rsidTr="00FB6B5C">
        <w:tc>
          <w:tcPr>
            <w:tcW w:w="8771" w:type="dxa"/>
            <w:tcBorders>
              <w:top w:val="nil"/>
              <w:left w:val="nil"/>
              <w:bottom w:val="nil"/>
              <w:right w:val="nil"/>
            </w:tcBorders>
            <w:shd w:val="clear" w:color="auto" w:fill="auto"/>
          </w:tcPr>
          <w:p w:rsidR="00801FC3" w:rsidRPr="00176D3F" w:rsidRDefault="00C94E19" w:rsidP="004A35F3">
            <w:pPr>
              <w:pStyle w:val="Source"/>
            </w:pPr>
            <w:r w:rsidRPr="00754E8C">
              <w:rPr>
                <w:i/>
              </w:rPr>
              <w:t>Source</w:t>
            </w:r>
            <w:r w:rsidRPr="00C1027F">
              <w:t>:</w:t>
            </w:r>
            <w:r>
              <w:t xml:space="preserve"> Derived </w:t>
            </w:r>
            <w:r w:rsidRPr="00B154C8">
              <w:t>from ABS (</w:t>
            </w:r>
            <w:proofErr w:type="spellStart"/>
            <w:r w:rsidRPr="00B154C8">
              <w:t>201</w:t>
            </w:r>
            <w:r w:rsidR="00595665">
              <w:t>5</w:t>
            </w:r>
            <w:r w:rsidRPr="00B154C8">
              <w:t>a</w:t>
            </w:r>
            <w:proofErr w:type="spellEnd"/>
            <w:r w:rsidRPr="00B154C8">
              <w:t xml:space="preserve">) </w:t>
            </w:r>
            <w:r w:rsidRPr="00B154C8">
              <w:rPr>
                <w:i/>
              </w:rPr>
              <w:t xml:space="preserve">Crime </w:t>
            </w:r>
            <w:r w:rsidRPr="000B3316">
              <w:rPr>
                <w:i/>
              </w:rPr>
              <w:t>Victimisation, Australia</w:t>
            </w:r>
            <w:r>
              <w:t xml:space="preserve"> </w:t>
            </w:r>
            <w:r w:rsidRPr="001E36FE">
              <w:rPr>
                <w:i/>
              </w:rPr>
              <w:t>201</w:t>
            </w:r>
            <w:r w:rsidR="004A35F3" w:rsidRPr="001E36FE">
              <w:rPr>
                <w:i/>
              </w:rPr>
              <w:t>3</w:t>
            </w:r>
            <w:r w:rsidR="00C1027F">
              <w:rPr>
                <w:i/>
              </w:rPr>
              <w:noBreakHyphen/>
            </w:r>
            <w:r w:rsidRPr="001E36FE">
              <w:rPr>
                <w:i/>
              </w:rPr>
              <w:t>1</w:t>
            </w:r>
            <w:r w:rsidR="004A35F3" w:rsidRPr="001E36FE">
              <w:rPr>
                <w:i/>
              </w:rPr>
              <w:t>4</w:t>
            </w:r>
            <w:r>
              <w:t>, Cat</w:t>
            </w:r>
            <w:r w:rsidRPr="00801B28">
              <w:t xml:space="preserve">. no. 4530.0; table </w:t>
            </w:r>
            <w:proofErr w:type="spellStart"/>
            <w:r w:rsidRPr="00801B28">
              <w:t>6A.30</w:t>
            </w:r>
            <w:proofErr w:type="spellEnd"/>
            <w:r>
              <w:t>.</w:t>
            </w:r>
          </w:p>
        </w:tc>
      </w:tr>
      <w:tr w:rsidR="00801FC3" w:rsidTr="00FB6B5C">
        <w:tc>
          <w:tcPr>
            <w:tcW w:w="8771" w:type="dxa"/>
            <w:tcBorders>
              <w:top w:val="nil"/>
              <w:left w:val="nil"/>
              <w:bottom w:val="single" w:sz="6" w:space="0" w:color="78A22F"/>
              <w:right w:val="nil"/>
            </w:tcBorders>
            <w:shd w:val="clear" w:color="auto" w:fill="auto"/>
          </w:tcPr>
          <w:p w:rsidR="00801FC3" w:rsidRDefault="00801FC3" w:rsidP="00FB6B5C">
            <w:pPr>
              <w:pStyle w:val="Figurespace"/>
            </w:pPr>
          </w:p>
        </w:tc>
      </w:tr>
      <w:tr w:rsidR="00801FC3" w:rsidRPr="000863A5" w:rsidTr="00FB6B5C">
        <w:tc>
          <w:tcPr>
            <w:tcW w:w="8771" w:type="dxa"/>
            <w:tcBorders>
              <w:top w:val="single" w:sz="6" w:space="0" w:color="78A22F"/>
              <w:left w:val="nil"/>
              <w:bottom w:val="nil"/>
              <w:right w:val="nil"/>
            </w:tcBorders>
          </w:tcPr>
          <w:p w:rsidR="00801FC3" w:rsidRPr="00626D32" w:rsidRDefault="00801FC3" w:rsidP="00FB6B5C">
            <w:pPr>
              <w:pStyle w:val="BoxSpaceBelow"/>
            </w:pPr>
          </w:p>
        </w:tc>
      </w:tr>
    </w:tbl>
    <w:p w:rsidR="00C753D8" w:rsidRDefault="00C753D8" w:rsidP="00801FC3">
      <w:pPr>
        <w:pStyle w:val="Heading4"/>
      </w:pPr>
      <w:r>
        <w:t>Outcomes of investigations</w:t>
      </w:r>
    </w:p>
    <w:p w:rsidR="00C753D8" w:rsidRDefault="00C753D8" w:rsidP="00CC78A7">
      <w:pPr>
        <w:pStyle w:val="BodyText"/>
      </w:pPr>
      <w:r>
        <w:t xml:space="preserve">‘Outcomes of investigations’ is an indicator of governments’ objective to bring offenders to justice (box 6.15). </w:t>
      </w:r>
    </w:p>
    <w:p w:rsidR="00801FC3" w:rsidRDefault="00801FC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01FC3" w:rsidTr="00FB6B5C">
        <w:tc>
          <w:tcPr>
            <w:tcW w:w="8771" w:type="dxa"/>
            <w:tcBorders>
              <w:top w:val="single" w:sz="6" w:space="0" w:color="78A22F"/>
              <w:left w:val="nil"/>
              <w:bottom w:val="nil"/>
              <w:right w:val="nil"/>
            </w:tcBorders>
            <w:shd w:val="clear" w:color="auto" w:fill="F2F2F2"/>
          </w:tcPr>
          <w:p w:rsidR="00801FC3" w:rsidRDefault="00801FC3" w:rsidP="00E65EB0">
            <w:pPr>
              <w:pStyle w:val="BoxTitle"/>
            </w:pPr>
            <w:r>
              <w:rPr>
                <w:b w:val="0"/>
              </w:rPr>
              <w:t xml:space="preserve">Box </w:t>
            </w:r>
            <w:bookmarkStart w:id="38" w:name="OLE_LINK35"/>
            <w:r w:rsidR="00702C99">
              <w:rPr>
                <w:b w:val="0"/>
              </w:rPr>
              <w:t>6.</w:t>
            </w:r>
            <w:r w:rsidR="00740D20">
              <w:rPr>
                <w:b w:val="0"/>
                <w:noProof/>
              </w:rPr>
              <w:t>15</w:t>
            </w:r>
            <w:bookmarkEnd w:id="38"/>
            <w:r w:rsidR="00E65EB0">
              <w:tab/>
              <w:t>Outcomes of investigations</w:t>
            </w:r>
          </w:p>
        </w:tc>
      </w:tr>
      <w:tr w:rsidR="00801FC3" w:rsidTr="00FB6B5C">
        <w:trPr>
          <w:cantSplit/>
        </w:trPr>
        <w:tc>
          <w:tcPr>
            <w:tcW w:w="8771" w:type="dxa"/>
            <w:tcBorders>
              <w:top w:val="nil"/>
              <w:left w:val="nil"/>
              <w:bottom w:val="nil"/>
              <w:right w:val="nil"/>
            </w:tcBorders>
            <w:shd w:val="clear" w:color="auto" w:fill="F2F2F2"/>
          </w:tcPr>
          <w:p w:rsidR="00801FC3" w:rsidRDefault="00801FC3" w:rsidP="00801FC3">
            <w:pPr>
              <w:pStyle w:val="Box"/>
            </w:pPr>
            <w:r>
              <w:t xml:space="preserve">‘Outcomes of investigations’ is defined by two separate measures: </w:t>
            </w:r>
          </w:p>
          <w:p w:rsidR="00801FC3" w:rsidRDefault="00801FC3" w:rsidP="00801FC3">
            <w:pPr>
              <w:pStyle w:val="BoxListBullet"/>
            </w:pPr>
            <w:r>
              <w:t>the proportion of investigations finalised within 30 days of the offence becoming known to police</w:t>
            </w:r>
          </w:p>
          <w:p w:rsidR="00801FC3" w:rsidRDefault="00801FC3" w:rsidP="00801FC3">
            <w:pPr>
              <w:pStyle w:val="BoxListBullet"/>
            </w:pPr>
            <w:r>
              <w:t xml:space="preserve">the proportion of investigations finalised within 30 days </w:t>
            </w:r>
            <w:r w:rsidR="008B0AB5">
              <w:t>of the offence becoming known to police</w:t>
            </w:r>
            <w:r>
              <w:t xml:space="preserve"> where proceedings were instituted against the offender. </w:t>
            </w:r>
          </w:p>
          <w:p w:rsidR="00E65EB0" w:rsidRDefault="00801FC3" w:rsidP="00801FC3">
            <w:pPr>
              <w:pStyle w:val="Box"/>
            </w:pPr>
            <w:r>
              <w:t>Measures are reported for a range of offences</w:t>
            </w:r>
            <w:r w:rsidR="00C1027F">
              <w:t>.</w:t>
            </w:r>
          </w:p>
          <w:p w:rsidR="00801FC3" w:rsidRDefault="00801FC3" w:rsidP="00E65EB0">
            <w:pPr>
              <w:pStyle w:val="BoxListBullet"/>
            </w:pPr>
            <w:r>
              <w:t>against the person including homicide and armed robbery</w:t>
            </w:r>
          </w:p>
          <w:p w:rsidR="00E65EB0" w:rsidRDefault="00E65EB0" w:rsidP="00E65EB0">
            <w:pPr>
              <w:pStyle w:val="BoxListBullet"/>
            </w:pPr>
            <w:r w:rsidRPr="00E65EB0">
              <w:t>against property, including unlawful entry with intent, motor vehicle theft and other theft</w:t>
            </w:r>
            <w:r>
              <w:t>.</w:t>
            </w:r>
          </w:p>
          <w:p w:rsidR="00801FC3" w:rsidRDefault="00801FC3" w:rsidP="00801FC3">
            <w:pPr>
              <w:pStyle w:val="Box"/>
            </w:pPr>
            <w:r>
              <w:t xml:space="preserve">A high or increasing proportion of investigations finalised within 30 days of the offence becoming known to police </w:t>
            </w:r>
            <w:r w:rsidR="008A3DC8">
              <w:t>and</w:t>
            </w:r>
            <w:r>
              <w:t xml:space="preserve"> of finalised investigations where proceedings had started against the alleged offender within 30 days of the offence becoming known to police, is desirable.</w:t>
            </w:r>
          </w:p>
          <w:p w:rsidR="00801FC3" w:rsidRDefault="00801FC3" w:rsidP="00801FC3">
            <w:pPr>
              <w:pStyle w:val="Box"/>
            </w:pPr>
            <w:r>
              <w:t>Data reported for this measure are:</w:t>
            </w:r>
          </w:p>
          <w:p w:rsidR="00801FC3" w:rsidRDefault="00801FC3" w:rsidP="00801FC3">
            <w:pPr>
              <w:pStyle w:val="BoxListBullet"/>
            </w:pPr>
            <w:r>
              <w:t>not directly comparable across jurisdictions because of differences in the way data are compiled. A number of standards, classifications and counting rules have been developed since the inception of this collection to improve national comparability. However, over time significant differences and changes in the business rules, procedures, systems, policies and recording practices of police agencies across Australia have resulted in some discrepancies in data across states and territories for some offence types</w:t>
            </w:r>
          </w:p>
          <w:p w:rsidR="00801FC3" w:rsidRDefault="00801FC3" w:rsidP="00801FC3">
            <w:pPr>
              <w:pStyle w:val="BoxListBullet"/>
            </w:pPr>
            <w:r>
              <w:t>complete for the current reporting period (subject to caveats). All required 201</w:t>
            </w:r>
            <w:r w:rsidR="004A35F3">
              <w:t>4</w:t>
            </w:r>
            <w:r w:rsidR="00327B0C">
              <w:t xml:space="preserve"> </w:t>
            </w:r>
            <w:r>
              <w:t>data are available for all jurisdictions.</w:t>
            </w:r>
          </w:p>
          <w:p w:rsidR="00801FC3" w:rsidRDefault="00801FC3" w:rsidP="00886273">
            <w:pPr>
              <w:pStyle w:val="Box"/>
            </w:pPr>
            <w:r w:rsidRPr="00394A03">
              <w:t>Data quality information for this indicator</w:t>
            </w:r>
            <w:r w:rsidR="00105265" w:rsidRPr="00394A03">
              <w:t xml:space="preserve"> is at </w:t>
            </w:r>
            <w:proofErr w:type="spellStart"/>
            <w:r w:rsidR="00C9771F" w:rsidRPr="00394A03">
              <w:t>www.pc.gov.au</w:t>
            </w:r>
            <w:proofErr w:type="spellEnd"/>
            <w:r w:rsidR="00C9771F" w:rsidRPr="00394A03">
              <w:t>/</w:t>
            </w:r>
            <w:proofErr w:type="spellStart"/>
            <w:r w:rsidR="00C9771F" w:rsidRPr="00394A03">
              <w:t>rogs</w:t>
            </w:r>
            <w:proofErr w:type="spellEnd"/>
            <w:r w:rsidR="00C9771F" w:rsidRPr="00394A03">
              <w:t>/2016</w:t>
            </w:r>
            <w:r w:rsidRPr="00394A03">
              <w:t>.</w:t>
            </w:r>
          </w:p>
        </w:tc>
      </w:tr>
      <w:tr w:rsidR="00801FC3" w:rsidTr="00FB6B5C">
        <w:trPr>
          <w:cantSplit/>
        </w:trPr>
        <w:tc>
          <w:tcPr>
            <w:tcW w:w="8771" w:type="dxa"/>
            <w:tcBorders>
              <w:top w:val="nil"/>
              <w:left w:val="nil"/>
              <w:bottom w:val="single" w:sz="6" w:space="0" w:color="78A22F"/>
              <w:right w:val="nil"/>
            </w:tcBorders>
            <w:shd w:val="clear" w:color="auto" w:fill="F2F2F2"/>
          </w:tcPr>
          <w:p w:rsidR="00801FC3" w:rsidRDefault="00801FC3">
            <w:pPr>
              <w:pStyle w:val="Box"/>
              <w:spacing w:before="0" w:line="120" w:lineRule="exact"/>
            </w:pPr>
          </w:p>
        </w:tc>
      </w:tr>
      <w:tr w:rsidR="00801FC3" w:rsidRPr="000863A5" w:rsidTr="00FB6B5C">
        <w:tc>
          <w:tcPr>
            <w:tcW w:w="8771" w:type="dxa"/>
            <w:tcBorders>
              <w:top w:val="single" w:sz="6" w:space="0" w:color="78A22F"/>
              <w:left w:val="nil"/>
              <w:bottom w:val="nil"/>
              <w:right w:val="nil"/>
            </w:tcBorders>
          </w:tcPr>
          <w:p w:rsidR="00801FC3" w:rsidRPr="00626D32" w:rsidRDefault="00801FC3" w:rsidP="00FB6B5C">
            <w:pPr>
              <w:pStyle w:val="BoxSpaceBelow"/>
            </w:pPr>
          </w:p>
        </w:tc>
      </w:tr>
    </w:tbl>
    <w:p w:rsidR="00C753D8" w:rsidRDefault="00C753D8" w:rsidP="00C753D8">
      <w:pPr>
        <w:pStyle w:val="BodyText"/>
      </w:pPr>
      <w:r>
        <w:t xml:space="preserve">Activities associated with </w:t>
      </w:r>
      <w:r w:rsidR="00E65EB0" w:rsidRPr="00E65EB0">
        <w:t xml:space="preserve">investigating offences against the person </w:t>
      </w:r>
      <w:r>
        <w:t>include gathering intelligence on suspects and locations to assist with investigations, and collecting and securing evidence in relation to both the offence and the suspect.</w:t>
      </w:r>
    </w:p>
    <w:p w:rsidR="00C753D8" w:rsidRDefault="00C753D8" w:rsidP="00C753D8">
      <w:pPr>
        <w:pStyle w:val="BodyText"/>
      </w:pPr>
      <w:r>
        <w:t>Figure</w:t>
      </w:r>
      <w:r w:rsidR="00266072">
        <w:t xml:space="preserve"> </w:t>
      </w:r>
      <w:proofErr w:type="spellStart"/>
      <w:r w:rsidR="00266072">
        <w:t>6.</w:t>
      </w:r>
      <w:r w:rsidR="00567C38">
        <w:t>19</w:t>
      </w:r>
      <w:r>
        <w:t>a</w:t>
      </w:r>
      <w:proofErr w:type="spellEnd"/>
      <w:r>
        <w:t xml:space="preserve"> presents the </w:t>
      </w:r>
      <w:r w:rsidR="00327B0C">
        <w:t>proportion</w:t>
      </w:r>
      <w:r>
        <w:t xml:space="preserve"> of investigations finalised for related offences</w:t>
      </w:r>
      <w:r w:rsidR="00327B0C">
        <w:t xml:space="preserve"> in 201</w:t>
      </w:r>
      <w:r w:rsidR="004A35F3">
        <w:t>4</w:t>
      </w:r>
      <w:r>
        <w:t xml:space="preserve">. </w:t>
      </w:r>
      <w:r w:rsidR="00F5357F">
        <w:t>T</w:t>
      </w:r>
      <w:r>
        <w:t xml:space="preserve">he </w:t>
      </w:r>
      <w:r w:rsidR="00327B0C">
        <w:t>proportion</w:t>
      </w:r>
      <w:r>
        <w:t xml:space="preserve"> of these finalised investigations for which proceedings had commenced a</w:t>
      </w:r>
      <w:r w:rsidR="009E3B58">
        <w:t xml:space="preserve">gainst an alleged offender </w:t>
      </w:r>
      <w:r w:rsidR="00F5357F">
        <w:t xml:space="preserve">is presented in </w:t>
      </w:r>
      <w:r>
        <w:t>figure</w:t>
      </w:r>
      <w:r w:rsidR="00266072">
        <w:t xml:space="preserve"> </w:t>
      </w:r>
      <w:proofErr w:type="spellStart"/>
      <w:r w:rsidR="00266072">
        <w:t>6.</w:t>
      </w:r>
      <w:r w:rsidR="00567C38">
        <w:t>19</w:t>
      </w:r>
      <w:r>
        <w:t>b</w:t>
      </w:r>
      <w:proofErr w:type="spellEnd"/>
      <w:r>
        <w:t>.</w:t>
      </w:r>
    </w:p>
    <w:p w:rsidR="00801FC3" w:rsidRDefault="00801FC3"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01FC3" w:rsidTr="00360C15">
        <w:tc>
          <w:tcPr>
            <w:tcW w:w="8771" w:type="dxa"/>
            <w:tcBorders>
              <w:top w:val="single" w:sz="6" w:space="0" w:color="78A22F"/>
              <w:left w:val="nil"/>
              <w:bottom w:val="nil"/>
              <w:right w:val="nil"/>
            </w:tcBorders>
            <w:shd w:val="clear" w:color="auto" w:fill="auto"/>
          </w:tcPr>
          <w:p w:rsidR="00801FC3" w:rsidRPr="00176D3F" w:rsidRDefault="00801FC3" w:rsidP="0084765A">
            <w:pPr>
              <w:pStyle w:val="FigureTitle"/>
            </w:pPr>
            <w:r w:rsidRPr="00784A05">
              <w:rPr>
                <w:b w:val="0"/>
              </w:rPr>
              <w:t xml:space="preserve">Figure </w:t>
            </w:r>
            <w:bookmarkStart w:id="39" w:name="OLE_LINK36"/>
            <w:r w:rsidR="000B0973">
              <w:rPr>
                <w:b w:val="0"/>
              </w:rPr>
              <w:t>6.</w:t>
            </w:r>
            <w:r w:rsidR="00740D20">
              <w:rPr>
                <w:b w:val="0"/>
                <w:noProof/>
              </w:rPr>
              <w:t>19</w:t>
            </w:r>
            <w:bookmarkEnd w:id="39"/>
            <w:r>
              <w:tab/>
              <w:t xml:space="preserve">Crimes against the person: outcomes of investigations, </w:t>
            </w:r>
            <w:r w:rsidR="00F5357F">
              <w:t>30 </w:t>
            </w:r>
            <w:r>
              <w:t>day status, 201</w:t>
            </w:r>
            <w:r w:rsidR="004A35F3">
              <w:t>4</w:t>
            </w:r>
            <w:r w:rsidRPr="00801FC3">
              <w:rPr>
                <w:rStyle w:val="NoteLabel"/>
                <w:b/>
              </w:rPr>
              <w:t>a, b</w:t>
            </w:r>
          </w:p>
        </w:tc>
      </w:tr>
      <w:tr w:rsidR="00801FC3" w:rsidTr="00CC78A7">
        <w:tc>
          <w:tcPr>
            <w:tcW w:w="8771" w:type="dxa"/>
            <w:tcBorders>
              <w:top w:val="nil"/>
              <w:left w:val="nil"/>
              <w:bottom w:val="nil"/>
              <w:right w:val="nil"/>
            </w:tcBorders>
            <w:shd w:val="clear" w:color="auto" w:fill="auto"/>
            <w:tcMar>
              <w:top w:w="28" w:type="dxa"/>
              <w:bottom w:w="28" w:type="dxa"/>
            </w:tcMar>
          </w:tcPr>
          <w:tbl>
            <w:tblPr>
              <w:tblW w:w="8731" w:type="dxa"/>
              <w:jc w:val="center"/>
              <w:tblLayout w:type="fixed"/>
              <w:tblCellMar>
                <w:top w:w="28" w:type="dxa"/>
              </w:tblCellMar>
              <w:tblLook w:val="0000" w:firstRow="0" w:lastRow="0" w:firstColumn="0" w:lastColumn="0" w:noHBand="0" w:noVBand="0"/>
            </w:tblPr>
            <w:tblGrid>
              <w:gridCol w:w="8731"/>
            </w:tblGrid>
            <w:tr w:rsidR="00801FC3" w:rsidTr="00360C15">
              <w:trPr>
                <w:trHeight w:val="4309"/>
                <w:jc w:val="center"/>
              </w:trPr>
              <w:tc>
                <w:tcPr>
                  <w:tcW w:w="8731" w:type="dxa"/>
                </w:tcPr>
                <w:p w:rsidR="00801FC3" w:rsidRPr="00B34A4B" w:rsidRDefault="00801FC3" w:rsidP="003A5664">
                  <w:pPr>
                    <w:pStyle w:val="Subtitle"/>
                    <w:spacing w:before="80"/>
                    <w:ind w:left="1758" w:hanging="284"/>
                    <w:rPr>
                      <w:b/>
                    </w:rPr>
                  </w:pPr>
                  <w:r w:rsidRPr="00B34A4B">
                    <w:rPr>
                      <w:b/>
                    </w:rPr>
                    <w:t>(a) Proportion of investigations finalised within 30 days of the offence becoming known to police</w:t>
                  </w:r>
                </w:p>
                <w:p w:rsidR="00801FC3" w:rsidRPr="00B34A4B" w:rsidRDefault="00842F0F" w:rsidP="00FB6B5C">
                  <w:pPr>
                    <w:pStyle w:val="Figure"/>
                  </w:pPr>
                  <w:r>
                    <w:rPr>
                      <w:noProof/>
                    </w:rPr>
                    <w:drawing>
                      <wp:inline distT="0" distB="0" distL="0" distR="0">
                        <wp:extent cx="5391150" cy="2683510"/>
                        <wp:effectExtent l="0" t="0" r="0" b="2540"/>
                        <wp:docPr id="21" name="Picture 21" descr="Figure 6.19 Crimes against the person: outcomes of investigations, 30 day status, 2014&#10;&#10;(a) Proportion of investigations finalised within 30 days of the offence becoming known to poli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r w:rsidR="00801FC3" w:rsidTr="00360C15">
              <w:trPr>
                <w:trHeight w:val="4309"/>
                <w:jc w:val="center"/>
              </w:trPr>
              <w:tc>
                <w:tcPr>
                  <w:tcW w:w="8731" w:type="dxa"/>
                </w:tcPr>
                <w:p w:rsidR="00801FC3" w:rsidRPr="00B34A4B" w:rsidRDefault="00801FC3" w:rsidP="00FB6B5C">
                  <w:pPr>
                    <w:pStyle w:val="Subtitle"/>
                    <w:spacing w:before="80"/>
                    <w:ind w:left="1758" w:hanging="284"/>
                    <w:rPr>
                      <w:b/>
                    </w:rPr>
                  </w:pPr>
                  <w:r w:rsidRPr="00B34A4B">
                    <w:rPr>
                      <w:b/>
                    </w:rPr>
                    <w:t>(b) Proportion of finalised investigations for which proceedings had begun within 30 days of the offence becoming known to police</w:t>
                  </w:r>
                </w:p>
                <w:p w:rsidR="00801FC3" w:rsidRPr="00B34A4B" w:rsidRDefault="00842F0F" w:rsidP="00FB6B5C">
                  <w:pPr>
                    <w:pStyle w:val="Figure"/>
                  </w:pPr>
                  <w:r>
                    <w:rPr>
                      <w:noProof/>
                    </w:rPr>
                    <w:drawing>
                      <wp:inline distT="0" distB="0" distL="0" distR="0">
                        <wp:extent cx="5391150" cy="2861945"/>
                        <wp:effectExtent l="0" t="0" r="0" b="0"/>
                        <wp:docPr id="22" name="Picture 22" descr="Figure 6.19 Crimes against the person: outcomes of investigations, 30 day status, 2014&#10;&#10;(b) Proportion of finalised investigations for which proceedings had begun within 30 days of the offence becoming known to poli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2861945"/>
                                </a:xfrm>
                                <a:prstGeom prst="rect">
                                  <a:avLst/>
                                </a:prstGeom>
                                <a:noFill/>
                                <a:ln>
                                  <a:noFill/>
                                </a:ln>
                              </pic:spPr>
                            </pic:pic>
                          </a:graphicData>
                        </a:graphic>
                      </wp:inline>
                    </w:drawing>
                  </w:r>
                </w:p>
              </w:tc>
            </w:tr>
          </w:tbl>
          <w:p w:rsidR="00801FC3" w:rsidRDefault="00801FC3" w:rsidP="00FB6B5C">
            <w:pPr>
              <w:pStyle w:val="Figure"/>
            </w:pPr>
          </w:p>
        </w:tc>
      </w:tr>
      <w:tr w:rsidR="00801FC3" w:rsidRPr="00176D3F" w:rsidTr="00CC78A7">
        <w:tc>
          <w:tcPr>
            <w:tcW w:w="8771" w:type="dxa"/>
            <w:tcBorders>
              <w:top w:val="nil"/>
              <w:left w:val="nil"/>
              <w:bottom w:val="nil"/>
              <w:right w:val="nil"/>
            </w:tcBorders>
            <w:shd w:val="clear" w:color="auto" w:fill="auto"/>
          </w:tcPr>
          <w:p w:rsidR="00801FC3" w:rsidRPr="00176D3F" w:rsidRDefault="00801FC3" w:rsidP="003A5664">
            <w:pPr>
              <w:pStyle w:val="Note"/>
            </w:pPr>
            <w:r>
              <w:rPr>
                <w:rStyle w:val="NoteLabel"/>
              </w:rPr>
              <w:t>a</w:t>
            </w:r>
            <w:r>
              <w:t xml:space="preserve"> </w:t>
            </w:r>
            <w:r w:rsidR="000F7D0A">
              <w:t>See box 6.1</w:t>
            </w:r>
            <w:r w:rsidR="003A5664">
              <w:t>5</w:t>
            </w:r>
            <w:r w:rsidR="000F7D0A" w:rsidRPr="00C602B2">
              <w:t xml:space="preserve"> and </w:t>
            </w:r>
            <w:r w:rsidR="000F7D0A" w:rsidRPr="003041C9">
              <w:t xml:space="preserve">table </w:t>
            </w:r>
            <w:proofErr w:type="spellStart"/>
            <w:r w:rsidR="000F7D0A" w:rsidRPr="00590CF6">
              <w:t>6A.</w:t>
            </w:r>
            <w:r w:rsidR="000F7D0A">
              <w:t>31</w:t>
            </w:r>
            <w:proofErr w:type="spellEnd"/>
            <w:r w:rsidR="000F7D0A">
              <w:t xml:space="preserve"> </w:t>
            </w:r>
            <w:r w:rsidR="000F7D0A" w:rsidRPr="00C602B2">
              <w:t>for detailed definitions, footnotes and caveats</w:t>
            </w:r>
            <w:r w:rsidR="000F7D0A">
              <w:t>.</w:t>
            </w:r>
            <w:r w:rsidR="007F2965">
              <w:t xml:space="preserve"> </w:t>
            </w:r>
            <w:r w:rsidR="000F7D0A" w:rsidRPr="003A5664">
              <w:rPr>
                <w:rStyle w:val="NoteLabel"/>
              </w:rPr>
              <w:t>b</w:t>
            </w:r>
            <w:r w:rsidR="00387732" w:rsidRPr="003A5664">
              <w:rPr>
                <w:b/>
              </w:rPr>
              <w:t> </w:t>
            </w:r>
            <w:r w:rsidR="00323980" w:rsidRPr="003A5664">
              <w:t>Data is nil or rounded to zero for: Tasmania (kidnapping/abduction and blackmail/extortion); the ACT (homicide and related offences and blackmail/extortion); and the NT(kidnapping/abduction).</w:t>
            </w:r>
          </w:p>
        </w:tc>
      </w:tr>
      <w:tr w:rsidR="00801FC3" w:rsidRPr="00176D3F" w:rsidTr="00FB6B5C">
        <w:tc>
          <w:tcPr>
            <w:tcW w:w="8771" w:type="dxa"/>
            <w:tcBorders>
              <w:top w:val="nil"/>
              <w:left w:val="nil"/>
              <w:bottom w:val="nil"/>
              <w:right w:val="nil"/>
            </w:tcBorders>
            <w:shd w:val="clear" w:color="auto" w:fill="auto"/>
          </w:tcPr>
          <w:p w:rsidR="00801FC3" w:rsidRPr="00176D3F" w:rsidRDefault="00F5357F" w:rsidP="00F5357F">
            <w:pPr>
              <w:pStyle w:val="Source"/>
            </w:pPr>
            <w:r w:rsidRPr="00754E8C">
              <w:rPr>
                <w:i/>
              </w:rPr>
              <w:t>Source</w:t>
            </w:r>
            <w:r w:rsidRPr="00C1027F">
              <w:t>:</w:t>
            </w:r>
            <w:r>
              <w:t xml:space="preserve"> Derived from </w:t>
            </w:r>
            <w:r w:rsidRPr="00B154C8">
              <w:t>ABS (</w:t>
            </w:r>
            <w:proofErr w:type="spellStart"/>
            <w:r w:rsidRPr="00B154C8">
              <w:t>201</w:t>
            </w:r>
            <w:r w:rsidR="00595665">
              <w:t>5</w:t>
            </w:r>
            <w:r w:rsidRPr="00B154C8">
              <w:t>b</w:t>
            </w:r>
            <w:proofErr w:type="spellEnd"/>
            <w:r w:rsidRPr="00B154C8">
              <w:t xml:space="preserve">), </w:t>
            </w:r>
            <w:r w:rsidR="00801FC3" w:rsidRPr="00651492">
              <w:rPr>
                <w:i/>
              </w:rPr>
              <w:t>Recorded Crime – Victims</w:t>
            </w:r>
            <w:r w:rsidR="00152CBE" w:rsidRPr="00651492">
              <w:rPr>
                <w:i/>
              </w:rPr>
              <w:t>, 2014</w:t>
            </w:r>
            <w:r w:rsidR="00801FC3" w:rsidRPr="00360C15">
              <w:t>, Cat</w:t>
            </w:r>
            <w:r w:rsidR="00801FC3">
              <w:t>. no</w:t>
            </w:r>
            <w:r w:rsidR="00801FC3" w:rsidRPr="00413E3E">
              <w:t xml:space="preserve">. 4510.0; table </w:t>
            </w:r>
            <w:proofErr w:type="spellStart"/>
            <w:r w:rsidR="00801FC3" w:rsidRPr="00413E3E">
              <w:t>6A.31</w:t>
            </w:r>
            <w:proofErr w:type="spellEnd"/>
            <w:r w:rsidR="00801FC3" w:rsidRPr="00413E3E">
              <w:t>.</w:t>
            </w:r>
          </w:p>
        </w:tc>
      </w:tr>
      <w:tr w:rsidR="00801FC3" w:rsidTr="00FB6B5C">
        <w:tc>
          <w:tcPr>
            <w:tcW w:w="8771" w:type="dxa"/>
            <w:tcBorders>
              <w:top w:val="nil"/>
              <w:left w:val="nil"/>
              <w:bottom w:val="single" w:sz="6" w:space="0" w:color="78A22F"/>
              <w:right w:val="nil"/>
            </w:tcBorders>
            <w:shd w:val="clear" w:color="auto" w:fill="auto"/>
          </w:tcPr>
          <w:p w:rsidR="00801FC3" w:rsidRDefault="00801FC3" w:rsidP="00FB6B5C">
            <w:pPr>
              <w:pStyle w:val="Figurespace"/>
            </w:pPr>
          </w:p>
        </w:tc>
      </w:tr>
      <w:tr w:rsidR="00801FC3" w:rsidRPr="000863A5" w:rsidTr="00FB6B5C">
        <w:tc>
          <w:tcPr>
            <w:tcW w:w="8771" w:type="dxa"/>
            <w:tcBorders>
              <w:top w:val="single" w:sz="6" w:space="0" w:color="78A22F"/>
              <w:left w:val="nil"/>
              <w:bottom w:val="nil"/>
              <w:right w:val="nil"/>
            </w:tcBorders>
          </w:tcPr>
          <w:p w:rsidR="00801FC3" w:rsidRPr="00626D32" w:rsidRDefault="00801FC3" w:rsidP="00FB6B5C">
            <w:pPr>
              <w:pStyle w:val="BoxSpaceBelow"/>
            </w:pPr>
          </w:p>
        </w:tc>
      </w:tr>
    </w:tbl>
    <w:p w:rsidR="00C753D8" w:rsidRDefault="00C753D8" w:rsidP="00C753D8">
      <w:pPr>
        <w:pStyle w:val="BodyText"/>
      </w:pPr>
      <w:r>
        <w:t>Figure</w:t>
      </w:r>
      <w:r w:rsidR="00110B9A">
        <w:t xml:space="preserve"> </w:t>
      </w:r>
      <w:proofErr w:type="spellStart"/>
      <w:r w:rsidR="00110B9A">
        <w:t>6.2</w:t>
      </w:r>
      <w:r w:rsidR="00567C38">
        <w:t>0</w:t>
      </w:r>
      <w:r>
        <w:t>a</w:t>
      </w:r>
      <w:proofErr w:type="spellEnd"/>
      <w:r>
        <w:t xml:space="preserve"> reports the proportion of investigations and other theft investigations </w:t>
      </w:r>
      <w:r w:rsidR="00E65EB0">
        <w:t xml:space="preserve">of crimes against property </w:t>
      </w:r>
      <w:r>
        <w:t xml:space="preserve">that were finalised within 30 days of the offence becoming known </w:t>
      </w:r>
      <w:r>
        <w:lastRenderedPageBreak/>
        <w:t>to police</w:t>
      </w:r>
      <w:r w:rsidR="00E951ED">
        <w:t xml:space="preserve"> for 2014</w:t>
      </w:r>
      <w:r>
        <w:t xml:space="preserve">. </w:t>
      </w:r>
      <w:r w:rsidR="00E951ED">
        <w:t xml:space="preserve">The proportion of the finalised investigations for which proceedings had commenced against an alleged offender is presented in figure </w:t>
      </w:r>
      <w:proofErr w:type="spellStart"/>
      <w:r w:rsidR="00E951ED">
        <w:t>6.2</w:t>
      </w:r>
      <w:r w:rsidR="00567C38">
        <w:t>0</w:t>
      </w:r>
      <w:r w:rsidR="00E951ED">
        <w:t>b</w:t>
      </w:r>
      <w:proofErr w:type="spellEnd"/>
      <w:r w:rsidR="00E951ED">
        <w:t>.</w:t>
      </w:r>
    </w:p>
    <w:p w:rsidR="00FB6B5C" w:rsidRDefault="00FB6B5C"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B6B5C" w:rsidTr="00E25E81">
        <w:tc>
          <w:tcPr>
            <w:tcW w:w="8771" w:type="dxa"/>
            <w:tcBorders>
              <w:top w:val="single" w:sz="6" w:space="0" w:color="78A22F"/>
              <w:left w:val="nil"/>
              <w:bottom w:val="nil"/>
              <w:right w:val="nil"/>
            </w:tcBorders>
            <w:shd w:val="clear" w:color="auto" w:fill="auto"/>
          </w:tcPr>
          <w:p w:rsidR="00FB6B5C" w:rsidRPr="00176D3F" w:rsidRDefault="00FB6B5C" w:rsidP="0084765A">
            <w:pPr>
              <w:pStyle w:val="FigureTitle"/>
            </w:pPr>
            <w:r w:rsidRPr="00784A05">
              <w:rPr>
                <w:b w:val="0"/>
              </w:rPr>
              <w:t xml:space="preserve">Figure </w:t>
            </w:r>
            <w:bookmarkStart w:id="40" w:name="OLE_LINK39"/>
            <w:r w:rsidR="000B0973">
              <w:rPr>
                <w:b w:val="0"/>
              </w:rPr>
              <w:t>6.</w:t>
            </w:r>
            <w:r w:rsidR="00740D20">
              <w:rPr>
                <w:b w:val="0"/>
                <w:noProof/>
              </w:rPr>
              <w:t>20</w:t>
            </w:r>
            <w:bookmarkEnd w:id="40"/>
            <w:r>
              <w:tab/>
            </w:r>
            <w:r w:rsidR="00A56B76">
              <w:t xml:space="preserve">Crimes against property: outcomes of investigations, </w:t>
            </w:r>
            <w:r w:rsidR="00EF2845">
              <w:t>30 </w:t>
            </w:r>
            <w:r w:rsidR="00A56B76">
              <w:t>day status, 201</w:t>
            </w:r>
            <w:r w:rsidR="004A35F3">
              <w:t>4</w:t>
            </w:r>
            <w:r w:rsidR="00A56B76" w:rsidRPr="00A56B76">
              <w:rPr>
                <w:rStyle w:val="NoteLabel"/>
                <w:b/>
              </w:rPr>
              <w:t>a</w:t>
            </w:r>
            <w:r w:rsidR="006022CF">
              <w:rPr>
                <w:rStyle w:val="NoteLabel"/>
                <w:b/>
              </w:rPr>
              <w:t>, b</w:t>
            </w:r>
          </w:p>
        </w:tc>
      </w:tr>
      <w:tr w:rsidR="00FB6B5C" w:rsidTr="003C33AD">
        <w:tc>
          <w:tcPr>
            <w:tcW w:w="8771" w:type="dxa"/>
            <w:tcBorders>
              <w:top w:val="nil"/>
              <w:left w:val="nil"/>
              <w:bottom w:val="nil"/>
              <w:right w:val="nil"/>
            </w:tcBorders>
            <w:shd w:val="clear" w:color="auto" w:fill="auto"/>
            <w:tcMar>
              <w:top w:w="28" w:type="dxa"/>
              <w:bottom w:w="28" w:type="dxa"/>
            </w:tcMar>
          </w:tcPr>
          <w:tbl>
            <w:tblPr>
              <w:tblW w:w="8747" w:type="dxa"/>
              <w:jc w:val="center"/>
              <w:tblLayout w:type="fixed"/>
              <w:tblCellMar>
                <w:top w:w="28" w:type="dxa"/>
              </w:tblCellMar>
              <w:tblLook w:val="0000" w:firstRow="0" w:lastRow="0" w:firstColumn="0" w:lastColumn="0" w:noHBand="0" w:noVBand="0"/>
            </w:tblPr>
            <w:tblGrid>
              <w:gridCol w:w="8747"/>
            </w:tblGrid>
            <w:tr w:rsidR="00A56B76" w:rsidTr="003C33AD">
              <w:trPr>
                <w:trHeight w:val="4309"/>
                <w:jc w:val="center"/>
              </w:trPr>
              <w:tc>
                <w:tcPr>
                  <w:tcW w:w="8747" w:type="dxa"/>
                  <w:shd w:val="clear" w:color="auto" w:fill="auto"/>
                </w:tcPr>
                <w:p w:rsidR="001C1E66" w:rsidRPr="00445B65" w:rsidRDefault="00A56B76" w:rsidP="008D5A16">
                  <w:pPr>
                    <w:pStyle w:val="Subtitle"/>
                    <w:spacing w:before="80"/>
                    <w:ind w:left="1758" w:hanging="284"/>
                    <w:rPr>
                      <w:b/>
                    </w:rPr>
                  </w:pPr>
                  <w:r w:rsidRPr="00445B65">
                    <w:rPr>
                      <w:b/>
                    </w:rPr>
                    <w:t>(a) Proportion of investigations finalised within 30 days of the offence becoming known to police</w:t>
                  </w:r>
                </w:p>
                <w:p w:rsidR="00A56B76" w:rsidRPr="00445B65" w:rsidRDefault="00842F0F" w:rsidP="008D5A16">
                  <w:pPr>
                    <w:pStyle w:val="Figure"/>
                  </w:pPr>
                  <w:r>
                    <w:rPr>
                      <w:noProof/>
                    </w:rPr>
                    <w:drawing>
                      <wp:inline distT="0" distB="0" distL="0" distR="0">
                        <wp:extent cx="5391150" cy="2861945"/>
                        <wp:effectExtent l="0" t="0" r="0" b="0"/>
                        <wp:docPr id="23" name="Picture 23" descr="Figure 6.20 Crimes against property: outcomes of investigations, 30 day status, 2014&#10;&#10;(a) Proportion of investigations finalised within 30 days of the offence becoming known to poli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1150" cy="2861945"/>
                                </a:xfrm>
                                <a:prstGeom prst="rect">
                                  <a:avLst/>
                                </a:prstGeom>
                                <a:noFill/>
                                <a:ln>
                                  <a:noFill/>
                                </a:ln>
                              </pic:spPr>
                            </pic:pic>
                          </a:graphicData>
                        </a:graphic>
                      </wp:inline>
                    </w:drawing>
                  </w:r>
                </w:p>
              </w:tc>
            </w:tr>
            <w:tr w:rsidR="00A56B76" w:rsidTr="003C33AD">
              <w:trPr>
                <w:trHeight w:val="4309"/>
                <w:jc w:val="center"/>
              </w:trPr>
              <w:tc>
                <w:tcPr>
                  <w:tcW w:w="8747" w:type="dxa"/>
                </w:tcPr>
                <w:p w:rsidR="00A56B76" w:rsidRPr="00445B65" w:rsidRDefault="00A56B76" w:rsidP="008D5A16">
                  <w:pPr>
                    <w:pStyle w:val="Subtitle"/>
                    <w:spacing w:before="80"/>
                    <w:ind w:left="1758" w:hanging="284"/>
                    <w:rPr>
                      <w:b/>
                    </w:rPr>
                  </w:pPr>
                  <w:r w:rsidRPr="00445B65">
                    <w:rPr>
                      <w:b/>
                    </w:rPr>
                    <w:t>(b) Proportion of finalised investigations for which proceedings had begun within 30 days of the offence becoming known to police</w:t>
                  </w:r>
                </w:p>
                <w:p w:rsidR="00A56B76" w:rsidRPr="00445B65" w:rsidRDefault="00842F0F" w:rsidP="008D5A16">
                  <w:pPr>
                    <w:pStyle w:val="Figure"/>
                  </w:pPr>
                  <w:r>
                    <w:rPr>
                      <w:noProof/>
                    </w:rPr>
                    <w:drawing>
                      <wp:inline distT="0" distB="0" distL="0" distR="0">
                        <wp:extent cx="5391150" cy="2695575"/>
                        <wp:effectExtent l="0" t="0" r="0" b="9525"/>
                        <wp:docPr id="24" name="Picture 24" descr="Figure 6.20 Crimes against property: outcomes of investigations, 30 day status, 2014&#10;&#10;(b) Proportion of finalised investigations for which proceedings had begun within 30 days of the offence becoming known to poli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FB6B5C" w:rsidRDefault="00FB6B5C" w:rsidP="00FB6B5C">
            <w:pPr>
              <w:pStyle w:val="Figure"/>
            </w:pPr>
          </w:p>
        </w:tc>
      </w:tr>
      <w:tr w:rsidR="0084765A" w:rsidRPr="00176D3F" w:rsidTr="003C33AD">
        <w:tc>
          <w:tcPr>
            <w:tcW w:w="8771" w:type="dxa"/>
            <w:tcBorders>
              <w:top w:val="nil"/>
              <w:left w:val="nil"/>
              <w:bottom w:val="nil"/>
              <w:right w:val="nil"/>
            </w:tcBorders>
            <w:shd w:val="clear" w:color="auto" w:fill="auto"/>
          </w:tcPr>
          <w:p w:rsidR="0084765A" w:rsidRPr="00176D3F" w:rsidRDefault="0084765A" w:rsidP="00272CC3">
            <w:pPr>
              <w:pStyle w:val="Note"/>
            </w:pPr>
            <w:r>
              <w:rPr>
                <w:rStyle w:val="NoteLabel"/>
              </w:rPr>
              <w:t>a</w:t>
            </w:r>
            <w:r>
              <w:t xml:space="preserve"> See box 6.1</w:t>
            </w:r>
            <w:r w:rsidR="00272CC3">
              <w:t>5</w:t>
            </w:r>
            <w:r w:rsidRPr="00C602B2">
              <w:t xml:space="preserve"> and </w:t>
            </w:r>
            <w:r w:rsidRPr="003041C9">
              <w:t xml:space="preserve">table </w:t>
            </w:r>
            <w:proofErr w:type="spellStart"/>
            <w:r w:rsidRPr="00590CF6">
              <w:t>6A.</w:t>
            </w:r>
            <w:r>
              <w:t>32</w:t>
            </w:r>
            <w:proofErr w:type="spellEnd"/>
            <w:r>
              <w:t xml:space="preserve"> </w:t>
            </w:r>
            <w:r w:rsidRPr="00C602B2">
              <w:t>for detailed definitions, footnotes and caveats</w:t>
            </w:r>
            <w:r>
              <w:t>.</w:t>
            </w:r>
            <w:r w:rsidR="00877D8D">
              <w:t xml:space="preserve"> </w:t>
            </w:r>
            <w:r w:rsidR="00877D8D" w:rsidRPr="00877D8D">
              <w:rPr>
                <w:rStyle w:val="NoteLabel"/>
              </w:rPr>
              <w:t>b</w:t>
            </w:r>
            <w:r w:rsidR="00877D8D">
              <w:t xml:space="preserve"> Outcomes of investigations data for other theft in NSW are not published due to data quality issues.</w:t>
            </w:r>
          </w:p>
        </w:tc>
      </w:tr>
      <w:tr w:rsidR="00FB6B5C" w:rsidRPr="00176D3F" w:rsidTr="00FB6B5C">
        <w:tc>
          <w:tcPr>
            <w:tcW w:w="8771" w:type="dxa"/>
            <w:tcBorders>
              <w:top w:val="nil"/>
              <w:left w:val="nil"/>
              <w:bottom w:val="nil"/>
              <w:right w:val="nil"/>
            </w:tcBorders>
            <w:shd w:val="clear" w:color="auto" w:fill="auto"/>
          </w:tcPr>
          <w:p w:rsidR="00FB6B5C" w:rsidRPr="00176D3F" w:rsidRDefault="00EF2845" w:rsidP="00064B82">
            <w:pPr>
              <w:pStyle w:val="Source"/>
            </w:pPr>
            <w:r w:rsidRPr="00754E8C">
              <w:rPr>
                <w:i/>
              </w:rPr>
              <w:t>Source</w:t>
            </w:r>
            <w:r w:rsidRPr="00C1027F">
              <w:t>:</w:t>
            </w:r>
            <w:r>
              <w:t xml:space="preserve"> Derived from </w:t>
            </w:r>
            <w:r w:rsidRPr="00B154C8">
              <w:t>ABS (</w:t>
            </w:r>
            <w:proofErr w:type="spellStart"/>
            <w:r w:rsidRPr="00B154C8">
              <w:t>201</w:t>
            </w:r>
            <w:r w:rsidR="00595665">
              <w:t>5</w:t>
            </w:r>
            <w:r w:rsidRPr="00B154C8">
              <w:t>b</w:t>
            </w:r>
            <w:proofErr w:type="spellEnd"/>
            <w:r w:rsidRPr="00B154C8">
              <w:t xml:space="preserve">), </w:t>
            </w:r>
            <w:r w:rsidRPr="00C71D04">
              <w:rPr>
                <w:i/>
              </w:rPr>
              <w:t>Recorded Crime – Victims</w:t>
            </w:r>
            <w:r w:rsidR="00152CBE" w:rsidRPr="00C71D04">
              <w:rPr>
                <w:i/>
              </w:rPr>
              <w:t>, 2014</w:t>
            </w:r>
            <w:r w:rsidRPr="00360C15">
              <w:t>, Cat</w:t>
            </w:r>
            <w:r w:rsidRPr="0084765A">
              <w:t xml:space="preserve">. no. 4510.0; table </w:t>
            </w:r>
            <w:proofErr w:type="spellStart"/>
            <w:r w:rsidR="00A56B76" w:rsidRPr="0084765A">
              <w:t>6A.32</w:t>
            </w:r>
            <w:proofErr w:type="spellEnd"/>
            <w:r w:rsidR="00A56B76" w:rsidRPr="0084765A">
              <w:t>.</w:t>
            </w:r>
            <w:r w:rsidR="00FB6B5C" w:rsidRPr="0084765A">
              <w:t xml:space="preserve"> </w:t>
            </w:r>
          </w:p>
        </w:tc>
      </w:tr>
      <w:tr w:rsidR="00FB6B5C" w:rsidTr="00FB6B5C">
        <w:tc>
          <w:tcPr>
            <w:tcW w:w="8771" w:type="dxa"/>
            <w:tcBorders>
              <w:top w:val="nil"/>
              <w:left w:val="nil"/>
              <w:bottom w:val="single" w:sz="6" w:space="0" w:color="78A22F"/>
              <w:right w:val="nil"/>
            </w:tcBorders>
            <w:shd w:val="clear" w:color="auto" w:fill="auto"/>
          </w:tcPr>
          <w:p w:rsidR="00FB6B5C" w:rsidRDefault="00FB6B5C" w:rsidP="00FB6B5C">
            <w:pPr>
              <w:pStyle w:val="Figurespace"/>
            </w:pPr>
          </w:p>
        </w:tc>
      </w:tr>
      <w:tr w:rsidR="00FB6B5C" w:rsidRPr="000863A5" w:rsidTr="00FB6B5C">
        <w:tc>
          <w:tcPr>
            <w:tcW w:w="8771" w:type="dxa"/>
            <w:tcBorders>
              <w:top w:val="single" w:sz="6" w:space="0" w:color="78A22F"/>
              <w:left w:val="nil"/>
              <w:bottom w:val="nil"/>
              <w:right w:val="nil"/>
            </w:tcBorders>
          </w:tcPr>
          <w:p w:rsidR="00FB6B5C" w:rsidRPr="00626D32" w:rsidRDefault="00FB6B5C" w:rsidP="00FB6B5C">
            <w:pPr>
              <w:pStyle w:val="BoxSpaceBelow"/>
            </w:pPr>
          </w:p>
        </w:tc>
      </w:tr>
    </w:tbl>
    <w:p w:rsidR="00C753D8" w:rsidRDefault="00C753D8" w:rsidP="00A56B76">
      <w:pPr>
        <w:pStyle w:val="Heading4"/>
      </w:pPr>
      <w:r>
        <w:lastRenderedPageBreak/>
        <w:t>Road safety</w:t>
      </w:r>
    </w:p>
    <w:p w:rsidR="00CA1543" w:rsidRDefault="00CA1543" w:rsidP="00CA1543">
      <w:pPr>
        <w:pStyle w:val="BodyText"/>
      </w:pPr>
      <w:r w:rsidRPr="00CA1543">
        <w:t>‘Road safety’ is an indicator of governments’ objective of promoting road safety (box</w:t>
      </w:r>
      <w:r w:rsidR="00F407CD">
        <w:t> 6.1</w:t>
      </w:r>
      <w:r w:rsidR="00E65EB0">
        <w:t>6</w:t>
      </w:r>
      <w:r w:rsidRPr="00CA1543">
        <w:t>).</w:t>
      </w:r>
    </w:p>
    <w:p w:rsidR="004579D0" w:rsidRDefault="004579D0" w:rsidP="004579D0">
      <w:pPr>
        <w:pStyle w:val="BodyText"/>
      </w:pPr>
      <w:r>
        <w:t>The objective of police road safety programs is to promote safer behaviour on roads and influence road user behaviour so as to reduce the incidence of road collisions and the severity of road trauma. Many of these programs target the non</w:t>
      </w:r>
      <w:r w:rsidR="00C1027F">
        <w:noBreakHyphen/>
      </w:r>
      <w:r>
        <w:t>wearing of seat belts, excessive speed and drink driving.</w:t>
      </w:r>
    </w:p>
    <w:p w:rsidR="004579D0" w:rsidRDefault="004579D0" w:rsidP="004579D0">
      <w:pPr>
        <w:pStyle w:val="BodyText"/>
      </w:pPr>
      <w:r>
        <w:t xml:space="preserve">This </w:t>
      </w:r>
      <w:r w:rsidR="00E65EB0" w:rsidRPr="00E65EB0">
        <w:t>indicator is reported against using</w:t>
      </w:r>
      <w:r w:rsidR="00E65EB0">
        <w:t xml:space="preserve"> </w:t>
      </w:r>
      <w:r>
        <w:t>data from the National Survey of Community Satisfaction with Policing (</w:t>
      </w:r>
      <w:proofErr w:type="spellStart"/>
      <w:r>
        <w:t>NSCSP</w:t>
      </w:r>
      <w:proofErr w:type="spellEnd"/>
      <w:r>
        <w:t>) about driver behaviour.</w:t>
      </w:r>
    </w:p>
    <w:p w:rsidR="00A56B76" w:rsidRDefault="00A56B7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56B76" w:rsidTr="008D5A16">
        <w:tc>
          <w:tcPr>
            <w:tcW w:w="8771" w:type="dxa"/>
            <w:tcBorders>
              <w:top w:val="single" w:sz="6" w:space="0" w:color="78A22F"/>
              <w:left w:val="nil"/>
              <w:bottom w:val="nil"/>
              <w:right w:val="nil"/>
            </w:tcBorders>
            <w:shd w:val="clear" w:color="auto" w:fill="F2F2F2"/>
          </w:tcPr>
          <w:p w:rsidR="00A56B76" w:rsidRDefault="00A56B76">
            <w:pPr>
              <w:pStyle w:val="BoxTitle"/>
            </w:pPr>
            <w:r>
              <w:rPr>
                <w:b w:val="0"/>
              </w:rPr>
              <w:t xml:space="preserve">Box </w:t>
            </w:r>
            <w:bookmarkStart w:id="41" w:name="OLE_LINK40"/>
            <w:r w:rsidR="00702C99">
              <w:rPr>
                <w:b w:val="0"/>
              </w:rPr>
              <w:t>6.</w:t>
            </w:r>
            <w:r w:rsidR="00740D20">
              <w:rPr>
                <w:b w:val="0"/>
                <w:noProof/>
              </w:rPr>
              <w:t>16</w:t>
            </w:r>
            <w:bookmarkEnd w:id="41"/>
            <w:r>
              <w:tab/>
              <w:t>Road safety</w:t>
            </w:r>
          </w:p>
        </w:tc>
      </w:tr>
      <w:tr w:rsidR="00A56B76" w:rsidTr="008D5A16">
        <w:trPr>
          <w:cantSplit/>
        </w:trPr>
        <w:tc>
          <w:tcPr>
            <w:tcW w:w="8771" w:type="dxa"/>
            <w:tcBorders>
              <w:top w:val="nil"/>
              <w:left w:val="nil"/>
              <w:bottom w:val="nil"/>
              <w:right w:val="nil"/>
            </w:tcBorders>
            <w:shd w:val="clear" w:color="auto" w:fill="F2F2F2"/>
          </w:tcPr>
          <w:p w:rsidR="00A56B76" w:rsidRDefault="00EF2845" w:rsidP="00A56B76">
            <w:pPr>
              <w:pStyle w:val="Box"/>
            </w:pPr>
            <w:r>
              <w:t>‘Road safety’ is defined by three separate measures:</w:t>
            </w:r>
          </w:p>
          <w:p w:rsidR="00A56B76" w:rsidRDefault="00A56B76" w:rsidP="00A56B76">
            <w:pPr>
              <w:pStyle w:val="BoxListBullet"/>
            </w:pPr>
            <w:r>
              <w:t xml:space="preserve">use of seatbelts, defined as the proportion of people who had driven in the previous </w:t>
            </w:r>
            <w:r w:rsidR="00EF2845">
              <w:t>6 </w:t>
            </w:r>
            <w:r>
              <w:t xml:space="preserve">months and who indicated that, in that time, they had driven without wearing a seatbelt </w:t>
            </w:r>
          </w:p>
          <w:p w:rsidR="00A56B76" w:rsidRDefault="00A56B76" w:rsidP="00A56B76">
            <w:pPr>
              <w:pStyle w:val="BoxListBullet"/>
            </w:pPr>
            <w:r>
              <w:t>driving under the influence, defined as the proportion of people who had driven in the previous 6 months and who indicated that, in that time, they had driven when possibly over the alcohol limit</w:t>
            </w:r>
          </w:p>
          <w:p w:rsidR="00A56B76" w:rsidRDefault="00A56B76" w:rsidP="00A56B76">
            <w:pPr>
              <w:pStyle w:val="BoxListBullet"/>
            </w:pPr>
            <w:r>
              <w:t xml:space="preserve">degree of speeding, defined as the proportion of people who had driven in the previous </w:t>
            </w:r>
            <w:r w:rsidR="00EF2845">
              <w:t>6 </w:t>
            </w:r>
            <w:r>
              <w:t>months and who indicated that, in that time, they had driven 10 kilometres per hour or more above the speed limit.</w:t>
            </w:r>
          </w:p>
          <w:p w:rsidR="00A56B76" w:rsidRDefault="00A56B76" w:rsidP="00A56B76">
            <w:pPr>
              <w:pStyle w:val="Box"/>
            </w:pPr>
            <w:r>
              <w:t>A low or decreasing proportion of people who stated that they had driven without wearing a seatbelt, driven when possibly over the alcohol limit and/or driven 10 kilometres per hour or more above the speed limit is desirable.</w:t>
            </w:r>
          </w:p>
          <w:p w:rsidR="00A56B76" w:rsidRDefault="00A56B76" w:rsidP="00A56B76">
            <w:pPr>
              <w:pStyle w:val="Box"/>
            </w:pPr>
            <w:r>
              <w:t>The use of seatbelts, the prevalence of driving under the influence of alcohol and speeding in the population is affected by a number of factors in addition to activities undertaken by police services, such as driver education and media campaigns.</w:t>
            </w:r>
          </w:p>
          <w:p w:rsidR="00A56B76" w:rsidRDefault="00A56B76" w:rsidP="00A56B76">
            <w:pPr>
              <w:pStyle w:val="Box"/>
            </w:pPr>
            <w:r>
              <w:t>Data reported for this measure are:</w:t>
            </w:r>
          </w:p>
          <w:p w:rsidR="00A56B76" w:rsidRDefault="00A56B76" w:rsidP="00A56B76">
            <w:pPr>
              <w:pStyle w:val="BoxListBullet"/>
            </w:pPr>
            <w:r>
              <w:t>comparable (subject to caveats) across jurisdictions and over time</w:t>
            </w:r>
          </w:p>
          <w:p w:rsidR="00A56B76" w:rsidRDefault="00A56B76" w:rsidP="00A56B76">
            <w:pPr>
              <w:pStyle w:val="BoxListBullet"/>
            </w:pPr>
            <w:r>
              <w:t>complete for the current reporting period (subject to caveats). All required 201</w:t>
            </w:r>
            <w:r w:rsidR="00A20008">
              <w:t>4</w:t>
            </w:r>
            <w:r w:rsidR="00C1027F">
              <w:noBreakHyphen/>
            </w:r>
            <w:r>
              <w:t>1</w:t>
            </w:r>
            <w:r w:rsidR="00A20008">
              <w:t>5</w:t>
            </w:r>
            <w:r>
              <w:t xml:space="preserve"> data are available for all jurisdictions.</w:t>
            </w:r>
          </w:p>
          <w:p w:rsidR="00A56B76" w:rsidRDefault="00A56B76" w:rsidP="00A56B76">
            <w:pPr>
              <w:pStyle w:val="Box"/>
            </w:pPr>
            <w:r w:rsidRPr="009715CB">
              <w:t>Data quality information for this indicator is under development.</w:t>
            </w:r>
          </w:p>
        </w:tc>
      </w:tr>
      <w:tr w:rsidR="00A56B76" w:rsidTr="008D5A16">
        <w:trPr>
          <w:cantSplit/>
        </w:trPr>
        <w:tc>
          <w:tcPr>
            <w:tcW w:w="8771" w:type="dxa"/>
            <w:tcBorders>
              <w:top w:val="nil"/>
              <w:left w:val="nil"/>
              <w:bottom w:val="single" w:sz="6" w:space="0" w:color="78A22F"/>
              <w:right w:val="nil"/>
            </w:tcBorders>
            <w:shd w:val="clear" w:color="auto" w:fill="F2F2F2"/>
          </w:tcPr>
          <w:p w:rsidR="00A56B76" w:rsidRDefault="00A56B76">
            <w:pPr>
              <w:pStyle w:val="Box"/>
              <w:spacing w:before="0" w:line="120" w:lineRule="exact"/>
            </w:pPr>
          </w:p>
        </w:tc>
      </w:tr>
      <w:tr w:rsidR="00A56B76" w:rsidRPr="000863A5" w:rsidTr="008D5A16">
        <w:tc>
          <w:tcPr>
            <w:tcW w:w="8771" w:type="dxa"/>
            <w:tcBorders>
              <w:top w:val="single" w:sz="6" w:space="0" w:color="78A22F"/>
              <w:left w:val="nil"/>
              <w:bottom w:val="nil"/>
              <w:right w:val="nil"/>
            </w:tcBorders>
          </w:tcPr>
          <w:p w:rsidR="00A56B76" w:rsidRPr="00626D32" w:rsidRDefault="00A56B76" w:rsidP="008D5A16">
            <w:pPr>
              <w:pStyle w:val="BoxSpaceBelow"/>
            </w:pPr>
          </w:p>
        </w:tc>
      </w:tr>
    </w:tbl>
    <w:p w:rsidR="00C753D8" w:rsidRDefault="00C753D8" w:rsidP="00CC78A7">
      <w:pPr>
        <w:pStyle w:val="BodyText"/>
      </w:pPr>
      <w:r>
        <w:t>Nationally in 201</w:t>
      </w:r>
      <w:r w:rsidR="00A20008">
        <w:t>4</w:t>
      </w:r>
      <w:r w:rsidR="00C1027F">
        <w:noBreakHyphen/>
      </w:r>
      <w:r>
        <w:t>1</w:t>
      </w:r>
      <w:r w:rsidR="00A20008">
        <w:t>5</w:t>
      </w:r>
      <w:r w:rsidR="00602686">
        <w:t>, 5.4</w:t>
      </w:r>
      <w:r w:rsidRPr="00A20008">
        <w:rPr>
          <w:color w:val="FF0000"/>
        </w:rPr>
        <w:t xml:space="preserve"> </w:t>
      </w:r>
      <w:r>
        <w:t>per cent of people who had driven in the previous six months said they had ‘rarely’ or more often (‘sometimes’, ‘most of the time’ or ‘always’) driven without wearing a seat belt</w:t>
      </w:r>
      <w:r w:rsidR="00272CC3">
        <w:t>,</w:t>
      </w:r>
      <w:r w:rsidR="00E65EB0">
        <w:t xml:space="preserve"> </w:t>
      </w:r>
      <w:r w:rsidR="00E65EB0" w:rsidRPr="00E65EB0">
        <w:t>a decrease from 6.</w:t>
      </w:r>
      <w:r w:rsidR="00272CC3">
        <w:t>7</w:t>
      </w:r>
      <w:r w:rsidR="00E65EB0" w:rsidRPr="00E65EB0">
        <w:t xml:space="preserve"> per cent in</w:t>
      </w:r>
      <w:r w:rsidR="00E65EB0">
        <w:t xml:space="preserve"> 2010</w:t>
      </w:r>
      <w:r w:rsidR="00C1027F">
        <w:noBreakHyphen/>
      </w:r>
      <w:r w:rsidR="00E65EB0">
        <w:t xml:space="preserve">11 </w:t>
      </w:r>
      <w:r>
        <w:t>(figure</w:t>
      </w:r>
      <w:r w:rsidR="00602686">
        <w:t xml:space="preserve"> 6.2</w:t>
      </w:r>
      <w:r w:rsidR="00B65B32">
        <w:t>1</w:t>
      </w:r>
      <w:r>
        <w:t xml:space="preserve">). </w:t>
      </w:r>
    </w:p>
    <w:p w:rsidR="00CA1543" w:rsidRDefault="00CA1543" w:rsidP="008D5A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1543" w:rsidTr="008D5A16">
        <w:tc>
          <w:tcPr>
            <w:tcW w:w="8771" w:type="dxa"/>
            <w:tcBorders>
              <w:top w:val="single" w:sz="6" w:space="0" w:color="78A22F"/>
              <w:left w:val="nil"/>
              <w:bottom w:val="nil"/>
              <w:right w:val="nil"/>
            </w:tcBorders>
            <w:shd w:val="clear" w:color="auto" w:fill="auto"/>
          </w:tcPr>
          <w:p w:rsidR="00CA1543" w:rsidRPr="00176D3F" w:rsidRDefault="00CA1543" w:rsidP="009715CB">
            <w:pPr>
              <w:pStyle w:val="FigureTitle"/>
            </w:pPr>
            <w:r w:rsidRPr="00784A05">
              <w:rPr>
                <w:b w:val="0"/>
              </w:rPr>
              <w:t xml:space="preserve">Figure </w:t>
            </w:r>
            <w:bookmarkStart w:id="42" w:name="OLE_LINK41"/>
            <w:r w:rsidR="000B0973">
              <w:rPr>
                <w:b w:val="0"/>
              </w:rPr>
              <w:t>6.</w:t>
            </w:r>
            <w:r w:rsidR="00740D20">
              <w:rPr>
                <w:b w:val="0"/>
                <w:noProof/>
              </w:rPr>
              <w:t>21</w:t>
            </w:r>
            <w:bookmarkEnd w:id="42"/>
            <w:r>
              <w:tab/>
              <w:t>People who had driven in the previous six months without wearing a seat belt ‘rarely’ or more often</w:t>
            </w:r>
            <w:r w:rsidRPr="00CA1543">
              <w:rPr>
                <w:rStyle w:val="NoteLabel"/>
                <w:b/>
              </w:rPr>
              <w:t>a</w:t>
            </w:r>
          </w:p>
        </w:tc>
      </w:tr>
      <w:tr w:rsidR="00CA1543" w:rsidTr="003C33AD">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CA1543" w:rsidTr="00CA3147">
              <w:trPr>
                <w:jc w:val="center"/>
              </w:trPr>
              <w:tc>
                <w:tcPr>
                  <w:tcW w:w="8731" w:type="dxa"/>
                  <w:tcBorders>
                    <w:top w:val="nil"/>
                    <w:bottom w:val="nil"/>
                  </w:tcBorders>
                </w:tcPr>
                <w:p w:rsidR="00CA1543" w:rsidRDefault="00842F0F" w:rsidP="008D5A16">
                  <w:pPr>
                    <w:pStyle w:val="Figure"/>
                    <w:spacing w:before="60" w:after="60"/>
                  </w:pPr>
                  <w:r>
                    <w:rPr>
                      <w:noProof/>
                    </w:rPr>
                    <w:drawing>
                      <wp:inline distT="0" distB="0" distL="0" distR="0">
                        <wp:extent cx="5391150" cy="2683510"/>
                        <wp:effectExtent l="0" t="0" r="0" b="2540"/>
                        <wp:docPr id="25" name="Picture 25" descr="Figure 6.21 People who had driven in the previous six months without wearing a seat belt ‘rarely’ or more ofte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CA1543" w:rsidRDefault="00CA1543" w:rsidP="008D5A16">
            <w:pPr>
              <w:pStyle w:val="Figure"/>
            </w:pPr>
          </w:p>
        </w:tc>
      </w:tr>
      <w:tr w:rsidR="009715CB" w:rsidRPr="00176D3F" w:rsidTr="003C33AD">
        <w:tc>
          <w:tcPr>
            <w:tcW w:w="8771" w:type="dxa"/>
            <w:tcBorders>
              <w:top w:val="nil"/>
              <w:left w:val="nil"/>
              <w:bottom w:val="nil"/>
              <w:right w:val="nil"/>
            </w:tcBorders>
            <w:shd w:val="clear" w:color="auto" w:fill="auto"/>
          </w:tcPr>
          <w:p w:rsidR="009715CB" w:rsidRPr="00176D3F" w:rsidRDefault="009715CB" w:rsidP="00272CC3">
            <w:pPr>
              <w:pStyle w:val="Note"/>
            </w:pPr>
            <w:r>
              <w:rPr>
                <w:rStyle w:val="NoteLabel"/>
              </w:rPr>
              <w:t>a</w:t>
            </w:r>
            <w:r>
              <w:t xml:space="preserve"> See box 6.1</w:t>
            </w:r>
            <w:r w:rsidR="00272CC3">
              <w:t>6</w:t>
            </w:r>
            <w:r w:rsidRPr="00C602B2">
              <w:t xml:space="preserve"> and </w:t>
            </w:r>
            <w:r w:rsidRPr="003041C9">
              <w:t xml:space="preserve">table </w:t>
            </w:r>
            <w:proofErr w:type="spellStart"/>
            <w:r w:rsidRPr="00590CF6">
              <w:t>6A.</w:t>
            </w:r>
            <w:r>
              <w:t>33</w:t>
            </w:r>
            <w:proofErr w:type="spellEnd"/>
            <w:r>
              <w:t xml:space="preserve"> </w:t>
            </w:r>
            <w:r w:rsidRPr="00C602B2">
              <w:t>for detailed definitions, footnotes and caveats</w:t>
            </w:r>
            <w:r>
              <w:t>.</w:t>
            </w:r>
          </w:p>
        </w:tc>
      </w:tr>
      <w:tr w:rsidR="00CA1543" w:rsidRPr="00176D3F" w:rsidTr="008D5A16">
        <w:tc>
          <w:tcPr>
            <w:tcW w:w="8771" w:type="dxa"/>
            <w:tcBorders>
              <w:top w:val="nil"/>
              <w:left w:val="nil"/>
              <w:bottom w:val="nil"/>
              <w:right w:val="nil"/>
            </w:tcBorders>
            <w:shd w:val="clear" w:color="auto" w:fill="auto"/>
          </w:tcPr>
          <w:p w:rsidR="00CA1543" w:rsidRPr="00176D3F" w:rsidRDefault="00CA1543" w:rsidP="008D5A16">
            <w:pPr>
              <w:pStyle w:val="Source"/>
            </w:pPr>
            <w:r w:rsidRPr="00CA1543">
              <w:rPr>
                <w:i/>
              </w:rPr>
              <w:t>Source</w:t>
            </w:r>
            <w:r w:rsidRPr="00C1027F">
              <w:t>:</w:t>
            </w:r>
            <w:r>
              <w:t xml:space="preserve"> </w:t>
            </w:r>
            <w:proofErr w:type="spellStart"/>
            <w:r>
              <w:t>ANZPAA</w:t>
            </w:r>
            <w:proofErr w:type="spellEnd"/>
            <w:r>
              <w:t xml:space="preserve"> (unpublished); table </w:t>
            </w:r>
            <w:proofErr w:type="spellStart"/>
            <w:r w:rsidRPr="00602686">
              <w:t>6A.33</w:t>
            </w:r>
            <w:proofErr w:type="spellEnd"/>
            <w:r w:rsidRPr="00602686">
              <w:t>.</w:t>
            </w:r>
          </w:p>
        </w:tc>
      </w:tr>
      <w:tr w:rsidR="00CA1543" w:rsidTr="008D5A16">
        <w:tc>
          <w:tcPr>
            <w:tcW w:w="8771" w:type="dxa"/>
            <w:tcBorders>
              <w:top w:val="nil"/>
              <w:left w:val="nil"/>
              <w:bottom w:val="single" w:sz="6" w:space="0" w:color="78A22F"/>
              <w:right w:val="nil"/>
            </w:tcBorders>
            <w:shd w:val="clear" w:color="auto" w:fill="auto"/>
          </w:tcPr>
          <w:p w:rsidR="00CA1543" w:rsidRDefault="00CA1543" w:rsidP="008D5A16">
            <w:pPr>
              <w:pStyle w:val="Figurespace"/>
            </w:pPr>
          </w:p>
        </w:tc>
      </w:tr>
      <w:tr w:rsidR="00CA1543" w:rsidRPr="000863A5" w:rsidTr="008D5A16">
        <w:tc>
          <w:tcPr>
            <w:tcW w:w="8771" w:type="dxa"/>
            <w:tcBorders>
              <w:top w:val="single" w:sz="6" w:space="0" w:color="78A22F"/>
              <w:left w:val="nil"/>
              <w:bottom w:val="nil"/>
              <w:right w:val="nil"/>
            </w:tcBorders>
          </w:tcPr>
          <w:p w:rsidR="00CA1543" w:rsidRPr="00626D32" w:rsidRDefault="00CA1543" w:rsidP="008D5A16">
            <w:pPr>
              <w:pStyle w:val="BoxSpaceBelow"/>
            </w:pPr>
          </w:p>
        </w:tc>
      </w:tr>
    </w:tbl>
    <w:p w:rsidR="00C753D8" w:rsidRDefault="00C753D8" w:rsidP="00C753D8">
      <w:pPr>
        <w:pStyle w:val="BodyText"/>
      </w:pPr>
      <w:r>
        <w:t xml:space="preserve">Nationally in </w:t>
      </w:r>
      <w:r w:rsidRPr="00D9318C">
        <w:t>201</w:t>
      </w:r>
      <w:r w:rsidR="00A20008" w:rsidRPr="00D9318C">
        <w:t>4</w:t>
      </w:r>
      <w:r w:rsidR="00C1027F">
        <w:noBreakHyphen/>
      </w:r>
      <w:r w:rsidRPr="00D9318C">
        <w:t>1</w:t>
      </w:r>
      <w:r w:rsidR="00A20008" w:rsidRPr="00D9318C">
        <w:t>5</w:t>
      </w:r>
      <w:r w:rsidRPr="00D9318C">
        <w:t>, 7.</w:t>
      </w:r>
      <w:r w:rsidR="002F0E7A" w:rsidRPr="00D9318C">
        <w:t>7</w:t>
      </w:r>
      <w:r w:rsidRPr="00D9318C">
        <w:t xml:space="preserve"> per cent of people who had driven in the previous six months indicated that they had ‘rarely’ or more often (‘sometimes’, ‘most of the time’ or ‘always’) driven when possibly over the blood alcohol limit</w:t>
      </w:r>
      <w:r w:rsidR="004579D0">
        <w:t>. T</w:t>
      </w:r>
      <w:r w:rsidR="003A2D24">
        <w:t>his rate has remained constant since 2012</w:t>
      </w:r>
      <w:r w:rsidR="00C1027F">
        <w:noBreakHyphen/>
      </w:r>
      <w:r w:rsidR="003A2D24">
        <w:t>13</w:t>
      </w:r>
      <w:r w:rsidRPr="00D9318C">
        <w:t xml:space="preserve"> (figure</w:t>
      </w:r>
      <w:r w:rsidR="00D9318C">
        <w:t xml:space="preserve"> 6.2</w:t>
      </w:r>
      <w:r w:rsidR="00B65B32">
        <w:t>2</w:t>
      </w:r>
      <w:r w:rsidRPr="00D9318C">
        <w:t>).</w:t>
      </w:r>
    </w:p>
    <w:p w:rsidR="006C0A23" w:rsidRDefault="006C0A23" w:rsidP="003A46FC">
      <w:pPr>
        <w:pStyle w:val="BodyText"/>
      </w:pPr>
      <w:r>
        <w:t>Nationally in 2014</w:t>
      </w:r>
      <w:r w:rsidR="00C1027F">
        <w:noBreakHyphen/>
      </w:r>
      <w:r>
        <w:t>15, 55.1</w:t>
      </w:r>
      <w:r w:rsidRPr="00A20008">
        <w:rPr>
          <w:color w:val="FF0000"/>
        </w:rPr>
        <w:t xml:space="preserve"> </w:t>
      </w:r>
      <w:r>
        <w:t xml:space="preserve">per cent of people who had driven in the previous </w:t>
      </w:r>
      <w:r w:rsidR="00272CC3">
        <w:t>six</w:t>
      </w:r>
      <w:r>
        <w:t xml:space="preserve"> months reported travelling 10 kilometres per hour or more above the speed limit ‘rarely’ or more often (‘sometimes’, ‘most of the time’ or ‘always’). This rate has remained constant since 2012</w:t>
      </w:r>
      <w:r w:rsidR="00C1027F">
        <w:noBreakHyphen/>
      </w:r>
      <w:r>
        <w:t>13 (figure 6.23).</w:t>
      </w:r>
    </w:p>
    <w:p w:rsidR="00D002C7" w:rsidRDefault="00D002C7" w:rsidP="00766C2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002C7" w:rsidTr="00766C27">
        <w:tc>
          <w:tcPr>
            <w:tcW w:w="8771" w:type="dxa"/>
            <w:tcBorders>
              <w:top w:val="single" w:sz="6" w:space="0" w:color="78A22F"/>
              <w:left w:val="nil"/>
              <w:bottom w:val="nil"/>
              <w:right w:val="nil"/>
            </w:tcBorders>
            <w:shd w:val="clear" w:color="auto" w:fill="auto"/>
          </w:tcPr>
          <w:p w:rsidR="00D002C7" w:rsidRPr="00176D3F" w:rsidRDefault="00D002C7" w:rsidP="00766C27">
            <w:pPr>
              <w:pStyle w:val="FigureTitle"/>
            </w:pPr>
            <w:r w:rsidRPr="00784A05">
              <w:rPr>
                <w:b w:val="0"/>
              </w:rPr>
              <w:t xml:space="preserve">Figure </w:t>
            </w:r>
            <w:r>
              <w:rPr>
                <w:b w:val="0"/>
              </w:rPr>
              <w:t>6.</w:t>
            </w:r>
            <w:r w:rsidR="00740D20">
              <w:rPr>
                <w:b w:val="0"/>
                <w:noProof/>
              </w:rPr>
              <w:t>22</w:t>
            </w:r>
            <w:r>
              <w:tab/>
              <w:t>People who had driven in the previous six months when possibly over the alcohol limit ‘rarely’ or more often</w:t>
            </w:r>
            <w:r w:rsidRPr="00CA1543">
              <w:rPr>
                <w:rStyle w:val="NoteLabel"/>
                <w:b/>
              </w:rPr>
              <w:t>a</w:t>
            </w:r>
          </w:p>
        </w:tc>
      </w:tr>
      <w:tr w:rsidR="00D002C7" w:rsidTr="003C33A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002C7" w:rsidTr="00766C27">
              <w:trPr>
                <w:jc w:val="center"/>
              </w:trPr>
              <w:tc>
                <w:tcPr>
                  <w:tcW w:w="5000" w:type="pct"/>
                  <w:tcBorders>
                    <w:top w:val="nil"/>
                    <w:bottom w:val="nil"/>
                  </w:tcBorders>
                </w:tcPr>
                <w:p w:rsidR="00D002C7" w:rsidRDefault="00842F0F" w:rsidP="00766C27">
                  <w:pPr>
                    <w:pStyle w:val="Figure"/>
                    <w:spacing w:before="60" w:after="60"/>
                  </w:pPr>
                  <w:r>
                    <w:rPr>
                      <w:noProof/>
                    </w:rPr>
                    <w:drawing>
                      <wp:inline distT="0" distB="0" distL="0" distR="0">
                        <wp:extent cx="5391150" cy="2707640"/>
                        <wp:effectExtent l="0" t="0" r="0" b="0"/>
                        <wp:docPr id="26" name="Picture 26" descr="Figure 6.22 People who had driven in the previous six months when possibly over the alcohol limit ‘rarely’ or more ofte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D002C7" w:rsidRDefault="00D002C7" w:rsidP="00766C27">
            <w:pPr>
              <w:pStyle w:val="Figure"/>
            </w:pPr>
          </w:p>
        </w:tc>
      </w:tr>
      <w:tr w:rsidR="00D002C7" w:rsidRPr="00176D3F" w:rsidTr="003C33AD">
        <w:tc>
          <w:tcPr>
            <w:tcW w:w="8771" w:type="dxa"/>
            <w:tcBorders>
              <w:top w:val="nil"/>
              <w:left w:val="nil"/>
              <w:bottom w:val="nil"/>
              <w:right w:val="nil"/>
            </w:tcBorders>
            <w:shd w:val="clear" w:color="auto" w:fill="auto"/>
          </w:tcPr>
          <w:p w:rsidR="00D002C7" w:rsidRPr="00176D3F" w:rsidRDefault="00D002C7" w:rsidP="00766C27">
            <w:pPr>
              <w:pStyle w:val="Note"/>
            </w:pPr>
            <w:r>
              <w:rPr>
                <w:rStyle w:val="NoteLabel"/>
              </w:rPr>
              <w:t>a</w:t>
            </w:r>
            <w:r>
              <w:t xml:space="preserve"> See box 6.16</w:t>
            </w:r>
            <w:r w:rsidRPr="00C602B2">
              <w:t xml:space="preserve"> and </w:t>
            </w:r>
            <w:r w:rsidRPr="003041C9">
              <w:t xml:space="preserve">table </w:t>
            </w:r>
            <w:proofErr w:type="spellStart"/>
            <w:r w:rsidRPr="00590CF6">
              <w:t>6A.</w:t>
            </w:r>
            <w:r>
              <w:t>34</w:t>
            </w:r>
            <w:proofErr w:type="spellEnd"/>
            <w:r>
              <w:t xml:space="preserve"> </w:t>
            </w:r>
            <w:r w:rsidRPr="00C602B2">
              <w:t>for detailed definitions, footnotes and caveats</w:t>
            </w:r>
            <w:r>
              <w:t>.</w:t>
            </w:r>
          </w:p>
        </w:tc>
      </w:tr>
      <w:tr w:rsidR="00D002C7" w:rsidRPr="00176D3F" w:rsidTr="00C71D04">
        <w:tc>
          <w:tcPr>
            <w:tcW w:w="8771" w:type="dxa"/>
            <w:tcBorders>
              <w:top w:val="nil"/>
              <w:left w:val="nil"/>
              <w:bottom w:val="nil"/>
              <w:right w:val="nil"/>
            </w:tcBorders>
            <w:shd w:val="clear" w:color="auto" w:fill="auto"/>
          </w:tcPr>
          <w:p w:rsidR="00D002C7" w:rsidRPr="00176D3F" w:rsidRDefault="00D002C7" w:rsidP="00766C27">
            <w:pPr>
              <w:pStyle w:val="Source"/>
            </w:pPr>
            <w:r w:rsidRPr="00CA1543">
              <w:rPr>
                <w:i/>
              </w:rPr>
              <w:t>Source</w:t>
            </w:r>
            <w:r w:rsidRPr="00C1027F">
              <w:t>:</w:t>
            </w:r>
            <w:r>
              <w:t xml:space="preserve"> </w:t>
            </w:r>
            <w:proofErr w:type="spellStart"/>
            <w:r>
              <w:t>ANZPAA</w:t>
            </w:r>
            <w:proofErr w:type="spellEnd"/>
            <w:r>
              <w:t xml:space="preserve"> (unpublished); </w:t>
            </w:r>
            <w:r w:rsidRPr="003A2D24">
              <w:t xml:space="preserve">table </w:t>
            </w:r>
            <w:proofErr w:type="spellStart"/>
            <w:r w:rsidRPr="003A2D24">
              <w:t>6A.34</w:t>
            </w:r>
            <w:proofErr w:type="spellEnd"/>
            <w:r w:rsidRPr="003A2D24">
              <w:t>.</w:t>
            </w:r>
          </w:p>
        </w:tc>
      </w:tr>
      <w:tr w:rsidR="00D002C7" w:rsidTr="00C71D04">
        <w:tc>
          <w:tcPr>
            <w:tcW w:w="8771" w:type="dxa"/>
            <w:tcBorders>
              <w:top w:val="nil"/>
              <w:left w:val="nil"/>
              <w:bottom w:val="single" w:sz="6" w:space="0" w:color="B2D673"/>
              <w:right w:val="nil"/>
            </w:tcBorders>
            <w:shd w:val="clear" w:color="auto" w:fill="auto"/>
          </w:tcPr>
          <w:p w:rsidR="00D002C7" w:rsidRDefault="00D002C7" w:rsidP="00766C27">
            <w:pPr>
              <w:pStyle w:val="Figurespace"/>
            </w:pPr>
          </w:p>
        </w:tc>
      </w:tr>
      <w:tr w:rsidR="00D002C7" w:rsidRPr="000863A5" w:rsidTr="00C71D04">
        <w:tc>
          <w:tcPr>
            <w:tcW w:w="8771" w:type="dxa"/>
            <w:tcBorders>
              <w:top w:val="single" w:sz="6" w:space="0" w:color="B2D673"/>
              <w:left w:val="nil"/>
              <w:bottom w:val="nil"/>
              <w:right w:val="nil"/>
            </w:tcBorders>
          </w:tcPr>
          <w:p w:rsidR="00D002C7" w:rsidRPr="00626D32" w:rsidRDefault="00D002C7" w:rsidP="00766C27">
            <w:pPr>
              <w:pStyle w:val="BoxSpaceBelow"/>
            </w:pPr>
          </w:p>
        </w:tc>
      </w:tr>
    </w:tbl>
    <w:p w:rsidR="00A443BC" w:rsidRDefault="00A443BC" w:rsidP="008D5A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43BC" w:rsidTr="008D5A16">
        <w:tc>
          <w:tcPr>
            <w:tcW w:w="8771" w:type="dxa"/>
            <w:tcBorders>
              <w:top w:val="single" w:sz="6" w:space="0" w:color="78A22F"/>
              <w:left w:val="nil"/>
              <w:bottom w:val="nil"/>
              <w:right w:val="nil"/>
            </w:tcBorders>
            <w:shd w:val="clear" w:color="auto" w:fill="auto"/>
          </w:tcPr>
          <w:p w:rsidR="00A443BC" w:rsidRPr="00176D3F" w:rsidRDefault="00A443BC" w:rsidP="00840CC0">
            <w:pPr>
              <w:pStyle w:val="FigureTitle"/>
            </w:pPr>
            <w:r w:rsidRPr="00784A05">
              <w:rPr>
                <w:b w:val="0"/>
              </w:rPr>
              <w:t xml:space="preserve">Figure </w:t>
            </w:r>
            <w:bookmarkStart w:id="43" w:name="OLE_LINK43"/>
            <w:r w:rsidR="000B0973">
              <w:rPr>
                <w:b w:val="0"/>
              </w:rPr>
              <w:t>6.</w:t>
            </w:r>
            <w:r w:rsidR="00740D20">
              <w:rPr>
                <w:b w:val="0"/>
                <w:noProof/>
              </w:rPr>
              <w:t>23</w:t>
            </w:r>
            <w:bookmarkEnd w:id="43"/>
            <w:r>
              <w:tab/>
              <w:t xml:space="preserve">People who had driven in the previous six months </w:t>
            </w:r>
            <w:r w:rsidR="00C45DFF">
              <w:t>10 </w:t>
            </w:r>
            <w:r>
              <w:t>kilometres per hour or more above the speed limit ‘rarely’ or more often</w:t>
            </w:r>
            <w:r w:rsidRPr="00A443BC">
              <w:rPr>
                <w:rStyle w:val="NoteLabel"/>
                <w:b/>
              </w:rPr>
              <w:t>a</w:t>
            </w:r>
          </w:p>
        </w:tc>
      </w:tr>
      <w:tr w:rsidR="00A443BC" w:rsidTr="003C33AD">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A443BC" w:rsidTr="00CA3147">
              <w:trPr>
                <w:jc w:val="center"/>
              </w:trPr>
              <w:tc>
                <w:tcPr>
                  <w:tcW w:w="8731" w:type="dxa"/>
                  <w:tcBorders>
                    <w:top w:val="nil"/>
                    <w:bottom w:val="nil"/>
                  </w:tcBorders>
                </w:tcPr>
                <w:p w:rsidR="00A443BC" w:rsidRDefault="00842F0F" w:rsidP="008D5A16">
                  <w:pPr>
                    <w:pStyle w:val="Figure"/>
                    <w:spacing w:before="60" w:after="60"/>
                  </w:pPr>
                  <w:r>
                    <w:rPr>
                      <w:noProof/>
                    </w:rPr>
                    <w:drawing>
                      <wp:inline distT="0" distB="0" distL="0" distR="0">
                        <wp:extent cx="5391150" cy="2683510"/>
                        <wp:effectExtent l="0" t="0" r="0" b="2540"/>
                        <wp:docPr id="27" name="Picture 27" descr="Figure 6.23 People who had driven in the previous six months 10 kilometres per hour or more above the speed limit ‘rarely’ or more ofte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A443BC" w:rsidRDefault="00A443BC" w:rsidP="008D5A16">
            <w:pPr>
              <w:pStyle w:val="Figure"/>
            </w:pPr>
          </w:p>
        </w:tc>
      </w:tr>
      <w:tr w:rsidR="00840CC0" w:rsidRPr="00176D3F" w:rsidTr="003C33AD">
        <w:tc>
          <w:tcPr>
            <w:tcW w:w="8771" w:type="dxa"/>
            <w:tcBorders>
              <w:top w:val="nil"/>
              <w:left w:val="nil"/>
              <w:bottom w:val="nil"/>
              <w:right w:val="nil"/>
            </w:tcBorders>
            <w:shd w:val="clear" w:color="auto" w:fill="auto"/>
          </w:tcPr>
          <w:p w:rsidR="00840CC0" w:rsidRPr="00176D3F" w:rsidRDefault="00840CC0" w:rsidP="00272CC3">
            <w:pPr>
              <w:pStyle w:val="Note"/>
            </w:pPr>
            <w:r>
              <w:rPr>
                <w:rStyle w:val="NoteLabel"/>
              </w:rPr>
              <w:t>a</w:t>
            </w:r>
            <w:r>
              <w:t xml:space="preserve"> See box 6.1</w:t>
            </w:r>
            <w:r w:rsidR="00272CC3">
              <w:t>6</w:t>
            </w:r>
            <w:r w:rsidRPr="00C602B2">
              <w:t xml:space="preserve"> and </w:t>
            </w:r>
            <w:r w:rsidRPr="003041C9">
              <w:t xml:space="preserve">table </w:t>
            </w:r>
            <w:proofErr w:type="spellStart"/>
            <w:r w:rsidRPr="00590CF6">
              <w:t>6A.</w:t>
            </w:r>
            <w:r>
              <w:t>35</w:t>
            </w:r>
            <w:proofErr w:type="spellEnd"/>
            <w:r>
              <w:t xml:space="preserve"> </w:t>
            </w:r>
            <w:r w:rsidRPr="00C602B2">
              <w:t>for detailed definitions, footnotes and caveats</w:t>
            </w:r>
            <w:r>
              <w:t>.</w:t>
            </w:r>
          </w:p>
        </w:tc>
      </w:tr>
      <w:tr w:rsidR="00A443BC" w:rsidRPr="00176D3F" w:rsidTr="008D5A16">
        <w:tc>
          <w:tcPr>
            <w:tcW w:w="8771" w:type="dxa"/>
            <w:tcBorders>
              <w:top w:val="nil"/>
              <w:left w:val="nil"/>
              <w:bottom w:val="nil"/>
              <w:right w:val="nil"/>
            </w:tcBorders>
            <w:shd w:val="clear" w:color="auto" w:fill="auto"/>
          </w:tcPr>
          <w:p w:rsidR="00A443BC" w:rsidRPr="00176D3F" w:rsidRDefault="00A443BC" w:rsidP="008D5A16">
            <w:pPr>
              <w:pStyle w:val="Source"/>
            </w:pPr>
            <w:r w:rsidRPr="00A443BC">
              <w:rPr>
                <w:i/>
              </w:rPr>
              <w:t>Source</w:t>
            </w:r>
            <w:r w:rsidRPr="00C1027F">
              <w:t>:</w:t>
            </w:r>
            <w:r>
              <w:t xml:space="preserve"> </w:t>
            </w:r>
            <w:proofErr w:type="spellStart"/>
            <w:r>
              <w:t>ANZPAA</w:t>
            </w:r>
            <w:proofErr w:type="spellEnd"/>
            <w:r>
              <w:t xml:space="preserve"> (unpublished); table </w:t>
            </w:r>
            <w:proofErr w:type="spellStart"/>
            <w:r w:rsidRPr="00A07C11">
              <w:t>6A.35</w:t>
            </w:r>
            <w:proofErr w:type="spellEnd"/>
            <w:r w:rsidRPr="00A07C11">
              <w:t>.</w:t>
            </w:r>
          </w:p>
        </w:tc>
      </w:tr>
      <w:tr w:rsidR="00A443BC" w:rsidTr="008D5A16">
        <w:tc>
          <w:tcPr>
            <w:tcW w:w="8771" w:type="dxa"/>
            <w:tcBorders>
              <w:top w:val="nil"/>
              <w:left w:val="nil"/>
              <w:bottom w:val="single" w:sz="6" w:space="0" w:color="78A22F"/>
              <w:right w:val="nil"/>
            </w:tcBorders>
            <w:shd w:val="clear" w:color="auto" w:fill="auto"/>
          </w:tcPr>
          <w:p w:rsidR="00A443BC" w:rsidRDefault="00A443BC" w:rsidP="008D5A16">
            <w:pPr>
              <w:pStyle w:val="Figurespace"/>
            </w:pPr>
          </w:p>
        </w:tc>
      </w:tr>
      <w:tr w:rsidR="00A443BC" w:rsidRPr="000863A5" w:rsidTr="008D5A16">
        <w:tc>
          <w:tcPr>
            <w:tcW w:w="8771" w:type="dxa"/>
            <w:tcBorders>
              <w:top w:val="single" w:sz="6" w:space="0" w:color="78A22F"/>
              <w:left w:val="nil"/>
              <w:bottom w:val="nil"/>
              <w:right w:val="nil"/>
            </w:tcBorders>
          </w:tcPr>
          <w:p w:rsidR="00A443BC" w:rsidRPr="00626D32" w:rsidRDefault="00A443BC" w:rsidP="008D5A16">
            <w:pPr>
              <w:pStyle w:val="BoxSpaceBelow"/>
            </w:pPr>
          </w:p>
        </w:tc>
      </w:tr>
    </w:tbl>
    <w:p w:rsidR="00C753D8" w:rsidRDefault="00C753D8" w:rsidP="006C0A23">
      <w:pPr>
        <w:pStyle w:val="Heading4"/>
      </w:pPr>
      <w:r>
        <w:lastRenderedPageBreak/>
        <w:t>Road deaths</w:t>
      </w:r>
    </w:p>
    <w:p w:rsidR="00C753D8" w:rsidRDefault="00C753D8" w:rsidP="00C753D8">
      <w:pPr>
        <w:pStyle w:val="BodyText"/>
      </w:pPr>
      <w:r>
        <w:t>‘Road deaths’ is an indicator of governments’ objective of promoting road safety (box</w:t>
      </w:r>
      <w:r w:rsidR="00746AC2">
        <w:t> 6.1</w:t>
      </w:r>
      <w:r w:rsidR="006C0A23">
        <w:t>7</w:t>
      </w:r>
      <w:r>
        <w:t>). One aim of policing is to contribute to a reduction in road crashes and related road deaths and hospitalisations.</w:t>
      </w:r>
    </w:p>
    <w:p w:rsidR="00A443BC" w:rsidRDefault="00A443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43BC" w:rsidTr="008D5A16">
        <w:tc>
          <w:tcPr>
            <w:tcW w:w="8771" w:type="dxa"/>
            <w:tcBorders>
              <w:top w:val="single" w:sz="6" w:space="0" w:color="78A22F"/>
              <w:left w:val="nil"/>
              <w:bottom w:val="nil"/>
              <w:right w:val="nil"/>
            </w:tcBorders>
            <w:shd w:val="clear" w:color="auto" w:fill="F2F2F2"/>
          </w:tcPr>
          <w:p w:rsidR="00A443BC" w:rsidRDefault="00A443BC">
            <w:pPr>
              <w:pStyle w:val="BoxTitle"/>
            </w:pPr>
            <w:r>
              <w:rPr>
                <w:b w:val="0"/>
              </w:rPr>
              <w:t xml:space="preserve">Box </w:t>
            </w:r>
            <w:bookmarkStart w:id="44" w:name="OLE_LINK44"/>
            <w:r w:rsidR="00702C99">
              <w:rPr>
                <w:b w:val="0"/>
              </w:rPr>
              <w:t>6.</w:t>
            </w:r>
            <w:r w:rsidR="00740D20">
              <w:rPr>
                <w:b w:val="0"/>
                <w:noProof/>
              </w:rPr>
              <w:t>17</w:t>
            </w:r>
            <w:bookmarkEnd w:id="44"/>
            <w:r>
              <w:tab/>
              <w:t>Road deaths</w:t>
            </w:r>
          </w:p>
        </w:tc>
      </w:tr>
      <w:tr w:rsidR="00A443BC" w:rsidTr="008D5A16">
        <w:trPr>
          <w:cantSplit/>
        </w:trPr>
        <w:tc>
          <w:tcPr>
            <w:tcW w:w="8771" w:type="dxa"/>
            <w:tcBorders>
              <w:top w:val="nil"/>
              <w:left w:val="nil"/>
              <w:bottom w:val="nil"/>
              <w:right w:val="nil"/>
            </w:tcBorders>
            <w:shd w:val="clear" w:color="auto" w:fill="F2F2F2"/>
          </w:tcPr>
          <w:p w:rsidR="00A443BC" w:rsidRDefault="00A443BC" w:rsidP="00A443BC">
            <w:pPr>
              <w:pStyle w:val="Box"/>
            </w:pPr>
            <w:r>
              <w:t>‘Road deaths’ is defined as the number of road deaths per 100</w:t>
            </w:r>
            <w:r w:rsidR="00C1027F">
              <w:t> </w:t>
            </w:r>
            <w:r>
              <w:t>000 registered vehicles.</w:t>
            </w:r>
          </w:p>
          <w:p w:rsidR="00A443BC" w:rsidRDefault="00A443BC" w:rsidP="00A443BC">
            <w:pPr>
              <w:pStyle w:val="Box"/>
            </w:pPr>
            <w:r>
              <w:t>A low or decreasing rate of road deaths per 100</w:t>
            </w:r>
            <w:r w:rsidR="00C1027F">
              <w:t> </w:t>
            </w:r>
            <w:r>
              <w:t xml:space="preserve">000 registered vehicles is desirable. </w:t>
            </w:r>
          </w:p>
          <w:p w:rsidR="00A443BC" w:rsidRDefault="00A443BC" w:rsidP="00A443BC">
            <w:pPr>
              <w:pStyle w:val="Box"/>
            </w:pPr>
            <w:r>
              <w:t>The rate of road deaths is affected by a number of factors in addition to activities undertaken by police services, such as the condition of roads, driver education and media campaigns.</w:t>
            </w:r>
          </w:p>
          <w:p w:rsidR="00A443BC" w:rsidRDefault="00A443BC" w:rsidP="00A443BC">
            <w:pPr>
              <w:pStyle w:val="Box"/>
            </w:pPr>
            <w:r>
              <w:t>Data reported for this measure are:</w:t>
            </w:r>
          </w:p>
          <w:p w:rsidR="00A443BC" w:rsidRDefault="00A443BC" w:rsidP="00A443BC">
            <w:pPr>
              <w:pStyle w:val="BoxListBullet"/>
            </w:pPr>
            <w:r>
              <w:t>comparable (subject to caveats) across jurisdictions and over time</w:t>
            </w:r>
          </w:p>
          <w:p w:rsidR="00A443BC" w:rsidRDefault="00A443BC" w:rsidP="00A443BC">
            <w:pPr>
              <w:pStyle w:val="BoxListBullet"/>
            </w:pPr>
            <w:r>
              <w:t>complete for the current reporting period (subject to caveats). All required 201</w:t>
            </w:r>
            <w:r w:rsidR="00A20008">
              <w:t>4</w:t>
            </w:r>
            <w:r w:rsidR="00C1027F">
              <w:noBreakHyphen/>
            </w:r>
            <w:r>
              <w:t>1</w:t>
            </w:r>
            <w:r w:rsidR="00A20008">
              <w:t>5</w:t>
            </w:r>
            <w:r>
              <w:t xml:space="preserve"> data are available for all jurisdictions.</w:t>
            </w:r>
          </w:p>
          <w:p w:rsidR="00A443BC" w:rsidRPr="00A443BC" w:rsidRDefault="00A443BC" w:rsidP="00B53769">
            <w:pPr>
              <w:pStyle w:val="Box"/>
            </w:pPr>
            <w:r w:rsidRPr="00A07C11">
              <w:t>Data quality information for this indicator</w:t>
            </w:r>
            <w:r w:rsidR="00105265" w:rsidRPr="00A07C11">
              <w:t xml:space="preserve"> is at </w:t>
            </w:r>
            <w:proofErr w:type="spellStart"/>
            <w:r w:rsidR="00C9771F" w:rsidRPr="00A07C11">
              <w:t>www.pc.gov.au</w:t>
            </w:r>
            <w:proofErr w:type="spellEnd"/>
            <w:r w:rsidR="00C9771F" w:rsidRPr="00A07C11">
              <w:t>/</w:t>
            </w:r>
            <w:proofErr w:type="spellStart"/>
            <w:r w:rsidR="00C9771F" w:rsidRPr="00A07C11">
              <w:t>rogs</w:t>
            </w:r>
            <w:proofErr w:type="spellEnd"/>
            <w:r w:rsidR="00C9771F" w:rsidRPr="00A07C11">
              <w:t>/2016</w:t>
            </w:r>
            <w:r w:rsidRPr="00A07C11">
              <w:t>.</w:t>
            </w:r>
          </w:p>
        </w:tc>
      </w:tr>
      <w:tr w:rsidR="00A443BC" w:rsidTr="008D5A16">
        <w:trPr>
          <w:cantSplit/>
        </w:trPr>
        <w:tc>
          <w:tcPr>
            <w:tcW w:w="8771" w:type="dxa"/>
            <w:tcBorders>
              <w:top w:val="nil"/>
              <w:left w:val="nil"/>
              <w:bottom w:val="single" w:sz="6" w:space="0" w:color="78A22F"/>
              <w:right w:val="nil"/>
            </w:tcBorders>
            <w:shd w:val="clear" w:color="auto" w:fill="F2F2F2"/>
          </w:tcPr>
          <w:p w:rsidR="00A443BC" w:rsidRDefault="00A443BC">
            <w:pPr>
              <w:pStyle w:val="Box"/>
              <w:spacing w:before="0" w:line="120" w:lineRule="exact"/>
            </w:pPr>
          </w:p>
        </w:tc>
      </w:tr>
      <w:tr w:rsidR="00A443BC" w:rsidRPr="000863A5" w:rsidTr="008D5A16">
        <w:tc>
          <w:tcPr>
            <w:tcW w:w="8771" w:type="dxa"/>
            <w:tcBorders>
              <w:top w:val="single" w:sz="6" w:space="0" w:color="78A22F"/>
              <w:left w:val="nil"/>
              <w:bottom w:val="nil"/>
              <w:right w:val="nil"/>
            </w:tcBorders>
          </w:tcPr>
          <w:p w:rsidR="00A443BC" w:rsidRPr="00626D32" w:rsidRDefault="00A443BC" w:rsidP="008D5A16">
            <w:pPr>
              <w:pStyle w:val="BoxSpaceBelow"/>
            </w:pPr>
          </w:p>
        </w:tc>
      </w:tr>
    </w:tbl>
    <w:p w:rsidR="00746AC2" w:rsidRDefault="00D00A40" w:rsidP="00C753D8">
      <w:pPr>
        <w:pStyle w:val="BodyText"/>
      </w:pPr>
      <w:r w:rsidRPr="00D00A40">
        <w:t>Nationally over the period 2005</w:t>
      </w:r>
      <w:r w:rsidR="00C1027F">
        <w:noBreakHyphen/>
      </w:r>
      <w:r w:rsidRPr="00D00A40">
        <w:t>06 to 2014</w:t>
      </w:r>
      <w:r w:rsidR="00C1027F">
        <w:noBreakHyphen/>
      </w:r>
      <w:r w:rsidRPr="00D00A40">
        <w:t xml:space="preserve">15, there has been a reduction in the number of road deaths (from 1647 </w:t>
      </w:r>
      <w:r w:rsidRPr="00272CC3">
        <w:t>to 11</w:t>
      </w:r>
      <w:r w:rsidR="0026533A" w:rsidRPr="00272CC3">
        <w:t>71</w:t>
      </w:r>
      <w:r w:rsidRPr="00272CC3">
        <w:t>) and the rate of road deaths per 100 000 registered vehicles (from 11.5 to 6.</w:t>
      </w:r>
      <w:r w:rsidR="0026533A" w:rsidRPr="00272CC3">
        <w:t>5</w:t>
      </w:r>
      <w:r w:rsidRPr="00272CC3">
        <w:t xml:space="preserve">) (table </w:t>
      </w:r>
      <w:proofErr w:type="spellStart"/>
      <w:r w:rsidRPr="00272CC3">
        <w:t>6A</w:t>
      </w:r>
      <w:r w:rsidRPr="00D00A40">
        <w:t>.36</w:t>
      </w:r>
      <w:proofErr w:type="spellEnd"/>
      <w:r w:rsidRPr="00D00A40">
        <w:t xml:space="preserve"> [for years prior to 2010</w:t>
      </w:r>
      <w:r w:rsidR="00C1027F">
        <w:noBreakHyphen/>
      </w:r>
      <w:r w:rsidRPr="00D00A40">
        <w:t>11] and figure 6.24).</w:t>
      </w:r>
    </w:p>
    <w:p w:rsidR="00D002C7" w:rsidRDefault="00D002C7" w:rsidP="00766C2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002C7" w:rsidTr="00766C27">
        <w:tc>
          <w:tcPr>
            <w:tcW w:w="8771" w:type="dxa"/>
            <w:tcBorders>
              <w:top w:val="single" w:sz="6" w:space="0" w:color="78A22F"/>
              <w:left w:val="nil"/>
              <w:bottom w:val="nil"/>
              <w:right w:val="nil"/>
            </w:tcBorders>
            <w:shd w:val="clear" w:color="auto" w:fill="auto"/>
          </w:tcPr>
          <w:p w:rsidR="00D002C7" w:rsidRPr="00176D3F" w:rsidRDefault="00D002C7" w:rsidP="00D002C7">
            <w:pPr>
              <w:pStyle w:val="FigureTitle"/>
            </w:pPr>
            <w:r w:rsidRPr="00784A05">
              <w:rPr>
                <w:b w:val="0"/>
              </w:rPr>
              <w:t xml:space="preserve">Figure </w:t>
            </w:r>
            <w:r>
              <w:rPr>
                <w:b w:val="0"/>
              </w:rPr>
              <w:t>6.</w:t>
            </w:r>
            <w:r w:rsidR="00740D20">
              <w:rPr>
                <w:b w:val="0"/>
                <w:noProof/>
              </w:rPr>
              <w:t>24</w:t>
            </w:r>
            <w:r>
              <w:tab/>
              <w:t>Road deaths per 100 000 registered vehicles</w:t>
            </w:r>
            <w:r w:rsidRPr="00481C0C">
              <w:rPr>
                <w:rStyle w:val="NoteLabel"/>
                <w:b/>
              </w:rPr>
              <w:t>a</w:t>
            </w:r>
          </w:p>
        </w:tc>
      </w:tr>
      <w:tr w:rsidR="00D002C7" w:rsidTr="00766C2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002C7" w:rsidTr="00766C27">
              <w:trPr>
                <w:jc w:val="center"/>
              </w:trPr>
              <w:tc>
                <w:tcPr>
                  <w:tcW w:w="5000" w:type="pct"/>
                  <w:tcBorders>
                    <w:top w:val="nil"/>
                    <w:bottom w:val="nil"/>
                  </w:tcBorders>
                </w:tcPr>
                <w:p w:rsidR="00D002C7" w:rsidRDefault="00842F0F" w:rsidP="00766C27">
                  <w:pPr>
                    <w:pStyle w:val="Figure"/>
                    <w:spacing w:before="60" w:after="60"/>
                  </w:pPr>
                  <w:r>
                    <w:rPr>
                      <w:noProof/>
                    </w:rPr>
                    <w:drawing>
                      <wp:inline distT="0" distB="0" distL="0" distR="0">
                        <wp:extent cx="5391150" cy="2683510"/>
                        <wp:effectExtent l="0" t="0" r="0" b="2540"/>
                        <wp:docPr id="28" name="Picture 28" descr="Figure 6.24 Road deaths per 100 000 registered vehicl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D002C7" w:rsidRDefault="00D002C7" w:rsidP="00766C27">
            <w:pPr>
              <w:pStyle w:val="Figure"/>
            </w:pPr>
          </w:p>
        </w:tc>
      </w:tr>
      <w:tr w:rsidR="00D002C7" w:rsidRPr="00176D3F" w:rsidTr="00766C27">
        <w:tc>
          <w:tcPr>
            <w:tcW w:w="8771" w:type="dxa"/>
            <w:tcBorders>
              <w:top w:val="nil"/>
              <w:left w:val="nil"/>
              <w:bottom w:val="nil"/>
              <w:right w:val="nil"/>
            </w:tcBorders>
            <w:shd w:val="clear" w:color="auto" w:fill="auto"/>
          </w:tcPr>
          <w:p w:rsidR="00D002C7" w:rsidRPr="00B154C8" w:rsidRDefault="00D002C7" w:rsidP="00766C27">
            <w:pPr>
              <w:pStyle w:val="Note"/>
            </w:pPr>
            <w:r w:rsidRPr="00B154C8">
              <w:rPr>
                <w:rStyle w:val="NoteLabel"/>
              </w:rPr>
              <w:t>a</w:t>
            </w:r>
            <w:r w:rsidRPr="00B154C8">
              <w:t xml:space="preserve"> See box 6.1</w:t>
            </w:r>
            <w:r>
              <w:t>7</w:t>
            </w:r>
            <w:r w:rsidRPr="00B154C8">
              <w:t xml:space="preserve"> and table </w:t>
            </w:r>
            <w:proofErr w:type="spellStart"/>
            <w:r w:rsidRPr="00B154C8">
              <w:t>6A.36</w:t>
            </w:r>
            <w:proofErr w:type="spellEnd"/>
            <w:r w:rsidRPr="00B154C8">
              <w:t xml:space="preserve"> for detailed definitions, footnotes and caveats.</w:t>
            </w:r>
          </w:p>
        </w:tc>
      </w:tr>
      <w:tr w:rsidR="00D002C7" w:rsidRPr="00176D3F" w:rsidTr="00766C27">
        <w:tc>
          <w:tcPr>
            <w:tcW w:w="8771" w:type="dxa"/>
            <w:tcBorders>
              <w:top w:val="nil"/>
              <w:left w:val="nil"/>
              <w:bottom w:val="nil"/>
              <w:right w:val="nil"/>
            </w:tcBorders>
            <w:shd w:val="clear" w:color="auto" w:fill="auto"/>
          </w:tcPr>
          <w:p w:rsidR="00D002C7" w:rsidRPr="00B154C8" w:rsidRDefault="00D002C7" w:rsidP="00766C27">
            <w:pPr>
              <w:pStyle w:val="Source"/>
            </w:pPr>
            <w:r w:rsidRPr="00B154C8">
              <w:rPr>
                <w:i/>
              </w:rPr>
              <w:t>Source</w:t>
            </w:r>
            <w:r w:rsidRPr="00C1027F">
              <w:t>:</w:t>
            </w:r>
            <w:r w:rsidRPr="00B154C8">
              <w:t xml:space="preserve"> Australian Road Fatality Statistics at </w:t>
            </w:r>
            <w:proofErr w:type="spellStart"/>
            <w:r w:rsidRPr="00B154C8">
              <w:t>www.bitre.gov.au</w:t>
            </w:r>
            <w:proofErr w:type="spellEnd"/>
            <w:r w:rsidRPr="00B154C8">
              <w:t>/; ABS (</w:t>
            </w:r>
            <w:proofErr w:type="spellStart"/>
            <w:r w:rsidRPr="00B154C8">
              <w:t>201</w:t>
            </w:r>
            <w:r>
              <w:t>5</w:t>
            </w:r>
            <w:r w:rsidRPr="00B154C8">
              <w:t>c</w:t>
            </w:r>
            <w:proofErr w:type="spellEnd"/>
            <w:r w:rsidRPr="00B154C8">
              <w:t xml:space="preserve">) </w:t>
            </w:r>
            <w:r w:rsidRPr="00C00FBC">
              <w:t xml:space="preserve">Motor Vehicle Census (various years), Australia, Cat. no. 9309.0; table </w:t>
            </w:r>
            <w:proofErr w:type="spellStart"/>
            <w:r w:rsidRPr="00C00FBC">
              <w:t>6A.36</w:t>
            </w:r>
            <w:proofErr w:type="spellEnd"/>
            <w:r w:rsidRPr="00C00FBC">
              <w:t>.</w:t>
            </w:r>
          </w:p>
        </w:tc>
      </w:tr>
      <w:tr w:rsidR="00D002C7" w:rsidTr="00766C27">
        <w:tc>
          <w:tcPr>
            <w:tcW w:w="8771" w:type="dxa"/>
            <w:tcBorders>
              <w:top w:val="nil"/>
              <w:left w:val="nil"/>
              <w:bottom w:val="single" w:sz="6" w:space="0" w:color="78A22F"/>
              <w:right w:val="nil"/>
            </w:tcBorders>
            <w:shd w:val="clear" w:color="auto" w:fill="auto"/>
          </w:tcPr>
          <w:p w:rsidR="00D002C7" w:rsidRDefault="00D002C7" w:rsidP="00766C27">
            <w:pPr>
              <w:pStyle w:val="Figurespace"/>
            </w:pPr>
          </w:p>
        </w:tc>
      </w:tr>
      <w:tr w:rsidR="00D002C7" w:rsidRPr="000863A5" w:rsidTr="00766C27">
        <w:tc>
          <w:tcPr>
            <w:tcW w:w="8771" w:type="dxa"/>
            <w:tcBorders>
              <w:top w:val="single" w:sz="6" w:space="0" w:color="78A22F"/>
              <w:left w:val="nil"/>
              <w:bottom w:val="nil"/>
              <w:right w:val="nil"/>
            </w:tcBorders>
          </w:tcPr>
          <w:p w:rsidR="00D002C7" w:rsidRPr="00626D32" w:rsidRDefault="00D002C7" w:rsidP="00766C27">
            <w:pPr>
              <w:pStyle w:val="BoxSpaceBelow"/>
            </w:pPr>
          </w:p>
        </w:tc>
      </w:tr>
    </w:tbl>
    <w:p w:rsidR="00C753D8" w:rsidRDefault="007D14A8" w:rsidP="00D00A40">
      <w:pPr>
        <w:pStyle w:val="Heading4"/>
      </w:pPr>
      <w:r>
        <w:lastRenderedPageBreak/>
        <w:t xml:space="preserve">Land transport hospitalisations </w:t>
      </w:r>
      <w:r w:rsidR="00C753D8">
        <w:t>per registered vehicle</w:t>
      </w:r>
    </w:p>
    <w:p w:rsidR="00C753D8" w:rsidRDefault="00C753D8" w:rsidP="00C753D8">
      <w:pPr>
        <w:pStyle w:val="BodyText"/>
      </w:pPr>
      <w:r>
        <w:t>‘Land transport hospitalisations per registered vehicle’ is an indicator of governments’ objective of promoting road safety (box</w:t>
      </w:r>
      <w:r w:rsidR="00BE39A6">
        <w:t xml:space="preserve"> 6.</w:t>
      </w:r>
      <w:r w:rsidR="00D00A40">
        <w:t>18</w:t>
      </w:r>
      <w:r>
        <w:t>).</w:t>
      </w:r>
    </w:p>
    <w:p w:rsidR="00A443BC" w:rsidRDefault="00A443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43BC" w:rsidTr="008D5A16">
        <w:tc>
          <w:tcPr>
            <w:tcW w:w="8771" w:type="dxa"/>
            <w:tcBorders>
              <w:top w:val="single" w:sz="6" w:space="0" w:color="78A22F"/>
              <w:left w:val="nil"/>
              <w:bottom w:val="nil"/>
              <w:right w:val="nil"/>
            </w:tcBorders>
            <w:shd w:val="clear" w:color="auto" w:fill="F2F2F2"/>
          </w:tcPr>
          <w:p w:rsidR="00A443BC" w:rsidRDefault="00A443BC">
            <w:pPr>
              <w:pStyle w:val="BoxTitle"/>
            </w:pPr>
            <w:r>
              <w:rPr>
                <w:b w:val="0"/>
              </w:rPr>
              <w:t xml:space="preserve">Box </w:t>
            </w:r>
            <w:bookmarkStart w:id="45" w:name="OLE_LINK46"/>
            <w:r w:rsidR="00702C99">
              <w:rPr>
                <w:b w:val="0"/>
              </w:rPr>
              <w:t>6.</w:t>
            </w:r>
            <w:r w:rsidR="00740D20">
              <w:rPr>
                <w:b w:val="0"/>
                <w:noProof/>
              </w:rPr>
              <w:t>18</w:t>
            </w:r>
            <w:bookmarkEnd w:id="45"/>
            <w:r>
              <w:tab/>
              <w:t>Land transport hospitalisations per registered vehicle</w:t>
            </w:r>
          </w:p>
        </w:tc>
      </w:tr>
      <w:tr w:rsidR="00A443BC" w:rsidTr="008D5A16">
        <w:trPr>
          <w:cantSplit/>
        </w:trPr>
        <w:tc>
          <w:tcPr>
            <w:tcW w:w="8771" w:type="dxa"/>
            <w:tcBorders>
              <w:top w:val="nil"/>
              <w:left w:val="nil"/>
              <w:bottom w:val="nil"/>
              <w:right w:val="nil"/>
            </w:tcBorders>
            <w:shd w:val="clear" w:color="auto" w:fill="F2F2F2"/>
          </w:tcPr>
          <w:p w:rsidR="00A443BC" w:rsidRDefault="00A443BC" w:rsidP="00A443BC">
            <w:pPr>
              <w:pStyle w:val="Box"/>
            </w:pPr>
            <w:r>
              <w:t>‘Land transport hospitalisations per registered vehicle’ is defined as the number of hospitalisations from traffic accidents per 100</w:t>
            </w:r>
            <w:r w:rsidR="00C1027F">
              <w:t> </w:t>
            </w:r>
            <w:r>
              <w:t>000 registered vehicles.</w:t>
            </w:r>
          </w:p>
          <w:p w:rsidR="00A443BC" w:rsidRDefault="00A443BC" w:rsidP="00A443BC">
            <w:pPr>
              <w:pStyle w:val="Box"/>
            </w:pPr>
            <w:r>
              <w:t>A low or decreasing number of hospitalisations from traffic accidents per 100</w:t>
            </w:r>
            <w:r w:rsidR="00C1027F">
              <w:t> </w:t>
            </w:r>
            <w:r>
              <w:t xml:space="preserve">000 registered vehicles is desirable. </w:t>
            </w:r>
          </w:p>
          <w:p w:rsidR="00A443BC" w:rsidRDefault="00A443BC" w:rsidP="00A443BC">
            <w:pPr>
              <w:pStyle w:val="Box"/>
            </w:pPr>
            <w:r>
              <w:t xml:space="preserve">Hospitalisations from traffic accidents </w:t>
            </w:r>
            <w:r w:rsidR="005B74CF">
              <w:t>are</w:t>
            </w:r>
            <w:r>
              <w:t xml:space="preserve"> affected by a number of factors in addition to activities undertaken by police services, such as the condition of roads, driver education and media campaigns.</w:t>
            </w:r>
          </w:p>
          <w:p w:rsidR="00A443BC" w:rsidRDefault="00A443BC" w:rsidP="00A443BC">
            <w:pPr>
              <w:pStyle w:val="Box"/>
            </w:pPr>
            <w:r>
              <w:t>Data reported for this measure are:</w:t>
            </w:r>
          </w:p>
          <w:p w:rsidR="00A443BC" w:rsidRDefault="00A443BC" w:rsidP="00A443BC">
            <w:pPr>
              <w:pStyle w:val="BoxListBullet"/>
            </w:pPr>
            <w:r>
              <w:t>comparable (subject to caveats) across jurisdictions and over time</w:t>
            </w:r>
          </w:p>
          <w:p w:rsidR="00A443BC" w:rsidRDefault="00A443BC" w:rsidP="00A443BC">
            <w:pPr>
              <w:pStyle w:val="BoxListBullet"/>
            </w:pPr>
            <w:r>
              <w:t>complete for the current reporting period (subject to caveats). All required 201</w:t>
            </w:r>
            <w:r w:rsidR="00A20008">
              <w:t>3</w:t>
            </w:r>
            <w:r w:rsidR="00C1027F">
              <w:noBreakHyphen/>
            </w:r>
            <w:r>
              <w:t>1</w:t>
            </w:r>
            <w:r w:rsidR="00A20008">
              <w:t>4</w:t>
            </w:r>
            <w:r w:rsidR="00B04199">
              <w:t xml:space="preserve"> </w:t>
            </w:r>
            <w:r>
              <w:t>data are available for all jurisdictions.</w:t>
            </w:r>
          </w:p>
          <w:p w:rsidR="00A443BC" w:rsidRDefault="00A443BC" w:rsidP="00B04199">
            <w:pPr>
              <w:pStyle w:val="Box"/>
            </w:pPr>
            <w:r w:rsidRPr="00673379">
              <w:t xml:space="preserve">Data quality information for this indicator is at </w:t>
            </w:r>
            <w:proofErr w:type="spellStart"/>
            <w:r w:rsidR="00C9771F" w:rsidRPr="00673379">
              <w:t>www.pc.gov.au</w:t>
            </w:r>
            <w:proofErr w:type="spellEnd"/>
            <w:r w:rsidR="00C9771F" w:rsidRPr="00673379">
              <w:t>/</w:t>
            </w:r>
            <w:proofErr w:type="spellStart"/>
            <w:r w:rsidR="00C9771F" w:rsidRPr="00673379">
              <w:t>rogs</w:t>
            </w:r>
            <w:proofErr w:type="spellEnd"/>
            <w:r w:rsidR="00C9771F" w:rsidRPr="00673379">
              <w:t>/2016</w:t>
            </w:r>
            <w:r w:rsidRPr="00673379">
              <w:t>.</w:t>
            </w:r>
          </w:p>
        </w:tc>
      </w:tr>
      <w:tr w:rsidR="00A443BC" w:rsidTr="008D5A16">
        <w:trPr>
          <w:cantSplit/>
        </w:trPr>
        <w:tc>
          <w:tcPr>
            <w:tcW w:w="8771" w:type="dxa"/>
            <w:tcBorders>
              <w:top w:val="nil"/>
              <w:left w:val="nil"/>
              <w:bottom w:val="single" w:sz="6" w:space="0" w:color="78A22F"/>
              <w:right w:val="nil"/>
            </w:tcBorders>
            <w:shd w:val="clear" w:color="auto" w:fill="F2F2F2"/>
          </w:tcPr>
          <w:p w:rsidR="00A443BC" w:rsidRDefault="00A443BC">
            <w:pPr>
              <w:pStyle w:val="Box"/>
              <w:spacing w:before="0" w:line="120" w:lineRule="exact"/>
            </w:pPr>
          </w:p>
        </w:tc>
      </w:tr>
      <w:tr w:rsidR="00A443BC" w:rsidRPr="000863A5" w:rsidTr="008D5A16">
        <w:tc>
          <w:tcPr>
            <w:tcW w:w="8771" w:type="dxa"/>
            <w:tcBorders>
              <w:top w:val="single" w:sz="6" w:space="0" w:color="78A22F"/>
              <w:left w:val="nil"/>
              <w:bottom w:val="nil"/>
              <w:right w:val="nil"/>
            </w:tcBorders>
          </w:tcPr>
          <w:p w:rsidR="00A443BC" w:rsidRPr="00626D32" w:rsidRDefault="00A443BC" w:rsidP="008D5A16">
            <w:pPr>
              <w:pStyle w:val="BoxSpaceBelow"/>
            </w:pPr>
          </w:p>
        </w:tc>
      </w:tr>
    </w:tbl>
    <w:p w:rsidR="00C753D8" w:rsidRDefault="00C753D8" w:rsidP="0054057B">
      <w:pPr>
        <w:pStyle w:val="BodyText"/>
      </w:pPr>
      <w:r>
        <w:t xml:space="preserve">Nationally, there </w:t>
      </w:r>
      <w:r w:rsidRPr="00272CC3">
        <w:t xml:space="preserve">were </w:t>
      </w:r>
      <w:r w:rsidR="002A3374" w:rsidRPr="00272CC3">
        <w:t>22</w:t>
      </w:r>
      <w:r w:rsidR="004F2C7C" w:rsidRPr="00272CC3">
        <w:t>9</w:t>
      </w:r>
      <w:r w:rsidRPr="00272CC3">
        <w:t xml:space="preserve"> land</w:t>
      </w:r>
      <w:r w:rsidRPr="00021FB8">
        <w:t xml:space="preserve"> </w:t>
      </w:r>
      <w:r>
        <w:t>transport hospitalisations per 100 000 registered vehicles in 201</w:t>
      </w:r>
      <w:r w:rsidR="00A20008">
        <w:t>3</w:t>
      </w:r>
      <w:r w:rsidR="00C1027F">
        <w:noBreakHyphen/>
      </w:r>
      <w:r>
        <w:t>1</w:t>
      </w:r>
      <w:r w:rsidR="00A20008">
        <w:t>4</w:t>
      </w:r>
      <w:r w:rsidR="00D00A40">
        <w:t xml:space="preserve"> </w:t>
      </w:r>
      <w:r>
        <w:t xml:space="preserve">(figure </w:t>
      </w:r>
      <w:r w:rsidR="00EB6C66">
        <w:t>6.2</w:t>
      </w:r>
      <w:r w:rsidR="00B65B32">
        <w:t>5</w:t>
      </w:r>
      <w:r>
        <w:t xml:space="preserve">). </w:t>
      </w:r>
    </w:p>
    <w:p w:rsidR="00D002C7" w:rsidRDefault="00D002C7" w:rsidP="00766C2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002C7" w:rsidTr="00766C27">
        <w:tc>
          <w:tcPr>
            <w:tcW w:w="8771" w:type="dxa"/>
            <w:tcBorders>
              <w:top w:val="single" w:sz="6" w:space="0" w:color="78A22F"/>
              <w:left w:val="nil"/>
              <w:bottom w:val="nil"/>
              <w:right w:val="nil"/>
            </w:tcBorders>
            <w:shd w:val="clear" w:color="auto" w:fill="auto"/>
          </w:tcPr>
          <w:p w:rsidR="00D002C7" w:rsidRPr="00176D3F" w:rsidRDefault="00D002C7" w:rsidP="00766C27">
            <w:pPr>
              <w:pStyle w:val="FigureTitle"/>
            </w:pPr>
            <w:r w:rsidRPr="00784A05">
              <w:rPr>
                <w:b w:val="0"/>
              </w:rPr>
              <w:t xml:space="preserve">Figure </w:t>
            </w:r>
            <w:r>
              <w:rPr>
                <w:b w:val="0"/>
              </w:rPr>
              <w:t>6.</w:t>
            </w:r>
            <w:r w:rsidR="00740D20">
              <w:rPr>
                <w:b w:val="0"/>
                <w:noProof/>
              </w:rPr>
              <w:t>25</w:t>
            </w:r>
            <w:r>
              <w:tab/>
              <w:t>Land transport hospitalisations per 100 000 registered vehicles</w:t>
            </w:r>
            <w:r w:rsidRPr="00481C0C">
              <w:rPr>
                <w:rStyle w:val="NoteLabel"/>
                <w:b/>
              </w:rPr>
              <w:t>a</w:t>
            </w:r>
          </w:p>
        </w:tc>
      </w:tr>
      <w:tr w:rsidR="00D002C7" w:rsidTr="00766C2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002C7" w:rsidTr="00766C27">
              <w:trPr>
                <w:jc w:val="center"/>
              </w:trPr>
              <w:tc>
                <w:tcPr>
                  <w:tcW w:w="5000" w:type="pct"/>
                  <w:tcBorders>
                    <w:top w:val="nil"/>
                    <w:bottom w:val="nil"/>
                  </w:tcBorders>
                </w:tcPr>
                <w:p w:rsidR="00D002C7" w:rsidRDefault="00842F0F" w:rsidP="00766C27">
                  <w:pPr>
                    <w:pStyle w:val="Figure"/>
                    <w:spacing w:before="60" w:after="60"/>
                  </w:pPr>
                  <w:r>
                    <w:rPr>
                      <w:noProof/>
                    </w:rPr>
                    <w:drawing>
                      <wp:inline distT="0" distB="0" distL="0" distR="0">
                        <wp:extent cx="5391150" cy="2422525"/>
                        <wp:effectExtent l="0" t="0" r="0" b="0"/>
                        <wp:docPr id="29" name="Picture 29" descr="Figure 6.25 Land transport hospitalisations per 100 000 registered vehicl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1150" cy="2422525"/>
                                </a:xfrm>
                                <a:prstGeom prst="rect">
                                  <a:avLst/>
                                </a:prstGeom>
                                <a:noFill/>
                                <a:ln>
                                  <a:noFill/>
                                </a:ln>
                              </pic:spPr>
                            </pic:pic>
                          </a:graphicData>
                        </a:graphic>
                      </wp:inline>
                    </w:drawing>
                  </w:r>
                </w:p>
              </w:tc>
            </w:tr>
          </w:tbl>
          <w:p w:rsidR="00D002C7" w:rsidRDefault="00D002C7" w:rsidP="00766C27">
            <w:pPr>
              <w:pStyle w:val="Figure"/>
            </w:pPr>
          </w:p>
        </w:tc>
      </w:tr>
      <w:tr w:rsidR="00D002C7" w:rsidRPr="00176D3F" w:rsidTr="00766C27">
        <w:tc>
          <w:tcPr>
            <w:tcW w:w="8771" w:type="dxa"/>
            <w:tcBorders>
              <w:top w:val="nil"/>
              <w:left w:val="nil"/>
              <w:bottom w:val="nil"/>
              <w:right w:val="nil"/>
            </w:tcBorders>
            <w:shd w:val="clear" w:color="auto" w:fill="auto"/>
          </w:tcPr>
          <w:p w:rsidR="00D002C7" w:rsidRPr="00176D3F" w:rsidRDefault="00D002C7" w:rsidP="00766C27">
            <w:pPr>
              <w:pStyle w:val="Note"/>
            </w:pPr>
            <w:r>
              <w:rPr>
                <w:rStyle w:val="NoteLabel"/>
              </w:rPr>
              <w:t>a</w:t>
            </w:r>
            <w:r>
              <w:t xml:space="preserve"> See box 6.18</w:t>
            </w:r>
            <w:r w:rsidRPr="00C602B2">
              <w:t xml:space="preserve"> and </w:t>
            </w:r>
            <w:r w:rsidRPr="003041C9">
              <w:t xml:space="preserve">table </w:t>
            </w:r>
            <w:proofErr w:type="spellStart"/>
            <w:r w:rsidRPr="00590CF6">
              <w:t>6A.</w:t>
            </w:r>
            <w:r>
              <w:t>37</w:t>
            </w:r>
            <w:proofErr w:type="spellEnd"/>
            <w:r>
              <w:t xml:space="preserve"> </w:t>
            </w:r>
            <w:r w:rsidRPr="00C602B2">
              <w:t>for detailed definitions, footnotes and caveats</w:t>
            </w:r>
            <w:r>
              <w:t>.</w:t>
            </w:r>
          </w:p>
        </w:tc>
      </w:tr>
      <w:tr w:rsidR="00D002C7" w:rsidRPr="00176D3F" w:rsidTr="00766C27">
        <w:tc>
          <w:tcPr>
            <w:tcW w:w="8771" w:type="dxa"/>
            <w:tcBorders>
              <w:top w:val="nil"/>
              <w:left w:val="nil"/>
              <w:bottom w:val="nil"/>
              <w:right w:val="nil"/>
            </w:tcBorders>
            <w:shd w:val="clear" w:color="auto" w:fill="auto"/>
          </w:tcPr>
          <w:p w:rsidR="00D002C7" w:rsidRPr="00176D3F" w:rsidRDefault="00D002C7" w:rsidP="00766C27">
            <w:pPr>
              <w:pStyle w:val="Source"/>
            </w:pPr>
            <w:r w:rsidRPr="00A443BC">
              <w:rPr>
                <w:i/>
              </w:rPr>
              <w:t>Source</w:t>
            </w:r>
            <w:r w:rsidRPr="00C1027F">
              <w:t>:</w:t>
            </w:r>
            <w:r>
              <w:t xml:space="preserve"> </w:t>
            </w:r>
            <w:proofErr w:type="spellStart"/>
            <w:r>
              <w:t>AIHW</w:t>
            </w:r>
            <w:proofErr w:type="spellEnd"/>
            <w:r>
              <w:t xml:space="preserve"> (various years) </w:t>
            </w:r>
            <w:r w:rsidRPr="00C00FBC">
              <w:t xml:space="preserve">Australian Hospital Statistics (unpublished); </w:t>
            </w:r>
            <w:r>
              <w:t>ABS (</w:t>
            </w:r>
            <w:proofErr w:type="spellStart"/>
            <w:r>
              <w:t>2015</w:t>
            </w:r>
            <w:r w:rsidRPr="00C00FBC">
              <w:t>c</w:t>
            </w:r>
            <w:proofErr w:type="spellEnd"/>
            <w:r w:rsidRPr="00C00FBC">
              <w:t>) Motor Vehicle Census (various years), Aust</w:t>
            </w:r>
            <w:r>
              <w:t>ralia, Cat</w:t>
            </w:r>
            <w:r w:rsidRPr="009E59D9">
              <w:t>. no. 9309.0; table</w:t>
            </w:r>
            <w:r w:rsidRPr="009E59D9" w:rsidDel="00DB5F84">
              <w:t xml:space="preserve"> </w:t>
            </w:r>
            <w:proofErr w:type="spellStart"/>
            <w:r w:rsidRPr="009E59D9">
              <w:t>6A.37</w:t>
            </w:r>
            <w:proofErr w:type="spellEnd"/>
            <w:r w:rsidRPr="009E59D9">
              <w:t>.</w:t>
            </w:r>
          </w:p>
        </w:tc>
      </w:tr>
      <w:tr w:rsidR="00D002C7" w:rsidTr="00766C27">
        <w:tc>
          <w:tcPr>
            <w:tcW w:w="8771" w:type="dxa"/>
            <w:tcBorders>
              <w:top w:val="nil"/>
              <w:left w:val="nil"/>
              <w:bottom w:val="single" w:sz="6" w:space="0" w:color="78A22F"/>
              <w:right w:val="nil"/>
            </w:tcBorders>
            <w:shd w:val="clear" w:color="auto" w:fill="auto"/>
          </w:tcPr>
          <w:p w:rsidR="00D002C7" w:rsidRDefault="00D002C7" w:rsidP="00766C27">
            <w:pPr>
              <w:pStyle w:val="Figurespace"/>
            </w:pPr>
          </w:p>
        </w:tc>
      </w:tr>
      <w:tr w:rsidR="00D002C7" w:rsidRPr="000863A5" w:rsidTr="00766C27">
        <w:tc>
          <w:tcPr>
            <w:tcW w:w="8771" w:type="dxa"/>
            <w:tcBorders>
              <w:top w:val="single" w:sz="6" w:space="0" w:color="78A22F"/>
              <w:left w:val="nil"/>
              <w:bottom w:val="nil"/>
              <w:right w:val="nil"/>
            </w:tcBorders>
          </w:tcPr>
          <w:p w:rsidR="00D002C7" w:rsidRPr="00626D32" w:rsidRDefault="00D002C7" w:rsidP="00766C27">
            <w:pPr>
              <w:pStyle w:val="BoxSpaceBelow"/>
            </w:pPr>
          </w:p>
        </w:tc>
      </w:tr>
    </w:tbl>
    <w:p w:rsidR="00C753D8" w:rsidRDefault="00C753D8" w:rsidP="00D00A40">
      <w:pPr>
        <w:pStyle w:val="Heading4"/>
      </w:pPr>
      <w:r>
        <w:lastRenderedPageBreak/>
        <w:t xml:space="preserve">Deaths in police custody and </w:t>
      </w:r>
      <w:r w:rsidR="0001200D">
        <w:t>Aboriginal and Torres Strait Islander</w:t>
      </w:r>
      <w:r>
        <w:t xml:space="preserve"> deaths in custody </w:t>
      </w:r>
    </w:p>
    <w:p w:rsidR="00C753D8" w:rsidRDefault="00C753D8" w:rsidP="00C753D8">
      <w:pPr>
        <w:pStyle w:val="BodyText"/>
      </w:pPr>
      <w:r>
        <w:t>‘Deaths in police custody’, and ‘</w:t>
      </w:r>
      <w:r w:rsidR="0001200D">
        <w:t>Aboriginal and Torres Strait Islander</w:t>
      </w:r>
      <w:r>
        <w:t xml:space="preserve"> deaths in police custody’ are indicators of governments’ objective to provide safe custody for alleged offenders, and ensure fair and equitable treatment for both victims and alleged offenders (box </w:t>
      </w:r>
      <w:r w:rsidR="00536CE1">
        <w:t>6.</w:t>
      </w:r>
      <w:r w:rsidR="00D00A40">
        <w:t>19</w:t>
      </w:r>
      <w:r>
        <w:t>).</w:t>
      </w:r>
    </w:p>
    <w:p w:rsidR="0022215A" w:rsidRDefault="002221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215A" w:rsidTr="00172011">
        <w:tc>
          <w:tcPr>
            <w:tcW w:w="8771" w:type="dxa"/>
            <w:tcBorders>
              <w:top w:val="single" w:sz="6" w:space="0" w:color="78A22F"/>
              <w:left w:val="nil"/>
              <w:bottom w:val="nil"/>
              <w:right w:val="nil"/>
            </w:tcBorders>
            <w:shd w:val="clear" w:color="auto" w:fill="F2F2F2"/>
          </w:tcPr>
          <w:p w:rsidR="0022215A" w:rsidRDefault="0022215A">
            <w:pPr>
              <w:pStyle w:val="BoxTitle"/>
            </w:pPr>
            <w:r>
              <w:rPr>
                <w:b w:val="0"/>
              </w:rPr>
              <w:t xml:space="preserve">Box </w:t>
            </w:r>
            <w:bookmarkStart w:id="46" w:name="OLE_LINK51"/>
            <w:r w:rsidR="000B0973">
              <w:rPr>
                <w:b w:val="0"/>
              </w:rPr>
              <w:t>6.</w:t>
            </w:r>
            <w:r w:rsidR="00740D20">
              <w:rPr>
                <w:b w:val="0"/>
                <w:noProof/>
              </w:rPr>
              <w:t>19</w:t>
            </w:r>
            <w:bookmarkEnd w:id="46"/>
            <w:r>
              <w:tab/>
              <w:t xml:space="preserve">Deaths in police custody, and </w:t>
            </w:r>
            <w:r w:rsidR="0001200D">
              <w:t>Aboriginal and Torres Strait Islander</w:t>
            </w:r>
            <w:r>
              <w:t xml:space="preserve"> deaths in police custody</w:t>
            </w:r>
          </w:p>
        </w:tc>
      </w:tr>
      <w:tr w:rsidR="0022215A" w:rsidTr="00172011">
        <w:trPr>
          <w:cantSplit/>
        </w:trPr>
        <w:tc>
          <w:tcPr>
            <w:tcW w:w="8771" w:type="dxa"/>
            <w:tcBorders>
              <w:top w:val="nil"/>
              <w:left w:val="nil"/>
              <w:bottom w:val="nil"/>
              <w:right w:val="nil"/>
            </w:tcBorders>
            <w:shd w:val="clear" w:color="auto" w:fill="F2F2F2"/>
          </w:tcPr>
          <w:p w:rsidR="0022215A" w:rsidRDefault="0022215A" w:rsidP="0022215A">
            <w:pPr>
              <w:pStyle w:val="Box"/>
            </w:pPr>
            <w:r>
              <w:t>‘Deaths in police custody’ and ‘</w:t>
            </w:r>
            <w:r w:rsidR="0001200D">
              <w:t>Aboriginal and Torres Strait Islander</w:t>
            </w:r>
            <w:r>
              <w:t xml:space="preserve"> deaths in police custody’ are defined as the number of non</w:t>
            </w:r>
            <w:r w:rsidR="00C1027F">
              <w:noBreakHyphen/>
            </w:r>
            <w:r w:rsidR="004D5F7A">
              <w:t>Indigenous</w:t>
            </w:r>
            <w:r>
              <w:t xml:space="preserve"> and </w:t>
            </w:r>
            <w:r w:rsidR="0001200D">
              <w:t>Aboriginal and Torres Strait Islander</w:t>
            </w:r>
            <w:r>
              <w:t xml:space="preserve"> deaths in police custody and custody related operations.</w:t>
            </w:r>
          </w:p>
          <w:p w:rsidR="0022215A" w:rsidRDefault="0022215A" w:rsidP="0022215A">
            <w:pPr>
              <w:pStyle w:val="Box"/>
            </w:pPr>
            <w:r>
              <w:t>A low or decreasing number of deaths in custody and custody</w:t>
            </w:r>
            <w:r w:rsidR="00C1027F">
              <w:noBreakHyphen/>
            </w:r>
            <w:r>
              <w:t>related operations is desirable.</w:t>
            </w:r>
          </w:p>
          <w:p w:rsidR="0022215A" w:rsidRDefault="0022215A" w:rsidP="0022215A">
            <w:pPr>
              <w:pStyle w:val="Box"/>
            </w:pPr>
            <w:r>
              <w:t>Data reported for this measure are:</w:t>
            </w:r>
          </w:p>
          <w:p w:rsidR="0022215A" w:rsidRDefault="0022215A" w:rsidP="0022215A">
            <w:pPr>
              <w:pStyle w:val="BoxListBullet"/>
            </w:pPr>
            <w:r>
              <w:t>comparable (subject to caveats) across jurisdictions and over time</w:t>
            </w:r>
          </w:p>
          <w:p w:rsidR="00E748C7" w:rsidRDefault="00E748C7" w:rsidP="00D002C7">
            <w:pPr>
              <w:pStyle w:val="BoxListBullet"/>
            </w:pPr>
            <w:r>
              <w:t xml:space="preserve">complete for the current reporting period (subject to caveats). All required data for </w:t>
            </w:r>
            <w:r w:rsidR="00116F8F">
              <w:t>2014</w:t>
            </w:r>
            <w:r w:rsidR="00C1027F">
              <w:noBreakHyphen/>
            </w:r>
            <w:r w:rsidR="00116F8F">
              <w:t xml:space="preserve">15 </w:t>
            </w:r>
            <w:r>
              <w:t>are available for all jurisdictions except NSW and Vic</w:t>
            </w:r>
            <w:r w:rsidR="00272CC3">
              <w:t>toria</w:t>
            </w:r>
            <w:r>
              <w:t>.</w:t>
            </w:r>
          </w:p>
          <w:p w:rsidR="00916C71" w:rsidRDefault="0022215A" w:rsidP="00E748C7">
            <w:pPr>
              <w:pStyle w:val="Box"/>
            </w:pPr>
            <w:r w:rsidRPr="00E775F8">
              <w:t>Data quality information for this indicator</w:t>
            </w:r>
            <w:r w:rsidR="00105265" w:rsidRPr="00E775F8">
              <w:t xml:space="preserve"> is at </w:t>
            </w:r>
            <w:proofErr w:type="spellStart"/>
            <w:r w:rsidR="00C9771F" w:rsidRPr="00E775F8">
              <w:t>www.pc.gov.au</w:t>
            </w:r>
            <w:proofErr w:type="spellEnd"/>
            <w:r w:rsidR="00C9771F" w:rsidRPr="00E775F8">
              <w:t>/</w:t>
            </w:r>
            <w:proofErr w:type="spellStart"/>
            <w:r w:rsidR="00C9771F" w:rsidRPr="00E775F8">
              <w:t>rogs</w:t>
            </w:r>
            <w:proofErr w:type="spellEnd"/>
            <w:r w:rsidR="00C9771F" w:rsidRPr="00E775F8">
              <w:t>/2016</w:t>
            </w:r>
            <w:r w:rsidRPr="00916C71">
              <w:rPr>
                <w:color w:val="FF0000"/>
              </w:rPr>
              <w:t>.</w:t>
            </w:r>
          </w:p>
        </w:tc>
      </w:tr>
      <w:tr w:rsidR="0022215A" w:rsidTr="008D5A16">
        <w:trPr>
          <w:cantSplit/>
        </w:trPr>
        <w:tc>
          <w:tcPr>
            <w:tcW w:w="8771" w:type="dxa"/>
            <w:tcBorders>
              <w:top w:val="nil"/>
              <w:left w:val="nil"/>
              <w:bottom w:val="single" w:sz="6" w:space="0" w:color="78A22F"/>
              <w:right w:val="nil"/>
            </w:tcBorders>
            <w:shd w:val="clear" w:color="auto" w:fill="F2F2F2"/>
          </w:tcPr>
          <w:p w:rsidR="0022215A" w:rsidRDefault="0022215A">
            <w:pPr>
              <w:pStyle w:val="Box"/>
              <w:spacing w:before="0" w:line="120" w:lineRule="exact"/>
            </w:pPr>
          </w:p>
        </w:tc>
      </w:tr>
      <w:tr w:rsidR="0022215A" w:rsidRPr="000863A5" w:rsidTr="008D5A16">
        <w:tc>
          <w:tcPr>
            <w:tcW w:w="8771" w:type="dxa"/>
            <w:tcBorders>
              <w:top w:val="single" w:sz="6" w:space="0" w:color="78A22F"/>
              <w:left w:val="nil"/>
              <w:bottom w:val="nil"/>
              <w:right w:val="nil"/>
            </w:tcBorders>
          </w:tcPr>
          <w:p w:rsidR="0022215A" w:rsidRPr="00626D32" w:rsidRDefault="0022215A" w:rsidP="008D5A16">
            <w:pPr>
              <w:pStyle w:val="BoxSpaceBelow"/>
            </w:pPr>
          </w:p>
        </w:tc>
      </w:tr>
    </w:tbl>
    <w:p w:rsidR="00D00A40" w:rsidRDefault="00D00A40" w:rsidP="00D002C7">
      <w:pPr>
        <w:pStyle w:val="BodyText"/>
      </w:pPr>
      <w:r w:rsidRPr="00D00A40">
        <w:t>Nationally in 2014</w:t>
      </w:r>
      <w:r w:rsidR="00C1027F">
        <w:noBreakHyphen/>
      </w:r>
      <w:r w:rsidRPr="00D00A40">
        <w:t>15, there were 1</w:t>
      </w:r>
      <w:r w:rsidR="005B74CF">
        <w:t>1</w:t>
      </w:r>
      <w:r w:rsidRPr="00D00A40">
        <w:t xml:space="preserve"> deaths in police custody, of </w:t>
      </w:r>
      <w:r w:rsidRPr="00D002C7">
        <w:t xml:space="preserve">which </w:t>
      </w:r>
      <w:r w:rsidR="00C71D04">
        <w:t>five</w:t>
      </w:r>
      <w:r w:rsidRPr="00D00A40">
        <w:t xml:space="preserve"> were Aboriginal and Torres Strait Islander deaths (table 6.3). This number has reduced since 2007</w:t>
      </w:r>
      <w:r w:rsidR="00C1027F">
        <w:noBreakHyphen/>
      </w:r>
      <w:r w:rsidRPr="00D00A40">
        <w:t>08, predominately due to the decrease in non</w:t>
      </w:r>
      <w:r w:rsidR="00C1027F">
        <w:noBreakHyphen/>
      </w:r>
      <w:r w:rsidRPr="00D00A40">
        <w:t>Indigenous deaths (29 out of 34 deaths in 2007</w:t>
      </w:r>
      <w:r w:rsidR="00C1027F">
        <w:noBreakHyphen/>
      </w:r>
      <w:r w:rsidRPr="00D00A40">
        <w:t xml:space="preserve">08) (table </w:t>
      </w:r>
      <w:proofErr w:type="spellStart"/>
      <w:r w:rsidRPr="00D00A40">
        <w:t>6A.38</w:t>
      </w:r>
      <w:proofErr w:type="spellEnd"/>
      <w:r w:rsidRPr="00D00A40">
        <w:t>). However, as data are not available for NSW and Victoria</w:t>
      </w:r>
      <w:r w:rsidR="005B74CF">
        <w:t>,</w:t>
      </w:r>
      <w:r w:rsidRPr="00D00A40">
        <w:t xml:space="preserve"> figures for 2014</w:t>
      </w:r>
      <w:r w:rsidR="00C1027F">
        <w:noBreakHyphen/>
      </w:r>
      <w:r w:rsidRPr="00D00A40">
        <w:t>15 are understated.</w:t>
      </w:r>
    </w:p>
    <w:p w:rsidR="002D5007" w:rsidRDefault="002D5007" w:rsidP="00AB439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2D5007" w:rsidTr="00AB4395">
        <w:tc>
          <w:tcPr>
            <w:tcW w:w="8771" w:type="dxa"/>
            <w:tcBorders>
              <w:top w:val="single" w:sz="6" w:space="0" w:color="78A22F"/>
              <w:left w:val="nil"/>
              <w:bottom w:val="nil"/>
              <w:right w:val="nil"/>
            </w:tcBorders>
            <w:shd w:val="clear" w:color="auto" w:fill="auto"/>
          </w:tcPr>
          <w:p w:rsidR="002D5007" w:rsidRPr="00784A05" w:rsidRDefault="002D5007" w:rsidP="000349AD">
            <w:pPr>
              <w:pStyle w:val="TableTitle"/>
            </w:pPr>
            <w:r>
              <w:rPr>
                <w:b w:val="0"/>
              </w:rPr>
              <w:t xml:space="preserve">Table </w:t>
            </w:r>
            <w:bookmarkStart w:id="47" w:name="OLE_LINK52"/>
            <w:r w:rsidR="000B0973">
              <w:rPr>
                <w:b w:val="0"/>
              </w:rPr>
              <w:t>6.</w:t>
            </w:r>
            <w:r w:rsidR="00740D20">
              <w:rPr>
                <w:b w:val="0"/>
                <w:noProof/>
              </w:rPr>
              <w:t>3</w:t>
            </w:r>
            <w:bookmarkEnd w:id="47"/>
            <w:r>
              <w:tab/>
            </w:r>
            <w:r w:rsidRPr="002D5007">
              <w:t>Deaths in police custody and custody</w:t>
            </w:r>
            <w:r w:rsidR="00C1027F">
              <w:noBreakHyphen/>
            </w:r>
            <w:r w:rsidRPr="002D5007">
              <w:t>related operations</w:t>
            </w:r>
            <w:r w:rsidRPr="00481C0C">
              <w:rPr>
                <w:rStyle w:val="NoteLabel"/>
                <w:b/>
              </w:rPr>
              <w:t>a</w:t>
            </w:r>
          </w:p>
        </w:tc>
      </w:tr>
      <w:tr w:rsidR="002D5007" w:rsidTr="00AB4395">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679"/>
              <w:gridCol w:w="789"/>
              <w:gridCol w:w="682"/>
              <w:gridCol w:w="762"/>
              <w:gridCol w:w="764"/>
              <w:gridCol w:w="762"/>
              <w:gridCol w:w="764"/>
              <w:gridCol w:w="762"/>
              <w:gridCol w:w="764"/>
              <w:gridCol w:w="759"/>
            </w:tblGrid>
            <w:tr w:rsidR="002D5007" w:rsidRPr="00827693" w:rsidTr="00D00A40">
              <w:tc>
                <w:tcPr>
                  <w:tcW w:w="989" w:type="pct"/>
                  <w:tcBorders>
                    <w:top w:val="single" w:sz="6" w:space="0" w:color="BFBFBF" w:themeColor="background2"/>
                    <w:bottom w:val="single" w:sz="6" w:space="0" w:color="BFBFBF" w:themeColor="background2"/>
                  </w:tcBorders>
                  <w:shd w:val="clear" w:color="auto" w:fill="auto"/>
                </w:tcPr>
                <w:p w:rsidR="002D5007" w:rsidRPr="00827693" w:rsidRDefault="002D5007" w:rsidP="007F32B1">
                  <w:pPr>
                    <w:pStyle w:val="TableColumnHeading"/>
                    <w:jc w:val="left"/>
                  </w:pPr>
                </w:p>
              </w:tc>
              <w:tc>
                <w:tcPr>
                  <w:tcW w:w="465" w:type="pct"/>
                  <w:tcBorders>
                    <w:top w:val="single" w:sz="6" w:space="0" w:color="BFBFBF" w:themeColor="background2"/>
                    <w:bottom w:val="single" w:sz="6" w:space="0" w:color="BFBFBF" w:themeColor="background2"/>
                  </w:tcBorders>
                  <w:shd w:val="clear" w:color="auto" w:fill="auto"/>
                </w:tcPr>
                <w:p w:rsidR="002D5007" w:rsidRPr="00827693" w:rsidRDefault="002D5007" w:rsidP="007F32B1">
                  <w:pPr>
                    <w:pStyle w:val="TableColumnHeading"/>
                    <w:ind w:left="0" w:right="28"/>
                  </w:pPr>
                  <w:r w:rsidRPr="00827693">
                    <w:t>NSW</w:t>
                  </w:r>
                </w:p>
              </w:tc>
              <w:tc>
                <w:tcPr>
                  <w:tcW w:w="402" w:type="pct"/>
                  <w:tcBorders>
                    <w:top w:val="single" w:sz="6" w:space="0" w:color="BFBFBF" w:themeColor="background2"/>
                    <w:bottom w:val="single" w:sz="6" w:space="0" w:color="BFBFBF" w:themeColor="background2"/>
                  </w:tcBorders>
                  <w:shd w:val="clear" w:color="auto" w:fill="auto"/>
                </w:tcPr>
                <w:p w:rsidR="002D5007" w:rsidRPr="00827693" w:rsidRDefault="002D5007" w:rsidP="007F32B1">
                  <w:pPr>
                    <w:pStyle w:val="TableColumnHeading"/>
                    <w:ind w:left="0" w:right="28"/>
                  </w:pPr>
                  <w:r w:rsidRPr="00827693">
                    <w:t>Vic</w:t>
                  </w:r>
                </w:p>
              </w:tc>
              <w:tc>
                <w:tcPr>
                  <w:tcW w:w="449" w:type="pct"/>
                  <w:tcBorders>
                    <w:top w:val="single" w:sz="6" w:space="0" w:color="BFBFBF" w:themeColor="background2"/>
                    <w:bottom w:val="single" w:sz="6" w:space="0" w:color="BFBFBF" w:themeColor="background2"/>
                  </w:tcBorders>
                  <w:shd w:val="clear" w:color="auto" w:fill="auto"/>
                </w:tcPr>
                <w:p w:rsidR="002D5007" w:rsidRPr="00827693" w:rsidRDefault="002D5007" w:rsidP="007F32B1">
                  <w:pPr>
                    <w:pStyle w:val="TableColumnHeading"/>
                    <w:ind w:left="0" w:right="28"/>
                  </w:pPr>
                  <w:r w:rsidRPr="00827693">
                    <w:t>Qld</w:t>
                  </w:r>
                </w:p>
              </w:tc>
              <w:tc>
                <w:tcPr>
                  <w:tcW w:w="450" w:type="pct"/>
                  <w:tcBorders>
                    <w:top w:val="single" w:sz="6" w:space="0" w:color="BFBFBF" w:themeColor="background2"/>
                    <w:bottom w:val="single" w:sz="6" w:space="0" w:color="BFBFBF" w:themeColor="background2"/>
                  </w:tcBorders>
                  <w:shd w:val="clear" w:color="auto" w:fill="auto"/>
                </w:tcPr>
                <w:p w:rsidR="002D5007" w:rsidRPr="00827693" w:rsidRDefault="002D5007" w:rsidP="007F32B1">
                  <w:pPr>
                    <w:pStyle w:val="TableColumnHeading"/>
                    <w:ind w:left="0" w:right="28"/>
                  </w:pPr>
                  <w:r w:rsidRPr="00827693">
                    <w:t>WA</w:t>
                  </w:r>
                </w:p>
              </w:tc>
              <w:tc>
                <w:tcPr>
                  <w:tcW w:w="449" w:type="pct"/>
                  <w:tcBorders>
                    <w:top w:val="single" w:sz="6" w:space="0" w:color="BFBFBF" w:themeColor="background2"/>
                    <w:bottom w:val="single" w:sz="6" w:space="0" w:color="BFBFBF" w:themeColor="background2"/>
                  </w:tcBorders>
                  <w:shd w:val="clear" w:color="auto" w:fill="auto"/>
                </w:tcPr>
                <w:p w:rsidR="002D5007" w:rsidRPr="00827693" w:rsidRDefault="002D5007" w:rsidP="007F32B1">
                  <w:pPr>
                    <w:pStyle w:val="TableColumnHeading"/>
                    <w:ind w:left="0" w:right="28"/>
                  </w:pPr>
                  <w:r w:rsidRPr="00827693">
                    <w:t>SA</w:t>
                  </w:r>
                </w:p>
              </w:tc>
              <w:tc>
                <w:tcPr>
                  <w:tcW w:w="450" w:type="pct"/>
                  <w:tcBorders>
                    <w:top w:val="single" w:sz="6" w:space="0" w:color="BFBFBF" w:themeColor="background2"/>
                    <w:bottom w:val="single" w:sz="6" w:space="0" w:color="BFBFBF" w:themeColor="background2"/>
                  </w:tcBorders>
                  <w:shd w:val="clear" w:color="auto" w:fill="auto"/>
                </w:tcPr>
                <w:p w:rsidR="002D5007" w:rsidRPr="00827693" w:rsidRDefault="002D5007" w:rsidP="007F32B1">
                  <w:pPr>
                    <w:pStyle w:val="TableColumnHeading"/>
                    <w:ind w:left="0" w:right="28"/>
                  </w:pPr>
                  <w:proofErr w:type="spellStart"/>
                  <w:r w:rsidRPr="00827693">
                    <w:t>Tas</w:t>
                  </w:r>
                  <w:proofErr w:type="spellEnd"/>
                </w:p>
              </w:tc>
              <w:tc>
                <w:tcPr>
                  <w:tcW w:w="449" w:type="pct"/>
                  <w:tcBorders>
                    <w:top w:val="single" w:sz="6" w:space="0" w:color="BFBFBF" w:themeColor="background2"/>
                    <w:bottom w:val="single" w:sz="6" w:space="0" w:color="BFBFBF" w:themeColor="background2"/>
                  </w:tcBorders>
                  <w:shd w:val="clear" w:color="auto" w:fill="auto"/>
                </w:tcPr>
                <w:p w:rsidR="002D5007" w:rsidRPr="00827693" w:rsidRDefault="002D5007" w:rsidP="007F32B1">
                  <w:pPr>
                    <w:pStyle w:val="TableColumnHeading"/>
                    <w:ind w:left="0" w:right="28"/>
                  </w:pPr>
                  <w:r w:rsidRPr="00827693">
                    <w:t>ACT</w:t>
                  </w:r>
                </w:p>
              </w:tc>
              <w:tc>
                <w:tcPr>
                  <w:tcW w:w="450" w:type="pct"/>
                  <w:tcBorders>
                    <w:top w:val="single" w:sz="6" w:space="0" w:color="BFBFBF" w:themeColor="background2"/>
                    <w:bottom w:val="single" w:sz="6" w:space="0" w:color="BFBFBF" w:themeColor="background2"/>
                  </w:tcBorders>
                  <w:shd w:val="clear" w:color="auto" w:fill="auto"/>
                </w:tcPr>
                <w:p w:rsidR="002D5007" w:rsidRPr="00827693" w:rsidRDefault="002D5007" w:rsidP="007F32B1">
                  <w:pPr>
                    <w:pStyle w:val="TableColumnHeading"/>
                    <w:ind w:left="0" w:right="28"/>
                  </w:pPr>
                  <w:r w:rsidRPr="00827693">
                    <w:t>NT</w:t>
                  </w:r>
                </w:p>
              </w:tc>
              <w:tc>
                <w:tcPr>
                  <w:tcW w:w="447" w:type="pct"/>
                  <w:tcBorders>
                    <w:top w:val="single" w:sz="6" w:space="0" w:color="BFBFBF" w:themeColor="background2"/>
                    <w:bottom w:val="single" w:sz="6" w:space="0" w:color="BFBFBF" w:themeColor="background2"/>
                  </w:tcBorders>
                  <w:shd w:val="clear" w:color="auto" w:fill="auto"/>
                </w:tcPr>
                <w:p w:rsidR="002D5007" w:rsidRPr="00827693" w:rsidRDefault="002D5007" w:rsidP="007F32B1">
                  <w:pPr>
                    <w:pStyle w:val="TableColumnHeading"/>
                    <w:ind w:right="28"/>
                  </w:pPr>
                  <w:proofErr w:type="spellStart"/>
                  <w:r w:rsidRPr="00827693">
                    <w:t>Aust</w:t>
                  </w:r>
                  <w:proofErr w:type="spellEnd"/>
                </w:p>
              </w:tc>
            </w:tr>
            <w:tr w:rsidR="00DB2F67" w:rsidRPr="00DB2F67" w:rsidTr="007F32B1">
              <w:tc>
                <w:tcPr>
                  <w:tcW w:w="5000" w:type="pct"/>
                  <w:gridSpan w:val="10"/>
                  <w:tcBorders>
                    <w:top w:val="single" w:sz="6" w:space="0" w:color="BFBFBF" w:themeColor="background2"/>
                  </w:tcBorders>
                </w:tcPr>
                <w:p w:rsidR="007F32B1" w:rsidRPr="00DB2F67" w:rsidRDefault="007F32B1" w:rsidP="007F32B1">
                  <w:pPr>
                    <w:pStyle w:val="TableUnitsRow"/>
                    <w:ind w:right="28"/>
                    <w:jc w:val="left"/>
                  </w:pPr>
                  <w:r w:rsidRPr="00DB2F67">
                    <w:t>Non</w:t>
                  </w:r>
                  <w:r w:rsidR="00C1027F">
                    <w:noBreakHyphen/>
                  </w:r>
                  <w:r w:rsidRPr="00DB2F67">
                    <w:t>Aboriginal and Torres Strait Islander deaths</w:t>
                  </w:r>
                </w:p>
              </w:tc>
            </w:tr>
            <w:tr w:rsidR="00DB2F67" w:rsidRPr="00DB2F67" w:rsidTr="003C33AD">
              <w:tc>
                <w:tcPr>
                  <w:tcW w:w="989" w:type="pct"/>
                  <w:vAlign w:val="bottom"/>
                </w:tcPr>
                <w:p w:rsidR="00DB2F67" w:rsidRPr="00DB2F67" w:rsidRDefault="00C1027F" w:rsidP="00DB2F67">
                  <w:pPr>
                    <w:pStyle w:val="TableBodyText"/>
                    <w:jc w:val="left"/>
                  </w:pPr>
                  <w:r>
                    <w:t xml:space="preserve"> </w:t>
                  </w:r>
                  <w:r w:rsidR="00DB2F67" w:rsidRPr="00DB2F67">
                    <w:t>2014</w:t>
                  </w:r>
                  <w:r>
                    <w:noBreakHyphen/>
                  </w:r>
                  <w:r w:rsidR="00DB2F67" w:rsidRPr="00DB2F67">
                    <w:t>15</w:t>
                  </w:r>
                </w:p>
              </w:tc>
              <w:tc>
                <w:tcPr>
                  <w:tcW w:w="465" w:type="pct"/>
                  <w:tcBorders>
                    <w:left w:val="nil"/>
                  </w:tcBorders>
                  <w:shd w:val="clear" w:color="auto" w:fill="auto"/>
                </w:tcPr>
                <w:p w:rsidR="00DB2F67" w:rsidRPr="00DB2F67" w:rsidRDefault="00DB2F67" w:rsidP="00DB2F67">
                  <w:pPr>
                    <w:pStyle w:val="TableBodyText"/>
                    <w:ind w:left="0" w:right="28"/>
                  </w:pPr>
                  <w:proofErr w:type="spellStart"/>
                  <w:r w:rsidRPr="00DB2F67">
                    <w:t>na</w:t>
                  </w:r>
                  <w:proofErr w:type="spellEnd"/>
                </w:p>
              </w:tc>
              <w:tc>
                <w:tcPr>
                  <w:tcW w:w="402" w:type="pct"/>
                  <w:shd w:val="clear" w:color="auto" w:fill="auto"/>
                </w:tcPr>
                <w:p w:rsidR="00DB2F67" w:rsidRPr="00DB2F67" w:rsidRDefault="00DB2F67" w:rsidP="00DB2F67">
                  <w:pPr>
                    <w:pStyle w:val="TableBodyText"/>
                    <w:ind w:left="0" w:right="28"/>
                  </w:pPr>
                  <w:proofErr w:type="spellStart"/>
                  <w:r w:rsidRPr="00DB2F67">
                    <w:t>na</w:t>
                  </w:r>
                  <w:proofErr w:type="spellEnd"/>
                </w:p>
              </w:tc>
              <w:tc>
                <w:tcPr>
                  <w:tcW w:w="449" w:type="pct"/>
                  <w:shd w:val="clear" w:color="auto" w:fill="auto"/>
                </w:tcPr>
                <w:p w:rsidR="00DB2F67" w:rsidRPr="00DB2F67" w:rsidRDefault="00C1027F" w:rsidP="00DB2F67">
                  <w:pPr>
                    <w:pStyle w:val="TableBodyText"/>
                    <w:ind w:left="0" w:right="28"/>
                  </w:pPr>
                  <w:r>
                    <w:t xml:space="preserve"> </w:t>
                  </w:r>
                  <w:r w:rsidR="00DB2F67" w:rsidRPr="00DB2F67">
                    <w:t>3</w:t>
                  </w:r>
                </w:p>
              </w:tc>
              <w:tc>
                <w:tcPr>
                  <w:tcW w:w="450" w:type="pct"/>
                  <w:shd w:val="clear" w:color="auto" w:fill="auto"/>
                </w:tcPr>
                <w:p w:rsidR="00DB2F67" w:rsidRPr="00DB2F67" w:rsidRDefault="00C1027F" w:rsidP="00DB2F67">
                  <w:pPr>
                    <w:pStyle w:val="TableBodyText"/>
                    <w:ind w:left="0" w:right="28"/>
                  </w:pPr>
                  <w:r>
                    <w:t xml:space="preserve"> </w:t>
                  </w:r>
                  <w:r w:rsidR="00DB2F67" w:rsidRPr="00DB2F67">
                    <w:t>2</w:t>
                  </w:r>
                </w:p>
              </w:tc>
              <w:tc>
                <w:tcPr>
                  <w:tcW w:w="449" w:type="pct"/>
                  <w:shd w:val="clear" w:color="auto" w:fill="auto"/>
                </w:tcPr>
                <w:p w:rsidR="00DB2F67" w:rsidRPr="00DB2F67" w:rsidRDefault="00C1027F" w:rsidP="00DB2F67">
                  <w:pPr>
                    <w:pStyle w:val="TableBodyText"/>
                    <w:ind w:left="0" w:right="28"/>
                  </w:pPr>
                  <w:r>
                    <w:t xml:space="preserve"> </w:t>
                  </w:r>
                  <w:r w:rsidR="00DB2F67" w:rsidRPr="00DB2F67">
                    <w:t>1</w:t>
                  </w:r>
                </w:p>
              </w:tc>
              <w:tc>
                <w:tcPr>
                  <w:tcW w:w="450" w:type="pct"/>
                  <w:shd w:val="clear" w:color="auto" w:fill="auto"/>
                </w:tcPr>
                <w:p w:rsidR="00DB2F67" w:rsidRPr="00DB2F67" w:rsidRDefault="00DB2F67" w:rsidP="00DB2F67">
                  <w:pPr>
                    <w:pStyle w:val="TableBodyText"/>
                    <w:ind w:left="0" w:right="28"/>
                  </w:pPr>
                  <w:r w:rsidRPr="00DB2F67">
                    <w:t>–</w:t>
                  </w:r>
                </w:p>
              </w:tc>
              <w:tc>
                <w:tcPr>
                  <w:tcW w:w="449" w:type="pct"/>
                  <w:shd w:val="clear" w:color="auto" w:fill="auto"/>
                </w:tcPr>
                <w:p w:rsidR="00DB2F67" w:rsidRPr="00DB2F67" w:rsidRDefault="00DB2F67" w:rsidP="00DB2F67">
                  <w:pPr>
                    <w:pStyle w:val="TableBodyText"/>
                    <w:ind w:left="0" w:right="28"/>
                  </w:pPr>
                  <w:r w:rsidRPr="00DB2F67">
                    <w:t>–</w:t>
                  </w:r>
                </w:p>
              </w:tc>
              <w:tc>
                <w:tcPr>
                  <w:tcW w:w="450" w:type="pct"/>
                  <w:shd w:val="clear" w:color="auto" w:fill="auto"/>
                </w:tcPr>
                <w:p w:rsidR="00DB2F67" w:rsidRPr="00DB2F67" w:rsidRDefault="00DB2F67" w:rsidP="00DB2F67">
                  <w:pPr>
                    <w:pStyle w:val="TableBodyText"/>
                    <w:ind w:left="0" w:right="28"/>
                  </w:pPr>
                  <w:r w:rsidRPr="00DB2F67">
                    <w:t>–</w:t>
                  </w:r>
                </w:p>
              </w:tc>
              <w:tc>
                <w:tcPr>
                  <w:tcW w:w="447" w:type="pct"/>
                  <w:shd w:val="clear" w:color="auto" w:fill="auto"/>
                </w:tcPr>
                <w:p w:rsidR="00DB2F67" w:rsidRPr="00DB2F67" w:rsidRDefault="00C1027F" w:rsidP="00C51271">
                  <w:pPr>
                    <w:pStyle w:val="TableBodyText"/>
                    <w:ind w:left="0" w:right="28"/>
                  </w:pPr>
                  <w:r>
                    <w:t xml:space="preserve"> </w:t>
                  </w:r>
                  <w:r w:rsidR="00C51271">
                    <w:t>6</w:t>
                  </w:r>
                </w:p>
              </w:tc>
            </w:tr>
            <w:tr w:rsidR="00DB2F67" w:rsidRPr="00DB2F67" w:rsidTr="007F32B1">
              <w:tc>
                <w:tcPr>
                  <w:tcW w:w="5000" w:type="pct"/>
                  <w:gridSpan w:val="10"/>
                </w:tcPr>
                <w:p w:rsidR="007F32B1" w:rsidRPr="00DB2F67" w:rsidRDefault="007F32B1" w:rsidP="007F32B1">
                  <w:pPr>
                    <w:pStyle w:val="TableBodyText"/>
                    <w:spacing w:before="80"/>
                    <w:jc w:val="left"/>
                  </w:pPr>
                  <w:r w:rsidRPr="00DB2F67">
                    <w:t>Aboriginal and Torres Strait Islander deaths</w:t>
                  </w:r>
                </w:p>
              </w:tc>
            </w:tr>
            <w:tr w:rsidR="00DB2F67" w:rsidRPr="00DB2F67" w:rsidTr="00D00A40">
              <w:trPr>
                <w:trHeight w:val="176"/>
              </w:trPr>
              <w:tc>
                <w:tcPr>
                  <w:tcW w:w="989" w:type="pct"/>
                  <w:vAlign w:val="bottom"/>
                </w:tcPr>
                <w:p w:rsidR="00DB2F67" w:rsidRPr="00DB2F67" w:rsidRDefault="00C1027F" w:rsidP="00207EEB">
                  <w:pPr>
                    <w:pStyle w:val="TableBodyText"/>
                    <w:jc w:val="left"/>
                  </w:pPr>
                  <w:r>
                    <w:t xml:space="preserve"> </w:t>
                  </w:r>
                  <w:r w:rsidR="00DB2F67" w:rsidRPr="00DB2F67">
                    <w:t>2014</w:t>
                  </w:r>
                  <w:r>
                    <w:noBreakHyphen/>
                  </w:r>
                  <w:r w:rsidR="00DB2F67" w:rsidRPr="00DB2F67">
                    <w:t>15</w:t>
                  </w:r>
                </w:p>
              </w:tc>
              <w:tc>
                <w:tcPr>
                  <w:tcW w:w="465" w:type="pct"/>
                  <w:tcBorders>
                    <w:left w:val="nil"/>
                  </w:tcBorders>
                  <w:shd w:val="clear" w:color="auto" w:fill="auto"/>
                </w:tcPr>
                <w:p w:rsidR="00DB2F67" w:rsidRPr="00DB2F67" w:rsidRDefault="00DB2F67" w:rsidP="00DB2F67">
                  <w:pPr>
                    <w:pStyle w:val="TableBodyText"/>
                    <w:ind w:left="0" w:right="28"/>
                  </w:pPr>
                  <w:proofErr w:type="spellStart"/>
                  <w:r w:rsidRPr="00DB2F67">
                    <w:t>na</w:t>
                  </w:r>
                  <w:proofErr w:type="spellEnd"/>
                </w:p>
              </w:tc>
              <w:tc>
                <w:tcPr>
                  <w:tcW w:w="402" w:type="pct"/>
                  <w:shd w:val="clear" w:color="auto" w:fill="auto"/>
                </w:tcPr>
                <w:p w:rsidR="00DB2F67" w:rsidRPr="00DB2F67" w:rsidRDefault="00DB2F67" w:rsidP="00DB2F67">
                  <w:pPr>
                    <w:pStyle w:val="TableBodyText"/>
                    <w:ind w:left="0" w:right="28"/>
                  </w:pPr>
                  <w:proofErr w:type="spellStart"/>
                  <w:r w:rsidRPr="00DB2F67">
                    <w:t>na</w:t>
                  </w:r>
                  <w:proofErr w:type="spellEnd"/>
                </w:p>
              </w:tc>
              <w:tc>
                <w:tcPr>
                  <w:tcW w:w="449" w:type="pct"/>
                  <w:shd w:val="clear" w:color="auto" w:fill="auto"/>
                </w:tcPr>
                <w:p w:rsidR="00DB2F67" w:rsidRPr="00DB2F67" w:rsidRDefault="00C1027F" w:rsidP="00DB2F67">
                  <w:pPr>
                    <w:pStyle w:val="TableBodyText"/>
                    <w:ind w:left="0" w:right="28"/>
                  </w:pPr>
                  <w:r>
                    <w:t xml:space="preserve"> </w:t>
                  </w:r>
                  <w:r w:rsidR="00DB2F67" w:rsidRPr="00DB2F67">
                    <w:t>1</w:t>
                  </w:r>
                </w:p>
              </w:tc>
              <w:tc>
                <w:tcPr>
                  <w:tcW w:w="450" w:type="pct"/>
                  <w:shd w:val="clear" w:color="auto" w:fill="auto"/>
                </w:tcPr>
                <w:p w:rsidR="00DB2F67" w:rsidRPr="00DB2F67" w:rsidRDefault="00C1027F" w:rsidP="00DB2F67">
                  <w:pPr>
                    <w:pStyle w:val="TableBodyText"/>
                    <w:ind w:left="0" w:right="28"/>
                  </w:pPr>
                  <w:r>
                    <w:t xml:space="preserve"> </w:t>
                  </w:r>
                  <w:r w:rsidR="00DB2F67" w:rsidRPr="00DB2F67">
                    <w:t>2</w:t>
                  </w:r>
                </w:p>
              </w:tc>
              <w:tc>
                <w:tcPr>
                  <w:tcW w:w="449" w:type="pct"/>
                  <w:shd w:val="clear" w:color="auto" w:fill="auto"/>
                </w:tcPr>
                <w:p w:rsidR="00DB2F67" w:rsidRPr="00DB2F67" w:rsidRDefault="00DB2F67" w:rsidP="00DB2F67">
                  <w:pPr>
                    <w:pStyle w:val="TableBodyText"/>
                    <w:ind w:left="0" w:right="28"/>
                  </w:pPr>
                  <w:r w:rsidRPr="00DB2F67">
                    <w:t>–</w:t>
                  </w:r>
                </w:p>
              </w:tc>
              <w:tc>
                <w:tcPr>
                  <w:tcW w:w="450" w:type="pct"/>
                  <w:shd w:val="clear" w:color="auto" w:fill="auto"/>
                </w:tcPr>
                <w:p w:rsidR="00DB2F67" w:rsidRPr="00DB2F67" w:rsidRDefault="00DB2F67" w:rsidP="00DB2F67">
                  <w:pPr>
                    <w:pStyle w:val="TableBodyText"/>
                    <w:ind w:left="0" w:right="28"/>
                  </w:pPr>
                  <w:r w:rsidRPr="00DB2F67">
                    <w:t>–</w:t>
                  </w:r>
                </w:p>
              </w:tc>
              <w:tc>
                <w:tcPr>
                  <w:tcW w:w="449" w:type="pct"/>
                  <w:shd w:val="clear" w:color="auto" w:fill="auto"/>
                </w:tcPr>
                <w:p w:rsidR="00DB2F67" w:rsidRPr="00DB2F67" w:rsidRDefault="00DB2F67" w:rsidP="00DB2F67">
                  <w:pPr>
                    <w:pStyle w:val="TableBodyText"/>
                    <w:ind w:left="0" w:right="28"/>
                  </w:pPr>
                  <w:r w:rsidRPr="00DB2F67">
                    <w:t>–</w:t>
                  </w:r>
                </w:p>
              </w:tc>
              <w:tc>
                <w:tcPr>
                  <w:tcW w:w="450" w:type="pct"/>
                  <w:shd w:val="clear" w:color="auto" w:fill="auto"/>
                </w:tcPr>
                <w:p w:rsidR="00DB2F67" w:rsidRPr="00DB2F67" w:rsidRDefault="00C1027F" w:rsidP="00DB2F67">
                  <w:pPr>
                    <w:pStyle w:val="TableBodyText"/>
                    <w:ind w:left="0" w:right="28"/>
                  </w:pPr>
                  <w:r>
                    <w:t xml:space="preserve"> </w:t>
                  </w:r>
                  <w:r w:rsidR="00DB2F67" w:rsidRPr="00DB2F67">
                    <w:t>2</w:t>
                  </w:r>
                </w:p>
              </w:tc>
              <w:tc>
                <w:tcPr>
                  <w:tcW w:w="447" w:type="pct"/>
                  <w:shd w:val="clear" w:color="auto" w:fill="auto"/>
                </w:tcPr>
                <w:p w:rsidR="00DB2F67" w:rsidRPr="00DB2F67" w:rsidRDefault="00C1027F" w:rsidP="00DB2F67">
                  <w:pPr>
                    <w:pStyle w:val="TableBodyText"/>
                    <w:ind w:left="0" w:right="28"/>
                  </w:pPr>
                  <w:r>
                    <w:t xml:space="preserve"> </w:t>
                  </w:r>
                  <w:r w:rsidR="00DB2F67" w:rsidRPr="00DB2F67">
                    <w:t>5</w:t>
                  </w:r>
                </w:p>
              </w:tc>
            </w:tr>
            <w:tr w:rsidR="00DB2F67" w:rsidRPr="00DB2F67" w:rsidTr="00AB4395">
              <w:tc>
                <w:tcPr>
                  <w:tcW w:w="1856" w:type="pct"/>
                  <w:gridSpan w:val="3"/>
                </w:tcPr>
                <w:p w:rsidR="00DB2F67" w:rsidRPr="00DB2F67" w:rsidRDefault="00DB2F67" w:rsidP="007F32B1">
                  <w:pPr>
                    <w:pStyle w:val="TableBodyText"/>
                    <w:spacing w:before="80"/>
                    <w:jc w:val="left"/>
                  </w:pPr>
                  <w:r w:rsidRPr="00DB2F67">
                    <w:t>Total deaths</w:t>
                  </w:r>
                </w:p>
              </w:tc>
              <w:tc>
                <w:tcPr>
                  <w:tcW w:w="449" w:type="pct"/>
                  <w:tcBorders>
                    <w:left w:val="nil"/>
                  </w:tcBorders>
                </w:tcPr>
                <w:p w:rsidR="00DB2F67" w:rsidRPr="00DB2F67" w:rsidRDefault="00DB2F67" w:rsidP="00AB4395">
                  <w:pPr>
                    <w:pStyle w:val="TableBodyText"/>
                  </w:pPr>
                </w:p>
              </w:tc>
              <w:tc>
                <w:tcPr>
                  <w:tcW w:w="450" w:type="pct"/>
                </w:tcPr>
                <w:p w:rsidR="00DB2F67" w:rsidRPr="00DB2F67" w:rsidRDefault="00DB2F67" w:rsidP="00AB4395">
                  <w:pPr>
                    <w:pStyle w:val="TableBodyText"/>
                  </w:pPr>
                </w:p>
              </w:tc>
              <w:tc>
                <w:tcPr>
                  <w:tcW w:w="449" w:type="pct"/>
                </w:tcPr>
                <w:p w:rsidR="00DB2F67" w:rsidRPr="00DB2F67" w:rsidRDefault="00DB2F67" w:rsidP="00AB4395">
                  <w:pPr>
                    <w:pStyle w:val="TableBodyText"/>
                  </w:pPr>
                </w:p>
              </w:tc>
              <w:tc>
                <w:tcPr>
                  <w:tcW w:w="450" w:type="pct"/>
                </w:tcPr>
                <w:p w:rsidR="00DB2F67" w:rsidRPr="00DB2F67" w:rsidRDefault="00DB2F67" w:rsidP="00AB4395">
                  <w:pPr>
                    <w:pStyle w:val="TableBodyText"/>
                  </w:pPr>
                </w:p>
              </w:tc>
              <w:tc>
                <w:tcPr>
                  <w:tcW w:w="449" w:type="pct"/>
                </w:tcPr>
                <w:p w:rsidR="00DB2F67" w:rsidRPr="00DB2F67" w:rsidRDefault="00DB2F67" w:rsidP="00AB4395">
                  <w:pPr>
                    <w:pStyle w:val="TableBodyText"/>
                  </w:pPr>
                </w:p>
              </w:tc>
              <w:tc>
                <w:tcPr>
                  <w:tcW w:w="450" w:type="pct"/>
                </w:tcPr>
                <w:p w:rsidR="00DB2F67" w:rsidRPr="00DB2F67" w:rsidRDefault="00DB2F67" w:rsidP="00AB4395">
                  <w:pPr>
                    <w:pStyle w:val="TableBodyText"/>
                  </w:pPr>
                </w:p>
              </w:tc>
              <w:tc>
                <w:tcPr>
                  <w:tcW w:w="447" w:type="pct"/>
                </w:tcPr>
                <w:p w:rsidR="00DB2F67" w:rsidRPr="00DB2F67" w:rsidRDefault="00DB2F67" w:rsidP="00AB4395">
                  <w:pPr>
                    <w:pStyle w:val="TableBodyText"/>
                  </w:pPr>
                </w:p>
              </w:tc>
            </w:tr>
            <w:tr w:rsidR="00DB2F67" w:rsidRPr="00DB2F67" w:rsidTr="00D00A40">
              <w:tc>
                <w:tcPr>
                  <w:tcW w:w="989" w:type="pct"/>
                  <w:vAlign w:val="bottom"/>
                </w:tcPr>
                <w:p w:rsidR="00DB2F67" w:rsidRPr="00DB2F67" w:rsidRDefault="00C1027F" w:rsidP="00AB4395">
                  <w:pPr>
                    <w:pStyle w:val="TableBodyText"/>
                    <w:jc w:val="left"/>
                  </w:pPr>
                  <w:r>
                    <w:t xml:space="preserve"> </w:t>
                  </w:r>
                  <w:r w:rsidR="00DB2F67" w:rsidRPr="00DB2F67">
                    <w:t>2007</w:t>
                  </w:r>
                  <w:r>
                    <w:noBreakHyphen/>
                  </w:r>
                  <w:r w:rsidR="00DB2F67" w:rsidRPr="00DB2F67">
                    <w:t>08</w:t>
                  </w:r>
                </w:p>
              </w:tc>
              <w:tc>
                <w:tcPr>
                  <w:tcW w:w="465" w:type="pct"/>
                  <w:tcBorders>
                    <w:left w:val="nil"/>
                  </w:tcBorders>
                  <w:shd w:val="clear" w:color="auto" w:fill="auto"/>
                  <w:vAlign w:val="center"/>
                </w:tcPr>
                <w:p w:rsidR="00DB2F67" w:rsidRPr="00DB2F67" w:rsidRDefault="00DB2F67" w:rsidP="007F32B1">
                  <w:pPr>
                    <w:pStyle w:val="TableBodyText"/>
                    <w:ind w:left="0" w:right="28"/>
                  </w:pPr>
                  <w:r w:rsidRPr="00DB2F67">
                    <w:t>7</w:t>
                  </w:r>
                </w:p>
              </w:tc>
              <w:tc>
                <w:tcPr>
                  <w:tcW w:w="402" w:type="pct"/>
                  <w:shd w:val="clear" w:color="auto" w:fill="auto"/>
                  <w:vAlign w:val="center"/>
                </w:tcPr>
                <w:p w:rsidR="00DB2F67" w:rsidRPr="00DB2F67" w:rsidRDefault="00DB2F67" w:rsidP="007F32B1">
                  <w:pPr>
                    <w:pStyle w:val="TableBodyText"/>
                    <w:ind w:left="0" w:right="28"/>
                  </w:pPr>
                  <w:r w:rsidRPr="00DB2F67">
                    <w:t>8</w:t>
                  </w:r>
                </w:p>
              </w:tc>
              <w:tc>
                <w:tcPr>
                  <w:tcW w:w="449" w:type="pct"/>
                  <w:shd w:val="clear" w:color="auto" w:fill="auto"/>
                  <w:vAlign w:val="center"/>
                </w:tcPr>
                <w:p w:rsidR="00DB2F67" w:rsidRPr="00DB2F67" w:rsidRDefault="00DB2F67" w:rsidP="007F32B1">
                  <w:pPr>
                    <w:pStyle w:val="TableBodyText"/>
                    <w:ind w:left="0" w:right="28"/>
                  </w:pPr>
                  <w:r w:rsidRPr="00DB2F67">
                    <w:t>5</w:t>
                  </w:r>
                </w:p>
              </w:tc>
              <w:tc>
                <w:tcPr>
                  <w:tcW w:w="450" w:type="pct"/>
                  <w:shd w:val="clear" w:color="auto" w:fill="auto"/>
                  <w:vAlign w:val="center"/>
                </w:tcPr>
                <w:p w:rsidR="00DB2F67" w:rsidRPr="00DB2F67" w:rsidRDefault="00DB2F67" w:rsidP="007F32B1">
                  <w:pPr>
                    <w:pStyle w:val="TableBodyText"/>
                    <w:ind w:left="0" w:right="28"/>
                  </w:pPr>
                  <w:r w:rsidRPr="00DB2F67">
                    <w:t>4</w:t>
                  </w:r>
                </w:p>
              </w:tc>
              <w:tc>
                <w:tcPr>
                  <w:tcW w:w="449" w:type="pct"/>
                  <w:shd w:val="clear" w:color="auto" w:fill="auto"/>
                  <w:vAlign w:val="center"/>
                </w:tcPr>
                <w:p w:rsidR="00DB2F67" w:rsidRPr="00DB2F67" w:rsidRDefault="00DB2F67" w:rsidP="007F32B1">
                  <w:pPr>
                    <w:pStyle w:val="TableBodyText"/>
                    <w:ind w:left="0" w:right="28"/>
                  </w:pPr>
                  <w:r w:rsidRPr="00DB2F67">
                    <w:t>4</w:t>
                  </w:r>
                </w:p>
              </w:tc>
              <w:tc>
                <w:tcPr>
                  <w:tcW w:w="450" w:type="pct"/>
                  <w:shd w:val="clear" w:color="auto" w:fill="auto"/>
                  <w:vAlign w:val="center"/>
                </w:tcPr>
                <w:p w:rsidR="00DB2F67" w:rsidRPr="00DB2F67" w:rsidRDefault="00DB2F67" w:rsidP="007F32B1">
                  <w:pPr>
                    <w:pStyle w:val="TableBodyText"/>
                    <w:ind w:left="0" w:right="28"/>
                  </w:pPr>
                  <w:r w:rsidRPr="00DB2F67">
                    <w:t>1</w:t>
                  </w:r>
                </w:p>
              </w:tc>
              <w:tc>
                <w:tcPr>
                  <w:tcW w:w="449" w:type="pct"/>
                  <w:shd w:val="clear" w:color="auto" w:fill="auto"/>
                  <w:vAlign w:val="center"/>
                </w:tcPr>
                <w:p w:rsidR="00DB2F67" w:rsidRPr="00DB2F67" w:rsidRDefault="00DB2F67" w:rsidP="007F32B1">
                  <w:pPr>
                    <w:pStyle w:val="TableBodyText"/>
                    <w:ind w:left="0" w:right="28"/>
                  </w:pPr>
                  <w:r w:rsidRPr="00DB2F67">
                    <w:t>–</w:t>
                  </w:r>
                </w:p>
              </w:tc>
              <w:tc>
                <w:tcPr>
                  <w:tcW w:w="450" w:type="pct"/>
                  <w:shd w:val="clear" w:color="auto" w:fill="auto"/>
                  <w:vAlign w:val="center"/>
                </w:tcPr>
                <w:p w:rsidR="00DB2F67" w:rsidRPr="00DB2F67" w:rsidRDefault="00DB2F67" w:rsidP="007F32B1">
                  <w:pPr>
                    <w:pStyle w:val="TableBodyText"/>
                    <w:ind w:left="0" w:right="28"/>
                  </w:pPr>
                  <w:r w:rsidRPr="00DB2F67">
                    <w:t>5</w:t>
                  </w:r>
                </w:p>
              </w:tc>
              <w:tc>
                <w:tcPr>
                  <w:tcW w:w="447" w:type="pct"/>
                  <w:shd w:val="clear" w:color="auto" w:fill="auto"/>
                  <w:vAlign w:val="center"/>
                </w:tcPr>
                <w:p w:rsidR="00DB2F67" w:rsidRPr="00DB2F67" w:rsidRDefault="00DB2F67" w:rsidP="007F32B1">
                  <w:pPr>
                    <w:pStyle w:val="TableBodyText"/>
                    <w:ind w:left="0" w:right="28"/>
                  </w:pPr>
                  <w:r w:rsidRPr="00DB2F67">
                    <w:t>34</w:t>
                  </w:r>
                </w:p>
              </w:tc>
            </w:tr>
            <w:tr w:rsidR="00DB2F67" w:rsidRPr="00DB2F67" w:rsidTr="00D00A40">
              <w:tc>
                <w:tcPr>
                  <w:tcW w:w="989" w:type="pct"/>
                  <w:vAlign w:val="bottom"/>
                </w:tcPr>
                <w:p w:rsidR="00DB2F67" w:rsidRPr="00DB2F67" w:rsidRDefault="00C1027F" w:rsidP="00AB4395">
                  <w:pPr>
                    <w:pStyle w:val="TableBodyText"/>
                    <w:jc w:val="left"/>
                  </w:pPr>
                  <w:r>
                    <w:t xml:space="preserve"> </w:t>
                  </w:r>
                  <w:r w:rsidR="00DB2F67" w:rsidRPr="00DB2F67">
                    <w:t>2008</w:t>
                  </w:r>
                  <w:r>
                    <w:noBreakHyphen/>
                  </w:r>
                  <w:r w:rsidR="00DB2F67" w:rsidRPr="00DB2F67">
                    <w:t>09</w:t>
                  </w:r>
                </w:p>
              </w:tc>
              <w:tc>
                <w:tcPr>
                  <w:tcW w:w="465" w:type="pct"/>
                  <w:tcBorders>
                    <w:left w:val="nil"/>
                  </w:tcBorders>
                  <w:shd w:val="clear" w:color="auto" w:fill="auto"/>
                  <w:vAlign w:val="center"/>
                </w:tcPr>
                <w:p w:rsidR="00DB2F67" w:rsidRPr="00DB2F67" w:rsidRDefault="00C1027F" w:rsidP="007F32B1">
                  <w:pPr>
                    <w:pStyle w:val="TableBodyText"/>
                    <w:ind w:left="0" w:right="28"/>
                  </w:pPr>
                  <w:r>
                    <w:t xml:space="preserve"> </w:t>
                  </w:r>
                  <w:r w:rsidR="00DB2F67" w:rsidRPr="00DB2F67">
                    <w:t>6</w:t>
                  </w:r>
                </w:p>
              </w:tc>
              <w:tc>
                <w:tcPr>
                  <w:tcW w:w="402" w:type="pct"/>
                  <w:shd w:val="clear" w:color="auto" w:fill="auto"/>
                  <w:vAlign w:val="center"/>
                </w:tcPr>
                <w:p w:rsidR="00DB2F67" w:rsidRPr="00DB2F67" w:rsidRDefault="00C1027F" w:rsidP="007F32B1">
                  <w:pPr>
                    <w:pStyle w:val="TableBodyText"/>
                    <w:ind w:left="0" w:right="28"/>
                  </w:pPr>
                  <w:r>
                    <w:t xml:space="preserve"> </w:t>
                  </w:r>
                  <w:r w:rsidR="00DB2F67" w:rsidRPr="00DB2F67">
                    <w:t>3</w:t>
                  </w:r>
                </w:p>
              </w:tc>
              <w:tc>
                <w:tcPr>
                  <w:tcW w:w="449" w:type="pct"/>
                  <w:shd w:val="clear" w:color="auto" w:fill="auto"/>
                  <w:vAlign w:val="center"/>
                </w:tcPr>
                <w:p w:rsidR="00DB2F67" w:rsidRPr="00DB2F67" w:rsidRDefault="00C1027F" w:rsidP="007F32B1">
                  <w:pPr>
                    <w:pStyle w:val="TableBodyText"/>
                    <w:ind w:left="0" w:right="28"/>
                  </w:pPr>
                  <w:r>
                    <w:t xml:space="preserve"> </w:t>
                  </w:r>
                  <w:r w:rsidR="00DB2F67" w:rsidRPr="00DB2F67">
                    <w:t>8</w:t>
                  </w:r>
                </w:p>
              </w:tc>
              <w:tc>
                <w:tcPr>
                  <w:tcW w:w="450" w:type="pct"/>
                  <w:shd w:val="clear" w:color="auto" w:fill="auto"/>
                  <w:vAlign w:val="center"/>
                </w:tcPr>
                <w:p w:rsidR="00DB2F67" w:rsidRPr="00DB2F67" w:rsidRDefault="00C1027F" w:rsidP="007F32B1">
                  <w:pPr>
                    <w:pStyle w:val="TableBodyText"/>
                    <w:ind w:left="0" w:right="28"/>
                  </w:pPr>
                  <w:r>
                    <w:t xml:space="preserve"> </w:t>
                  </w:r>
                  <w:r w:rsidR="00DB2F67" w:rsidRPr="00DB2F67">
                    <w:t>8</w:t>
                  </w:r>
                </w:p>
              </w:tc>
              <w:tc>
                <w:tcPr>
                  <w:tcW w:w="449" w:type="pct"/>
                  <w:shd w:val="clear" w:color="auto" w:fill="auto"/>
                  <w:vAlign w:val="center"/>
                </w:tcPr>
                <w:p w:rsidR="00DB2F67" w:rsidRPr="00DB2F67" w:rsidRDefault="00C1027F" w:rsidP="007F32B1">
                  <w:pPr>
                    <w:pStyle w:val="TableBodyText"/>
                    <w:ind w:left="0" w:right="28"/>
                  </w:pPr>
                  <w:r>
                    <w:t xml:space="preserve"> </w:t>
                  </w:r>
                  <w:r w:rsidR="00DB2F67" w:rsidRPr="00DB2F67">
                    <w:t>6</w:t>
                  </w:r>
                </w:p>
              </w:tc>
              <w:tc>
                <w:tcPr>
                  <w:tcW w:w="450" w:type="pct"/>
                  <w:shd w:val="clear" w:color="auto" w:fill="auto"/>
                  <w:vAlign w:val="center"/>
                </w:tcPr>
                <w:p w:rsidR="00DB2F67" w:rsidRPr="00DB2F67" w:rsidRDefault="00DB2F67" w:rsidP="007F32B1">
                  <w:pPr>
                    <w:pStyle w:val="TableBodyText"/>
                    <w:ind w:left="0" w:right="28"/>
                  </w:pPr>
                  <w:r w:rsidRPr="00DB2F67">
                    <w:t>–</w:t>
                  </w:r>
                </w:p>
              </w:tc>
              <w:tc>
                <w:tcPr>
                  <w:tcW w:w="449" w:type="pct"/>
                  <w:shd w:val="clear" w:color="auto" w:fill="auto"/>
                  <w:vAlign w:val="center"/>
                </w:tcPr>
                <w:p w:rsidR="00DB2F67" w:rsidRPr="00DB2F67" w:rsidRDefault="00C1027F" w:rsidP="007F32B1">
                  <w:pPr>
                    <w:pStyle w:val="TableBodyText"/>
                    <w:ind w:left="0" w:right="28"/>
                  </w:pPr>
                  <w:r>
                    <w:t xml:space="preserve"> </w:t>
                  </w:r>
                  <w:r w:rsidR="00DB2F67" w:rsidRPr="00DB2F67">
                    <w:t>1</w:t>
                  </w:r>
                </w:p>
              </w:tc>
              <w:tc>
                <w:tcPr>
                  <w:tcW w:w="450" w:type="pct"/>
                  <w:shd w:val="clear" w:color="auto" w:fill="auto"/>
                  <w:vAlign w:val="center"/>
                </w:tcPr>
                <w:p w:rsidR="00DB2F67" w:rsidRPr="00DB2F67" w:rsidRDefault="00C1027F" w:rsidP="007F32B1">
                  <w:pPr>
                    <w:pStyle w:val="TableBodyText"/>
                    <w:ind w:left="0" w:right="28"/>
                  </w:pPr>
                  <w:r>
                    <w:t xml:space="preserve"> </w:t>
                  </w:r>
                  <w:r w:rsidR="00DB2F67" w:rsidRPr="00DB2F67">
                    <w:t>5</w:t>
                  </w:r>
                </w:p>
              </w:tc>
              <w:tc>
                <w:tcPr>
                  <w:tcW w:w="447" w:type="pct"/>
                  <w:shd w:val="clear" w:color="auto" w:fill="auto"/>
                  <w:vAlign w:val="center"/>
                </w:tcPr>
                <w:p w:rsidR="00DB2F67" w:rsidRPr="00DB2F67" w:rsidRDefault="00C1027F" w:rsidP="007F32B1">
                  <w:pPr>
                    <w:pStyle w:val="TableBodyText"/>
                    <w:ind w:left="0" w:right="28"/>
                  </w:pPr>
                  <w:r>
                    <w:t xml:space="preserve"> </w:t>
                  </w:r>
                  <w:r w:rsidR="00DB2F67" w:rsidRPr="00DB2F67">
                    <w:t>37</w:t>
                  </w:r>
                </w:p>
              </w:tc>
            </w:tr>
            <w:tr w:rsidR="00DB2F67" w:rsidRPr="00DB2F67" w:rsidTr="00D00A40">
              <w:tc>
                <w:tcPr>
                  <w:tcW w:w="989" w:type="pct"/>
                  <w:vAlign w:val="bottom"/>
                </w:tcPr>
                <w:p w:rsidR="00DB2F67" w:rsidRPr="00DB2F67" w:rsidRDefault="00C1027F" w:rsidP="00AB4395">
                  <w:pPr>
                    <w:pStyle w:val="TableBodyText"/>
                    <w:jc w:val="left"/>
                  </w:pPr>
                  <w:r>
                    <w:t xml:space="preserve"> </w:t>
                  </w:r>
                  <w:r w:rsidR="00DB2F67" w:rsidRPr="00DB2F67">
                    <w:t>2009</w:t>
                  </w:r>
                  <w:r>
                    <w:noBreakHyphen/>
                  </w:r>
                  <w:r w:rsidR="00DB2F67" w:rsidRPr="00DB2F67">
                    <w:t>10</w:t>
                  </w:r>
                </w:p>
              </w:tc>
              <w:tc>
                <w:tcPr>
                  <w:tcW w:w="465" w:type="pct"/>
                  <w:tcBorders>
                    <w:left w:val="nil"/>
                  </w:tcBorders>
                  <w:shd w:val="clear" w:color="auto" w:fill="auto"/>
                  <w:vAlign w:val="center"/>
                </w:tcPr>
                <w:p w:rsidR="00DB2F67" w:rsidRPr="00DB2F67" w:rsidRDefault="00C1027F" w:rsidP="007F32B1">
                  <w:pPr>
                    <w:pStyle w:val="TableBodyText"/>
                    <w:ind w:left="0" w:right="28"/>
                  </w:pPr>
                  <w:r>
                    <w:t xml:space="preserve"> </w:t>
                  </w:r>
                  <w:r w:rsidR="00DB2F67" w:rsidRPr="00DB2F67">
                    <w:t>5</w:t>
                  </w:r>
                </w:p>
              </w:tc>
              <w:tc>
                <w:tcPr>
                  <w:tcW w:w="402" w:type="pct"/>
                  <w:shd w:val="clear" w:color="auto" w:fill="auto"/>
                  <w:vAlign w:val="center"/>
                </w:tcPr>
                <w:p w:rsidR="00DB2F67" w:rsidRPr="00DB2F67" w:rsidRDefault="00C1027F" w:rsidP="007F32B1">
                  <w:pPr>
                    <w:pStyle w:val="TableBodyText"/>
                    <w:ind w:left="0" w:right="28"/>
                  </w:pPr>
                  <w:r>
                    <w:t xml:space="preserve"> </w:t>
                  </w:r>
                  <w:r w:rsidR="00DB2F67" w:rsidRPr="00DB2F67">
                    <w:t>6</w:t>
                  </w:r>
                </w:p>
              </w:tc>
              <w:tc>
                <w:tcPr>
                  <w:tcW w:w="449" w:type="pct"/>
                  <w:shd w:val="clear" w:color="auto" w:fill="auto"/>
                  <w:vAlign w:val="center"/>
                </w:tcPr>
                <w:p w:rsidR="00DB2F67" w:rsidRPr="00DB2F67" w:rsidRDefault="00C1027F" w:rsidP="007F32B1">
                  <w:pPr>
                    <w:pStyle w:val="TableBodyText"/>
                    <w:ind w:left="0" w:right="28"/>
                  </w:pPr>
                  <w:r>
                    <w:t xml:space="preserve"> </w:t>
                  </w:r>
                  <w:r w:rsidR="00DB2F67" w:rsidRPr="00DB2F67">
                    <w:t>6</w:t>
                  </w:r>
                </w:p>
              </w:tc>
              <w:tc>
                <w:tcPr>
                  <w:tcW w:w="450" w:type="pct"/>
                  <w:shd w:val="clear" w:color="auto" w:fill="auto"/>
                  <w:vAlign w:val="center"/>
                </w:tcPr>
                <w:p w:rsidR="00DB2F67" w:rsidRPr="00DB2F67" w:rsidRDefault="00C1027F" w:rsidP="007F32B1">
                  <w:pPr>
                    <w:pStyle w:val="TableBodyText"/>
                    <w:ind w:left="0" w:right="28"/>
                  </w:pPr>
                  <w:r>
                    <w:t xml:space="preserve"> </w:t>
                  </w:r>
                  <w:r w:rsidR="00DB2F67" w:rsidRPr="00DB2F67">
                    <w:t>3</w:t>
                  </w:r>
                </w:p>
              </w:tc>
              <w:tc>
                <w:tcPr>
                  <w:tcW w:w="449" w:type="pct"/>
                  <w:shd w:val="clear" w:color="auto" w:fill="auto"/>
                  <w:vAlign w:val="center"/>
                </w:tcPr>
                <w:p w:rsidR="00DB2F67" w:rsidRPr="00DB2F67" w:rsidRDefault="00C1027F" w:rsidP="007F32B1">
                  <w:pPr>
                    <w:pStyle w:val="TableBodyText"/>
                    <w:ind w:left="0" w:right="28"/>
                  </w:pPr>
                  <w:r>
                    <w:t xml:space="preserve"> </w:t>
                  </w:r>
                  <w:r w:rsidR="00DB2F67" w:rsidRPr="00DB2F67">
                    <w:t>1</w:t>
                  </w:r>
                </w:p>
              </w:tc>
              <w:tc>
                <w:tcPr>
                  <w:tcW w:w="450" w:type="pct"/>
                  <w:shd w:val="clear" w:color="auto" w:fill="auto"/>
                  <w:vAlign w:val="center"/>
                </w:tcPr>
                <w:p w:rsidR="00DB2F67" w:rsidRPr="00DB2F67" w:rsidRDefault="00DB2F67" w:rsidP="007F32B1">
                  <w:pPr>
                    <w:pStyle w:val="TableBodyText"/>
                    <w:ind w:left="0" w:right="28"/>
                  </w:pPr>
                  <w:r w:rsidRPr="00DB2F67">
                    <w:t>1</w:t>
                  </w:r>
                </w:p>
              </w:tc>
              <w:tc>
                <w:tcPr>
                  <w:tcW w:w="449" w:type="pct"/>
                  <w:shd w:val="clear" w:color="auto" w:fill="auto"/>
                  <w:vAlign w:val="center"/>
                </w:tcPr>
                <w:p w:rsidR="00DB2F67" w:rsidRPr="00DB2F67" w:rsidRDefault="00DB2F67" w:rsidP="007F32B1">
                  <w:pPr>
                    <w:pStyle w:val="TableBodyText"/>
                    <w:ind w:left="0" w:right="28"/>
                  </w:pPr>
                  <w:r w:rsidRPr="00DB2F67">
                    <w:t>1</w:t>
                  </w:r>
                </w:p>
              </w:tc>
              <w:tc>
                <w:tcPr>
                  <w:tcW w:w="450" w:type="pct"/>
                  <w:shd w:val="clear" w:color="auto" w:fill="auto"/>
                  <w:vAlign w:val="center"/>
                </w:tcPr>
                <w:p w:rsidR="00DB2F67" w:rsidRPr="00DB2F67" w:rsidRDefault="00C1027F" w:rsidP="007F32B1">
                  <w:pPr>
                    <w:pStyle w:val="TableBodyText"/>
                    <w:ind w:left="0" w:right="28"/>
                  </w:pPr>
                  <w:r>
                    <w:t xml:space="preserve"> </w:t>
                  </w:r>
                  <w:r w:rsidR="00DB2F67" w:rsidRPr="00DB2F67">
                    <w:t>4</w:t>
                  </w:r>
                </w:p>
              </w:tc>
              <w:tc>
                <w:tcPr>
                  <w:tcW w:w="447" w:type="pct"/>
                  <w:shd w:val="clear" w:color="auto" w:fill="auto"/>
                  <w:vAlign w:val="center"/>
                </w:tcPr>
                <w:p w:rsidR="00DB2F67" w:rsidRPr="00DB2F67" w:rsidRDefault="00C1027F" w:rsidP="007F32B1">
                  <w:pPr>
                    <w:pStyle w:val="TableBodyText"/>
                    <w:ind w:left="0" w:right="28"/>
                  </w:pPr>
                  <w:r>
                    <w:t xml:space="preserve"> </w:t>
                  </w:r>
                  <w:r w:rsidR="00DB2F67" w:rsidRPr="00DB2F67">
                    <w:t>27</w:t>
                  </w:r>
                </w:p>
              </w:tc>
            </w:tr>
            <w:tr w:rsidR="00DB2F67" w:rsidRPr="00DB2F67" w:rsidTr="00D00A40">
              <w:tc>
                <w:tcPr>
                  <w:tcW w:w="989" w:type="pct"/>
                  <w:vAlign w:val="bottom"/>
                </w:tcPr>
                <w:p w:rsidR="00DB2F67" w:rsidRPr="00DB2F67" w:rsidRDefault="00C1027F" w:rsidP="00AB4395">
                  <w:pPr>
                    <w:pStyle w:val="TableBodyText"/>
                    <w:jc w:val="left"/>
                  </w:pPr>
                  <w:r>
                    <w:t xml:space="preserve"> </w:t>
                  </w:r>
                  <w:r w:rsidR="00DB2F67" w:rsidRPr="00DB2F67">
                    <w:t>2010</w:t>
                  </w:r>
                  <w:r>
                    <w:noBreakHyphen/>
                  </w:r>
                  <w:r w:rsidR="00DB2F67" w:rsidRPr="00DB2F67">
                    <w:t>11</w:t>
                  </w:r>
                </w:p>
              </w:tc>
              <w:tc>
                <w:tcPr>
                  <w:tcW w:w="465" w:type="pct"/>
                  <w:tcBorders>
                    <w:left w:val="nil"/>
                  </w:tcBorders>
                  <w:shd w:val="clear" w:color="auto" w:fill="auto"/>
                  <w:vAlign w:val="center"/>
                </w:tcPr>
                <w:p w:rsidR="00DB2F67" w:rsidRPr="00DB2F67" w:rsidRDefault="00C1027F" w:rsidP="007F32B1">
                  <w:pPr>
                    <w:pStyle w:val="TableBodyText"/>
                    <w:ind w:left="0" w:right="28"/>
                  </w:pPr>
                  <w:r>
                    <w:t xml:space="preserve"> </w:t>
                  </w:r>
                  <w:r w:rsidR="00DB2F67" w:rsidRPr="00DB2F67">
                    <w:t>6</w:t>
                  </w:r>
                </w:p>
              </w:tc>
              <w:tc>
                <w:tcPr>
                  <w:tcW w:w="402" w:type="pct"/>
                  <w:shd w:val="clear" w:color="auto" w:fill="auto"/>
                  <w:vAlign w:val="center"/>
                </w:tcPr>
                <w:p w:rsidR="00DB2F67" w:rsidRPr="00DB2F67" w:rsidRDefault="00C1027F" w:rsidP="007F32B1">
                  <w:pPr>
                    <w:pStyle w:val="TableBodyText"/>
                    <w:ind w:left="0" w:right="28"/>
                  </w:pPr>
                  <w:r>
                    <w:t xml:space="preserve"> </w:t>
                  </w:r>
                  <w:r w:rsidR="00DB2F67" w:rsidRPr="00DB2F67">
                    <w:t>1</w:t>
                  </w:r>
                </w:p>
              </w:tc>
              <w:tc>
                <w:tcPr>
                  <w:tcW w:w="449" w:type="pct"/>
                  <w:shd w:val="clear" w:color="auto" w:fill="auto"/>
                  <w:vAlign w:val="center"/>
                </w:tcPr>
                <w:p w:rsidR="00DB2F67" w:rsidRPr="00DB2F67" w:rsidRDefault="00C1027F" w:rsidP="007F32B1">
                  <w:pPr>
                    <w:pStyle w:val="TableBodyText"/>
                    <w:ind w:left="0" w:right="28"/>
                  </w:pPr>
                  <w:r>
                    <w:t xml:space="preserve"> </w:t>
                  </w:r>
                  <w:r w:rsidR="00DB2F67" w:rsidRPr="00DB2F67">
                    <w:t>7</w:t>
                  </w:r>
                </w:p>
              </w:tc>
              <w:tc>
                <w:tcPr>
                  <w:tcW w:w="450" w:type="pct"/>
                  <w:shd w:val="clear" w:color="auto" w:fill="auto"/>
                  <w:vAlign w:val="center"/>
                </w:tcPr>
                <w:p w:rsidR="00DB2F67" w:rsidRPr="00DB2F67" w:rsidRDefault="00C1027F" w:rsidP="007F32B1">
                  <w:pPr>
                    <w:pStyle w:val="TableBodyText"/>
                    <w:ind w:left="0" w:right="28"/>
                  </w:pPr>
                  <w:r>
                    <w:t xml:space="preserve"> </w:t>
                  </w:r>
                  <w:r w:rsidR="00DB2F67" w:rsidRPr="00DB2F67">
                    <w:t>6</w:t>
                  </w:r>
                </w:p>
              </w:tc>
              <w:tc>
                <w:tcPr>
                  <w:tcW w:w="449" w:type="pct"/>
                  <w:shd w:val="clear" w:color="auto" w:fill="auto"/>
                  <w:vAlign w:val="center"/>
                </w:tcPr>
                <w:p w:rsidR="00DB2F67" w:rsidRPr="00DB2F67" w:rsidRDefault="00C1027F" w:rsidP="007F32B1">
                  <w:pPr>
                    <w:pStyle w:val="TableBodyText"/>
                    <w:ind w:left="0" w:right="28"/>
                  </w:pPr>
                  <w:r>
                    <w:t xml:space="preserve"> </w:t>
                  </w:r>
                  <w:r w:rsidR="00DB2F67" w:rsidRPr="00DB2F67">
                    <w:t>2</w:t>
                  </w:r>
                </w:p>
              </w:tc>
              <w:tc>
                <w:tcPr>
                  <w:tcW w:w="450" w:type="pct"/>
                  <w:shd w:val="clear" w:color="auto" w:fill="auto"/>
                  <w:vAlign w:val="center"/>
                </w:tcPr>
                <w:p w:rsidR="00DB2F67" w:rsidRPr="00DB2F67" w:rsidRDefault="00DB2F67" w:rsidP="007F32B1">
                  <w:pPr>
                    <w:pStyle w:val="TableBodyText"/>
                    <w:ind w:left="0" w:right="28"/>
                  </w:pPr>
                  <w:r w:rsidRPr="00DB2F67">
                    <w:t>2</w:t>
                  </w:r>
                </w:p>
              </w:tc>
              <w:tc>
                <w:tcPr>
                  <w:tcW w:w="449" w:type="pct"/>
                  <w:shd w:val="clear" w:color="auto" w:fill="auto"/>
                  <w:vAlign w:val="center"/>
                </w:tcPr>
                <w:p w:rsidR="00DB2F67" w:rsidRPr="00DB2F67" w:rsidRDefault="00DB2F67" w:rsidP="007F32B1">
                  <w:pPr>
                    <w:pStyle w:val="TableBodyText"/>
                    <w:ind w:left="0" w:right="28"/>
                  </w:pPr>
                  <w:r w:rsidRPr="00DB2F67">
                    <w:t>1</w:t>
                  </w:r>
                </w:p>
              </w:tc>
              <w:tc>
                <w:tcPr>
                  <w:tcW w:w="450" w:type="pct"/>
                  <w:shd w:val="clear" w:color="auto" w:fill="auto"/>
                  <w:vAlign w:val="center"/>
                </w:tcPr>
                <w:p w:rsidR="00DB2F67" w:rsidRPr="00DB2F67" w:rsidRDefault="00C1027F" w:rsidP="007F32B1">
                  <w:pPr>
                    <w:pStyle w:val="TableBodyText"/>
                    <w:ind w:left="0" w:right="28"/>
                  </w:pPr>
                  <w:r>
                    <w:t xml:space="preserve"> </w:t>
                  </w:r>
                  <w:r w:rsidR="00DB2F67" w:rsidRPr="00DB2F67">
                    <w:t>–</w:t>
                  </w:r>
                </w:p>
              </w:tc>
              <w:tc>
                <w:tcPr>
                  <w:tcW w:w="447" w:type="pct"/>
                  <w:shd w:val="clear" w:color="auto" w:fill="auto"/>
                  <w:vAlign w:val="center"/>
                </w:tcPr>
                <w:p w:rsidR="00DB2F67" w:rsidRPr="00DB2F67" w:rsidRDefault="00C1027F" w:rsidP="007F32B1">
                  <w:pPr>
                    <w:pStyle w:val="TableBodyText"/>
                    <w:ind w:left="0" w:right="28"/>
                  </w:pPr>
                  <w:r>
                    <w:t xml:space="preserve"> </w:t>
                  </w:r>
                  <w:r w:rsidR="00DB2F67" w:rsidRPr="00DB2F67">
                    <w:t>25</w:t>
                  </w:r>
                </w:p>
              </w:tc>
            </w:tr>
            <w:tr w:rsidR="00DB2F67" w:rsidRPr="00DB2F67" w:rsidTr="00D00A40">
              <w:tc>
                <w:tcPr>
                  <w:tcW w:w="989" w:type="pct"/>
                  <w:vAlign w:val="bottom"/>
                </w:tcPr>
                <w:p w:rsidR="00DB2F67" w:rsidRPr="00DB2F67" w:rsidRDefault="00C1027F" w:rsidP="00AB4395">
                  <w:pPr>
                    <w:pStyle w:val="TableBodyText"/>
                    <w:jc w:val="left"/>
                  </w:pPr>
                  <w:r>
                    <w:t xml:space="preserve"> </w:t>
                  </w:r>
                  <w:r w:rsidR="00DB2F67" w:rsidRPr="00DB2F67">
                    <w:t>2011</w:t>
                  </w:r>
                  <w:r>
                    <w:noBreakHyphen/>
                  </w:r>
                  <w:r w:rsidR="00DB2F67" w:rsidRPr="00DB2F67">
                    <w:t>12</w:t>
                  </w:r>
                </w:p>
              </w:tc>
              <w:tc>
                <w:tcPr>
                  <w:tcW w:w="465" w:type="pct"/>
                  <w:tcBorders>
                    <w:left w:val="nil"/>
                  </w:tcBorders>
                  <w:shd w:val="clear" w:color="auto" w:fill="auto"/>
                  <w:vAlign w:val="center"/>
                </w:tcPr>
                <w:p w:rsidR="00DB2F67" w:rsidRPr="00DB2F67" w:rsidRDefault="00DB2F67" w:rsidP="007F32B1">
                  <w:pPr>
                    <w:pStyle w:val="TableBodyText"/>
                    <w:ind w:left="0" w:right="28"/>
                  </w:pPr>
                  <w:r w:rsidRPr="00DB2F67">
                    <w:t>10</w:t>
                  </w:r>
                </w:p>
              </w:tc>
              <w:tc>
                <w:tcPr>
                  <w:tcW w:w="402" w:type="pct"/>
                  <w:shd w:val="clear" w:color="auto" w:fill="auto"/>
                  <w:vAlign w:val="center"/>
                </w:tcPr>
                <w:p w:rsidR="00DB2F67" w:rsidRPr="00DB2F67" w:rsidRDefault="00DB2F67" w:rsidP="007F32B1">
                  <w:pPr>
                    <w:pStyle w:val="TableBodyText"/>
                    <w:ind w:left="0" w:right="28"/>
                  </w:pPr>
                  <w:r w:rsidRPr="00DB2F67">
                    <w:t>6</w:t>
                  </w:r>
                  <w:r w:rsidR="00C1027F">
                    <w:t xml:space="preserve"> </w:t>
                  </w:r>
                </w:p>
              </w:tc>
              <w:tc>
                <w:tcPr>
                  <w:tcW w:w="449" w:type="pct"/>
                  <w:shd w:val="clear" w:color="auto" w:fill="auto"/>
                  <w:vAlign w:val="center"/>
                </w:tcPr>
                <w:p w:rsidR="00DB2F67" w:rsidRPr="00DB2F67" w:rsidRDefault="00C1027F" w:rsidP="007F32B1">
                  <w:pPr>
                    <w:pStyle w:val="TableBodyText"/>
                    <w:ind w:left="0" w:right="28"/>
                  </w:pPr>
                  <w:r>
                    <w:t xml:space="preserve"> </w:t>
                  </w:r>
                  <w:r w:rsidR="00DB2F67" w:rsidRPr="00DB2F67">
                    <w:t>9</w:t>
                  </w:r>
                </w:p>
              </w:tc>
              <w:tc>
                <w:tcPr>
                  <w:tcW w:w="450" w:type="pct"/>
                  <w:shd w:val="clear" w:color="auto" w:fill="auto"/>
                  <w:vAlign w:val="center"/>
                </w:tcPr>
                <w:p w:rsidR="00DB2F67" w:rsidRPr="00DB2F67" w:rsidRDefault="00C1027F" w:rsidP="007F32B1">
                  <w:pPr>
                    <w:pStyle w:val="TableBodyText"/>
                    <w:ind w:left="0" w:right="28"/>
                  </w:pPr>
                  <w:r>
                    <w:t xml:space="preserve"> </w:t>
                  </w:r>
                  <w:r w:rsidR="00DB2F67" w:rsidRPr="00DB2F67">
                    <w:t>5</w:t>
                  </w:r>
                </w:p>
              </w:tc>
              <w:tc>
                <w:tcPr>
                  <w:tcW w:w="449" w:type="pct"/>
                  <w:shd w:val="clear" w:color="auto" w:fill="auto"/>
                  <w:vAlign w:val="center"/>
                </w:tcPr>
                <w:p w:rsidR="00DB2F67" w:rsidRPr="00DB2F67" w:rsidRDefault="00C1027F" w:rsidP="007F32B1">
                  <w:pPr>
                    <w:pStyle w:val="TableBodyText"/>
                    <w:ind w:left="0" w:right="28"/>
                  </w:pPr>
                  <w:r>
                    <w:t xml:space="preserve"> </w:t>
                  </w:r>
                  <w:r w:rsidR="00DB2F67" w:rsidRPr="00DB2F67">
                    <w:t>3</w:t>
                  </w:r>
                </w:p>
              </w:tc>
              <w:tc>
                <w:tcPr>
                  <w:tcW w:w="450" w:type="pct"/>
                  <w:shd w:val="clear" w:color="auto" w:fill="auto"/>
                  <w:vAlign w:val="center"/>
                </w:tcPr>
                <w:p w:rsidR="00DB2F67" w:rsidRPr="00DB2F67" w:rsidRDefault="00DB2F67" w:rsidP="007F32B1">
                  <w:pPr>
                    <w:pStyle w:val="TableBodyText"/>
                    <w:ind w:left="0" w:right="28"/>
                  </w:pPr>
                  <w:r w:rsidRPr="00DB2F67">
                    <w:t>–</w:t>
                  </w:r>
                </w:p>
              </w:tc>
              <w:tc>
                <w:tcPr>
                  <w:tcW w:w="449" w:type="pct"/>
                  <w:shd w:val="clear" w:color="auto" w:fill="auto"/>
                  <w:vAlign w:val="center"/>
                </w:tcPr>
                <w:p w:rsidR="00DB2F67" w:rsidRPr="00DB2F67" w:rsidRDefault="00DB2F67" w:rsidP="007F32B1">
                  <w:pPr>
                    <w:pStyle w:val="TableBodyText"/>
                    <w:ind w:left="0" w:right="28"/>
                  </w:pPr>
                  <w:r w:rsidRPr="00DB2F67">
                    <w:t>–</w:t>
                  </w:r>
                </w:p>
              </w:tc>
              <w:tc>
                <w:tcPr>
                  <w:tcW w:w="450" w:type="pct"/>
                  <w:shd w:val="clear" w:color="auto" w:fill="auto"/>
                  <w:vAlign w:val="center"/>
                </w:tcPr>
                <w:p w:rsidR="00DB2F67" w:rsidRPr="00DB2F67" w:rsidRDefault="00C1027F" w:rsidP="007F32B1">
                  <w:pPr>
                    <w:pStyle w:val="TableBodyText"/>
                    <w:ind w:left="0" w:right="28"/>
                  </w:pPr>
                  <w:r>
                    <w:t xml:space="preserve"> </w:t>
                  </w:r>
                  <w:r w:rsidR="00DB2F67" w:rsidRPr="00DB2F67">
                    <w:t>2</w:t>
                  </w:r>
                </w:p>
              </w:tc>
              <w:tc>
                <w:tcPr>
                  <w:tcW w:w="447" w:type="pct"/>
                  <w:shd w:val="clear" w:color="auto" w:fill="auto"/>
                  <w:vAlign w:val="center"/>
                </w:tcPr>
                <w:p w:rsidR="00DB2F67" w:rsidRPr="00DB2F67" w:rsidRDefault="00C1027F" w:rsidP="007F32B1">
                  <w:pPr>
                    <w:pStyle w:val="TableBodyText"/>
                    <w:ind w:left="0" w:right="28"/>
                  </w:pPr>
                  <w:r>
                    <w:t xml:space="preserve"> </w:t>
                  </w:r>
                  <w:r w:rsidR="00DB2F67" w:rsidRPr="00DB2F67">
                    <w:t>35</w:t>
                  </w:r>
                </w:p>
              </w:tc>
            </w:tr>
            <w:tr w:rsidR="00DB2F67" w:rsidRPr="00DB2F67" w:rsidTr="003C33AD">
              <w:tc>
                <w:tcPr>
                  <w:tcW w:w="989" w:type="pct"/>
                  <w:vAlign w:val="bottom"/>
                </w:tcPr>
                <w:p w:rsidR="00DB2F67" w:rsidRPr="00DB2F67" w:rsidRDefault="00C1027F" w:rsidP="00AB4395">
                  <w:pPr>
                    <w:pStyle w:val="TableBodyText"/>
                    <w:jc w:val="left"/>
                  </w:pPr>
                  <w:r>
                    <w:t xml:space="preserve"> </w:t>
                  </w:r>
                  <w:r w:rsidR="00DB2F67" w:rsidRPr="00DB2F67">
                    <w:t>2012</w:t>
                  </w:r>
                  <w:r>
                    <w:noBreakHyphen/>
                  </w:r>
                  <w:r w:rsidR="00DB2F67" w:rsidRPr="00DB2F67">
                    <w:t>13</w:t>
                  </w:r>
                </w:p>
              </w:tc>
              <w:tc>
                <w:tcPr>
                  <w:tcW w:w="465" w:type="pct"/>
                  <w:tcBorders>
                    <w:left w:val="nil"/>
                  </w:tcBorders>
                  <w:shd w:val="clear" w:color="auto" w:fill="auto"/>
                  <w:vAlign w:val="center"/>
                </w:tcPr>
                <w:p w:rsidR="00DB2F67" w:rsidRPr="00DB2F67" w:rsidRDefault="00DB2F67" w:rsidP="007F32B1">
                  <w:pPr>
                    <w:pStyle w:val="TableBodyText"/>
                    <w:ind w:left="0" w:right="28"/>
                  </w:pPr>
                  <w:r w:rsidRPr="00DB2F67">
                    <w:t>5</w:t>
                  </w:r>
                </w:p>
              </w:tc>
              <w:tc>
                <w:tcPr>
                  <w:tcW w:w="402" w:type="pct"/>
                  <w:shd w:val="clear" w:color="auto" w:fill="auto"/>
                  <w:vAlign w:val="center"/>
                </w:tcPr>
                <w:p w:rsidR="00DB2F67" w:rsidRPr="00DB2F67" w:rsidRDefault="00DB2F67" w:rsidP="007F32B1">
                  <w:pPr>
                    <w:pStyle w:val="TableBodyText"/>
                    <w:ind w:left="0" w:right="28"/>
                  </w:pPr>
                  <w:r w:rsidRPr="00DB2F67">
                    <w:t>2</w:t>
                  </w:r>
                </w:p>
              </w:tc>
              <w:tc>
                <w:tcPr>
                  <w:tcW w:w="449" w:type="pct"/>
                  <w:shd w:val="clear" w:color="auto" w:fill="auto"/>
                  <w:vAlign w:val="center"/>
                </w:tcPr>
                <w:p w:rsidR="00DB2F67" w:rsidRPr="00DB2F67" w:rsidRDefault="00DB2F67" w:rsidP="007F32B1">
                  <w:pPr>
                    <w:pStyle w:val="TableBodyText"/>
                    <w:ind w:left="0" w:right="28"/>
                  </w:pPr>
                  <w:r w:rsidRPr="00DB2F67">
                    <w:t>4</w:t>
                  </w:r>
                </w:p>
              </w:tc>
              <w:tc>
                <w:tcPr>
                  <w:tcW w:w="450" w:type="pct"/>
                  <w:shd w:val="clear" w:color="auto" w:fill="auto"/>
                  <w:vAlign w:val="center"/>
                </w:tcPr>
                <w:p w:rsidR="00DB2F67" w:rsidRPr="00DB2F67" w:rsidRDefault="00DB2F67" w:rsidP="007F32B1">
                  <w:pPr>
                    <w:pStyle w:val="TableBodyText"/>
                    <w:ind w:left="0" w:right="28"/>
                  </w:pPr>
                  <w:r w:rsidRPr="00DB2F67">
                    <w:t>6</w:t>
                  </w:r>
                </w:p>
              </w:tc>
              <w:tc>
                <w:tcPr>
                  <w:tcW w:w="449" w:type="pct"/>
                  <w:shd w:val="clear" w:color="auto" w:fill="auto"/>
                  <w:vAlign w:val="center"/>
                </w:tcPr>
                <w:p w:rsidR="00DB2F67" w:rsidRPr="00DB2F67" w:rsidRDefault="00DB2F67" w:rsidP="007F32B1">
                  <w:pPr>
                    <w:pStyle w:val="TableBodyText"/>
                    <w:ind w:left="0" w:right="28"/>
                  </w:pPr>
                  <w:r w:rsidRPr="00DB2F67">
                    <w:t>1</w:t>
                  </w:r>
                </w:p>
              </w:tc>
              <w:tc>
                <w:tcPr>
                  <w:tcW w:w="450" w:type="pct"/>
                  <w:shd w:val="clear" w:color="auto" w:fill="auto"/>
                  <w:vAlign w:val="center"/>
                </w:tcPr>
                <w:p w:rsidR="00DB2F67" w:rsidRPr="00DB2F67" w:rsidRDefault="00DB2F67" w:rsidP="007F32B1">
                  <w:pPr>
                    <w:pStyle w:val="TableBodyText"/>
                    <w:ind w:left="0" w:right="28"/>
                  </w:pPr>
                  <w:r w:rsidRPr="00DB2F67">
                    <w:t>–</w:t>
                  </w:r>
                </w:p>
              </w:tc>
              <w:tc>
                <w:tcPr>
                  <w:tcW w:w="449" w:type="pct"/>
                  <w:shd w:val="clear" w:color="auto" w:fill="auto"/>
                  <w:vAlign w:val="center"/>
                </w:tcPr>
                <w:p w:rsidR="00DB2F67" w:rsidRPr="00DB2F67" w:rsidRDefault="00DB2F67" w:rsidP="007F32B1">
                  <w:pPr>
                    <w:pStyle w:val="TableBodyText"/>
                    <w:ind w:left="0" w:right="28"/>
                  </w:pPr>
                  <w:r w:rsidRPr="00DB2F67">
                    <w:t>–</w:t>
                  </w:r>
                </w:p>
              </w:tc>
              <w:tc>
                <w:tcPr>
                  <w:tcW w:w="450" w:type="pct"/>
                  <w:shd w:val="clear" w:color="auto" w:fill="auto"/>
                  <w:vAlign w:val="center"/>
                </w:tcPr>
                <w:p w:rsidR="00DB2F67" w:rsidRPr="00DB2F67" w:rsidRDefault="00DB2F67" w:rsidP="007F32B1">
                  <w:pPr>
                    <w:pStyle w:val="TableBodyText"/>
                    <w:ind w:left="0" w:right="28"/>
                  </w:pPr>
                  <w:r w:rsidRPr="00DB2F67">
                    <w:t>–</w:t>
                  </w:r>
                </w:p>
              </w:tc>
              <w:tc>
                <w:tcPr>
                  <w:tcW w:w="447" w:type="pct"/>
                  <w:shd w:val="clear" w:color="auto" w:fill="auto"/>
                  <w:vAlign w:val="center"/>
                </w:tcPr>
                <w:p w:rsidR="00DB2F67" w:rsidRPr="00DB2F67" w:rsidRDefault="00DB2F67" w:rsidP="007F32B1">
                  <w:pPr>
                    <w:pStyle w:val="TableBodyText"/>
                    <w:ind w:left="0" w:right="28"/>
                  </w:pPr>
                  <w:r w:rsidRPr="00DB2F67">
                    <w:t>18</w:t>
                  </w:r>
                </w:p>
              </w:tc>
            </w:tr>
            <w:tr w:rsidR="00DB2F67" w:rsidRPr="00DB2F67" w:rsidTr="00740D20">
              <w:tc>
                <w:tcPr>
                  <w:tcW w:w="989" w:type="pct"/>
                  <w:vAlign w:val="bottom"/>
                </w:tcPr>
                <w:p w:rsidR="00DB2F67" w:rsidRPr="00DB2F67" w:rsidRDefault="00C1027F" w:rsidP="00207EEB">
                  <w:pPr>
                    <w:pStyle w:val="TableBodyText"/>
                    <w:jc w:val="left"/>
                  </w:pPr>
                  <w:r>
                    <w:t xml:space="preserve"> </w:t>
                  </w:r>
                  <w:r w:rsidR="00DB2F67" w:rsidRPr="00DB2F67">
                    <w:t>2013</w:t>
                  </w:r>
                  <w:r>
                    <w:noBreakHyphen/>
                  </w:r>
                  <w:r w:rsidR="00DB2F67" w:rsidRPr="00DB2F67">
                    <w:t>14</w:t>
                  </w:r>
                </w:p>
              </w:tc>
              <w:tc>
                <w:tcPr>
                  <w:tcW w:w="465" w:type="pct"/>
                  <w:tcBorders>
                    <w:left w:val="nil"/>
                  </w:tcBorders>
                  <w:shd w:val="clear" w:color="auto" w:fill="auto"/>
                </w:tcPr>
                <w:p w:rsidR="00DB2F67" w:rsidRPr="00DB2F67" w:rsidRDefault="00DB2F67" w:rsidP="00DB2F67">
                  <w:pPr>
                    <w:pStyle w:val="TableBodyText"/>
                    <w:ind w:left="0" w:right="28"/>
                  </w:pPr>
                  <w:proofErr w:type="spellStart"/>
                  <w:r w:rsidRPr="00DB2F67">
                    <w:t>na</w:t>
                  </w:r>
                  <w:proofErr w:type="spellEnd"/>
                </w:p>
              </w:tc>
              <w:tc>
                <w:tcPr>
                  <w:tcW w:w="402" w:type="pct"/>
                  <w:shd w:val="clear" w:color="auto" w:fill="auto"/>
                </w:tcPr>
                <w:p w:rsidR="00DB2F67" w:rsidRPr="00DB2F67" w:rsidRDefault="00C1027F" w:rsidP="00DB2F67">
                  <w:pPr>
                    <w:pStyle w:val="TableBodyText"/>
                    <w:ind w:left="0" w:right="28"/>
                  </w:pPr>
                  <w:r>
                    <w:t xml:space="preserve"> </w:t>
                  </w:r>
                  <w:r w:rsidR="00DB2F67" w:rsidRPr="00DB2F67">
                    <w:t>4</w:t>
                  </w:r>
                </w:p>
              </w:tc>
              <w:tc>
                <w:tcPr>
                  <w:tcW w:w="449" w:type="pct"/>
                  <w:shd w:val="clear" w:color="auto" w:fill="auto"/>
                </w:tcPr>
                <w:p w:rsidR="00DB2F67" w:rsidRPr="00DB2F67" w:rsidRDefault="00C1027F" w:rsidP="00DB2F67">
                  <w:pPr>
                    <w:pStyle w:val="TableBodyText"/>
                    <w:ind w:left="0" w:right="28"/>
                  </w:pPr>
                  <w:r>
                    <w:t xml:space="preserve"> </w:t>
                  </w:r>
                  <w:r w:rsidR="00DB2F67" w:rsidRPr="00DB2F67">
                    <w:t>3</w:t>
                  </w:r>
                </w:p>
              </w:tc>
              <w:tc>
                <w:tcPr>
                  <w:tcW w:w="450" w:type="pct"/>
                  <w:shd w:val="clear" w:color="auto" w:fill="auto"/>
                </w:tcPr>
                <w:p w:rsidR="00DB2F67" w:rsidRPr="00DB2F67" w:rsidRDefault="00C1027F" w:rsidP="00DB2F67">
                  <w:pPr>
                    <w:pStyle w:val="TableBodyText"/>
                    <w:ind w:left="0" w:right="28"/>
                  </w:pPr>
                  <w:r>
                    <w:t xml:space="preserve"> </w:t>
                  </w:r>
                  <w:r w:rsidR="00DB2F67" w:rsidRPr="00DB2F67">
                    <w:t>1</w:t>
                  </w:r>
                </w:p>
              </w:tc>
              <w:tc>
                <w:tcPr>
                  <w:tcW w:w="449" w:type="pct"/>
                  <w:shd w:val="clear" w:color="auto" w:fill="auto"/>
                </w:tcPr>
                <w:p w:rsidR="00DB2F67" w:rsidRPr="00DB2F67" w:rsidRDefault="00C1027F" w:rsidP="00DB2F67">
                  <w:pPr>
                    <w:pStyle w:val="TableBodyText"/>
                    <w:ind w:left="0" w:right="28"/>
                  </w:pPr>
                  <w:r>
                    <w:t xml:space="preserve"> </w:t>
                  </w:r>
                  <w:r w:rsidR="00DB2F67" w:rsidRPr="00DB2F67">
                    <w:t>3</w:t>
                  </w:r>
                </w:p>
              </w:tc>
              <w:tc>
                <w:tcPr>
                  <w:tcW w:w="450" w:type="pct"/>
                  <w:shd w:val="clear" w:color="auto" w:fill="auto"/>
                </w:tcPr>
                <w:p w:rsidR="00DB2F67" w:rsidRPr="00DB2F67" w:rsidRDefault="00DB2F67" w:rsidP="00DB2F67">
                  <w:pPr>
                    <w:pStyle w:val="TableBodyText"/>
                    <w:ind w:left="0" w:right="28"/>
                  </w:pPr>
                  <w:r w:rsidRPr="00DB2F67">
                    <w:t>–</w:t>
                  </w:r>
                </w:p>
              </w:tc>
              <w:tc>
                <w:tcPr>
                  <w:tcW w:w="449" w:type="pct"/>
                  <w:shd w:val="clear" w:color="auto" w:fill="auto"/>
                </w:tcPr>
                <w:p w:rsidR="00DB2F67" w:rsidRPr="00DB2F67" w:rsidRDefault="00DB2F67" w:rsidP="00DB2F67">
                  <w:pPr>
                    <w:pStyle w:val="TableBodyText"/>
                    <w:ind w:left="0" w:right="28"/>
                  </w:pPr>
                  <w:r w:rsidRPr="00DB2F67">
                    <w:t>–</w:t>
                  </w:r>
                </w:p>
              </w:tc>
              <w:tc>
                <w:tcPr>
                  <w:tcW w:w="450" w:type="pct"/>
                  <w:shd w:val="clear" w:color="auto" w:fill="auto"/>
                </w:tcPr>
                <w:p w:rsidR="00DB2F67" w:rsidRPr="00DB2F67" w:rsidRDefault="00C1027F" w:rsidP="00DB2F67">
                  <w:pPr>
                    <w:pStyle w:val="TableBodyText"/>
                    <w:ind w:left="0" w:right="28"/>
                  </w:pPr>
                  <w:r>
                    <w:t xml:space="preserve"> </w:t>
                  </w:r>
                  <w:r w:rsidR="00DB2F67" w:rsidRPr="00DB2F67">
                    <w:t>1</w:t>
                  </w:r>
                </w:p>
              </w:tc>
              <w:tc>
                <w:tcPr>
                  <w:tcW w:w="447" w:type="pct"/>
                  <w:shd w:val="clear" w:color="auto" w:fill="auto"/>
                </w:tcPr>
                <w:p w:rsidR="00DB2F67" w:rsidRPr="00DB2F67" w:rsidRDefault="00C1027F" w:rsidP="00C51271">
                  <w:pPr>
                    <w:pStyle w:val="TableBodyText"/>
                    <w:ind w:left="0" w:right="28"/>
                  </w:pPr>
                  <w:r>
                    <w:t xml:space="preserve"> </w:t>
                  </w:r>
                  <w:r w:rsidR="00DB2F67" w:rsidRPr="00DB2F67">
                    <w:t>1</w:t>
                  </w:r>
                  <w:r w:rsidR="00C51271">
                    <w:t>2</w:t>
                  </w:r>
                </w:p>
              </w:tc>
            </w:tr>
            <w:tr w:rsidR="00DB2F67" w:rsidRPr="00DB2F67" w:rsidTr="00740D20">
              <w:tc>
                <w:tcPr>
                  <w:tcW w:w="989" w:type="pct"/>
                  <w:tcBorders>
                    <w:bottom w:val="single" w:sz="6" w:space="0" w:color="BFBFBF" w:themeColor="background2"/>
                  </w:tcBorders>
                  <w:vAlign w:val="bottom"/>
                </w:tcPr>
                <w:p w:rsidR="00DB2F67" w:rsidRPr="00DB2F67" w:rsidRDefault="00C1027F" w:rsidP="00207EEB">
                  <w:pPr>
                    <w:pStyle w:val="TableBodyText"/>
                    <w:jc w:val="left"/>
                  </w:pPr>
                  <w:r>
                    <w:t xml:space="preserve"> </w:t>
                  </w:r>
                  <w:r w:rsidR="00DB2F67" w:rsidRPr="00DB2F67">
                    <w:t>2014</w:t>
                  </w:r>
                  <w:r>
                    <w:noBreakHyphen/>
                  </w:r>
                  <w:r w:rsidR="00DB2F67" w:rsidRPr="00DB2F67">
                    <w:t>15</w:t>
                  </w:r>
                </w:p>
              </w:tc>
              <w:tc>
                <w:tcPr>
                  <w:tcW w:w="465" w:type="pct"/>
                  <w:tcBorders>
                    <w:left w:val="nil"/>
                    <w:bottom w:val="single" w:sz="6" w:space="0" w:color="BFBFBF" w:themeColor="background2"/>
                  </w:tcBorders>
                  <w:shd w:val="clear" w:color="auto" w:fill="auto"/>
                </w:tcPr>
                <w:p w:rsidR="00DB2F67" w:rsidRPr="00DB2F67" w:rsidRDefault="00DB2F67" w:rsidP="00DB2F67">
                  <w:pPr>
                    <w:pStyle w:val="TableBodyText"/>
                    <w:ind w:left="0" w:right="28"/>
                  </w:pPr>
                  <w:proofErr w:type="spellStart"/>
                  <w:r w:rsidRPr="00DB2F67">
                    <w:t>na</w:t>
                  </w:r>
                  <w:proofErr w:type="spellEnd"/>
                </w:p>
              </w:tc>
              <w:tc>
                <w:tcPr>
                  <w:tcW w:w="402" w:type="pct"/>
                  <w:tcBorders>
                    <w:bottom w:val="single" w:sz="6" w:space="0" w:color="BFBFBF" w:themeColor="background2"/>
                  </w:tcBorders>
                  <w:shd w:val="clear" w:color="auto" w:fill="auto"/>
                </w:tcPr>
                <w:p w:rsidR="00DB2F67" w:rsidRPr="00DB2F67" w:rsidRDefault="00DB2F67" w:rsidP="00DB2F67">
                  <w:pPr>
                    <w:pStyle w:val="TableBodyText"/>
                    <w:ind w:left="0" w:right="28"/>
                  </w:pPr>
                  <w:proofErr w:type="spellStart"/>
                  <w:r w:rsidRPr="00DB2F67">
                    <w:t>na</w:t>
                  </w:r>
                  <w:proofErr w:type="spellEnd"/>
                </w:p>
              </w:tc>
              <w:tc>
                <w:tcPr>
                  <w:tcW w:w="449" w:type="pct"/>
                  <w:tcBorders>
                    <w:bottom w:val="single" w:sz="6" w:space="0" w:color="BFBFBF" w:themeColor="background2"/>
                  </w:tcBorders>
                  <w:shd w:val="clear" w:color="auto" w:fill="auto"/>
                </w:tcPr>
                <w:p w:rsidR="00DB2F67" w:rsidRPr="00DB2F67" w:rsidRDefault="00C1027F" w:rsidP="00DB2F67">
                  <w:pPr>
                    <w:pStyle w:val="TableBodyText"/>
                    <w:ind w:left="0" w:right="28"/>
                  </w:pPr>
                  <w:r>
                    <w:t xml:space="preserve"> </w:t>
                  </w:r>
                  <w:r w:rsidR="00DB2F67" w:rsidRPr="00DB2F67">
                    <w:t>4</w:t>
                  </w:r>
                </w:p>
              </w:tc>
              <w:tc>
                <w:tcPr>
                  <w:tcW w:w="450" w:type="pct"/>
                  <w:tcBorders>
                    <w:bottom w:val="single" w:sz="6" w:space="0" w:color="BFBFBF" w:themeColor="background2"/>
                  </w:tcBorders>
                  <w:shd w:val="clear" w:color="auto" w:fill="auto"/>
                </w:tcPr>
                <w:p w:rsidR="00DB2F67" w:rsidRPr="00DB2F67" w:rsidRDefault="00C1027F" w:rsidP="00DB2F67">
                  <w:pPr>
                    <w:pStyle w:val="TableBodyText"/>
                    <w:ind w:left="0" w:right="28"/>
                  </w:pPr>
                  <w:r>
                    <w:t xml:space="preserve"> </w:t>
                  </w:r>
                  <w:r w:rsidR="00DB2F67" w:rsidRPr="00DB2F67">
                    <w:t>4</w:t>
                  </w:r>
                </w:p>
              </w:tc>
              <w:tc>
                <w:tcPr>
                  <w:tcW w:w="449" w:type="pct"/>
                  <w:tcBorders>
                    <w:bottom w:val="single" w:sz="6" w:space="0" w:color="BFBFBF" w:themeColor="background2"/>
                  </w:tcBorders>
                  <w:shd w:val="clear" w:color="auto" w:fill="auto"/>
                </w:tcPr>
                <w:p w:rsidR="00DB2F67" w:rsidRPr="00DB2F67" w:rsidRDefault="00C1027F" w:rsidP="00DB2F67">
                  <w:pPr>
                    <w:pStyle w:val="TableBodyText"/>
                    <w:ind w:left="0" w:right="28"/>
                  </w:pPr>
                  <w:r>
                    <w:t xml:space="preserve"> </w:t>
                  </w:r>
                  <w:r w:rsidR="00DB2F67" w:rsidRPr="00DB2F67">
                    <w:t>1</w:t>
                  </w:r>
                </w:p>
              </w:tc>
              <w:tc>
                <w:tcPr>
                  <w:tcW w:w="450" w:type="pct"/>
                  <w:tcBorders>
                    <w:bottom w:val="single" w:sz="6" w:space="0" w:color="BFBFBF" w:themeColor="background2"/>
                  </w:tcBorders>
                  <w:shd w:val="clear" w:color="auto" w:fill="auto"/>
                </w:tcPr>
                <w:p w:rsidR="00DB2F67" w:rsidRPr="00DB2F67" w:rsidRDefault="00DB2F67" w:rsidP="00DB2F67">
                  <w:pPr>
                    <w:pStyle w:val="TableBodyText"/>
                    <w:ind w:left="0" w:right="28"/>
                  </w:pPr>
                  <w:r w:rsidRPr="00DB2F67">
                    <w:t>–</w:t>
                  </w:r>
                </w:p>
              </w:tc>
              <w:tc>
                <w:tcPr>
                  <w:tcW w:w="449" w:type="pct"/>
                  <w:tcBorders>
                    <w:bottom w:val="single" w:sz="6" w:space="0" w:color="BFBFBF" w:themeColor="background2"/>
                  </w:tcBorders>
                  <w:shd w:val="clear" w:color="auto" w:fill="auto"/>
                </w:tcPr>
                <w:p w:rsidR="00DB2F67" w:rsidRPr="00DB2F67" w:rsidRDefault="00DB2F67" w:rsidP="00DB2F67">
                  <w:pPr>
                    <w:pStyle w:val="TableBodyText"/>
                    <w:ind w:left="0" w:right="28"/>
                  </w:pPr>
                  <w:r w:rsidRPr="00DB2F67">
                    <w:t>–</w:t>
                  </w:r>
                </w:p>
              </w:tc>
              <w:tc>
                <w:tcPr>
                  <w:tcW w:w="450" w:type="pct"/>
                  <w:tcBorders>
                    <w:bottom w:val="single" w:sz="6" w:space="0" w:color="BFBFBF" w:themeColor="background2"/>
                  </w:tcBorders>
                  <w:shd w:val="clear" w:color="auto" w:fill="auto"/>
                </w:tcPr>
                <w:p w:rsidR="00DB2F67" w:rsidRPr="00DB2F67" w:rsidRDefault="00C1027F" w:rsidP="00DB2F67">
                  <w:pPr>
                    <w:pStyle w:val="TableBodyText"/>
                    <w:ind w:left="0" w:right="28"/>
                  </w:pPr>
                  <w:r>
                    <w:t xml:space="preserve"> </w:t>
                  </w:r>
                  <w:r w:rsidR="00DB2F67" w:rsidRPr="00DB2F67">
                    <w:t>2</w:t>
                  </w:r>
                </w:p>
              </w:tc>
              <w:tc>
                <w:tcPr>
                  <w:tcW w:w="447" w:type="pct"/>
                  <w:tcBorders>
                    <w:bottom w:val="single" w:sz="6" w:space="0" w:color="BFBFBF" w:themeColor="background2"/>
                  </w:tcBorders>
                  <w:shd w:val="clear" w:color="auto" w:fill="auto"/>
                </w:tcPr>
                <w:p w:rsidR="00DB2F67" w:rsidRPr="00DB2F67" w:rsidRDefault="00C1027F" w:rsidP="00C51271">
                  <w:pPr>
                    <w:pStyle w:val="TableBodyText"/>
                    <w:ind w:left="0" w:right="28"/>
                  </w:pPr>
                  <w:r>
                    <w:t xml:space="preserve"> </w:t>
                  </w:r>
                  <w:r w:rsidR="00DB2F67" w:rsidRPr="00DB2F67">
                    <w:t>1</w:t>
                  </w:r>
                  <w:r w:rsidR="00C51271">
                    <w:t>1</w:t>
                  </w:r>
                </w:p>
              </w:tc>
            </w:tr>
          </w:tbl>
          <w:p w:rsidR="002D5007" w:rsidRDefault="002D5007" w:rsidP="00AB4395">
            <w:pPr>
              <w:pStyle w:val="Box"/>
            </w:pPr>
          </w:p>
        </w:tc>
      </w:tr>
      <w:tr w:rsidR="002D5007" w:rsidTr="00AB4395">
        <w:trPr>
          <w:cantSplit/>
        </w:trPr>
        <w:tc>
          <w:tcPr>
            <w:tcW w:w="8771" w:type="dxa"/>
            <w:tcBorders>
              <w:top w:val="nil"/>
              <w:left w:val="nil"/>
              <w:bottom w:val="nil"/>
              <w:right w:val="nil"/>
            </w:tcBorders>
            <w:shd w:val="clear" w:color="auto" w:fill="auto"/>
          </w:tcPr>
          <w:p w:rsidR="002D5007" w:rsidRDefault="002D5007" w:rsidP="005B74CF">
            <w:pPr>
              <w:pStyle w:val="Note"/>
              <w:rPr>
                <w:i/>
              </w:rPr>
            </w:pPr>
            <w:r w:rsidRPr="008E77FE">
              <w:rPr>
                <w:rStyle w:val="NoteLabel"/>
              </w:rPr>
              <w:t>a</w:t>
            </w:r>
            <w:r>
              <w:t xml:space="preserve"> </w:t>
            </w:r>
            <w:r w:rsidR="00E775F8">
              <w:t>See box 6.</w:t>
            </w:r>
            <w:r w:rsidR="005B74CF">
              <w:t>19</w:t>
            </w:r>
            <w:r w:rsidR="00E775F8" w:rsidRPr="00C602B2">
              <w:t xml:space="preserve"> and </w:t>
            </w:r>
            <w:r w:rsidR="00E775F8" w:rsidRPr="003041C9">
              <w:t xml:space="preserve">table </w:t>
            </w:r>
            <w:proofErr w:type="spellStart"/>
            <w:r w:rsidR="00E775F8" w:rsidRPr="00590CF6">
              <w:t>6A.</w:t>
            </w:r>
            <w:r w:rsidR="00E775F8">
              <w:t>38</w:t>
            </w:r>
            <w:proofErr w:type="spellEnd"/>
            <w:r w:rsidR="00E775F8">
              <w:t xml:space="preserve"> </w:t>
            </w:r>
            <w:r w:rsidR="00E775F8" w:rsidRPr="00C602B2">
              <w:t>for detailed definitions, footnotes and caveats</w:t>
            </w:r>
            <w:r w:rsidR="00E775F8">
              <w:t>.</w:t>
            </w:r>
            <w:r w:rsidR="00C00FBC">
              <w:t xml:space="preserve"> </w:t>
            </w:r>
            <w:r w:rsidRPr="003B1112">
              <w:rPr>
                <w:b/>
              </w:rPr>
              <w:t>–</w:t>
            </w:r>
            <w:r w:rsidRPr="002D5007">
              <w:t xml:space="preserve"> Nil or rounded to zero.</w:t>
            </w:r>
            <w:r w:rsidR="00A31323">
              <w:t xml:space="preserve"> </w:t>
            </w:r>
            <w:proofErr w:type="spellStart"/>
            <w:r w:rsidR="00A31323" w:rsidRPr="00C00FBC">
              <w:rPr>
                <w:b/>
              </w:rPr>
              <w:t>na</w:t>
            </w:r>
            <w:proofErr w:type="spellEnd"/>
            <w:r w:rsidR="00C00FBC">
              <w:rPr>
                <w:b/>
              </w:rPr>
              <w:t> </w:t>
            </w:r>
            <w:r w:rsidR="00095264">
              <w:t>N</w:t>
            </w:r>
            <w:r w:rsidR="00A31323">
              <w:t>ot available.</w:t>
            </w:r>
          </w:p>
        </w:tc>
      </w:tr>
      <w:tr w:rsidR="002D5007" w:rsidTr="00AB4395">
        <w:trPr>
          <w:cantSplit/>
        </w:trPr>
        <w:tc>
          <w:tcPr>
            <w:tcW w:w="8771" w:type="dxa"/>
            <w:tcBorders>
              <w:top w:val="nil"/>
              <w:left w:val="nil"/>
              <w:bottom w:val="nil"/>
              <w:right w:val="nil"/>
            </w:tcBorders>
            <w:shd w:val="clear" w:color="auto" w:fill="auto"/>
          </w:tcPr>
          <w:p w:rsidR="002D5007" w:rsidRDefault="002D5007" w:rsidP="00AB4395">
            <w:pPr>
              <w:pStyle w:val="Source"/>
            </w:pPr>
            <w:r w:rsidRPr="002D5007">
              <w:rPr>
                <w:i/>
              </w:rPr>
              <w:t>Source</w:t>
            </w:r>
            <w:r w:rsidRPr="00C1027F">
              <w:t>:</w:t>
            </w:r>
            <w:r w:rsidRPr="002D5007">
              <w:rPr>
                <w:i/>
              </w:rPr>
              <w:t xml:space="preserve"> </w:t>
            </w:r>
            <w:r w:rsidRPr="003B1112">
              <w:t>AIC (various years, unpublished)</w:t>
            </w:r>
            <w:r w:rsidRPr="002D5007">
              <w:rPr>
                <w:i/>
              </w:rPr>
              <w:t xml:space="preserve"> </w:t>
            </w:r>
            <w:r w:rsidRPr="00C00FBC">
              <w:t>Deaths in Custody, Australia;</w:t>
            </w:r>
            <w:r w:rsidRPr="002D5007">
              <w:rPr>
                <w:i/>
              </w:rPr>
              <w:t xml:space="preserve"> </w:t>
            </w:r>
            <w:r w:rsidRPr="00E775F8">
              <w:t xml:space="preserve">table </w:t>
            </w:r>
            <w:proofErr w:type="spellStart"/>
            <w:r w:rsidRPr="00E775F8">
              <w:t>6A.38</w:t>
            </w:r>
            <w:proofErr w:type="spellEnd"/>
            <w:r w:rsidRPr="00E775F8">
              <w:t>.</w:t>
            </w:r>
          </w:p>
        </w:tc>
      </w:tr>
      <w:tr w:rsidR="002D5007" w:rsidTr="00AB4395">
        <w:trPr>
          <w:cantSplit/>
        </w:trPr>
        <w:tc>
          <w:tcPr>
            <w:tcW w:w="8771" w:type="dxa"/>
            <w:tcBorders>
              <w:top w:val="nil"/>
              <w:left w:val="nil"/>
              <w:bottom w:val="single" w:sz="6" w:space="0" w:color="78A22F"/>
              <w:right w:val="nil"/>
            </w:tcBorders>
            <w:shd w:val="clear" w:color="auto" w:fill="auto"/>
          </w:tcPr>
          <w:p w:rsidR="002D5007" w:rsidRDefault="002D5007" w:rsidP="00AB4395">
            <w:pPr>
              <w:pStyle w:val="Box"/>
              <w:spacing w:before="0" w:line="120" w:lineRule="exact"/>
            </w:pPr>
          </w:p>
        </w:tc>
      </w:tr>
      <w:tr w:rsidR="002D5007" w:rsidRPr="000863A5" w:rsidTr="00AB4395">
        <w:tc>
          <w:tcPr>
            <w:tcW w:w="8771" w:type="dxa"/>
            <w:tcBorders>
              <w:top w:val="single" w:sz="6" w:space="0" w:color="78A22F"/>
              <w:left w:val="nil"/>
              <w:bottom w:val="nil"/>
              <w:right w:val="nil"/>
            </w:tcBorders>
          </w:tcPr>
          <w:p w:rsidR="002D5007" w:rsidRPr="00626D32" w:rsidRDefault="002D5007" w:rsidP="00AB4395">
            <w:pPr>
              <w:pStyle w:val="BoxSpaceBelow"/>
            </w:pPr>
          </w:p>
        </w:tc>
      </w:tr>
    </w:tbl>
    <w:p w:rsidR="00C753D8" w:rsidRDefault="00C753D8" w:rsidP="0022215A">
      <w:pPr>
        <w:pStyle w:val="Heading5"/>
      </w:pPr>
      <w:r>
        <w:t>Magistrates court defendants resulting in a guilty plea or finding</w:t>
      </w:r>
    </w:p>
    <w:p w:rsidR="00C753D8" w:rsidRDefault="00C753D8" w:rsidP="00C753D8">
      <w:pPr>
        <w:pStyle w:val="BodyText"/>
      </w:pPr>
      <w:r>
        <w:t>The police assist the judicial process in a variety of ways including collecting evidence and providing testimony in court. Police work in this area can be measured to some extent by the success in achieving a guilty plea or finding in court. ‘Magistrates court defendants resulting in a guilty plea or finding’ is an indicator of governments’ objective for police to support the judicial process to achieve efficient and effective court case management for judicial processing (box</w:t>
      </w:r>
      <w:r w:rsidR="001D2ED1">
        <w:t xml:space="preserve"> 6.2</w:t>
      </w:r>
      <w:r w:rsidR="00E704D5">
        <w:t>0</w:t>
      </w:r>
      <w:r w:rsidR="001D2ED1">
        <w:t>)</w:t>
      </w:r>
      <w:r>
        <w:t>.</w:t>
      </w:r>
    </w:p>
    <w:p w:rsidR="0022215A" w:rsidRDefault="002221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215A" w:rsidTr="008D5A16">
        <w:tc>
          <w:tcPr>
            <w:tcW w:w="8771" w:type="dxa"/>
            <w:tcBorders>
              <w:top w:val="single" w:sz="6" w:space="0" w:color="78A22F"/>
              <w:left w:val="nil"/>
              <w:bottom w:val="nil"/>
              <w:right w:val="nil"/>
            </w:tcBorders>
            <w:shd w:val="clear" w:color="auto" w:fill="F2F2F2"/>
          </w:tcPr>
          <w:p w:rsidR="0022215A" w:rsidRDefault="0022215A">
            <w:pPr>
              <w:pStyle w:val="BoxTitle"/>
            </w:pPr>
            <w:r>
              <w:rPr>
                <w:b w:val="0"/>
              </w:rPr>
              <w:t xml:space="preserve">Box </w:t>
            </w:r>
            <w:bookmarkStart w:id="48" w:name="OLE_LINK53"/>
            <w:r w:rsidR="000B0973">
              <w:rPr>
                <w:b w:val="0"/>
              </w:rPr>
              <w:t>6.</w:t>
            </w:r>
            <w:r w:rsidR="00740D20">
              <w:rPr>
                <w:b w:val="0"/>
                <w:noProof/>
              </w:rPr>
              <w:t>20</w:t>
            </w:r>
            <w:bookmarkEnd w:id="48"/>
            <w:r>
              <w:tab/>
              <w:t>Magistrates court defendants resulting in a guilty plea or finding</w:t>
            </w:r>
          </w:p>
        </w:tc>
      </w:tr>
      <w:tr w:rsidR="0022215A" w:rsidTr="008D5A16">
        <w:trPr>
          <w:cantSplit/>
        </w:trPr>
        <w:tc>
          <w:tcPr>
            <w:tcW w:w="8771" w:type="dxa"/>
            <w:tcBorders>
              <w:top w:val="nil"/>
              <w:left w:val="nil"/>
              <w:bottom w:val="nil"/>
              <w:right w:val="nil"/>
            </w:tcBorders>
            <w:shd w:val="clear" w:color="auto" w:fill="F2F2F2"/>
          </w:tcPr>
          <w:p w:rsidR="0022215A" w:rsidRDefault="0022215A" w:rsidP="0022215A">
            <w:pPr>
              <w:pStyle w:val="Box"/>
            </w:pPr>
            <w:r>
              <w:t>‘Magistrates court defendants resulting in a guilty plea or finding’ is defined as the number of finalised adjudicated defendants in lower courts who either submitted a guilty plea or were found guilty, as a proportion of the total number of magistrates court adjudicated defendants.</w:t>
            </w:r>
          </w:p>
          <w:p w:rsidR="0022215A" w:rsidRDefault="0022215A" w:rsidP="0022215A">
            <w:pPr>
              <w:pStyle w:val="Box"/>
            </w:pPr>
            <w:r>
              <w:t>A high or increasing proportion of magistrates court adjudicated defendants submitting a guilty plea or being the subject of a guilty finding is desirable.</w:t>
            </w:r>
          </w:p>
          <w:p w:rsidR="0022215A" w:rsidRDefault="0022215A" w:rsidP="0022215A">
            <w:pPr>
              <w:pStyle w:val="Box"/>
            </w:pPr>
            <w:r>
              <w:t xml:space="preserve">This indicator does not provide information on the number of cases where police have identified a likely offender but choose not to bring the likely offender to court due to a number of factors. </w:t>
            </w:r>
          </w:p>
          <w:p w:rsidR="0022215A" w:rsidRDefault="0022215A" w:rsidP="0022215A">
            <w:pPr>
              <w:pStyle w:val="Box"/>
            </w:pPr>
            <w:r>
              <w:t>Data reported for this measure are:</w:t>
            </w:r>
          </w:p>
          <w:p w:rsidR="0022215A" w:rsidRDefault="0022215A" w:rsidP="0022215A">
            <w:pPr>
              <w:pStyle w:val="BoxListBullet"/>
            </w:pPr>
            <w:r>
              <w:t>comparable (subject to caveats) across jurisdictions and over time</w:t>
            </w:r>
          </w:p>
          <w:p w:rsidR="0022215A" w:rsidRDefault="0022215A" w:rsidP="0022215A">
            <w:pPr>
              <w:pStyle w:val="BoxListBullet"/>
            </w:pPr>
            <w:r>
              <w:t>complete for the current reporting period (subject to caveats). All required 201</w:t>
            </w:r>
            <w:r w:rsidR="00551982">
              <w:t>3</w:t>
            </w:r>
            <w:r w:rsidR="00C1027F">
              <w:noBreakHyphen/>
            </w:r>
            <w:r>
              <w:t>1</w:t>
            </w:r>
            <w:r w:rsidR="00551982">
              <w:t>4</w:t>
            </w:r>
            <w:r>
              <w:t xml:space="preserve"> data are available for all jurisdictions.</w:t>
            </w:r>
          </w:p>
          <w:p w:rsidR="0022215A" w:rsidRDefault="0022215A" w:rsidP="0001310A">
            <w:pPr>
              <w:pStyle w:val="Box"/>
            </w:pPr>
            <w:r w:rsidRPr="00BE6898">
              <w:t>Data quality information for this indicator</w:t>
            </w:r>
            <w:r w:rsidR="00105265" w:rsidRPr="00BE6898">
              <w:t xml:space="preserve"> is at </w:t>
            </w:r>
            <w:proofErr w:type="spellStart"/>
            <w:r w:rsidR="00C9771F" w:rsidRPr="00BE6898">
              <w:t>www.pc.gov.au</w:t>
            </w:r>
            <w:proofErr w:type="spellEnd"/>
            <w:r w:rsidR="00C9771F" w:rsidRPr="00BE6898">
              <w:t>/</w:t>
            </w:r>
            <w:proofErr w:type="spellStart"/>
            <w:r w:rsidR="00C9771F" w:rsidRPr="00BE6898">
              <w:t>rogs</w:t>
            </w:r>
            <w:proofErr w:type="spellEnd"/>
            <w:r w:rsidR="00C9771F" w:rsidRPr="00BE6898">
              <w:t>/2016</w:t>
            </w:r>
            <w:r w:rsidRPr="00BE6898">
              <w:t>.</w:t>
            </w:r>
          </w:p>
        </w:tc>
      </w:tr>
      <w:tr w:rsidR="0022215A" w:rsidTr="008D5A16">
        <w:trPr>
          <w:cantSplit/>
        </w:trPr>
        <w:tc>
          <w:tcPr>
            <w:tcW w:w="8771" w:type="dxa"/>
            <w:tcBorders>
              <w:top w:val="nil"/>
              <w:left w:val="nil"/>
              <w:bottom w:val="single" w:sz="6" w:space="0" w:color="78A22F"/>
              <w:right w:val="nil"/>
            </w:tcBorders>
            <w:shd w:val="clear" w:color="auto" w:fill="F2F2F2"/>
          </w:tcPr>
          <w:p w:rsidR="0022215A" w:rsidRDefault="0022215A">
            <w:pPr>
              <w:pStyle w:val="Box"/>
              <w:spacing w:before="0" w:line="120" w:lineRule="exact"/>
            </w:pPr>
          </w:p>
        </w:tc>
      </w:tr>
      <w:tr w:rsidR="0022215A" w:rsidRPr="000863A5" w:rsidTr="008D5A16">
        <w:tc>
          <w:tcPr>
            <w:tcW w:w="8771" w:type="dxa"/>
            <w:tcBorders>
              <w:top w:val="single" w:sz="6" w:space="0" w:color="78A22F"/>
              <w:left w:val="nil"/>
              <w:bottom w:val="nil"/>
              <w:right w:val="nil"/>
            </w:tcBorders>
          </w:tcPr>
          <w:p w:rsidR="0022215A" w:rsidRPr="00626D32" w:rsidRDefault="0022215A" w:rsidP="008D5A16">
            <w:pPr>
              <w:pStyle w:val="BoxSpaceBelow"/>
            </w:pPr>
          </w:p>
        </w:tc>
      </w:tr>
    </w:tbl>
    <w:p w:rsidR="00C753D8" w:rsidRDefault="00C753D8" w:rsidP="00C753D8">
      <w:pPr>
        <w:pStyle w:val="BodyText"/>
      </w:pPr>
      <w:r>
        <w:t xml:space="preserve">Nationally, the proportion of magistrates court adjudicated defendants who either submitted a guilty plea or were found guilty </w:t>
      </w:r>
      <w:r w:rsidRPr="00272CC3">
        <w:t>was</w:t>
      </w:r>
      <w:r w:rsidR="00BE6898" w:rsidRPr="00272CC3">
        <w:t xml:space="preserve"> 97.</w:t>
      </w:r>
      <w:r w:rsidR="001B06C6" w:rsidRPr="00272CC3">
        <w:t>7</w:t>
      </w:r>
      <w:r w:rsidRPr="00272CC3">
        <w:rPr>
          <w:color w:val="FF0000"/>
        </w:rPr>
        <w:t xml:space="preserve"> </w:t>
      </w:r>
      <w:r w:rsidRPr="00272CC3">
        <w:t>per cent</w:t>
      </w:r>
      <w:r>
        <w:t xml:space="preserve"> in 201</w:t>
      </w:r>
      <w:r w:rsidR="00551982">
        <w:t>3</w:t>
      </w:r>
      <w:r w:rsidR="00C1027F">
        <w:noBreakHyphen/>
      </w:r>
      <w:r>
        <w:t>1</w:t>
      </w:r>
      <w:r w:rsidR="00551982">
        <w:t>4</w:t>
      </w:r>
      <w:r w:rsidR="001D2ED1">
        <w:t>. This is consistent with previous years (figure 6.2</w:t>
      </w:r>
      <w:r w:rsidR="00B65B32">
        <w:t>6</w:t>
      </w:r>
      <w:r>
        <w:t>).</w:t>
      </w:r>
    </w:p>
    <w:p w:rsidR="00D002C7" w:rsidRDefault="00D002C7" w:rsidP="00766C2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002C7" w:rsidTr="00766C27">
        <w:tc>
          <w:tcPr>
            <w:tcW w:w="8771" w:type="dxa"/>
            <w:tcBorders>
              <w:top w:val="single" w:sz="6" w:space="0" w:color="78A22F"/>
              <w:left w:val="nil"/>
              <w:bottom w:val="nil"/>
              <w:right w:val="nil"/>
            </w:tcBorders>
            <w:shd w:val="clear" w:color="auto" w:fill="auto"/>
          </w:tcPr>
          <w:p w:rsidR="00D002C7" w:rsidRPr="00176D3F" w:rsidRDefault="00D002C7" w:rsidP="00D002C7">
            <w:pPr>
              <w:pStyle w:val="FigureTitle"/>
            </w:pPr>
            <w:r w:rsidRPr="00784A05">
              <w:rPr>
                <w:b w:val="0"/>
              </w:rPr>
              <w:t xml:space="preserve">Figure </w:t>
            </w:r>
            <w:r>
              <w:rPr>
                <w:b w:val="0"/>
              </w:rPr>
              <w:t>6.</w:t>
            </w:r>
            <w:r w:rsidR="00740D20">
              <w:rPr>
                <w:b w:val="0"/>
                <w:noProof/>
              </w:rPr>
              <w:t>26</w:t>
            </w:r>
            <w:r>
              <w:tab/>
              <w:t>Proportion of magistrates court finalised adjudicated defendants resulting in a guilty plea or finding</w:t>
            </w:r>
            <w:r w:rsidRPr="0022215A">
              <w:rPr>
                <w:rStyle w:val="NoteLabel"/>
                <w:b/>
              </w:rPr>
              <w:t>a</w:t>
            </w:r>
          </w:p>
        </w:tc>
      </w:tr>
      <w:tr w:rsidR="00D002C7" w:rsidTr="00766C2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002C7" w:rsidTr="00766C27">
              <w:trPr>
                <w:jc w:val="center"/>
              </w:trPr>
              <w:tc>
                <w:tcPr>
                  <w:tcW w:w="5000" w:type="pct"/>
                  <w:tcBorders>
                    <w:top w:val="nil"/>
                    <w:bottom w:val="nil"/>
                  </w:tcBorders>
                </w:tcPr>
                <w:p w:rsidR="00D002C7" w:rsidRDefault="00842F0F" w:rsidP="00766C27">
                  <w:pPr>
                    <w:pStyle w:val="Figure"/>
                    <w:spacing w:before="60" w:after="60"/>
                  </w:pPr>
                  <w:r>
                    <w:rPr>
                      <w:noProof/>
                    </w:rPr>
                    <w:drawing>
                      <wp:inline distT="0" distB="0" distL="0" distR="0">
                        <wp:extent cx="5391150" cy="2683510"/>
                        <wp:effectExtent l="0" t="0" r="0" b="2540"/>
                        <wp:docPr id="30" name="Picture 30" descr="Figure 6.26 Proportion of magistrates court finalised adjudicated defendants resulting in a guilty plea or find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D002C7" w:rsidRDefault="00D002C7" w:rsidP="00766C27">
            <w:pPr>
              <w:pStyle w:val="Figure"/>
            </w:pPr>
          </w:p>
        </w:tc>
      </w:tr>
      <w:tr w:rsidR="00D002C7" w:rsidRPr="00176D3F" w:rsidTr="00766C27">
        <w:tc>
          <w:tcPr>
            <w:tcW w:w="8771" w:type="dxa"/>
            <w:tcBorders>
              <w:top w:val="nil"/>
              <w:left w:val="nil"/>
              <w:bottom w:val="nil"/>
              <w:right w:val="nil"/>
            </w:tcBorders>
            <w:shd w:val="clear" w:color="auto" w:fill="auto"/>
          </w:tcPr>
          <w:p w:rsidR="00D002C7" w:rsidRPr="00176D3F" w:rsidRDefault="00D002C7" w:rsidP="00766C27">
            <w:pPr>
              <w:pStyle w:val="Note"/>
              <w:keepNext/>
              <w:rPr>
                <w:i/>
              </w:rPr>
            </w:pPr>
            <w:r>
              <w:rPr>
                <w:rStyle w:val="NoteLabel"/>
              </w:rPr>
              <w:t>a</w:t>
            </w:r>
            <w:r>
              <w:t xml:space="preserve"> See box 6.20</w:t>
            </w:r>
            <w:r w:rsidRPr="00C602B2">
              <w:t xml:space="preserve"> and </w:t>
            </w:r>
            <w:r w:rsidRPr="003041C9">
              <w:t xml:space="preserve">table </w:t>
            </w:r>
            <w:r w:rsidRPr="00590CF6">
              <w:t>6A.</w:t>
            </w:r>
            <w:r>
              <w:t xml:space="preserve">40 </w:t>
            </w:r>
            <w:r w:rsidRPr="00C602B2">
              <w:t>for detailed definitions, footnotes and caveats</w:t>
            </w:r>
            <w:r>
              <w:t>.</w:t>
            </w:r>
          </w:p>
        </w:tc>
      </w:tr>
      <w:tr w:rsidR="00D002C7" w:rsidRPr="00176D3F" w:rsidTr="00766C27">
        <w:tc>
          <w:tcPr>
            <w:tcW w:w="8771" w:type="dxa"/>
            <w:tcBorders>
              <w:top w:val="nil"/>
              <w:left w:val="nil"/>
              <w:bottom w:val="nil"/>
              <w:right w:val="nil"/>
            </w:tcBorders>
            <w:shd w:val="clear" w:color="auto" w:fill="auto"/>
          </w:tcPr>
          <w:p w:rsidR="00D002C7" w:rsidRPr="00176D3F" w:rsidRDefault="00D002C7" w:rsidP="00766C27">
            <w:pPr>
              <w:pStyle w:val="Source"/>
            </w:pPr>
            <w:r w:rsidRPr="0022215A">
              <w:rPr>
                <w:i/>
              </w:rPr>
              <w:t>Source</w:t>
            </w:r>
            <w:r w:rsidRPr="00C1027F">
              <w:t>:</w:t>
            </w:r>
            <w:r w:rsidRPr="00B154C8">
              <w:t xml:space="preserve"> ABS </w:t>
            </w:r>
            <w:r>
              <w:t>(2015</w:t>
            </w:r>
            <w:r w:rsidRPr="00B154C8">
              <w:t xml:space="preserve">d) </w:t>
            </w:r>
            <w:r w:rsidRPr="00B154C8">
              <w:rPr>
                <w:i/>
              </w:rPr>
              <w:t>Criminal Courts</w:t>
            </w:r>
            <w:r w:rsidRPr="00D268CE">
              <w:rPr>
                <w:i/>
              </w:rPr>
              <w:t>, Australia</w:t>
            </w:r>
            <w:r>
              <w:t xml:space="preserve"> (various years), Cat. no</w:t>
            </w:r>
            <w:r w:rsidRPr="001D2ED1">
              <w:t>. 4513.0; table 6A.40.</w:t>
            </w:r>
          </w:p>
        </w:tc>
      </w:tr>
      <w:tr w:rsidR="00D002C7" w:rsidTr="00766C27">
        <w:tc>
          <w:tcPr>
            <w:tcW w:w="8771" w:type="dxa"/>
            <w:tcBorders>
              <w:top w:val="nil"/>
              <w:left w:val="nil"/>
              <w:bottom w:val="single" w:sz="6" w:space="0" w:color="78A22F"/>
              <w:right w:val="nil"/>
            </w:tcBorders>
            <w:shd w:val="clear" w:color="auto" w:fill="auto"/>
          </w:tcPr>
          <w:p w:rsidR="00D002C7" w:rsidRDefault="00D002C7" w:rsidP="00766C27">
            <w:pPr>
              <w:pStyle w:val="Figurespace"/>
            </w:pPr>
          </w:p>
        </w:tc>
      </w:tr>
      <w:tr w:rsidR="00D002C7" w:rsidRPr="000863A5" w:rsidTr="00766C27">
        <w:tc>
          <w:tcPr>
            <w:tcW w:w="8771" w:type="dxa"/>
            <w:tcBorders>
              <w:top w:val="single" w:sz="6" w:space="0" w:color="78A22F"/>
              <w:left w:val="nil"/>
              <w:bottom w:val="nil"/>
              <w:right w:val="nil"/>
            </w:tcBorders>
          </w:tcPr>
          <w:p w:rsidR="00D002C7" w:rsidRPr="00626D32" w:rsidRDefault="00D002C7" w:rsidP="00766C27">
            <w:pPr>
              <w:pStyle w:val="BoxSpaceBelow"/>
            </w:pPr>
          </w:p>
        </w:tc>
      </w:tr>
    </w:tbl>
    <w:p w:rsidR="00C753D8" w:rsidRDefault="00C753D8" w:rsidP="0022215A">
      <w:pPr>
        <w:pStyle w:val="Heading2"/>
      </w:pPr>
      <w:bookmarkStart w:id="49" w:name="_Toc432157741"/>
      <w:r>
        <w:lastRenderedPageBreak/>
        <w:t>6.</w:t>
      </w:r>
      <w:r w:rsidR="00F23420">
        <w:t>4</w:t>
      </w:r>
      <w:r>
        <w:tab/>
        <w:t>Future directions in performance reporting</w:t>
      </w:r>
      <w:bookmarkEnd w:id="49"/>
    </w:p>
    <w:p w:rsidR="00551982" w:rsidRDefault="00A95915" w:rsidP="002978B3">
      <w:pPr>
        <w:pStyle w:val="BodyText"/>
      </w:pPr>
      <w:r>
        <w:t>P</w:t>
      </w:r>
      <w:r w:rsidR="00E4753B" w:rsidRPr="00E4753B">
        <w:t>olice have, and will continue to work in close partnership with other sectors of government, including health and community services, corrections, courts and oth</w:t>
      </w:r>
      <w:r w:rsidR="00172011">
        <w:t>er emergency service providers.</w:t>
      </w:r>
      <w:r w:rsidR="00E4753B" w:rsidRPr="00E4753B">
        <w:t xml:space="preserve"> Police services also work frequently with Australian Government agencies on crime data issues, to combat the threat and impact of terrorism, and manage environmental issues such as the policing response to emergencies and natural disasters. These partnerships address the need to deliver whole</w:t>
      </w:r>
      <w:r w:rsidR="00C1027F">
        <w:noBreakHyphen/>
      </w:r>
      <w:r w:rsidR="00E4753B" w:rsidRPr="00E4753B">
        <w:t>of</w:t>
      </w:r>
      <w:r w:rsidR="00C1027F">
        <w:noBreakHyphen/>
      </w:r>
      <w:r w:rsidR="00E4753B" w:rsidRPr="00E4753B">
        <w:t xml:space="preserve">government outcomes at the State, Territory and </w:t>
      </w:r>
      <w:r w:rsidR="00AE1699">
        <w:t>n</w:t>
      </w:r>
      <w:r w:rsidR="00E4753B" w:rsidRPr="00E4753B">
        <w:t>ational levels. Measuring the efficiency and effectiveness of police contributions to these outcomes can be challenging.</w:t>
      </w:r>
    </w:p>
    <w:p w:rsidR="00551982" w:rsidRPr="00551982" w:rsidRDefault="00551982" w:rsidP="00551982">
      <w:pPr>
        <w:rPr>
          <w:szCs w:val="20"/>
        </w:rPr>
      </w:pPr>
      <w:r>
        <w:br w:type="page"/>
      </w:r>
    </w:p>
    <w:p w:rsidR="00C753D8" w:rsidRDefault="00C753D8" w:rsidP="00A809C7">
      <w:pPr>
        <w:pStyle w:val="Heading2"/>
      </w:pPr>
      <w:bookmarkStart w:id="50" w:name="_Toc432157742"/>
      <w:r>
        <w:lastRenderedPageBreak/>
        <w:t>6.</w:t>
      </w:r>
      <w:r w:rsidR="00F23420">
        <w:t>5</w:t>
      </w:r>
      <w:r>
        <w:tab/>
        <w:t>Definitions of key terms</w:t>
      </w:r>
      <w:bookmarkEnd w:id="50"/>
    </w:p>
    <w:p w:rsidR="00AE1699" w:rsidRPr="00AE1699" w:rsidRDefault="00AE1699" w:rsidP="00494E50">
      <w:pPr>
        <w:pStyle w:val="Figurespace"/>
      </w:pPr>
    </w:p>
    <w:tbl>
      <w:tblPr>
        <w:tblW w:w="8788" w:type="dxa"/>
        <w:tblLayout w:type="fixed"/>
        <w:tblCellMar>
          <w:left w:w="0" w:type="dxa"/>
          <w:right w:w="0" w:type="dxa"/>
        </w:tblCellMar>
        <w:tblLook w:val="0000" w:firstRow="0" w:lastRow="0" w:firstColumn="0" w:lastColumn="0" w:noHBand="0" w:noVBand="0"/>
      </w:tblPr>
      <w:tblGrid>
        <w:gridCol w:w="2410"/>
        <w:gridCol w:w="6378"/>
      </w:tblGrid>
      <w:tr w:rsidR="00C86DD0" w:rsidRPr="00AB35CF" w:rsidTr="00AB4395">
        <w:tc>
          <w:tcPr>
            <w:tcW w:w="2410" w:type="dxa"/>
            <w:shd w:val="clear" w:color="auto" w:fill="auto"/>
          </w:tcPr>
          <w:p w:rsidR="00C86DD0" w:rsidRPr="00AB35CF" w:rsidRDefault="00C86DD0" w:rsidP="00C46C39">
            <w:pPr>
              <w:pStyle w:val="TableBodyText"/>
              <w:keepNext w:val="0"/>
              <w:keepLines w:val="0"/>
              <w:jc w:val="left"/>
              <w:rPr>
                <w:b/>
              </w:rPr>
            </w:pPr>
            <w:r>
              <w:rPr>
                <w:b/>
              </w:rPr>
              <w:t>Aboriginal and Torres Strait Islander</w:t>
            </w:r>
            <w:r w:rsidRPr="00AB35CF">
              <w:rPr>
                <w:b/>
              </w:rPr>
              <w:t xml:space="preserve"> staff</w:t>
            </w:r>
          </w:p>
        </w:tc>
        <w:tc>
          <w:tcPr>
            <w:tcW w:w="6378" w:type="dxa"/>
            <w:shd w:val="clear" w:color="auto" w:fill="auto"/>
          </w:tcPr>
          <w:p w:rsidR="00C86DD0" w:rsidRPr="00AB35CF" w:rsidRDefault="00C86DD0" w:rsidP="00C46C39">
            <w:pPr>
              <w:pStyle w:val="TableBodyText"/>
              <w:keepNext w:val="0"/>
              <w:keepLines w:val="0"/>
              <w:ind w:right="28"/>
              <w:jc w:val="left"/>
            </w:pPr>
            <w:r w:rsidRPr="00AB35CF">
              <w:t xml:space="preserve">Number of staff who are </w:t>
            </w:r>
            <w:r>
              <w:t xml:space="preserve">self </w:t>
            </w:r>
            <w:r w:rsidRPr="00AB35CF">
              <w:t>identified as being of Aboriginal or Torres Strait Islander descent.</w:t>
            </w:r>
          </w:p>
        </w:tc>
      </w:tr>
      <w:tr w:rsidR="00C86DD0" w:rsidRPr="00AB35CF" w:rsidTr="00AB4395">
        <w:tc>
          <w:tcPr>
            <w:tcW w:w="2410" w:type="dxa"/>
            <w:shd w:val="clear" w:color="auto" w:fill="auto"/>
          </w:tcPr>
          <w:p w:rsidR="00C86DD0" w:rsidRPr="00AB35CF" w:rsidRDefault="00C86DD0" w:rsidP="00C46C39">
            <w:pPr>
              <w:pStyle w:val="TableUnitsRow"/>
              <w:keepNext w:val="0"/>
              <w:keepLines w:val="0"/>
              <w:jc w:val="left"/>
              <w:rPr>
                <w:b/>
              </w:rPr>
            </w:pPr>
            <w:r w:rsidRPr="00AB35CF">
              <w:rPr>
                <w:b/>
              </w:rPr>
              <w:t>Adjudicated defendant</w:t>
            </w:r>
          </w:p>
        </w:tc>
        <w:tc>
          <w:tcPr>
            <w:tcW w:w="6378" w:type="dxa"/>
            <w:shd w:val="clear" w:color="auto" w:fill="auto"/>
          </w:tcPr>
          <w:p w:rsidR="00C86DD0" w:rsidRPr="00AB35CF" w:rsidRDefault="00C86DD0" w:rsidP="00C46C39">
            <w:pPr>
              <w:pStyle w:val="TableBodyText"/>
              <w:keepNext w:val="0"/>
              <w:keepLines w:val="0"/>
              <w:jc w:val="left"/>
            </w:pPr>
            <w:r w:rsidRPr="00AB35CF">
              <w:t xml:space="preserve">A defendant is a person or organisation against whom one or more criminal charges have been laid and which are heard together as one unit of work by a court level. An adjudicated finalisation is a method of finalisation based on a judgment or decision by the court as to whether or not the defendant is guilty of the charge(s) laid against them. </w:t>
            </w:r>
          </w:p>
        </w:tc>
      </w:tr>
      <w:tr w:rsidR="00C86DD0" w:rsidRPr="00AB35CF" w:rsidTr="00AB4395">
        <w:tc>
          <w:tcPr>
            <w:tcW w:w="2410" w:type="dxa"/>
            <w:shd w:val="clear" w:color="auto" w:fill="auto"/>
          </w:tcPr>
          <w:p w:rsidR="00C86DD0" w:rsidRPr="00AB35CF" w:rsidRDefault="00C86DD0" w:rsidP="00AB4395">
            <w:pPr>
              <w:pStyle w:val="TableUnitsRow"/>
              <w:keepNext w:val="0"/>
              <w:keepLines w:val="0"/>
              <w:jc w:val="left"/>
            </w:pPr>
            <w:r w:rsidRPr="00AB35CF">
              <w:rPr>
                <w:b/>
              </w:rPr>
              <w:t>Armed robbery</w:t>
            </w:r>
          </w:p>
        </w:tc>
        <w:tc>
          <w:tcPr>
            <w:tcW w:w="6378" w:type="dxa"/>
            <w:shd w:val="clear" w:color="auto" w:fill="auto"/>
          </w:tcPr>
          <w:p w:rsidR="00C86DD0" w:rsidRPr="00AB35CF" w:rsidRDefault="00C86DD0" w:rsidP="00AB4395">
            <w:pPr>
              <w:pStyle w:val="TableBodyText"/>
              <w:keepNext w:val="0"/>
              <w:keepLines w:val="0"/>
              <w:jc w:val="left"/>
            </w:pPr>
            <w:r w:rsidRPr="00AB35CF">
              <w:t>Robbery conducted with the use (actual or implied) of a weapon, where a weapon can include, but is not restricted to:</w:t>
            </w:r>
          </w:p>
          <w:p w:rsidR="00C86DD0" w:rsidRPr="00AB35CF" w:rsidRDefault="00C86DD0" w:rsidP="00AB4395">
            <w:pPr>
              <w:pStyle w:val="TableBullet"/>
              <w:keepNext w:val="0"/>
              <w:keepLines w:val="0"/>
            </w:pPr>
            <w:r w:rsidRPr="00AB35CF">
              <w:t>firearms — pistol, revolver, rifle, automatic/semiautomatic rifle, shotgun, military firearm, airgun, nail gun, cannon, imitation firearm and implied firearm</w:t>
            </w:r>
          </w:p>
          <w:p w:rsidR="00C86DD0" w:rsidRPr="00AB35CF" w:rsidRDefault="00C86DD0" w:rsidP="00AB4395">
            <w:pPr>
              <w:pStyle w:val="TableBullet"/>
              <w:keepNext w:val="0"/>
              <w:keepLines w:val="0"/>
            </w:pPr>
            <w:r w:rsidRPr="00AB35CF">
              <w:t>other weapons — knife, sharp instrument, blunt instrument, hammer, axe, club, iron bar, piece of wood, syringe/hypodermic needle, bow and arrow, crossbow, spear gun, blowgun, rope, wire, chemical, acid, explosive, vehicle, bottle/glass, other dangerous article and imitation weapons.</w:t>
            </w:r>
          </w:p>
        </w:tc>
      </w:tr>
      <w:tr w:rsidR="00C86DD0" w:rsidRPr="00AB35CF" w:rsidTr="00AB4395">
        <w:tc>
          <w:tcPr>
            <w:tcW w:w="2410" w:type="dxa"/>
          </w:tcPr>
          <w:p w:rsidR="00C86DD0" w:rsidRPr="00AB35CF" w:rsidRDefault="00C86DD0" w:rsidP="00AB4395">
            <w:pPr>
              <w:pStyle w:val="TableUnitsRow"/>
              <w:keepNext w:val="0"/>
              <w:keepLines w:val="0"/>
              <w:jc w:val="left"/>
            </w:pPr>
            <w:r w:rsidRPr="00AB35CF">
              <w:rPr>
                <w:b/>
              </w:rPr>
              <w:t>Assault</w:t>
            </w:r>
          </w:p>
        </w:tc>
        <w:tc>
          <w:tcPr>
            <w:tcW w:w="6378" w:type="dxa"/>
          </w:tcPr>
          <w:p w:rsidR="00C86DD0" w:rsidRPr="00AB35CF" w:rsidRDefault="00C86DD0" w:rsidP="00AB4395">
            <w:pPr>
              <w:pStyle w:val="TableUnitsRow"/>
              <w:keepNext w:val="0"/>
              <w:keepLines w:val="0"/>
              <w:ind w:right="28"/>
              <w:jc w:val="left"/>
            </w:pPr>
            <w:r w:rsidRPr="00AB35CF">
              <w:t>The direct (and immediate/confrontational) infliction of force, injury or violence on a person(s) or the direct (and immediate/confrontational) threat of force, injury or violence where there is an apprehension that the threat could be enacted.</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Available full time equivalent staff</w:t>
            </w:r>
          </w:p>
        </w:tc>
        <w:tc>
          <w:tcPr>
            <w:tcW w:w="6378" w:type="dxa"/>
          </w:tcPr>
          <w:p w:rsidR="00C86DD0" w:rsidRPr="00AB35CF" w:rsidRDefault="00C86DD0" w:rsidP="00AB4395">
            <w:pPr>
              <w:pStyle w:val="TableBodyText"/>
              <w:keepNext w:val="0"/>
              <w:keepLines w:val="0"/>
              <w:ind w:right="28"/>
              <w:jc w:val="left"/>
            </w:pPr>
            <w:r w:rsidRPr="00AB35CF">
              <w:t>Any full time equivalent category where the individual is on duty performing a function. To be measured using average staffing level for the whole reporting period.</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Average non</w:t>
            </w:r>
            <w:r w:rsidR="00C1027F">
              <w:rPr>
                <w:b/>
              </w:rPr>
              <w:noBreakHyphen/>
            </w:r>
            <w:r w:rsidRPr="00AB35CF">
              <w:rPr>
                <w:b/>
              </w:rPr>
              <w:t>police staff salaries</w:t>
            </w:r>
          </w:p>
        </w:tc>
        <w:tc>
          <w:tcPr>
            <w:tcW w:w="6378" w:type="dxa"/>
          </w:tcPr>
          <w:p w:rsidR="00C86DD0" w:rsidRPr="00AB35CF" w:rsidRDefault="00C86DD0" w:rsidP="00AB4395">
            <w:pPr>
              <w:pStyle w:val="TableBodyText"/>
              <w:keepNext w:val="0"/>
              <w:keepLines w:val="0"/>
              <w:ind w:right="28"/>
              <w:jc w:val="left"/>
            </w:pPr>
            <w:r w:rsidRPr="00AB35CF">
              <w:t>Salaries and payments in the nature of salary paid to civilian and other employees, divided by the total number of such employees.</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Average police salaries</w:t>
            </w:r>
          </w:p>
        </w:tc>
        <w:tc>
          <w:tcPr>
            <w:tcW w:w="6378" w:type="dxa"/>
          </w:tcPr>
          <w:p w:rsidR="00C86DD0" w:rsidRPr="00AB35CF" w:rsidRDefault="00C86DD0" w:rsidP="00AB4395">
            <w:pPr>
              <w:pStyle w:val="TableBodyText"/>
              <w:keepNext w:val="0"/>
              <w:keepLines w:val="0"/>
              <w:ind w:right="28"/>
              <w:jc w:val="left"/>
            </w:pPr>
            <w:r w:rsidRPr="00AB35CF">
              <w:t>Salaries and payments in the nature of salary paid to sworn police officers, divided by the number of sworn officers.</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Blackmail and extortion</w:t>
            </w:r>
          </w:p>
        </w:tc>
        <w:tc>
          <w:tcPr>
            <w:tcW w:w="6378" w:type="dxa"/>
          </w:tcPr>
          <w:p w:rsidR="00C86DD0" w:rsidRPr="00AB35CF" w:rsidRDefault="00C86DD0" w:rsidP="00AB4395">
            <w:pPr>
              <w:pStyle w:val="TableBodyText"/>
              <w:keepNext w:val="0"/>
              <w:keepLines w:val="0"/>
              <w:ind w:right="28"/>
              <w:jc w:val="left"/>
            </w:pPr>
            <w:r w:rsidRPr="00AB35CF">
              <w:t>Unlawful demanding with intent to gain money, property or any other benefit from, or with intent to cause detriment to, another person, accompanied by the use of coercive measures, to be carried out at some point in the future if the demand is not met. This may also include the use and/or threatened use of face</w:t>
            </w:r>
            <w:r w:rsidR="00C1027F">
              <w:noBreakHyphen/>
            </w:r>
            <w:r w:rsidRPr="00AB35CF">
              <w:t>to</w:t>
            </w:r>
            <w:r w:rsidR="00C1027F">
              <w:noBreakHyphen/>
            </w:r>
            <w:r w:rsidRPr="00AB35CF">
              <w:t>face force or violence, provided there is a threat of continued violence if the demand is not met.</w:t>
            </w:r>
          </w:p>
        </w:tc>
      </w:tr>
      <w:tr w:rsidR="00C86DD0" w:rsidRPr="00AB35CF" w:rsidTr="00AB4395">
        <w:tc>
          <w:tcPr>
            <w:tcW w:w="2410" w:type="dxa"/>
          </w:tcPr>
          <w:p w:rsidR="00C86DD0" w:rsidRPr="0054057B" w:rsidRDefault="00C86DD0" w:rsidP="00AB4395">
            <w:pPr>
              <w:pStyle w:val="TableBodyText"/>
              <w:keepNext w:val="0"/>
              <w:keepLines w:val="0"/>
              <w:jc w:val="left"/>
            </w:pPr>
            <w:r w:rsidRPr="0054057B">
              <w:rPr>
                <w:b/>
              </w:rPr>
              <w:t>Cautioning</w:t>
            </w:r>
          </w:p>
        </w:tc>
        <w:tc>
          <w:tcPr>
            <w:tcW w:w="6378" w:type="dxa"/>
          </w:tcPr>
          <w:p w:rsidR="00C86DD0" w:rsidRPr="0054057B" w:rsidRDefault="00C86DD0" w:rsidP="00AB4395">
            <w:pPr>
              <w:pStyle w:val="TableBodyText"/>
              <w:keepNext w:val="0"/>
              <w:keepLines w:val="0"/>
              <w:ind w:right="28"/>
              <w:jc w:val="left"/>
            </w:pPr>
            <w:r w:rsidRPr="0054057B">
              <w:t>A formal method of dealing with young offenders without taking court proceedings. Police officers may caution young offenders instead of charging them if the offence or the circumstance of the offence is not serious.</w:t>
            </w:r>
          </w:p>
        </w:tc>
      </w:tr>
      <w:tr w:rsidR="00C86DD0" w:rsidRPr="00AB35CF" w:rsidTr="00AB4395">
        <w:tc>
          <w:tcPr>
            <w:tcW w:w="2410" w:type="dxa"/>
          </w:tcPr>
          <w:p w:rsidR="00C86DD0" w:rsidRPr="0054057B" w:rsidRDefault="00C86DD0" w:rsidP="00AB4395">
            <w:pPr>
              <w:pStyle w:val="TableBodyText"/>
              <w:keepNext w:val="0"/>
              <w:keepLines w:val="0"/>
              <w:jc w:val="left"/>
              <w:rPr>
                <w:b/>
              </w:rPr>
            </w:pPr>
            <w:r w:rsidRPr="0054057B">
              <w:rPr>
                <w:b/>
              </w:rPr>
              <w:t>Civilian staff</w:t>
            </w:r>
          </w:p>
        </w:tc>
        <w:tc>
          <w:tcPr>
            <w:tcW w:w="6378" w:type="dxa"/>
          </w:tcPr>
          <w:p w:rsidR="00C86DD0" w:rsidRPr="0054057B" w:rsidRDefault="00C86DD0" w:rsidP="00AB4395">
            <w:pPr>
              <w:pStyle w:val="TableBodyText"/>
              <w:keepNext w:val="0"/>
              <w:keepLines w:val="0"/>
              <w:ind w:right="28"/>
              <w:jc w:val="left"/>
            </w:pPr>
            <w:r w:rsidRPr="0054057B">
              <w:t>Unsworn staff, including specialists (civilian training and teaching medical and other specialists) and civilian administrative and management staff.</w:t>
            </w:r>
          </w:p>
        </w:tc>
      </w:tr>
      <w:tr w:rsidR="00C86DD0" w:rsidRPr="00AB35CF" w:rsidTr="00AB4395">
        <w:tc>
          <w:tcPr>
            <w:tcW w:w="2410" w:type="dxa"/>
          </w:tcPr>
          <w:p w:rsidR="00C86DD0" w:rsidRPr="0054057B" w:rsidRDefault="00C86DD0" w:rsidP="00A92726">
            <w:pPr>
              <w:pStyle w:val="TableBodyText"/>
              <w:keepNext w:val="0"/>
              <w:keepLines w:val="0"/>
              <w:jc w:val="left"/>
            </w:pPr>
            <w:r w:rsidRPr="0054057B">
              <w:rPr>
                <w:b/>
              </w:rPr>
              <w:t>Comparability</w:t>
            </w:r>
          </w:p>
        </w:tc>
        <w:tc>
          <w:tcPr>
            <w:tcW w:w="6378" w:type="dxa"/>
          </w:tcPr>
          <w:p w:rsidR="00C86DD0" w:rsidRPr="0054057B" w:rsidRDefault="00C86DD0" w:rsidP="00A92726">
            <w:pPr>
              <w:pStyle w:val="TableBodyText"/>
              <w:keepNext w:val="0"/>
              <w:keepLines w:val="0"/>
              <w:ind w:right="28"/>
              <w:jc w:val="left"/>
            </w:pPr>
            <w:r w:rsidRPr="0054057B">
              <w:t xml:space="preserve">The approach in this Report to defining comparability is if the reported data (subject to caveats)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 </w:t>
            </w:r>
          </w:p>
        </w:tc>
      </w:tr>
      <w:tr w:rsidR="00C86DD0" w:rsidRPr="00AB35CF" w:rsidTr="00AB4395">
        <w:tc>
          <w:tcPr>
            <w:tcW w:w="2410" w:type="dxa"/>
          </w:tcPr>
          <w:p w:rsidR="00C86DD0" w:rsidRPr="0054057B" w:rsidRDefault="00C86DD0" w:rsidP="00AB4395">
            <w:pPr>
              <w:pStyle w:val="TableBodyText"/>
              <w:keepNext w:val="0"/>
              <w:keepLines w:val="0"/>
              <w:jc w:val="left"/>
              <w:rPr>
                <w:b/>
              </w:rPr>
            </w:pPr>
            <w:r w:rsidRPr="0054057B">
              <w:rPr>
                <w:b/>
              </w:rPr>
              <w:t>Complaints</w:t>
            </w:r>
          </w:p>
        </w:tc>
        <w:tc>
          <w:tcPr>
            <w:tcW w:w="6378" w:type="dxa"/>
          </w:tcPr>
          <w:p w:rsidR="00C86DD0" w:rsidRPr="0054057B" w:rsidRDefault="00C86DD0" w:rsidP="00AB4395">
            <w:pPr>
              <w:pStyle w:val="TableBodyText"/>
              <w:keepNext w:val="0"/>
              <w:keepLines w:val="0"/>
              <w:ind w:right="28"/>
              <w:jc w:val="left"/>
            </w:pPr>
            <w:r w:rsidRPr="0054057B">
              <w:t>Number of statements of complaint by members of the public regarding police conduct.</w:t>
            </w:r>
          </w:p>
        </w:tc>
      </w:tr>
      <w:tr w:rsidR="00C86DD0" w:rsidRPr="00AB35CF" w:rsidTr="00AB4395">
        <w:tc>
          <w:tcPr>
            <w:tcW w:w="2410" w:type="dxa"/>
          </w:tcPr>
          <w:p w:rsidR="00C86DD0" w:rsidRPr="0054057B" w:rsidRDefault="00C86DD0" w:rsidP="00A92726">
            <w:pPr>
              <w:pStyle w:val="TableBodyText"/>
              <w:keepNext w:val="0"/>
              <w:keepLines w:val="0"/>
              <w:jc w:val="left"/>
            </w:pPr>
            <w:r w:rsidRPr="0054057B">
              <w:rPr>
                <w:b/>
              </w:rPr>
              <w:t>Completeness</w:t>
            </w:r>
          </w:p>
        </w:tc>
        <w:tc>
          <w:tcPr>
            <w:tcW w:w="6378" w:type="dxa"/>
          </w:tcPr>
          <w:p w:rsidR="00C86DD0" w:rsidRPr="0054057B" w:rsidRDefault="00C86DD0" w:rsidP="00A92726">
            <w:pPr>
              <w:pStyle w:val="TableBodyText"/>
              <w:keepNext w:val="0"/>
              <w:keepLines w:val="0"/>
              <w:ind w:right="28"/>
              <w:jc w:val="left"/>
            </w:pPr>
            <w:r w:rsidRPr="0054057B">
              <w:t>The approach in this Report to defining completeness is if all required data are available for all jurisdictions that provide the service.</w:t>
            </w:r>
          </w:p>
        </w:tc>
      </w:tr>
      <w:tr w:rsidR="00C86DD0" w:rsidRPr="00AB35CF" w:rsidTr="00AB4395">
        <w:tc>
          <w:tcPr>
            <w:tcW w:w="2410" w:type="dxa"/>
          </w:tcPr>
          <w:p w:rsidR="00C86DD0" w:rsidRPr="0054057B" w:rsidRDefault="00C86DD0" w:rsidP="00AB4395">
            <w:pPr>
              <w:pStyle w:val="TableBodyText"/>
              <w:keepNext w:val="0"/>
              <w:keepLines w:val="0"/>
              <w:jc w:val="left"/>
              <w:rPr>
                <w:b/>
              </w:rPr>
            </w:pPr>
            <w:r w:rsidRPr="0054057B">
              <w:rPr>
                <w:b/>
              </w:rPr>
              <w:t>Death in police custody and custody</w:t>
            </w:r>
            <w:r w:rsidR="00C1027F">
              <w:rPr>
                <w:b/>
              </w:rPr>
              <w:noBreakHyphen/>
            </w:r>
            <w:r w:rsidRPr="0054057B">
              <w:rPr>
                <w:b/>
              </w:rPr>
              <w:t>related incident</w:t>
            </w:r>
          </w:p>
        </w:tc>
        <w:tc>
          <w:tcPr>
            <w:tcW w:w="6378" w:type="dxa"/>
          </w:tcPr>
          <w:p w:rsidR="00C86DD0" w:rsidRPr="0054057B" w:rsidRDefault="00C86DD0" w:rsidP="00AB4395">
            <w:pPr>
              <w:pStyle w:val="TableBodyText"/>
              <w:keepNext w:val="0"/>
              <w:keepLines w:val="0"/>
              <w:ind w:right="28"/>
              <w:jc w:val="left"/>
            </w:pPr>
            <w:r w:rsidRPr="0054057B">
              <w:t>Death of a person who was in police custody; death caused or contributed to by traumatic injuries while in custody; death of a person who was fatally injured when police officers attempted to detain that person; or death of a person who was fatally injured when escaping or attempting to escape from police custody.</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Depreciation</w:t>
            </w:r>
          </w:p>
        </w:tc>
        <w:tc>
          <w:tcPr>
            <w:tcW w:w="6378" w:type="dxa"/>
          </w:tcPr>
          <w:p w:rsidR="00C86DD0" w:rsidRPr="00AB35CF" w:rsidRDefault="00C86DD0" w:rsidP="00AB4395">
            <w:pPr>
              <w:pStyle w:val="TableBodyText"/>
              <w:keepNext w:val="0"/>
              <w:keepLines w:val="0"/>
              <w:ind w:right="28"/>
              <w:jc w:val="left"/>
            </w:pPr>
            <w:r w:rsidRPr="00AB35CF">
              <w:t>Where possible, based on current asset valuation.</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Executive staff</w:t>
            </w:r>
          </w:p>
        </w:tc>
        <w:tc>
          <w:tcPr>
            <w:tcW w:w="6378" w:type="dxa"/>
          </w:tcPr>
          <w:p w:rsidR="00C86DD0" w:rsidRPr="00AB35CF" w:rsidRDefault="00C86DD0" w:rsidP="00AB4395">
            <w:pPr>
              <w:pStyle w:val="TableBodyText"/>
              <w:keepNext w:val="0"/>
              <w:keepLines w:val="0"/>
              <w:ind w:right="28"/>
              <w:jc w:val="left"/>
            </w:pPr>
            <w:r w:rsidRPr="00AB35CF">
              <w:t>Number of sworn and unsworn staff at the rank of chief superintendent or equivalent grade to assistant commissioner grade.</w:t>
            </w:r>
          </w:p>
        </w:tc>
      </w:tr>
      <w:tr w:rsidR="00C86DD0" w:rsidRPr="00AB35CF" w:rsidTr="00AB4395">
        <w:trPr>
          <w:trHeight w:val="324"/>
        </w:trPr>
        <w:tc>
          <w:tcPr>
            <w:tcW w:w="2410" w:type="dxa"/>
          </w:tcPr>
          <w:p w:rsidR="00C86DD0" w:rsidRPr="00AB35CF" w:rsidRDefault="00C86DD0" w:rsidP="00AB4395">
            <w:pPr>
              <w:pStyle w:val="TableBodyText"/>
              <w:keepNext w:val="0"/>
              <w:keepLines w:val="0"/>
              <w:jc w:val="left"/>
              <w:rPr>
                <w:b/>
              </w:rPr>
            </w:pPr>
            <w:r w:rsidRPr="00AB35CF">
              <w:rPr>
                <w:b/>
              </w:rPr>
              <w:t>Full time equivalent (FTE)</w:t>
            </w:r>
          </w:p>
        </w:tc>
        <w:tc>
          <w:tcPr>
            <w:tcW w:w="6378" w:type="dxa"/>
          </w:tcPr>
          <w:p w:rsidR="00C86DD0" w:rsidRPr="00AB35CF" w:rsidRDefault="00C86DD0" w:rsidP="00AB4395">
            <w:pPr>
              <w:pStyle w:val="TableBodyText"/>
              <w:keepNext w:val="0"/>
              <w:keepLines w:val="0"/>
              <w:ind w:right="28"/>
              <w:jc w:val="left"/>
            </w:pPr>
            <w:r w:rsidRPr="00AB35CF">
              <w:t xml:space="preserve">The equivalent number of full time staff required to provide the same hours of work as performed by staff actually employed. A full time staff member is equivalent to a full time equivalent of one, while a part time staff member is </w:t>
            </w:r>
            <w:r w:rsidRPr="00AB35CF">
              <w:lastRenderedPageBreak/>
              <w:t>greater than zero but less than one.</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lastRenderedPageBreak/>
              <w:t>Higher court defendants resulting in a guilty plea or finding</w:t>
            </w:r>
          </w:p>
        </w:tc>
        <w:tc>
          <w:tcPr>
            <w:tcW w:w="6378" w:type="dxa"/>
          </w:tcPr>
          <w:p w:rsidR="00C86DD0" w:rsidRPr="00AB35CF" w:rsidRDefault="00C86DD0" w:rsidP="00AB4395">
            <w:pPr>
              <w:pStyle w:val="TableBodyText"/>
              <w:jc w:val="left"/>
            </w:pPr>
            <w:r w:rsidRPr="00AB35CF">
              <w:t xml:space="preserve">Total number of higher courts finalised defendants resulting in a guilty plea or finding, as a proportion of the total number of higher courts finalised defendants. A defendant can be either a person or organisation against whom one or more criminal charges have been laid. </w:t>
            </w:r>
          </w:p>
          <w:p w:rsidR="00C86DD0" w:rsidRPr="00AB35CF" w:rsidRDefault="00C86DD0" w:rsidP="00AB4395">
            <w:pPr>
              <w:pStyle w:val="TableBodyText"/>
              <w:jc w:val="left"/>
            </w:pPr>
            <w:r w:rsidRPr="00AB35CF">
              <w:t>A higher court is either:</w:t>
            </w:r>
          </w:p>
          <w:p w:rsidR="00C86DD0" w:rsidRPr="00AB35CF" w:rsidRDefault="00C86DD0" w:rsidP="00AB4395">
            <w:pPr>
              <w:pStyle w:val="TableBullet"/>
            </w:pPr>
            <w:r w:rsidRPr="00AB35CF">
              <w:t>an intermediate court (known either as the district court or county court) that has legal powers between those of a court of summary jurisdiction (lower level courts) and a supreme court, and that deals with the majority of cases involving serious criminal charges</w:t>
            </w:r>
          </w:p>
          <w:p w:rsidR="00C86DD0" w:rsidRPr="00AB35CF" w:rsidRDefault="00C86DD0" w:rsidP="00AB4395">
            <w:pPr>
              <w:pStyle w:val="TableBullet"/>
            </w:pPr>
            <w:r w:rsidRPr="00AB35CF">
              <w:t>a supreme court (a higher court level which deals with the most serious criminal charges and has the greatest legal powers of all the State and Territory court levels).</w:t>
            </w:r>
          </w:p>
          <w:p w:rsidR="00C86DD0" w:rsidRPr="00AB35CF" w:rsidRDefault="00C86DD0" w:rsidP="00AB4395">
            <w:pPr>
              <w:pStyle w:val="TableBodyText"/>
              <w:keepNext w:val="0"/>
              <w:keepLines w:val="0"/>
              <w:ind w:right="28"/>
              <w:jc w:val="left"/>
            </w:pPr>
            <w:r w:rsidRPr="00AB35CF">
              <w:t>Guilty finding is an outcome of a trial in which a court determines that the criminal charge against a defendant has been proven.</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Juvenile diversions</w:t>
            </w:r>
          </w:p>
        </w:tc>
        <w:tc>
          <w:tcPr>
            <w:tcW w:w="6378" w:type="dxa"/>
          </w:tcPr>
          <w:p w:rsidR="00C86DD0" w:rsidRPr="00AB35CF" w:rsidRDefault="00C86DD0" w:rsidP="00AB4395">
            <w:pPr>
              <w:pStyle w:val="TableBodyText"/>
              <w:jc w:val="left"/>
            </w:pPr>
            <w:r w:rsidRPr="00AB35CF">
              <w:t>Total number of juvenile offenders who are diverted by police (for example, through the use of cautions, official warnings or other diversionary programs) away from the criminal justice system, as a proportion of the total number of juvenile offenders either diverted from or dealt with by the criminal justice system (that is, those who are either diverted or prosecuted).</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Land transport hospitalisations</w:t>
            </w:r>
          </w:p>
        </w:tc>
        <w:tc>
          <w:tcPr>
            <w:tcW w:w="6378" w:type="dxa"/>
          </w:tcPr>
          <w:p w:rsidR="00C86DD0" w:rsidRPr="00AB35CF" w:rsidRDefault="00C86DD0" w:rsidP="00AB4395">
            <w:pPr>
              <w:pStyle w:val="TableBodyText"/>
              <w:keepNext w:val="0"/>
              <w:keepLines w:val="0"/>
              <w:ind w:right="28"/>
              <w:jc w:val="left"/>
            </w:pPr>
            <w:r w:rsidRPr="00AB35CF">
              <w:t>Hospitalisations due to traffic accidents that are likely to have required police attendance; these may include accidents involving trains, bicycles and so on.</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Lower court defendants</w:t>
            </w:r>
            <w:r w:rsidRPr="00AB35CF">
              <w:rPr>
                <w:b/>
                <w:shd w:val="clear" w:color="auto" w:fill="CCFFFF"/>
              </w:rPr>
              <w:t xml:space="preserve"> </w:t>
            </w:r>
            <w:r w:rsidRPr="00AB35CF">
              <w:rPr>
                <w:b/>
              </w:rPr>
              <w:t>resulting in guilty plea or finding</w:t>
            </w:r>
          </w:p>
        </w:tc>
        <w:tc>
          <w:tcPr>
            <w:tcW w:w="6378" w:type="dxa"/>
          </w:tcPr>
          <w:p w:rsidR="00C86DD0" w:rsidRPr="00AB35CF" w:rsidRDefault="00C86DD0" w:rsidP="00AB4395">
            <w:pPr>
              <w:pStyle w:val="TableBodyText"/>
              <w:keepNext w:val="0"/>
              <w:keepLines w:val="0"/>
              <w:ind w:right="28"/>
              <w:jc w:val="left"/>
            </w:pPr>
            <w:r w:rsidRPr="00AB35CF">
              <w:t xml:space="preserve">Total number of cases (excluding committal hearings) heard before lower courts of law only, for which there was a plea of guilty, as a proportion of the total number of cases (excluding committal hearings) heard before lower courts of law only. </w:t>
            </w:r>
          </w:p>
          <w:p w:rsidR="00C86DD0" w:rsidRPr="00AB35CF" w:rsidRDefault="00C86DD0" w:rsidP="00AB4395">
            <w:pPr>
              <w:pStyle w:val="TableBodyText"/>
              <w:jc w:val="left"/>
            </w:pPr>
            <w:r w:rsidRPr="00AB35CF">
              <w:t>A lower court is a court of summary jurisdiction (commonly referred to as magistrates’ court, local court or court of petty sessions) that deals with relatively less serious charges and has the most limited legal powers of all State and Territory court levels. Such courts are presided over by a magistrate and have jurisdiction to hear trial and sentence matters relating to summary offences. Under some circumstances, this court level may also deal with the less serious indictable offences known as ‘minor indictable’ or ‘triable either way’ offences.</w:t>
            </w:r>
          </w:p>
          <w:p w:rsidR="00C86DD0" w:rsidRPr="00AB35CF" w:rsidRDefault="00C86DD0" w:rsidP="00AB4395">
            <w:pPr>
              <w:pStyle w:val="TableBodyText"/>
              <w:jc w:val="left"/>
            </w:pPr>
            <w:r w:rsidRPr="00AB35CF">
              <w:t xml:space="preserve">A guilty plea is the formal statement by a defendant admitting culpability in relation to a criminal charge. A not guilty plea is the formal statement by a defendant denying culpability in relation to a charge. For this data collection, a plea of ‘not guilty’ should also include ‘no plea’, ‘plea reserved’ and ‘other defended plea’. </w:t>
            </w:r>
          </w:p>
          <w:p w:rsidR="00C86DD0" w:rsidRPr="00AB35CF" w:rsidRDefault="00C86DD0" w:rsidP="00AB4395">
            <w:pPr>
              <w:pStyle w:val="TableBodyText"/>
              <w:jc w:val="left"/>
            </w:pPr>
            <w:r w:rsidRPr="00AB35CF">
              <w:t>Further, these definitions:</w:t>
            </w:r>
          </w:p>
          <w:p w:rsidR="00C86DD0" w:rsidRPr="00AB35CF" w:rsidRDefault="00C86DD0" w:rsidP="00AB4395">
            <w:pPr>
              <w:pStyle w:val="TableBullet"/>
            </w:pPr>
            <w:r w:rsidRPr="00AB35CF">
              <w:t>exclude preliminary (committal) hearings for indictable offences dealt with by a lower court</w:t>
            </w:r>
          </w:p>
          <w:p w:rsidR="00C86DD0" w:rsidRPr="00AB35CF" w:rsidRDefault="00C86DD0" w:rsidP="00AB4395">
            <w:pPr>
              <w:pStyle w:val="TableBullet"/>
            </w:pPr>
            <w:r w:rsidRPr="00AB35CF">
              <w:t>count cases that involve multiple charges as a ‘lower court case resulting in a plea of guilty’ if a plea of guilty has resulted for at least one of those charges.</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Management full time equivalent staff</w:t>
            </w:r>
          </w:p>
        </w:tc>
        <w:tc>
          <w:tcPr>
            <w:tcW w:w="6378" w:type="dxa"/>
          </w:tcPr>
          <w:p w:rsidR="00C86DD0" w:rsidRPr="00AB35CF" w:rsidRDefault="00C86DD0" w:rsidP="00AB4395">
            <w:pPr>
              <w:pStyle w:val="TableBodyText"/>
              <w:keepNext w:val="0"/>
              <w:keepLines w:val="0"/>
              <w:ind w:right="28"/>
              <w:jc w:val="left"/>
            </w:pPr>
            <w:r w:rsidRPr="00AB35CF">
              <w:t>Number of management full time equivalent staff, including civilian (managers) and sworn (inspector to superintendent) staff.</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Motor vehicle theft</w:t>
            </w:r>
          </w:p>
        </w:tc>
        <w:tc>
          <w:tcPr>
            <w:tcW w:w="6378" w:type="dxa"/>
          </w:tcPr>
          <w:p w:rsidR="00C86DD0" w:rsidRPr="00AB35CF" w:rsidRDefault="00C86DD0" w:rsidP="00AB4395">
            <w:pPr>
              <w:pStyle w:val="TableBodyText"/>
              <w:keepNext w:val="0"/>
              <w:keepLines w:val="0"/>
              <w:ind w:right="28"/>
              <w:jc w:val="left"/>
            </w:pPr>
            <w:r w:rsidRPr="00AB35CF">
              <w:t>The taking of another person’s motor vehicle illegally and without permission.</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Murder</w:t>
            </w:r>
          </w:p>
        </w:tc>
        <w:tc>
          <w:tcPr>
            <w:tcW w:w="6378" w:type="dxa"/>
          </w:tcPr>
          <w:p w:rsidR="00C86DD0" w:rsidRPr="00AB35CF" w:rsidRDefault="00C86DD0" w:rsidP="00AB4395">
            <w:pPr>
              <w:pStyle w:val="TableBodyText"/>
              <w:keepNext w:val="0"/>
              <w:keepLines w:val="0"/>
              <w:ind w:right="28"/>
              <w:jc w:val="left"/>
            </w:pPr>
            <w:r w:rsidRPr="00AB35CF">
              <w:t>The wilful killing of a person either intentionally or with reckless indifference to life.</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Non</w:t>
            </w:r>
            <w:r w:rsidR="00C1027F">
              <w:rPr>
                <w:b/>
              </w:rPr>
              <w:noBreakHyphen/>
            </w:r>
            <w:r>
              <w:rPr>
                <w:b/>
              </w:rPr>
              <w:t>Aboriginal and Torres Strait Islander</w:t>
            </w:r>
            <w:r w:rsidRPr="00AB35CF">
              <w:rPr>
                <w:b/>
              </w:rPr>
              <w:t xml:space="preserve"> full time equivalent staff</w:t>
            </w:r>
          </w:p>
        </w:tc>
        <w:tc>
          <w:tcPr>
            <w:tcW w:w="6378" w:type="dxa"/>
          </w:tcPr>
          <w:p w:rsidR="00C86DD0" w:rsidRPr="00AB35CF" w:rsidRDefault="00C86DD0" w:rsidP="00AB4395">
            <w:pPr>
              <w:pStyle w:val="TableBodyText"/>
              <w:keepNext w:val="0"/>
              <w:keepLines w:val="0"/>
              <w:ind w:right="28"/>
              <w:jc w:val="left"/>
            </w:pPr>
            <w:r w:rsidRPr="00AB35CF">
              <w:t xml:space="preserve">Number of full time equivalent staff who do not satisfy the </w:t>
            </w:r>
            <w:r>
              <w:t>Aboriginal and Torres Strait Islander</w:t>
            </w:r>
            <w:r w:rsidRPr="00AB35CF">
              <w:t xml:space="preserve"> staff criteria.</w:t>
            </w:r>
          </w:p>
        </w:tc>
      </w:tr>
      <w:tr w:rsidR="00C86DD0" w:rsidRPr="00AB35CF" w:rsidTr="00AB4395">
        <w:trPr>
          <w:trHeight w:val="1305"/>
        </w:trPr>
        <w:tc>
          <w:tcPr>
            <w:tcW w:w="2410" w:type="dxa"/>
          </w:tcPr>
          <w:p w:rsidR="00C86DD0" w:rsidRPr="00AB35CF" w:rsidRDefault="00C86DD0" w:rsidP="00AB4395">
            <w:pPr>
              <w:pStyle w:val="TableBodyText"/>
              <w:keepNext w:val="0"/>
              <w:keepLines w:val="0"/>
              <w:jc w:val="left"/>
              <w:rPr>
                <w:b/>
              </w:rPr>
            </w:pPr>
            <w:r w:rsidRPr="00AB35CF">
              <w:rPr>
                <w:b/>
              </w:rPr>
              <w:t>Non</w:t>
            </w:r>
            <w:r w:rsidR="00C1027F">
              <w:rPr>
                <w:b/>
              </w:rPr>
              <w:noBreakHyphen/>
            </w:r>
            <w:r w:rsidRPr="00AB35CF">
              <w:rPr>
                <w:b/>
              </w:rPr>
              <w:t>operational full time equivalent staff</w:t>
            </w:r>
          </w:p>
        </w:tc>
        <w:tc>
          <w:tcPr>
            <w:tcW w:w="6378" w:type="dxa"/>
          </w:tcPr>
          <w:p w:rsidR="00C86DD0" w:rsidRPr="00AB35CF" w:rsidRDefault="00C86DD0" w:rsidP="00AB4395">
            <w:pPr>
              <w:pStyle w:val="TableBodyText"/>
              <w:keepNext w:val="0"/>
              <w:keepLines w:val="0"/>
              <w:ind w:right="28"/>
              <w:jc w:val="left"/>
            </w:pPr>
            <w:r w:rsidRPr="00AB35CF">
              <w:t>Any person who does not satisfy the operational staff criteria, including functional support staff only. Functional support full time equivalent staff include any person (sworn or unsworn) not satisfying the operational or operational support staff criteria (for example, finance, policy, research, personnel services, building and property services, transport services, and management above the level of station and shift supervisors).</w:t>
            </w:r>
          </w:p>
        </w:tc>
      </w:tr>
      <w:tr w:rsidR="00C86DD0" w:rsidRPr="00AB35CF" w:rsidTr="00AB4395">
        <w:trPr>
          <w:trHeight w:val="645"/>
        </w:trPr>
        <w:tc>
          <w:tcPr>
            <w:tcW w:w="2410" w:type="dxa"/>
          </w:tcPr>
          <w:p w:rsidR="00C86DD0" w:rsidRPr="00AB35CF" w:rsidRDefault="00C86DD0" w:rsidP="00AB4395">
            <w:pPr>
              <w:pStyle w:val="TableBodyText"/>
              <w:keepNext w:val="0"/>
              <w:keepLines w:val="0"/>
              <w:jc w:val="left"/>
              <w:rPr>
                <w:b/>
              </w:rPr>
            </w:pPr>
            <w:r w:rsidRPr="00AB35CF">
              <w:rPr>
                <w:b/>
              </w:rPr>
              <w:lastRenderedPageBreak/>
              <w:t>Offender</w:t>
            </w:r>
          </w:p>
        </w:tc>
        <w:tc>
          <w:tcPr>
            <w:tcW w:w="6378" w:type="dxa"/>
          </w:tcPr>
          <w:p w:rsidR="00C86DD0" w:rsidRPr="00AB35CF" w:rsidRDefault="00C86DD0" w:rsidP="00AB4395">
            <w:pPr>
              <w:pStyle w:val="TableBodyText"/>
              <w:keepNext w:val="0"/>
              <w:keepLines w:val="0"/>
              <w:ind w:right="28"/>
              <w:jc w:val="left"/>
            </w:pPr>
            <w:r w:rsidRPr="00AB35CF">
              <w:t>In the Police Services chapter, the term ‘offender’ refers to a person who is alleged to have committed an offence. This definition is not the same as the definition used in chapter 8 (Corrective services).</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Operational staff</w:t>
            </w:r>
          </w:p>
        </w:tc>
        <w:tc>
          <w:tcPr>
            <w:tcW w:w="6378" w:type="dxa"/>
          </w:tcPr>
          <w:p w:rsidR="00C86DD0" w:rsidRPr="00AB35CF" w:rsidRDefault="00C86DD0" w:rsidP="00AB4395">
            <w:pPr>
              <w:pStyle w:val="TableBodyText"/>
              <w:keepNext w:val="0"/>
              <w:keepLines w:val="0"/>
              <w:ind w:right="28"/>
              <w:jc w:val="left"/>
            </w:pPr>
            <w:r w:rsidRPr="00AB35CF">
              <w:t xml:space="preserve">An operational police staff member (sworn or unsworn) is any member of the police force whose primarily duty is the delivery of police or police related services to an external customer (where an external customer predominately refers to members of the public but may also include law enforcement outputs delivered to other government departments). </w:t>
            </w:r>
          </w:p>
          <w:p w:rsidR="00C86DD0" w:rsidRPr="00AB35CF" w:rsidRDefault="00C86DD0" w:rsidP="00AB4395">
            <w:pPr>
              <w:pStyle w:val="TableBodyText"/>
              <w:keepNext w:val="0"/>
              <w:keepLines w:val="0"/>
              <w:ind w:right="28"/>
              <w:jc w:val="left"/>
            </w:pPr>
            <w:r w:rsidRPr="00AB35CF">
              <w:t>Operational staff include: general duties officers, investigators, traffic operatives, tactical officers, station counter staff, communication officers, crime scene staff, disaster victim identification, and prosecution and judicial support officers.</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Other recurrent expenditure</w:t>
            </w:r>
          </w:p>
        </w:tc>
        <w:tc>
          <w:tcPr>
            <w:tcW w:w="6378" w:type="dxa"/>
          </w:tcPr>
          <w:p w:rsidR="00C86DD0" w:rsidRPr="00AB35CF" w:rsidRDefault="00C86DD0" w:rsidP="00AB4395">
            <w:pPr>
              <w:pStyle w:val="TableBodyText"/>
              <w:keepNext w:val="0"/>
              <w:keepLines w:val="0"/>
              <w:ind w:right="28"/>
              <w:jc w:val="left"/>
            </w:pPr>
            <w:r w:rsidRPr="00AB35CF">
              <w:t>Maintenance and working expenses; expenditure incurred by other departments on behalf of police; expenditure on contracted police services; and other recurrent costs not elsewhere classified. Expenditure is disaggregated by service delivery area.</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Other theft</w:t>
            </w:r>
          </w:p>
        </w:tc>
        <w:tc>
          <w:tcPr>
            <w:tcW w:w="6378" w:type="dxa"/>
          </w:tcPr>
          <w:p w:rsidR="00C86DD0" w:rsidRPr="00AB35CF" w:rsidRDefault="00C86DD0" w:rsidP="00AB4395">
            <w:pPr>
              <w:pStyle w:val="TableBodyText"/>
              <w:keepNext w:val="0"/>
              <w:keepLines w:val="0"/>
              <w:ind w:right="28"/>
              <w:jc w:val="left"/>
            </w:pPr>
            <w:r w:rsidRPr="00AB35CF">
              <w:t>The taking of another person’s property with the intention of depriving the owner of the property illegally and without permission, but without force, threat of force, use of coercive measures, deceit or having gained unlawful entry to any structure, even if the intent was to commit theft.</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Outcome of investigations</w:t>
            </w:r>
          </w:p>
        </w:tc>
        <w:tc>
          <w:tcPr>
            <w:tcW w:w="6378" w:type="dxa"/>
          </w:tcPr>
          <w:p w:rsidR="00C86DD0" w:rsidRPr="00AB35CF" w:rsidRDefault="00C86DD0" w:rsidP="00AB4395">
            <w:pPr>
              <w:pStyle w:val="TableBodyText"/>
              <w:keepNext w:val="0"/>
              <w:keepLines w:val="0"/>
              <w:ind w:right="28"/>
              <w:jc w:val="left"/>
            </w:pPr>
            <w:r w:rsidRPr="00AB35CF">
              <w:t>The stage reached by a police investigation after a period of 30 days has elapsed since the recording of the incident.</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Practitioner staff</w:t>
            </w:r>
          </w:p>
        </w:tc>
        <w:tc>
          <w:tcPr>
            <w:tcW w:w="6378" w:type="dxa"/>
          </w:tcPr>
          <w:p w:rsidR="00C86DD0" w:rsidRPr="00AB35CF" w:rsidRDefault="00C86DD0" w:rsidP="00AB4395">
            <w:pPr>
              <w:pStyle w:val="TableBodyText"/>
              <w:keepNext w:val="0"/>
              <w:keepLines w:val="0"/>
              <w:ind w:right="28"/>
              <w:jc w:val="left"/>
            </w:pPr>
            <w:r w:rsidRPr="00AB35CF">
              <w:t>Number of practitioner staff, including civilian (administration) and sworn (constable to senior constable) staff.</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Property crimes</w:t>
            </w:r>
          </w:p>
        </w:tc>
        <w:tc>
          <w:tcPr>
            <w:tcW w:w="6378" w:type="dxa"/>
          </w:tcPr>
          <w:p w:rsidR="00C86DD0" w:rsidRPr="00AB35CF" w:rsidRDefault="00C86DD0" w:rsidP="00AB4395">
            <w:pPr>
              <w:pStyle w:val="TableBodyText"/>
              <w:jc w:val="left"/>
            </w:pPr>
            <w:r w:rsidRPr="00AB35CF">
              <w:t>Total recorded crimes against property, including:</w:t>
            </w:r>
          </w:p>
          <w:p w:rsidR="00C86DD0" w:rsidRPr="00AB35CF" w:rsidRDefault="00C86DD0" w:rsidP="00AB4395">
            <w:pPr>
              <w:pStyle w:val="TableBullet"/>
            </w:pPr>
            <w:r w:rsidRPr="00AB35CF">
              <w:t>unlawful entry with intent</w:t>
            </w:r>
          </w:p>
          <w:p w:rsidR="00C86DD0" w:rsidRPr="00AB35CF" w:rsidRDefault="00C86DD0" w:rsidP="00AB4395">
            <w:pPr>
              <w:pStyle w:val="TableBullet"/>
            </w:pPr>
            <w:r w:rsidRPr="00AB35CF">
              <w:t>motor vehicle theft</w:t>
            </w:r>
          </w:p>
          <w:p w:rsidR="00C86DD0" w:rsidRPr="00AB35CF" w:rsidRDefault="00C86DD0" w:rsidP="00AB4395">
            <w:pPr>
              <w:pStyle w:val="TableBullet"/>
            </w:pPr>
            <w:r w:rsidRPr="00AB35CF">
              <w:t>other theft.</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Real expenditure</w:t>
            </w:r>
          </w:p>
        </w:tc>
        <w:tc>
          <w:tcPr>
            <w:tcW w:w="6378" w:type="dxa"/>
          </w:tcPr>
          <w:p w:rsidR="00C86DD0" w:rsidRPr="00AB35CF" w:rsidRDefault="00C86DD0" w:rsidP="00E704D5">
            <w:pPr>
              <w:pStyle w:val="TableBodyText"/>
              <w:keepNext w:val="0"/>
              <w:keepLines w:val="0"/>
              <w:ind w:right="28"/>
              <w:jc w:val="left"/>
            </w:pPr>
            <w:r w:rsidRPr="00AB35CF">
              <w:t>Actual expenditure adjusted for cha</w:t>
            </w:r>
            <w:r>
              <w:t xml:space="preserve">nges in prices. </w:t>
            </w:r>
            <w:r w:rsidRPr="00205F27">
              <w:t>Time series financial data are adjusted to 2014</w:t>
            </w:r>
            <w:r w:rsidR="00C1027F">
              <w:noBreakHyphen/>
            </w:r>
            <w:r w:rsidRPr="00205F27">
              <w:t>15 dollars using the General Government Final Consumption Expenditure (GGFCE) chain price deflator (2014</w:t>
            </w:r>
            <w:r w:rsidR="00C1027F">
              <w:noBreakHyphen/>
            </w:r>
            <w:r w:rsidRPr="00205F27">
              <w:t>15 = 100) (table 6A.42). See table 2A.48 and chapter 2 (sections 2.5</w:t>
            </w:r>
            <w:r w:rsidR="00C1027F">
              <w:noBreakHyphen/>
            </w:r>
            <w:r w:rsidRPr="00205F27">
              <w:t>6) for more details.</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Recorded crime</w:t>
            </w:r>
          </w:p>
        </w:tc>
        <w:tc>
          <w:tcPr>
            <w:tcW w:w="6378" w:type="dxa"/>
          </w:tcPr>
          <w:p w:rsidR="00C86DD0" w:rsidRPr="00AB35CF" w:rsidRDefault="00C86DD0" w:rsidP="00AB4395">
            <w:pPr>
              <w:pStyle w:val="TableBodyText"/>
              <w:keepNext w:val="0"/>
              <w:keepLines w:val="0"/>
              <w:ind w:right="28"/>
              <w:jc w:val="left"/>
            </w:pPr>
            <w:r w:rsidRPr="00AB35CF">
              <w:t>Crimes reported to (or detected) and recorded by police.</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Registered vehicles</w:t>
            </w:r>
          </w:p>
        </w:tc>
        <w:tc>
          <w:tcPr>
            <w:tcW w:w="6378" w:type="dxa"/>
          </w:tcPr>
          <w:p w:rsidR="00C86DD0" w:rsidRPr="00AB35CF" w:rsidRDefault="00C86DD0" w:rsidP="00AB4395">
            <w:pPr>
              <w:pStyle w:val="TableBodyText"/>
              <w:keepNext w:val="0"/>
              <w:keepLines w:val="0"/>
              <w:ind w:right="28"/>
              <w:jc w:val="left"/>
            </w:pPr>
            <w:r w:rsidRPr="00AB35CF">
              <w:t>Total registered motor vehicles, including motorcycles.</w:t>
            </w:r>
          </w:p>
        </w:tc>
      </w:tr>
      <w:tr w:rsidR="00C86DD0" w:rsidRPr="00AB35CF" w:rsidTr="00AB4395">
        <w:tc>
          <w:tcPr>
            <w:tcW w:w="2410" w:type="dxa"/>
          </w:tcPr>
          <w:p w:rsidR="00C86DD0" w:rsidRPr="00AB35CF" w:rsidRDefault="00C86DD0" w:rsidP="00AB4395">
            <w:pPr>
              <w:pStyle w:val="TableBodyText"/>
              <w:keepNext w:val="0"/>
              <w:keepLines w:val="0"/>
              <w:jc w:val="left"/>
              <w:rPr>
                <w:b/>
              </w:rPr>
            </w:pPr>
            <w:r w:rsidRPr="00AB35CF">
              <w:rPr>
                <w:b/>
              </w:rPr>
              <w:t>Reporting rate</w:t>
            </w:r>
          </w:p>
        </w:tc>
        <w:tc>
          <w:tcPr>
            <w:tcW w:w="6378" w:type="dxa"/>
          </w:tcPr>
          <w:p w:rsidR="00C86DD0" w:rsidRPr="00AB35CF" w:rsidRDefault="00C86DD0" w:rsidP="00AB4395">
            <w:pPr>
              <w:pStyle w:val="TableBodyText"/>
              <w:keepNext w:val="0"/>
              <w:keepLines w:val="0"/>
              <w:ind w:right="28"/>
              <w:jc w:val="left"/>
            </w:pPr>
            <w:r w:rsidRPr="00AB35CF">
              <w:t>The proportion of crime victims who told police about the last crime incident of which they were the victim, as measured by a crime victimisation survey.</w:t>
            </w:r>
          </w:p>
        </w:tc>
      </w:tr>
      <w:tr w:rsidR="00C86DD0" w:rsidRPr="00AB35CF" w:rsidTr="00297C35">
        <w:tc>
          <w:tcPr>
            <w:tcW w:w="2410" w:type="dxa"/>
          </w:tcPr>
          <w:p w:rsidR="00C86DD0" w:rsidRPr="00AB35CF" w:rsidRDefault="00C86DD0" w:rsidP="00297C35">
            <w:pPr>
              <w:pStyle w:val="TableBodyText"/>
              <w:keepNext w:val="0"/>
              <w:keepLines w:val="0"/>
              <w:jc w:val="left"/>
              <w:rPr>
                <w:b/>
              </w:rPr>
            </w:pPr>
            <w:r w:rsidRPr="00AB35CF">
              <w:rPr>
                <w:b/>
              </w:rPr>
              <w:t>Revenue from own sources</w:t>
            </w:r>
          </w:p>
        </w:tc>
        <w:tc>
          <w:tcPr>
            <w:tcW w:w="6378" w:type="dxa"/>
          </w:tcPr>
          <w:p w:rsidR="00C86DD0" w:rsidRPr="00AB35CF" w:rsidRDefault="00C86DD0" w:rsidP="00AB4395">
            <w:pPr>
              <w:pStyle w:val="TableBodyText"/>
              <w:keepNext w:val="0"/>
              <w:keepLines w:val="0"/>
              <w:ind w:right="28"/>
              <w:jc w:val="left"/>
            </w:pPr>
            <w:r w:rsidRPr="00AB35CF">
              <w:t xml:space="preserve">Revenue from activities undertaken by police, including revenue from the sale of stores, plant and vehicles; donations and industry contributions; user charges; and other revenue (excluding fine revenue and revenue from the issuing of firearm licenses). </w:t>
            </w:r>
          </w:p>
        </w:tc>
      </w:tr>
      <w:tr w:rsidR="00C86DD0" w:rsidRPr="00AB35CF" w:rsidTr="00297C35">
        <w:tc>
          <w:tcPr>
            <w:tcW w:w="2410" w:type="dxa"/>
          </w:tcPr>
          <w:p w:rsidR="00C86DD0" w:rsidRPr="00AB35CF" w:rsidRDefault="00C86DD0" w:rsidP="00AB4395">
            <w:pPr>
              <w:pStyle w:val="TableBodyText"/>
              <w:keepNext w:val="0"/>
              <w:keepLines w:val="0"/>
              <w:jc w:val="left"/>
              <w:rPr>
                <w:b/>
              </w:rPr>
            </w:pPr>
            <w:r w:rsidRPr="00AB35CF">
              <w:rPr>
                <w:b/>
              </w:rPr>
              <w:t>Road deaths</w:t>
            </w:r>
          </w:p>
        </w:tc>
        <w:tc>
          <w:tcPr>
            <w:tcW w:w="6378" w:type="dxa"/>
          </w:tcPr>
          <w:p w:rsidR="00C86DD0" w:rsidRPr="00AB35CF" w:rsidRDefault="00C86DD0" w:rsidP="00AB4395">
            <w:pPr>
              <w:pStyle w:val="TableBodyText"/>
              <w:keepNext w:val="0"/>
              <w:keepLines w:val="0"/>
              <w:ind w:right="28"/>
              <w:jc w:val="left"/>
            </w:pPr>
            <w:r w:rsidRPr="00AB35CF">
              <w:t>Fatal road injury accidents as defined by the Australian Transport Safety Bureau.</w:t>
            </w:r>
          </w:p>
        </w:tc>
      </w:tr>
      <w:tr w:rsidR="00C86DD0" w:rsidRPr="00AB35CF" w:rsidTr="00297C35">
        <w:tc>
          <w:tcPr>
            <w:tcW w:w="2410" w:type="dxa"/>
          </w:tcPr>
          <w:p w:rsidR="00C86DD0" w:rsidRPr="00AB35CF" w:rsidRDefault="00C86DD0" w:rsidP="00AB4395">
            <w:pPr>
              <w:pStyle w:val="TableBodyText"/>
              <w:keepNext w:val="0"/>
              <w:keepLines w:val="0"/>
              <w:jc w:val="left"/>
              <w:rPr>
                <w:b/>
              </w:rPr>
            </w:pPr>
            <w:r w:rsidRPr="00AB35CF">
              <w:rPr>
                <w:b/>
              </w:rPr>
              <w:t>Robbery</w:t>
            </w:r>
          </w:p>
        </w:tc>
        <w:tc>
          <w:tcPr>
            <w:tcW w:w="6378" w:type="dxa"/>
          </w:tcPr>
          <w:p w:rsidR="00C86DD0" w:rsidRPr="00AB35CF" w:rsidRDefault="00C86DD0" w:rsidP="00AB4395">
            <w:pPr>
              <w:pStyle w:val="TableBodyText"/>
              <w:keepNext w:val="0"/>
              <w:keepLines w:val="0"/>
              <w:ind w:right="28"/>
              <w:jc w:val="left"/>
            </w:pPr>
            <w:r w:rsidRPr="00AB35CF">
              <w:t>The unlawful taking of property from the immediate possession, control, custody or care of a person, with the intent to permanently deprive the owner of the property accompanied by the use, and/or threatened use of immediate force or violence.</w:t>
            </w:r>
          </w:p>
        </w:tc>
      </w:tr>
      <w:tr w:rsidR="00C86DD0" w:rsidRPr="00AB35CF" w:rsidTr="00297C35">
        <w:tc>
          <w:tcPr>
            <w:tcW w:w="2410" w:type="dxa"/>
          </w:tcPr>
          <w:p w:rsidR="00C86DD0" w:rsidRPr="00AB35CF" w:rsidRDefault="00C86DD0" w:rsidP="00297C35">
            <w:pPr>
              <w:pStyle w:val="TableBodyText"/>
              <w:keepNext w:val="0"/>
              <w:keepLines w:val="0"/>
              <w:jc w:val="left"/>
              <w:rPr>
                <w:b/>
              </w:rPr>
            </w:pPr>
            <w:r w:rsidRPr="00AB35CF">
              <w:rPr>
                <w:b/>
              </w:rPr>
              <w:t>Salaries and payments in the nature of salary</w:t>
            </w:r>
          </w:p>
          <w:p w:rsidR="00C86DD0" w:rsidRPr="00297C35" w:rsidRDefault="00C86DD0" w:rsidP="00AB4395">
            <w:pPr>
              <w:pStyle w:val="TableBodyText"/>
              <w:keepNext w:val="0"/>
              <w:keepLines w:val="0"/>
              <w:jc w:val="left"/>
              <w:rPr>
                <w:b/>
              </w:rPr>
            </w:pPr>
          </w:p>
        </w:tc>
        <w:tc>
          <w:tcPr>
            <w:tcW w:w="6378" w:type="dxa"/>
          </w:tcPr>
          <w:p w:rsidR="00C86DD0" w:rsidRPr="00AB35CF" w:rsidRDefault="00C86DD0" w:rsidP="003B1112">
            <w:pPr>
              <w:pStyle w:val="TableBodyText"/>
              <w:keepNext w:val="0"/>
              <w:keepLines w:val="0"/>
              <w:ind w:right="28"/>
              <w:jc w:val="left"/>
            </w:pPr>
            <w:r w:rsidRPr="00AB35CF">
              <w:t>Includes:</w:t>
            </w:r>
          </w:p>
          <w:p w:rsidR="00C86DD0" w:rsidRPr="00AB35CF" w:rsidRDefault="00C86DD0" w:rsidP="00AB4395">
            <w:pPr>
              <w:pStyle w:val="TableBullet"/>
            </w:pPr>
            <w:r w:rsidRPr="00AB35CF">
              <w:t>base salary package</w:t>
            </w:r>
          </w:p>
          <w:p w:rsidR="00C86DD0" w:rsidRPr="00AB35CF" w:rsidRDefault="00C86DD0" w:rsidP="00AB4395">
            <w:pPr>
              <w:pStyle w:val="TableBullet"/>
            </w:pPr>
            <w:r w:rsidRPr="00AB35CF">
              <w:t>motor vehicle expenses that are part of employer fringe benefits</w:t>
            </w:r>
          </w:p>
          <w:p w:rsidR="00C86DD0" w:rsidRPr="00AB35CF" w:rsidRDefault="00C86DD0" w:rsidP="00AB4395">
            <w:pPr>
              <w:pStyle w:val="TableBullet"/>
            </w:pPr>
            <w:r w:rsidRPr="00AB35CF">
              <w:t>superannuation, early retirement schemes and payments to pension schemes (employer contributions)</w:t>
            </w:r>
          </w:p>
          <w:p w:rsidR="00C86DD0" w:rsidRPr="00AB35CF" w:rsidRDefault="00C86DD0" w:rsidP="00AB4395">
            <w:pPr>
              <w:pStyle w:val="TableBullet"/>
            </w:pPr>
            <w:r w:rsidRPr="00AB35CF">
              <w:t>workers compensation (full cost) including premiums, levies, bills, legal fees</w:t>
            </w:r>
          </w:p>
          <w:p w:rsidR="00C86DD0" w:rsidRPr="00AB35CF" w:rsidRDefault="00C86DD0" w:rsidP="00AB4395">
            <w:pPr>
              <w:pStyle w:val="TableBullet"/>
            </w:pPr>
            <w:r w:rsidRPr="00AB35CF">
              <w:t>higher duty allowances (actual amounts paid)</w:t>
            </w:r>
          </w:p>
          <w:p w:rsidR="00C86DD0" w:rsidRPr="00AB35CF" w:rsidRDefault="00C86DD0" w:rsidP="00AB4395">
            <w:pPr>
              <w:pStyle w:val="TableBullet"/>
            </w:pPr>
            <w:r w:rsidRPr="00AB35CF">
              <w:t>overtime (actual amounts paid)</w:t>
            </w:r>
          </w:p>
          <w:p w:rsidR="00C86DD0" w:rsidRPr="00AB35CF" w:rsidRDefault="00C86DD0" w:rsidP="00AB4395">
            <w:pPr>
              <w:pStyle w:val="TableBullet"/>
            </w:pPr>
            <w:r w:rsidRPr="00AB35CF">
              <w:t>actual termination and long service leave</w:t>
            </w:r>
          </w:p>
          <w:p w:rsidR="00C86DD0" w:rsidRPr="00AB35CF" w:rsidRDefault="00C86DD0" w:rsidP="00AB4395">
            <w:pPr>
              <w:pStyle w:val="TableBullet"/>
            </w:pPr>
            <w:r w:rsidRPr="00AB35CF">
              <w:t>actual annual leave</w:t>
            </w:r>
          </w:p>
          <w:p w:rsidR="00C86DD0" w:rsidRPr="00AB35CF" w:rsidRDefault="00C86DD0" w:rsidP="00AB4395">
            <w:pPr>
              <w:pStyle w:val="TableBullet"/>
            </w:pPr>
            <w:r w:rsidRPr="00AB35CF">
              <w:t>actual sick leave</w:t>
            </w:r>
          </w:p>
          <w:p w:rsidR="00C86DD0" w:rsidRPr="00AB35CF" w:rsidRDefault="00C86DD0" w:rsidP="00AB4395">
            <w:pPr>
              <w:pStyle w:val="TableBullet"/>
            </w:pPr>
            <w:r w:rsidRPr="00AB35CF">
              <w:t>actual maternity/paternity leave</w:t>
            </w:r>
          </w:p>
          <w:p w:rsidR="00C86DD0" w:rsidRPr="00AB35CF" w:rsidRDefault="00C86DD0" w:rsidP="00AB4395">
            <w:pPr>
              <w:pStyle w:val="TableBullet"/>
            </w:pPr>
            <w:r w:rsidRPr="00AB35CF">
              <w:lastRenderedPageBreak/>
              <w:t>fringe benefits tax paid</w:t>
            </w:r>
          </w:p>
          <w:p w:rsidR="00C86DD0" w:rsidRPr="00AB35CF" w:rsidRDefault="00C86DD0" w:rsidP="00AB4395">
            <w:pPr>
              <w:pStyle w:val="TableBullet"/>
            </w:pPr>
            <w:r w:rsidRPr="00AB35CF">
              <w:t>fringe benefits provided (for example, school fee salary sacrifice at cost to the government, car parking, duress alarms, telephone account reimbursements, ‘gold passes’, other salary sacrifice benefits, frequent flyer benefits, overtime meals provided and any other components that are not part of a salary package)</w:t>
            </w:r>
          </w:p>
          <w:p w:rsidR="00C86DD0" w:rsidRPr="00AB35CF" w:rsidRDefault="00C86DD0" w:rsidP="00AB4395">
            <w:pPr>
              <w:pStyle w:val="TableBullet"/>
            </w:pPr>
            <w:r w:rsidRPr="00AB35CF">
              <w:t>payroll tax.</w:t>
            </w:r>
          </w:p>
        </w:tc>
      </w:tr>
      <w:tr w:rsidR="00C86DD0" w:rsidRPr="00AB35CF" w:rsidTr="00297C35">
        <w:tc>
          <w:tcPr>
            <w:tcW w:w="2410" w:type="dxa"/>
          </w:tcPr>
          <w:p w:rsidR="00C86DD0" w:rsidRPr="00AB35CF" w:rsidRDefault="00C86DD0" w:rsidP="00AB4395">
            <w:pPr>
              <w:pStyle w:val="TableBodyText"/>
              <w:keepNext w:val="0"/>
              <w:keepLines w:val="0"/>
              <w:jc w:val="left"/>
              <w:rPr>
                <w:b/>
              </w:rPr>
            </w:pPr>
            <w:r w:rsidRPr="00AB35CF">
              <w:rPr>
                <w:b/>
              </w:rPr>
              <w:lastRenderedPageBreak/>
              <w:t>Senior executive staff</w:t>
            </w:r>
          </w:p>
        </w:tc>
        <w:tc>
          <w:tcPr>
            <w:tcW w:w="6378" w:type="dxa"/>
          </w:tcPr>
          <w:p w:rsidR="00C86DD0" w:rsidRPr="00AB35CF" w:rsidRDefault="00C86DD0" w:rsidP="00AB4395">
            <w:pPr>
              <w:pStyle w:val="TableBodyText"/>
              <w:keepNext w:val="0"/>
              <w:keepLines w:val="0"/>
              <w:ind w:right="28"/>
              <w:jc w:val="left"/>
            </w:pPr>
            <w:r w:rsidRPr="00AB35CF">
              <w:t>Number of senior executive staff, including civilian (top senior executive service) and sworn (commissioner, deputy commissioner and equivalent civilian executives) staff.</w:t>
            </w:r>
          </w:p>
        </w:tc>
      </w:tr>
      <w:tr w:rsidR="00C86DD0" w:rsidRPr="00AB35CF" w:rsidTr="00297C35">
        <w:tc>
          <w:tcPr>
            <w:tcW w:w="2410" w:type="dxa"/>
          </w:tcPr>
          <w:p w:rsidR="00C86DD0" w:rsidRPr="00AB35CF" w:rsidRDefault="00C86DD0" w:rsidP="00AB4395">
            <w:pPr>
              <w:pStyle w:val="TableBodyText"/>
              <w:keepNext w:val="0"/>
              <w:keepLines w:val="0"/>
              <w:jc w:val="left"/>
              <w:rPr>
                <w:b/>
              </w:rPr>
            </w:pPr>
            <w:r w:rsidRPr="00AB35CF">
              <w:rPr>
                <w:b/>
              </w:rPr>
              <w:t>Sexual assault</w:t>
            </w:r>
          </w:p>
        </w:tc>
        <w:tc>
          <w:tcPr>
            <w:tcW w:w="6378" w:type="dxa"/>
          </w:tcPr>
          <w:p w:rsidR="00C86DD0" w:rsidRPr="00AB35CF" w:rsidRDefault="00C86DD0" w:rsidP="00AB4395">
            <w:pPr>
              <w:pStyle w:val="TableBodyText"/>
              <w:keepNext w:val="0"/>
              <w:keepLines w:val="0"/>
              <w:ind w:right="28"/>
              <w:jc w:val="left"/>
            </w:pPr>
            <w:r w:rsidRPr="00AB35CF">
              <w:t xml:space="preserve">Physical contact of a sexual nature directed towards another person where that person does not give consent, that person gives consent as a result of intimidation or fraud, or consent is proscribed (that is, the person is legally deemed incapable of giving consent as a result of youth, temporary/permanent (mental) incapacity or a familial relationship). </w:t>
            </w:r>
          </w:p>
          <w:p w:rsidR="00C86DD0" w:rsidRPr="00AB35CF" w:rsidRDefault="00C86DD0" w:rsidP="00AB4395">
            <w:pPr>
              <w:pStyle w:val="TableBodyText"/>
              <w:keepNext w:val="0"/>
              <w:keepLines w:val="0"/>
              <w:ind w:right="28"/>
              <w:jc w:val="left"/>
            </w:pPr>
            <w:r w:rsidRPr="00AB35CF">
              <w:t>Includes rape, attempted rape, indecent assault and assault with intent to commit sexual assault. Excludes sexual harassment not leading to assault.</w:t>
            </w:r>
          </w:p>
        </w:tc>
      </w:tr>
      <w:tr w:rsidR="00C86DD0" w:rsidRPr="00AB35CF" w:rsidTr="00297C35">
        <w:tc>
          <w:tcPr>
            <w:tcW w:w="2410" w:type="dxa"/>
          </w:tcPr>
          <w:p w:rsidR="00C86DD0" w:rsidRPr="00AB35CF" w:rsidRDefault="00C86DD0" w:rsidP="00AB4395">
            <w:pPr>
              <w:pStyle w:val="TableBodyText"/>
              <w:keepNext w:val="0"/>
              <w:keepLines w:val="0"/>
              <w:jc w:val="left"/>
              <w:rPr>
                <w:b/>
              </w:rPr>
            </w:pPr>
            <w:r w:rsidRPr="00AB35CF">
              <w:rPr>
                <w:b/>
              </w:rPr>
              <w:t>Supervisory full time equivalent staff</w:t>
            </w:r>
          </w:p>
        </w:tc>
        <w:tc>
          <w:tcPr>
            <w:tcW w:w="6378" w:type="dxa"/>
          </w:tcPr>
          <w:p w:rsidR="00C86DD0" w:rsidRPr="00AB35CF" w:rsidRDefault="00C86DD0" w:rsidP="00AB4395">
            <w:pPr>
              <w:pStyle w:val="TableBodyText"/>
              <w:keepNext w:val="0"/>
              <w:keepLines w:val="0"/>
              <w:ind w:right="28"/>
              <w:jc w:val="left"/>
            </w:pPr>
            <w:r w:rsidRPr="00AB35CF">
              <w:t>Number of supervisory full time equivalent staff, including civilian (team leaders) and sworn (sergeant to senior sergeant) staff.</w:t>
            </w:r>
          </w:p>
        </w:tc>
      </w:tr>
      <w:tr w:rsidR="00C86DD0" w:rsidRPr="00AB35CF" w:rsidTr="00297C35">
        <w:tc>
          <w:tcPr>
            <w:tcW w:w="2410" w:type="dxa"/>
          </w:tcPr>
          <w:p w:rsidR="00C86DD0" w:rsidRPr="00AB35CF" w:rsidRDefault="00C86DD0" w:rsidP="00AB4395">
            <w:pPr>
              <w:pStyle w:val="TableBodyText"/>
              <w:keepNext w:val="0"/>
              <w:keepLines w:val="0"/>
              <w:jc w:val="left"/>
              <w:rPr>
                <w:b/>
              </w:rPr>
            </w:pPr>
            <w:r w:rsidRPr="00AB35CF">
              <w:rPr>
                <w:b/>
              </w:rPr>
              <w:t>Sworn staff</w:t>
            </w:r>
          </w:p>
        </w:tc>
        <w:tc>
          <w:tcPr>
            <w:tcW w:w="6378" w:type="dxa"/>
          </w:tcPr>
          <w:p w:rsidR="00C86DD0" w:rsidRPr="00AB35CF" w:rsidRDefault="00C86DD0" w:rsidP="00AB4395">
            <w:pPr>
              <w:pStyle w:val="TableBodyText"/>
              <w:keepNext w:val="0"/>
              <w:keepLines w:val="0"/>
              <w:ind w:right="28"/>
              <w:jc w:val="left"/>
            </w:pPr>
            <w:r w:rsidRPr="00AB35CF">
              <w:t>Sworn police staff recognised under each jurisdiction’s Police Act.</w:t>
            </w:r>
          </w:p>
        </w:tc>
      </w:tr>
      <w:tr w:rsidR="00C86DD0" w:rsidRPr="00AB35CF" w:rsidTr="00297C35">
        <w:tc>
          <w:tcPr>
            <w:tcW w:w="2410" w:type="dxa"/>
          </w:tcPr>
          <w:p w:rsidR="00C86DD0" w:rsidRPr="00AB35CF" w:rsidRDefault="00C86DD0" w:rsidP="00AB4395">
            <w:pPr>
              <w:pStyle w:val="TableBodyText"/>
              <w:keepNext w:val="0"/>
              <w:keepLines w:val="0"/>
              <w:jc w:val="left"/>
              <w:rPr>
                <w:b/>
              </w:rPr>
            </w:pPr>
            <w:r w:rsidRPr="00AB35CF">
              <w:rPr>
                <w:b/>
              </w:rPr>
              <w:t>Total capital expenditure</w:t>
            </w:r>
          </w:p>
        </w:tc>
        <w:tc>
          <w:tcPr>
            <w:tcW w:w="6378" w:type="dxa"/>
          </w:tcPr>
          <w:p w:rsidR="00C86DD0" w:rsidRPr="00AB35CF" w:rsidRDefault="00C86DD0" w:rsidP="00AB4395">
            <w:pPr>
              <w:pStyle w:val="TableBodyText"/>
              <w:keepNext w:val="0"/>
              <w:keepLines w:val="0"/>
              <w:ind w:right="28"/>
              <w:jc w:val="left"/>
            </w:pPr>
            <w:r w:rsidRPr="00AB35CF">
              <w:t>Total expenditure on the purchase of new or second hand capital assets, and expenditure on significant repairs or additions to assets that add to the assets’ service potential or service life.</w:t>
            </w:r>
          </w:p>
        </w:tc>
      </w:tr>
      <w:tr w:rsidR="00C86DD0" w:rsidRPr="00AB35CF" w:rsidTr="00297C35">
        <w:tc>
          <w:tcPr>
            <w:tcW w:w="2410" w:type="dxa"/>
          </w:tcPr>
          <w:p w:rsidR="00C86DD0" w:rsidRPr="00AB35CF" w:rsidRDefault="00C86DD0" w:rsidP="00AB4395">
            <w:pPr>
              <w:pStyle w:val="TableBodyText"/>
              <w:keepNext w:val="0"/>
              <w:keepLines w:val="0"/>
              <w:jc w:val="left"/>
              <w:rPr>
                <w:b/>
              </w:rPr>
            </w:pPr>
            <w:r w:rsidRPr="00AB35CF">
              <w:rPr>
                <w:b/>
              </w:rPr>
              <w:t>Total expenditure</w:t>
            </w:r>
          </w:p>
        </w:tc>
        <w:tc>
          <w:tcPr>
            <w:tcW w:w="6378" w:type="dxa"/>
          </w:tcPr>
          <w:p w:rsidR="00C86DD0" w:rsidRPr="00AB35CF" w:rsidRDefault="00C86DD0" w:rsidP="00AB4395">
            <w:pPr>
              <w:pStyle w:val="TableBodyText"/>
              <w:keepNext w:val="0"/>
              <w:keepLines w:val="0"/>
              <w:ind w:right="28"/>
              <w:jc w:val="left"/>
            </w:pPr>
            <w:r w:rsidRPr="00AB35CF">
              <w:t>Total capital expenditure plus total recurrent expenditure (less revenue from own sources).</w:t>
            </w:r>
          </w:p>
        </w:tc>
      </w:tr>
      <w:tr w:rsidR="00C86DD0" w:rsidRPr="00AB35CF" w:rsidTr="00297C35">
        <w:tc>
          <w:tcPr>
            <w:tcW w:w="2410" w:type="dxa"/>
          </w:tcPr>
          <w:p w:rsidR="00C86DD0" w:rsidRPr="00AB35CF" w:rsidRDefault="00C86DD0" w:rsidP="00AB4395">
            <w:pPr>
              <w:pStyle w:val="TableBodyText"/>
              <w:keepNext w:val="0"/>
              <w:keepLines w:val="0"/>
              <w:jc w:val="left"/>
              <w:rPr>
                <w:b/>
              </w:rPr>
            </w:pPr>
            <w:r w:rsidRPr="00AB35CF">
              <w:rPr>
                <w:b/>
              </w:rPr>
              <w:t>Total FTE staff</w:t>
            </w:r>
          </w:p>
        </w:tc>
        <w:tc>
          <w:tcPr>
            <w:tcW w:w="6378" w:type="dxa"/>
          </w:tcPr>
          <w:p w:rsidR="00C86DD0" w:rsidRPr="00AB35CF" w:rsidRDefault="00C86DD0" w:rsidP="00AB4395">
            <w:pPr>
              <w:pStyle w:val="TableBodyText"/>
              <w:keepNext w:val="0"/>
              <w:keepLines w:val="0"/>
              <w:ind w:right="28"/>
              <w:jc w:val="left"/>
            </w:pPr>
            <w:r w:rsidRPr="00AB35CF">
              <w:t>Operational staff and non</w:t>
            </w:r>
            <w:r w:rsidR="00C1027F">
              <w:noBreakHyphen/>
            </w:r>
            <w:r w:rsidRPr="00AB35CF">
              <w:t>operational staff, including full time equivalent staff on paid leave or absence from duty (including secondment and training), as measured using absolute numbers for the whole reporting period.</w:t>
            </w:r>
          </w:p>
        </w:tc>
      </w:tr>
      <w:tr w:rsidR="00C86DD0" w:rsidRPr="00AB35CF" w:rsidTr="00297C35">
        <w:tc>
          <w:tcPr>
            <w:tcW w:w="2410" w:type="dxa"/>
          </w:tcPr>
          <w:p w:rsidR="00C86DD0" w:rsidRPr="00AB35CF" w:rsidRDefault="00C86DD0" w:rsidP="00AB4395">
            <w:pPr>
              <w:pStyle w:val="TableBodyText"/>
              <w:keepNext w:val="0"/>
              <w:keepLines w:val="0"/>
              <w:jc w:val="left"/>
              <w:rPr>
                <w:b/>
              </w:rPr>
            </w:pPr>
            <w:r w:rsidRPr="00AB35CF">
              <w:rPr>
                <w:b/>
              </w:rPr>
              <w:t>Total number of staff</w:t>
            </w:r>
          </w:p>
        </w:tc>
        <w:tc>
          <w:tcPr>
            <w:tcW w:w="6378" w:type="dxa"/>
          </w:tcPr>
          <w:p w:rsidR="00C86DD0" w:rsidRPr="00AB35CF" w:rsidRDefault="00C86DD0" w:rsidP="00AB4395">
            <w:pPr>
              <w:pStyle w:val="TableBodyText"/>
              <w:keepNext w:val="0"/>
              <w:keepLines w:val="0"/>
              <w:ind w:right="28"/>
              <w:jc w:val="left"/>
            </w:pPr>
            <w:r w:rsidRPr="00AB35CF">
              <w:t>Full time equivalent staff directly employed on an annual basis (excluding labour contracted out).</w:t>
            </w:r>
          </w:p>
        </w:tc>
      </w:tr>
      <w:tr w:rsidR="00C86DD0" w:rsidRPr="00AB35CF" w:rsidTr="00297C35">
        <w:tc>
          <w:tcPr>
            <w:tcW w:w="2410" w:type="dxa"/>
          </w:tcPr>
          <w:p w:rsidR="00C86DD0" w:rsidRPr="00AB35CF" w:rsidRDefault="00C86DD0" w:rsidP="00AB4395">
            <w:pPr>
              <w:pStyle w:val="TableBodyText"/>
              <w:keepNext w:val="0"/>
              <w:keepLines w:val="0"/>
              <w:jc w:val="left"/>
              <w:rPr>
                <w:b/>
              </w:rPr>
            </w:pPr>
            <w:r w:rsidRPr="00AB35CF">
              <w:rPr>
                <w:b/>
              </w:rPr>
              <w:t>Total recurrent expenditure</w:t>
            </w:r>
          </w:p>
        </w:tc>
        <w:tc>
          <w:tcPr>
            <w:tcW w:w="6378" w:type="dxa"/>
          </w:tcPr>
          <w:p w:rsidR="00C86DD0" w:rsidRPr="00AB35CF" w:rsidRDefault="00C86DD0" w:rsidP="00297C35">
            <w:pPr>
              <w:pStyle w:val="TableBodyText"/>
              <w:keepNext w:val="0"/>
              <w:keepLines w:val="0"/>
              <w:ind w:right="28"/>
              <w:jc w:val="left"/>
            </w:pPr>
            <w:r w:rsidRPr="00AB35CF">
              <w:t xml:space="preserve">Includes: </w:t>
            </w:r>
          </w:p>
          <w:p w:rsidR="00C86DD0" w:rsidRPr="00AB35CF" w:rsidRDefault="00C86DD0" w:rsidP="00AB4395">
            <w:pPr>
              <w:pStyle w:val="TableBullet"/>
            </w:pPr>
            <w:r w:rsidRPr="00AB35CF">
              <w:t>salaries and payments in the nature of salary</w:t>
            </w:r>
          </w:p>
          <w:p w:rsidR="00C86DD0" w:rsidRPr="00AB35CF" w:rsidRDefault="00C86DD0" w:rsidP="00AB4395">
            <w:pPr>
              <w:pStyle w:val="TableBullet"/>
            </w:pPr>
            <w:r w:rsidRPr="00AB35CF">
              <w:t>other recurrent expenditure</w:t>
            </w:r>
          </w:p>
          <w:p w:rsidR="00C86DD0" w:rsidRPr="00AB35CF" w:rsidRDefault="00C86DD0" w:rsidP="00AB4395">
            <w:pPr>
              <w:pStyle w:val="TableBullet"/>
            </w:pPr>
            <w:r w:rsidRPr="00AB35CF">
              <w:t>depreciation</w:t>
            </w:r>
          </w:p>
          <w:p w:rsidR="00C86DD0" w:rsidRPr="00AB35CF" w:rsidRDefault="00C86DD0" w:rsidP="00AB4395">
            <w:pPr>
              <w:pStyle w:val="TableBullet"/>
            </w:pPr>
            <w:r w:rsidRPr="00AB35CF">
              <w:t>less revenue from own sources.</w:t>
            </w:r>
          </w:p>
        </w:tc>
      </w:tr>
      <w:tr w:rsidR="00C86DD0" w:rsidRPr="00AB35CF" w:rsidTr="00297C35">
        <w:tc>
          <w:tcPr>
            <w:tcW w:w="2410" w:type="dxa"/>
          </w:tcPr>
          <w:p w:rsidR="00C86DD0" w:rsidRPr="00AB35CF" w:rsidRDefault="00C86DD0" w:rsidP="00AB4395">
            <w:pPr>
              <w:pStyle w:val="TableBodyText"/>
              <w:keepNext w:val="0"/>
              <w:keepLines w:val="0"/>
              <w:jc w:val="left"/>
              <w:rPr>
                <w:b/>
              </w:rPr>
            </w:pPr>
            <w:r w:rsidRPr="00AB35CF">
              <w:rPr>
                <w:b/>
              </w:rPr>
              <w:t>Unarmed robbery</w:t>
            </w:r>
          </w:p>
        </w:tc>
        <w:tc>
          <w:tcPr>
            <w:tcW w:w="6378" w:type="dxa"/>
          </w:tcPr>
          <w:p w:rsidR="00C86DD0" w:rsidRPr="00AB35CF" w:rsidRDefault="00C86DD0" w:rsidP="00AB4395">
            <w:pPr>
              <w:pStyle w:val="TableBodyText"/>
              <w:keepNext w:val="0"/>
              <w:keepLines w:val="0"/>
              <w:ind w:right="28"/>
              <w:jc w:val="left"/>
            </w:pPr>
            <w:r w:rsidRPr="00AB35CF">
              <w:t>Robbery conducted without the use (actual or implied) of a weapon</w:t>
            </w:r>
          </w:p>
        </w:tc>
      </w:tr>
      <w:tr w:rsidR="00C86DD0" w:rsidRPr="00AB35CF" w:rsidTr="00297C35">
        <w:tc>
          <w:tcPr>
            <w:tcW w:w="2410" w:type="dxa"/>
          </w:tcPr>
          <w:p w:rsidR="00C86DD0" w:rsidRPr="00AB35CF" w:rsidRDefault="00C86DD0" w:rsidP="00AB4395">
            <w:pPr>
              <w:pStyle w:val="TableBodyText"/>
              <w:keepNext w:val="0"/>
              <w:keepLines w:val="0"/>
              <w:jc w:val="left"/>
              <w:rPr>
                <w:b/>
              </w:rPr>
            </w:pPr>
            <w:r w:rsidRPr="00AB35CF">
              <w:rPr>
                <w:b/>
              </w:rPr>
              <w:t>Unavailable full time equivalent staff</w:t>
            </w:r>
          </w:p>
        </w:tc>
        <w:tc>
          <w:tcPr>
            <w:tcW w:w="6378" w:type="dxa"/>
          </w:tcPr>
          <w:p w:rsidR="00C86DD0" w:rsidRPr="00AB35CF" w:rsidRDefault="00C86DD0" w:rsidP="00AB4395">
            <w:pPr>
              <w:pStyle w:val="TableBodyText"/>
              <w:keepNext w:val="0"/>
              <w:keepLines w:val="0"/>
              <w:ind w:right="28"/>
              <w:jc w:val="left"/>
            </w:pPr>
            <w:r w:rsidRPr="00AB35CF">
              <w:t>Any full time equivalent category where the individual is on paid leave or absent from duty (including secondment and training), as measured using the average staffing level for the whole reporting period.</w:t>
            </w:r>
          </w:p>
        </w:tc>
      </w:tr>
      <w:tr w:rsidR="00C86DD0" w:rsidRPr="00AB35CF" w:rsidTr="00297C35">
        <w:tc>
          <w:tcPr>
            <w:tcW w:w="2410" w:type="dxa"/>
          </w:tcPr>
          <w:p w:rsidR="00C86DD0" w:rsidRPr="00AB35CF" w:rsidRDefault="00C86DD0" w:rsidP="00AB4395">
            <w:pPr>
              <w:pStyle w:val="TableBodyText"/>
              <w:keepNext w:val="0"/>
              <w:keepLines w:val="0"/>
              <w:jc w:val="left"/>
              <w:rPr>
                <w:b/>
              </w:rPr>
            </w:pPr>
            <w:r w:rsidRPr="00AB35CF">
              <w:rPr>
                <w:b/>
              </w:rPr>
              <w:t>Unlawful entry with intent — involving the taking of property</w:t>
            </w:r>
          </w:p>
        </w:tc>
        <w:tc>
          <w:tcPr>
            <w:tcW w:w="6378" w:type="dxa"/>
          </w:tcPr>
          <w:p w:rsidR="00C86DD0" w:rsidRPr="00AB35CF" w:rsidRDefault="00C86DD0" w:rsidP="00AB4395">
            <w:pPr>
              <w:pStyle w:val="TableBodyText"/>
              <w:keepNext w:val="0"/>
              <w:keepLines w:val="0"/>
              <w:ind w:right="28"/>
              <w:jc w:val="left"/>
            </w:pPr>
            <w:r w:rsidRPr="00AB35CF">
              <w:t>The unlawful entry of a structure (whether forced or unforced) with intent to commit an offence, resulting in the taking of property from the structure. Includes burglary and break</w:t>
            </w:r>
            <w:r w:rsidR="00C1027F">
              <w:noBreakHyphen/>
            </w:r>
            <w:r w:rsidRPr="00AB35CF">
              <w:t>in offences. Excludes trespass or lawful entry with intent.</w:t>
            </w:r>
          </w:p>
        </w:tc>
      </w:tr>
      <w:tr w:rsidR="00C86DD0" w:rsidRPr="00AB35CF" w:rsidTr="00297C35">
        <w:tc>
          <w:tcPr>
            <w:tcW w:w="2410" w:type="dxa"/>
          </w:tcPr>
          <w:p w:rsidR="00C86DD0" w:rsidRPr="00AB35CF" w:rsidRDefault="00C86DD0" w:rsidP="00AB4395">
            <w:pPr>
              <w:pStyle w:val="TableBodyText"/>
              <w:keepNext w:val="0"/>
              <w:keepLines w:val="0"/>
              <w:jc w:val="left"/>
              <w:rPr>
                <w:b/>
              </w:rPr>
            </w:pPr>
            <w:r w:rsidRPr="00AB35CF">
              <w:rPr>
                <w:b/>
              </w:rPr>
              <w:t>Unlawful entry with intent — other</w:t>
            </w:r>
          </w:p>
        </w:tc>
        <w:tc>
          <w:tcPr>
            <w:tcW w:w="6378" w:type="dxa"/>
          </w:tcPr>
          <w:p w:rsidR="00C86DD0" w:rsidRPr="00AB35CF" w:rsidRDefault="00C86DD0" w:rsidP="00AB4395">
            <w:pPr>
              <w:pStyle w:val="TableBodyText"/>
              <w:keepNext w:val="0"/>
              <w:keepLines w:val="0"/>
              <w:ind w:right="28"/>
              <w:jc w:val="left"/>
            </w:pPr>
            <w:r w:rsidRPr="00AB35CF">
              <w:t>The unlawful entry of a structure (whether forced or unforced) with intent to commit an offence, but which does not result in the taking of property from the structure. Excludes trespass or lawful entry with intent.</w:t>
            </w:r>
          </w:p>
        </w:tc>
      </w:tr>
      <w:tr w:rsidR="00C86DD0" w:rsidRPr="00AB35CF" w:rsidTr="00297C35">
        <w:tc>
          <w:tcPr>
            <w:tcW w:w="2410" w:type="dxa"/>
          </w:tcPr>
          <w:p w:rsidR="00C86DD0" w:rsidRPr="00AB35CF" w:rsidRDefault="00C86DD0" w:rsidP="00297C35">
            <w:pPr>
              <w:pStyle w:val="TableBodyText"/>
              <w:keepNext w:val="0"/>
              <w:keepLines w:val="0"/>
              <w:jc w:val="left"/>
              <w:rPr>
                <w:b/>
              </w:rPr>
            </w:pPr>
            <w:r w:rsidRPr="00AB35CF">
              <w:rPr>
                <w:b/>
              </w:rPr>
              <w:t>User cost of capital</w:t>
            </w:r>
          </w:p>
        </w:tc>
        <w:tc>
          <w:tcPr>
            <w:tcW w:w="6378" w:type="dxa"/>
          </w:tcPr>
          <w:p w:rsidR="00C86DD0" w:rsidRPr="00AB35CF" w:rsidRDefault="00C86DD0" w:rsidP="00297C35">
            <w:pPr>
              <w:pStyle w:val="TableBodyText"/>
              <w:keepNext w:val="0"/>
              <w:keepLines w:val="0"/>
              <w:ind w:right="28"/>
              <w:jc w:val="left"/>
            </w:pPr>
            <w:r w:rsidRPr="00AB35CF">
              <w:t>The opportunity cost of funds tied up in the capital used to deliver services. Calculated as 8 per cent of the current value of non</w:t>
            </w:r>
            <w:r w:rsidR="00C1027F">
              <w:noBreakHyphen/>
            </w:r>
            <w:r w:rsidRPr="00AB35CF">
              <w:t>current physical assets (excluding land).</w:t>
            </w:r>
          </w:p>
        </w:tc>
      </w:tr>
      <w:tr w:rsidR="00C86DD0" w:rsidRPr="00AB35CF" w:rsidTr="00297C35">
        <w:tc>
          <w:tcPr>
            <w:tcW w:w="2410" w:type="dxa"/>
          </w:tcPr>
          <w:p w:rsidR="00C86DD0" w:rsidRPr="00AB35CF" w:rsidRDefault="00C86DD0" w:rsidP="00AB4395">
            <w:pPr>
              <w:pStyle w:val="TableBodyText"/>
              <w:keepNext w:val="0"/>
              <w:keepLines w:val="0"/>
              <w:jc w:val="left"/>
              <w:rPr>
                <w:b/>
              </w:rPr>
            </w:pPr>
            <w:r w:rsidRPr="00AB35CF">
              <w:rPr>
                <w:b/>
              </w:rPr>
              <w:t>Value of physical assets — buildings and fittings</w:t>
            </w:r>
            <w:r w:rsidRPr="00AB35CF">
              <w:rPr>
                <w:b/>
              </w:rPr>
              <w:tab/>
            </w:r>
          </w:p>
        </w:tc>
        <w:tc>
          <w:tcPr>
            <w:tcW w:w="6378" w:type="dxa"/>
          </w:tcPr>
          <w:p w:rsidR="00C86DD0" w:rsidRPr="00AB35CF" w:rsidRDefault="00C86DD0" w:rsidP="00AB4395">
            <w:pPr>
              <w:pStyle w:val="TableBodyText"/>
              <w:keepNext w:val="0"/>
              <w:keepLines w:val="0"/>
              <w:ind w:right="28"/>
              <w:jc w:val="left"/>
            </w:pPr>
            <w:r w:rsidRPr="00AB35CF">
              <w:t>The value of buildings and fittings under the direct control of police.</w:t>
            </w:r>
          </w:p>
        </w:tc>
      </w:tr>
      <w:tr w:rsidR="00C86DD0" w:rsidRPr="00AB35CF" w:rsidTr="00297C35">
        <w:tc>
          <w:tcPr>
            <w:tcW w:w="2410" w:type="dxa"/>
          </w:tcPr>
          <w:p w:rsidR="00C86DD0" w:rsidRPr="00AB35CF" w:rsidRDefault="00C86DD0" w:rsidP="00AB4395">
            <w:pPr>
              <w:pStyle w:val="TableBodyText"/>
              <w:keepNext w:val="0"/>
              <w:keepLines w:val="0"/>
              <w:jc w:val="left"/>
              <w:rPr>
                <w:b/>
              </w:rPr>
            </w:pPr>
            <w:r w:rsidRPr="00AB35CF">
              <w:rPr>
                <w:b/>
              </w:rPr>
              <w:t>Value of physical assets — land</w:t>
            </w:r>
            <w:r w:rsidRPr="00AB35CF">
              <w:rPr>
                <w:b/>
              </w:rPr>
              <w:tab/>
            </w:r>
          </w:p>
        </w:tc>
        <w:tc>
          <w:tcPr>
            <w:tcW w:w="6378" w:type="dxa"/>
          </w:tcPr>
          <w:p w:rsidR="00C86DD0" w:rsidRPr="00AB35CF" w:rsidRDefault="00C86DD0" w:rsidP="00AB4395">
            <w:pPr>
              <w:pStyle w:val="TableBodyText"/>
              <w:keepNext w:val="0"/>
              <w:keepLines w:val="0"/>
              <w:ind w:right="28"/>
              <w:jc w:val="left"/>
            </w:pPr>
            <w:r w:rsidRPr="00AB35CF">
              <w:t>The value of land under the direct control of police.</w:t>
            </w:r>
          </w:p>
        </w:tc>
      </w:tr>
      <w:tr w:rsidR="00C86DD0" w:rsidRPr="00AB35CF" w:rsidTr="00297C35">
        <w:tc>
          <w:tcPr>
            <w:tcW w:w="2410" w:type="dxa"/>
            <w:shd w:val="clear" w:color="auto" w:fill="auto"/>
          </w:tcPr>
          <w:p w:rsidR="00C86DD0" w:rsidRPr="00AB35CF" w:rsidRDefault="00C86DD0" w:rsidP="00297C35">
            <w:pPr>
              <w:pStyle w:val="TableBodyText"/>
              <w:keepNext w:val="0"/>
              <w:keepLines w:val="0"/>
              <w:jc w:val="left"/>
              <w:rPr>
                <w:b/>
              </w:rPr>
            </w:pPr>
            <w:r w:rsidRPr="00AB35CF">
              <w:rPr>
                <w:b/>
              </w:rPr>
              <w:t>Value of physical assets — other</w:t>
            </w:r>
          </w:p>
        </w:tc>
        <w:tc>
          <w:tcPr>
            <w:tcW w:w="6378" w:type="dxa"/>
            <w:shd w:val="clear" w:color="auto" w:fill="auto"/>
          </w:tcPr>
          <w:p w:rsidR="00C86DD0" w:rsidRPr="00AB35CF" w:rsidRDefault="00C86DD0" w:rsidP="00297C35">
            <w:pPr>
              <w:pStyle w:val="TableBodyText"/>
              <w:keepNext w:val="0"/>
              <w:keepLines w:val="0"/>
              <w:ind w:right="28"/>
              <w:jc w:val="left"/>
            </w:pPr>
            <w:r w:rsidRPr="00AB35CF">
              <w:t>The value of motor vehicles, computer equipment, and general plant and equipment under the direct control of police.</w:t>
            </w:r>
          </w:p>
        </w:tc>
      </w:tr>
    </w:tbl>
    <w:p w:rsidR="00C753D8" w:rsidRDefault="00C753D8" w:rsidP="00A809C7">
      <w:pPr>
        <w:pStyle w:val="Heading2"/>
      </w:pPr>
      <w:bookmarkStart w:id="51" w:name="_Toc432157743"/>
      <w:r>
        <w:lastRenderedPageBreak/>
        <w:t>6.</w:t>
      </w:r>
      <w:r w:rsidR="00F23420">
        <w:t>6</w:t>
      </w:r>
      <w:r>
        <w:tab/>
        <w:t>List of attachment tables</w:t>
      </w:r>
      <w:bookmarkEnd w:id="51"/>
    </w:p>
    <w:p w:rsidR="00C753D8" w:rsidRDefault="00C753D8" w:rsidP="00C753D8">
      <w:pPr>
        <w:pStyle w:val="BodyText"/>
      </w:pPr>
      <w:r>
        <w:t>Attachment tables are identified in references throughout this chapter by an ‘6A’ prefix (for example, table 6A.1 is table 1). Attachment tables are provided on the website (</w:t>
      </w:r>
      <w:r w:rsidR="00AE1699" w:rsidRPr="00494E50">
        <w:t>www.pc.gov.au/rogs/2016</w:t>
      </w:r>
      <w:r>
        <w:t>).</w:t>
      </w:r>
    </w:p>
    <w:p w:rsidR="00AE1699" w:rsidRDefault="00AE1699" w:rsidP="00494E50">
      <w:pPr>
        <w:pStyle w:val="Figurespace"/>
      </w:pPr>
    </w:p>
    <w:tbl>
      <w:tblPr>
        <w:tblStyle w:val="TableGrid"/>
        <w:tblW w:w="8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Caption w:val="6.11 List of attachment tables"/>
        <w:tblDescription w:val="List of attachment tables. More details can be found within the text surrounding this table."/>
      </w:tblPr>
      <w:tblGrid>
        <w:gridCol w:w="1456"/>
        <w:gridCol w:w="7404"/>
      </w:tblGrid>
      <w:tr w:rsidR="00D05911" w:rsidRPr="005A4A0C" w:rsidTr="005832E9">
        <w:trPr>
          <w:trHeight w:val="357"/>
        </w:trPr>
        <w:tc>
          <w:tcPr>
            <w:tcW w:w="1456" w:type="dxa"/>
            <w:noWrap/>
          </w:tcPr>
          <w:p w:rsidR="00D05911" w:rsidRPr="005A4A0C" w:rsidRDefault="00D05911" w:rsidP="005832E9">
            <w:pPr>
              <w:keepNext/>
              <w:rPr>
                <w:rFonts w:ascii="Arial" w:hAnsi="Arial" w:cs="Arial"/>
                <w:b/>
                <w:bCs/>
                <w:sz w:val="20"/>
                <w:szCs w:val="20"/>
              </w:rPr>
            </w:pPr>
            <w:r w:rsidRPr="005A4A0C">
              <w:rPr>
                <w:rFonts w:ascii="Arial" w:hAnsi="Arial" w:cs="Arial"/>
                <w:b/>
                <w:bCs/>
                <w:sz w:val="20"/>
                <w:szCs w:val="20"/>
              </w:rPr>
              <w:t>Table 6A.1</w:t>
            </w:r>
          </w:p>
        </w:tc>
        <w:tc>
          <w:tcPr>
            <w:tcW w:w="7404" w:type="dxa"/>
          </w:tcPr>
          <w:p w:rsidR="00D05911" w:rsidRPr="006D660E" w:rsidRDefault="00D05911" w:rsidP="00B70F1D">
            <w:r w:rsidRPr="006D660E">
              <w:t>Police service expenditure, staff and asset descriptors, NSW</w:t>
            </w:r>
          </w:p>
        </w:tc>
      </w:tr>
      <w:tr w:rsidR="00D05911" w:rsidRPr="005A4A0C" w:rsidTr="005832E9">
        <w:trPr>
          <w:trHeight w:val="357"/>
        </w:trPr>
        <w:tc>
          <w:tcPr>
            <w:tcW w:w="1456" w:type="dxa"/>
            <w:noWrap/>
          </w:tcPr>
          <w:p w:rsidR="00D05911" w:rsidRPr="005A4A0C" w:rsidRDefault="00D05911" w:rsidP="005832E9">
            <w:pPr>
              <w:keepNext/>
              <w:rPr>
                <w:rFonts w:ascii="Arial" w:hAnsi="Arial" w:cs="Arial"/>
                <w:b/>
                <w:bCs/>
                <w:sz w:val="20"/>
                <w:szCs w:val="20"/>
              </w:rPr>
            </w:pPr>
            <w:r w:rsidRPr="005A4A0C">
              <w:rPr>
                <w:rFonts w:ascii="Arial" w:hAnsi="Arial" w:cs="Arial"/>
                <w:b/>
                <w:bCs/>
                <w:sz w:val="20"/>
                <w:szCs w:val="20"/>
              </w:rPr>
              <w:t>Table 6A.2</w:t>
            </w:r>
          </w:p>
        </w:tc>
        <w:tc>
          <w:tcPr>
            <w:tcW w:w="7404" w:type="dxa"/>
          </w:tcPr>
          <w:p w:rsidR="00D05911" w:rsidRPr="006D660E" w:rsidRDefault="00D05911" w:rsidP="00B70F1D">
            <w:r w:rsidRPr="006D660E">
              <w:t>Police service expenditure, staff and asset descriptors, Victoria</w:t>
            </w:r>
          </w:p>
        </w:tc>
      </w:tr>
      <w:tr w:rsidR="00D05911" w:rsidRPr="005A4A0C" w:rsidTr="005832E9">
        <w:trPr>
          <w:trHeight w:val="357"/>
        </w:trPr>
        <w:tc>
          <w:tcPr>
            <w:tcW w:w="1456" w:type="dxa"/>
            <w:noWrap/>
          </w:tcPr>
          <w:p w:rsidR="00D05911" w:rsidRPr="005A4A0C" w:rsidRDefault="00D05911" w:rsidP="005832E9">
            <w:pPr>
              <w:keepNext/>
              <w:rPr>
                <w:rFonts w:ascii="Arial" w:hAnsi="Arial" w:cs="Arial"/>
                <w:b/>
                <w:bCs/>
                <w:sz w:val="20"/>
                <w:szCs w:val="20"/>
              </w:rPr>
            </w:pPr>
            <w:r w:rsidRPr="005A4A0C">
              <w:rPr>
                <w:rFonts w:ascii="Arial" w:hAnsi="Arial" w:cs="Arial"/>
                <w:b/>
                <w:bCs/>
                <w:sz w:val="20"/>
                <w:szCs w:val="20"/>
              </w:rPr>
              <w:t>Table 6A.3</w:t>
            </w:r>
          </w:p>
        </w:tc>
        <w:tc>
          <w:tcPr>
            <w:tcW w:w="7404" w:type="dxa"/>
          </w:tcPr>
          <w:p w:rsidR="00D05911" w:rsidRPr="006D660E" w:rsidRDefault="00D05911" w:rsidP="00B70F1D">
            <w:r w:rsidRPr="006D660E">
              <w:t>Police service expenditure, staff and asset descriptors, Queensland</w:t>
            </w:r>
          </w:p>
        </w:tc>
      </w:tr>
      <w:tr w:rsidR="00D05911" w:rsidRPr="005A4A0C" w:rsidTr="005832E9">
        <w:trPr>
          <w:trHeight w:val="357"/>
        </w:trPr>
        <w:tc>
          <w:tcPr>
            <w:tcW w:w="1456" w:type="dxa"/>
            <w:noWrap/>
          </w:tcPr>
          <w:p w:rsidR="00D05911" w:rsidRPr="005A4A0C" w:rsidRDefault="00D05911" w:rsidP="005832E9">
            <w:pPr>
              <w:keepNext/>
              <w:rPr>
                <w:rFonts w:ascii="Arial" w:hAnsi="Arial" w:cs="Arial"/>
                <w:b/>
                <w:bCs/>
                <w:sz w:val="20"/>
                <w:szCs w:val="20"/>
              </w:rPr>
            </w:pPr>
            <w:r w:rsidRPr="005A4A0C">
              <w:rPr>
                <w:rFonts w:ascii="Arial" w:hAnsi="Arial" w:cs="Arial"/>
                <w:b/>
                <w:bCs/>
                <w:sz w:val="20"/>
                <w:szCs w:val="20"/>
              </w:rPr>
              <w:t>Table 6A.4</w:t>
            </w:r>
          </w:p>
        </w:tc>
        <w:tc>
          <w:tcPr>
            <w:tcW w:w="7404" w:type="dxa"/>
          </w:tcPr>
          <w:p w:rsidR="00D05911" w:rsidRPr="006D660E" w:rsidRDefault="00D05911" w:rsidP="00B70F1D">
            <w:r w:rsidRPr="006D660E">
              <w:t>Police service expenditure, staff and asset descriptors, WA</w:t>
            </w:r>
          </w:p>
        </w:tc>
      </w:tr>
      <w:tr w:rsidR="00D05911" w:rsidRPr="005A4A0C" w:rsidTr="005832E9">
        <w:trPr>
          <w:trHeight w:val="357"/>
        </w:trPr>
        <w:tc>
          <w:tcPr>
            <w:tcW w:w="1456" w:type="dxa"/>
            <w:noWrap/>
          </w:tcPr>
          <w:p w:rsidR="00D05911" w:rsidRPr="005A4A0C" w:rsidRDefault="00D05911" w:rsidP="005832E9">
            <w:pPr>
              <w:keepNext/>
              <w:rPr>
                <w:rFonts w:ascii="Arial" w:hAnsi="Arial" w:cs="Arial"/>
                <w:b/>
                <w:bCs/>
                <w:sz w:val="20"/>
                <w:szCs w:val="20"/>
              </w:rPr>
            </w:pPr>
            <w:r w:rsidRPr="005A4A0C">
              <w:rPr>
                <w:rFonts w:ascii="Arial" w:hAnsi="Arial" w:cs="Arial"/>
                <w:b/>
                <w:bCs/>
                <w:sz w:val="20"/>
                <w:szCs w:val="20"/>
              </w:rPr>
              <w:t>Table 6A.5</w:t>
            </w:r>
          </w:p>
        </w:tc>
        <w:tc>
          <w:tcPr>
            <w:tcW w:w="7404" w:type="dxa"/>
          </w:tcPr>
          <w:p w:rsidR="00D05911" w:rsidRPr="006D660E" w:rsidRDefault="00D05911" w:rsidP="00B70F1D">
            <w:r w:rsidRPr="006D660E">
              <w:t>Police service expenditure, staff and asset descriptors, SA</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6A.6</w:t>
            </w:r>
          </w:p>
        </w:tc>
        <w:tc>
          <w:tcPr>
            <w:tcW w:w="7404" w:type="dxa"/>
          </w:tcPr>
          <w:p w:rsidR="00D05911" w:rsidRPr="006D660E" w:rsidRDefault="00D05911" w:rsidP="00B70F1D">
            <w:r w:rsidRPr="006D660E">
              <w:t>Police service expenditure, staff and asset descriptors, Tasmania</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6A.7</w:t>
            </w:r>
          </w:p>
        </w:tc>
        <w:tc>
          <w:tcPr>
            <w:tcW w:w="7404" w:type="dxa"/>
          </w:tcPr>
          <w:p w:rsidR="00D05911" w:rsidRPr="006D660E" w:rsidRDefault="00D05911" w:rsidP="00B70F1D">
            <w:r w:rsidRPr="006D660E">
              <w:t xml:space="preserve">Police service expenditure, staff and asset descriptors, ACT </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6A.8</w:t>
            </w:r>
          </w:p>
        </w:tc>
        <w:tc>
          <w:tcPr>
            <w:tcW w:w="7404" w:type="dxa"/>
          </w:tcPr>
          <w:p w:rsidR="00D05911" w:rsidRPr="006D660E" w:rsidRDefault="00D05911" w:rsidP="00B70F1D">
            <w:r w:rsidRPr="006D660E">
              <w:t xml:space="preserve">Police service expenditure, staff and asset descriptors, NT </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6A.9</w:t>
            </w:r>
          </w:p>
        </w:tc>
        <w:tc>
          <w:tcPr>
            <w:tcW w:w="7404" w:type="dxa"/>
          </w:tcPr>
          <w:p w:rsidR="00D05911" w:rsidRPr="006D660E" w:rsidRDefault="00D05911" w:rsidP="00B70F1D">
            <w:r w:rsidRPr="006D660E">
              <w:t>Treatment of assets by police agencies, 2014</w:t>
            </w:r>
            <w:r w:rsidR="00C1027F">
              <w:noBreakHyphen/>
            </w:r>
            <w:r w:rsidRPr="006D660E">
              <w:t>15</w:t>
            </w:r>
          </w:p>
        </w:tc>
      </w:tr>
      <w:tr w:rsidR="00D05911" w:rsidRPr="005A4A0C" w:rsidTr="005832E9">
        <w:trPr>
          <w:trHeight w:val="612"/>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6A.10</w:t>
            </w:r>
          </w:p>
        </w:tc>
        <w:tc>
          <w:tcPr>
            <w:tcW w:w="7404" w:type="dxa"/>
          </w:tcPr>
          <w:p w:rsidR="00D05911" w:rsidRPr="006D660E" w:rsidRDefault="00D05911" w:rsidP="00B70F1D">
            <w:r w:rsidRPr="006D660E">
              <w:t>Real recurrent expenditure (including user cost of capital, less revenue from own sources and payroll tax) on police services (2014</w:t>
            </w:r>
            <w:r w:rsidR="00C1027F">
              <w:noBreakHyphen/>
            </w:r>
            <w:r w:rsidRPr="006D660E">
              <w:t>15 dollars)</w:t>
            </w:r>
            <w:r w:rsidR="00C1027F">
              <w:t xml:space="preserve">  </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6A.11</w:t>
            </w:r>
          </w:p>
        </w:tc>
        <w:tc>
          <w:tcPr>
            <w:tcW w:w="7404" w:type="dxa"/>
          </w:tcPr>
          <w:p w:rsidR="00D05911" w:rsidRPr="006D660E" w:rsidRDefault="00D05911" w:rsidP="00B70F1D">
            <w:r w:rsidRPr="006D660E">
              <w:t xml:space="preserve">Police staff, by operational status (per cent) </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6A.12</w:t>
            </w:r>
          </w:p>
        </w:tc>
        <w:tc>
          <w:tcPr>
            <w:tcW w:w="7404" w:type="dxa"/>
          </w:tcPr>
          <w:p w:rsidR="00D05911" w:rsidRPr="006D660E" w:rsidRDefault="00D05911" w:rsidP="00B70F1D">
            <w:r w:rsidRPr="006D660E">
              <w:t>General satisfaction with services provided by the police</w:t>
            </w:r>
            <w:r w:rsidR="00C1027F">
              <w:t xml:space="preserve"> </w:t>
            </w:r>
            <w:r w:rsidRPr="006D660E">
              <w:t xml:space="preserve"> </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6A.13</w:t>
            </w:r>
          </w:p>
        </w:tc>
        <w:tc>
          <w:tcPr>
            <w:tcW w:w="7404" w:type="dxa"/>
          </w:tcPr>
          <w:p w:rsidR="00D05911" w:rsidRPr="006D660E" w:rsidRDefault="00D05911" w:rsidP="00B70F1D">
            <w:r w:rsidRPr="006D660E">
              <w:t>Opinions on statement 'police perform job professionally'</w:t>
            </w:r>
            <w:r w:rsidR="00C1027F">
              <w:t xml:space="preserve"> </w:t>
            </w:r>
            <w:r w:rsidRPr="006D660E">
              <w:t xml:space="preserve"> </w:t>
            </w:r>
          </w:p>
        </w:tc>
      </w:tr>
      <w:tr w:rsidR="00D05911" w:rsidRPr="005A4A0C" w:rsidTr="005832E9">
        <w:trPr>
          <w:trHeight w:val="422"/>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6A.14</w:t>
            </w:r>
          </w:p>
        </w:tc>
        <w:tc>
          <w:tcPr>
            <w:tcW w:w="7404" w:type="dxa"/>
          </w:tcPr>
          <w:p w:rsidR="00D05911" w:rsidRPr="006D660E" w:rsidRDefault="00D05911" w:rsidP="00B70F1D">
            <w:r w:rsidRPr="006D660E">
              <w:t>Opinions on statement 'police treat people fairly and equally'</w:t>
            </w:r>
            <w:r w:rsidR="00C1027F">
              <w:t xml:space="preserve"> </w:t>
            </w:r>
            <w:r w:rsidRPr="006D660E">
              <w:t xml:space="preserve"> </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6A.15</w:t>
            </w:r>
          </w:p>
        </w:tc>
        <w:tc>
          <w:tcPr>
            <w:tcW w:w="7404" w:type="dxa"/>
          </w:tcPr>
          <w:p w:rsidR="00D05911" w:rsidRPr="006D660E" w:rsidRDefault="00D05911" w:rsidP="00B70F1D">
            <w:r w:rsidRPr="006D660E">
              <w:t>Opinions on statement 'police are honest'</w:t>
            </w:r>
            <w:r w:rsidR="00C1027F">
              <w:t xml:space="preserve">  </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6A.16</w:t>
            </w:r>
          </w:p>
        </w:tc>
        <w:tc>
          <w:tcPr>
            <w:tcW w:w="7404" w:type="dxa"/>
          </w:tcPr>
          <w:p w:rsidR="00D05911" w:rsidRPr="006D660E" w:rsidRDefault="00D05911" w:rsidP="00B70F1D">
            <w:r w:rsidRPr="006D660E">
              <w:t>Trends in complaints</w:t>
            </w:r>
            <w:r w:rsidR="00C1027F">
              <w:t xml:space="preserve"> </w:t>
            </w:r>
            <w:r w:rsidRPr="006D660E">
              <w:t xml:space="preserve"> </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6A.17</w:t>
            </w:r>
          </w:p>
        </w:tc>
        <w:tc>
          <w:tcPr>
            <w:tcW w:w="7404" w:type="dxa"/>
          </w:tcPr>
          <w:p w:rsidR="00D05911" w:rsidRPr="006D660E" w:rsidRDefault="00D05911" w:rsidP="00B70F1D">
            <w:r w:rsidRPr="006D660E">
              <w:t>Aboriginal and Torres Strait Islander, sworn and unsworn police staff</w:t>
            </w:r>
            <w:r w:rsidR="00C1027F">
              <w:t xml:space="preserve"> </w:t>
            </w:r>
            <w:r w:rsidRPr="006D660E">
              <w:t xml:space="preserve"> </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6A.18</w:t>
            </w:r>
          </w:p>
        </w:tc>
        <w:tc>
          <w:tcPr>
            <w:tcW w:w="7404" w:type="dxa"/>
          </w:tcPr>
          <w:p w:rsidR="00D05911" w:rsidRPr="006D660E" w:rsidRDefault="00D05911" w:rsidP="00B70F1D">
            <w:r w:rsidRPr="006D660E">
              <w:t xml:space="preserve">Police staff, sworn and unsworn, by gender (per cent) </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6A.19</w:t>
            </w:r>
          </w:p>
        </w:tc>
        <w:tc>
          <w:tcPr>
            <w:tcW w:w="7404" w:type="dxa"/>
          </w:tcPr>
          <w:p w:rsidR="00D05911" w:rsidRPr="006D660E" w:rsidRDefault="00D05911" w:rsidP="00B70F1D">
            <w:r w:rsidRPr="006D660E">
              <w:t>Feelings of safety at home alone during the night</w:t>
            </w:r>
            <w:r w:rsidR="00C1027F">
              <w:t xml:space="preserve"> </w:t>
            </w:r>
            <w:r w:rsidRPr="006D660E">
              <w:t xml:space="preserve"> </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6A.20</w:t>
            </w:r>
          </w:p>
        </w:tc>
        <w:tc>
          <w:tcPr>
            <w:tcW w:w="7404" w:type="dxa"/>
          </w:tcPr>
          <w:p w:rsidR="00D05911" w:rsidRPr="006D660E" w:rsidRDefault="00D05911" w:rsidP="00B70F1D">
            <w:r w:rsidRPr="006D660E">
              <w:t>Feelings of safety walking alone in your neighbourhood</w:t>
            </w:r>
            <w:r w:rsidR="00C1027F">
              <w:t xml:space="preserve"> </w:t>
            </w:r>
            <w:r w:rsidRPr="006D660E">
              <w:t xml:space="preserve"> </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6A.21</w:t>
            </w:r>
          </w:p>
        </w:tc>
        <w:tc>
          <w:tcPr>
            <w:tcW w:w="7404" w:type="dxa"/>
          </w:tcPr>
          <w:p w:rsidR="00D05911" w:rsidRPr="006D660E" w:rsidRDefault="00D05911" w:rsidP="00B70F1D">
            <w:r w:rsidRPr="006D660E">
              <w:t>Feelings of safety on public transport</w:t>
            </w:r>
            <w:r w:rsidR="00C1027F">
              <w:t xml:space="preserve"> </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6A.22</w:t>
            </w:r>
          </w:p>
        </w:tc>
        <w:tc>
          <w:tcPr>
            <w:tcW w:w="7404" w:type="dxa"/>
          </w:tcPr>
          <w:p w:rsidR="00D05911" w:rsidRPr="006D660E" w:rsidRDefault="00D05911" w:rsidP="00B70F1D">
            <w:r w:rsidRPr="006D660E">
              <w:t>Opinion on whether illegal drugs are a problem in the neighbourhood</w:t>
            </w:r>
            <w:r w:rsidR="00C1027F">
              <w:t xml:space="preserve"> </w:t>
            </w:r>
            <w:r w:rsidRPr="006D660E">
              <w:t xml:space="preserve"> </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6A.23</w:t>
            </w:r>
          </w:p>
        </w:tc>
        <w:tc>
          <w:tcPr>
            <w:tcW w:w="7404" w:type="dxa"/>
          </w:tcPr>
          <w:p w:rsidR="00D05911" w:rsidRPr="006D660E" w:rsidRDefault="00D05911" w:rsidP="00B70F1D">
            <w:r w:rsidRPr="006D660E">
              <w:t>Opinion on whether speeding cars, dangerous or noisy driving</w:t>
            </w:r>
            <w:r w:rsidR="00C1027F">
              <w:t xml:space="preserve"> </w:t>
            </w:r>
            <w:r w:rsidRPr="006D660E">
              <w:t>are problems in the neighbourhood</w:t>
            </w:r>
            <w:r w:rsidR="00C1027F">
              <w:t xml:space="preserve"> </w:t>
            </w:r>
            <w:r w:rsidRPr="006D660E">
              <w:t xml:space="preserve"> </w:t>
            </w:r>
          </w:p>
        </w:tc>
      </w:tr>
      <w:tr w:rsidR="00D05911" w:rsidRPr="005A4A0C" w:rsidTr="005832E9">
        <w:trPr>
          <w:trHeight w:val="321"/>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6A.24</w:t>
            </w:r>
          </w:p>
        </w:tc>
        <w:tc>
          <w:tcPr>
            <w:tcW w:w="7404" w:type="dxa"/>
          </w:tcPr>
          <w:p w:rsidR="00D05911" w:rsidRPr="006D660E" w:rsidRDefault="00D05911" w:rsidP="00B70F1D">
            <w:r w:rsidRPr="006D660E">
              <w:t>Satisfaction of those who had contact with police in the previous 12 months</w:t>
            </w:r>
            <w:r w:rsidR="00C1027F">
              <w:t xml:space="preserve"> </w:t>
            </w:r>
            <w:r w:rsidRPr="006D660E">
              <w:t xml:space="preserve"> </w:t>
            </w:r>
          </w:p>
        </w:tc>
      </w:tr>
      <w:tr w:rsidR="00D05911" w:rsidRPr="005A4A0C" w:rsidTr="005832E9">
        <w:trPr>
          <w:trHeight w:val="480"/>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6A.25</w:t>
            </w:r>
          </w:p>
        </w:tc>
        <w:tc>
          <w:tcPr>
            <w:tcW w:w="7404" w:type="dxa"/>
          </w:tcPr>
          <w:p w:rsidR="00D05911" w:rsidRPr="006D660E" w:rsidRDefault="00D05911" w:rsidP="00B70F1D">
            <w:r w:rsidRPr="006D660E">
              <w:t xml:space="preserve">Victims of recorded crime — selected crimes against people (per 100 000 people) </w:t>
            </w:r>
          </w:p>
        </w:tc>
      </w:tr>
      <w:tr w:rsidR="00D05911" w:rsidRPr="005A4A0C" w:rsidTr="005832E9">
        <w:trPr>
          <w:trHeight w:val="430"/>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6A.26</w:t>
            </w:r>
          </w:p>
        </w:tc>
        <w:tc>
          <w:tcPr>
            <w:tcW w:w="7404" w:type="dxa"/>
          </w:tcPr>
          <w:p w:rsidR="00D05911" w:rsidRPr="006D660E" w:rsidRDefault="00D05911" w:rsidP="00B70F1D">
            <w:r w:rsidRPr="006D660E">
              <w:t>Victims of recorded crime</w:t>
            </w:r>
            <w:r w:rsidR="00C1027F">
              <w:t xml:space="preserve"> </w:t>
            </w:r>
            <w:r w:rsidRPr="006D660E">
              <w:t xml:space="preserve">— selected property crimes (per 100 000 people) </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6A.27</w:t>
            </w:r>
          </w:p>
        </w:tc>
        <w:tc>
          <w:tcPr>
            <w:tcW w:w="7404" w:type="dxa"/>
          </w:tcPr>
          <w:p w:rsidR="00D05911" w:rsidRPr="006D660E" w:rsidRDefault="00D05911" w:rsidP="00B70F1D">
            <w:r w:rsidRPr="006D660E">
              <w:t>Estimated victims of selected personal crimes, reported and unreported (no. in '000 and no. per 100 000),</w:t>
            </w:r>
            <w:r w:rsidR="00C1027F">
              <w:t xml:space="preserve"> </w:t>
            </w:r>
            <w:r w:rsidRPr="006D660E">
              <w:t xml:space="preserve"> </w:t>
            </w:r>
          </w:p>
        </w:tc>
      </w:tr>
      <w:tr w:rsidR="00D05911" w:rsidRPr="005A4A0C" w:rsidTr="005832E9">
        <w:trPr>
          <w:trHeight w:val="612"/>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6A.28</w:t>
            </w:r>
          </w:p>
        </w:tc>
        <w:tc>
          <w:tcPr>
            <w:tcW w:w="7404" w:type="dxa"/>
          </w:tcPr>
          <w:p w:rsidR="00D05911" w:rsidRPr="006D660E" w:rsidRDefault="00D05911" w:rsidP="00B70F1D">
            <w:r w:rsidRPr="006D660E">
              <w:t>Estimated victims of selected property crimes, reported and unreported (no. in '000 and no. per 100 000 households)</w:t>
            </w:r>
            <w:r w:rsidR="00C1027F">
              <w:t xml:space="preserve"> </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lastRenderedPageBreak/>
              <w:t>Table 6A.29</w:t>
            </w:r>
          </w:p>
        </w:tc>
        <w:tc>
          <w:tcPr>
            <w:tcW w:w="7404" w:type="dxa"/>
          </w:tcPr>
          <w:p w:rsidR="00D05911" w:rsidRPr="006D660E" w:rsidRDefault="00D05911" w:rsidP="00B70F1D">
            <w:r w:rsidRPr="006D660E">
              <w:t>Reporting rates of selected personal crimes experienced and reported to police (proportion reported)</w:t>
            </w:r>
            <w:r w:rsidR="00C1027F">
              <w:t xml:space="preserve"> </w:t>
            </w:r>
          </w:p>
        </w:tc>
      </w:tr>
      <w:tr w:rsidR="00D05911" w:rsidRPr="005A4A0C" w:rsidTr="005832E9">
        <w:trPr>
          <w:trHeight w:val="357"/>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6A.30</w:t>
            </w:r>
          </w:p>
        </w:tc>
        <w:tc>
          <w:tcPr>
            <w:tcW w:w="7404" w:type="dxa"/>
          </w:tcPr>
          <w:p w:rsidR="00D05911" w:rsidRPr="006D660E" w:rsidRDefault="00D05911" w:rsidP="00B70F1D">
            <w:r w:rsidRPr="006D660E">
              <w:t>Reporting rates of selected household crimes experienced and reported to police (proportion reported)</w:t>
            </w:r>
            <w:r w:rsidR="00C1027F">
              <w:t xml:space="preserve"> </w:t>
            </w:r>
          </w:p>
        </w:tc>
      </w:tr>
      <w:tr w:rsidR="00D05911" w:rsidRPr="005A4A0C" w:rsidTr="005832E9">
        <w:trPr>
          <w:trHeight w:val="612"/>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6A.31</w:t>
            </w:r>
          </w:p>
        </w:tc>
        <w:tc>
          <w:tcPr>
            <w:tcW w:w="7404" w:type="dxa"/>
          </w:tcPr>
          <w:p w:rsidR="00D05911" w:rsidRPr="006D660E" w:rsidRDefault="00D05911" w:rsidP="00B70F1D">
            <w:r w:rsidRPr="006D660E">
              <w:t>Outcomes of investigations of crimes against the person: 30 day status, 1 January to 31 December 2014</w:t>
            </w:r>
            <w:r w:rsidR="00C1027F">
              <w:t xml:space="preserve">  </w:t>
            </w:r>
          </w:p>
        </w:tc>
      </w:tr>
      <w:tr w:rsidR="00D05911" w:rsidRPr="005A4A0C" w:rsidTr="005832E9">
        <w:trPr>
          <w:trHeight w:val="612"/>
        </w:trPr>
        <w:tc>
          <w:tcPr>
            <w:tcW w:w="1456" w:type="dxa"/>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6A.32</w:t>
            </w:r>
          </w:p>
        </w:tc>
        <w:tc>
          <w:tcPr>
            <w:tcW w:w="7404" w:type="dxa"/>
          </w:tcPr>
          <w:p w:rsidR="00D05911" w:rsidRPr="006D660E" w:rsidRDefault="00D05911" w:rsidP="00B70F1D">
            <w:r w:rsidRPr="006D660E">
              <w:t xml:space="preserve">Outcomes of investigations of crimes against property: 30 day status, 1 January to 31 December 2014 </w:t>
            </w:r>
          </w:p>
        </w:tc>
      </w:tr>
      <w:tr w:rsidR="00D05911" w:rsidRPr="005A4A0C" w:rsidTr="005832E9">
        <w:trPr>
          <w:trHeight w:val="414"/>
        </w:trPr>
        <w:tc>
          <w:tcPr>
            <w:tcW w:w="1456" w:type="dxa"/>
            <w:shd w:val="clear" w:color="auto" w:fill="auto"/>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6A.33</w:t>
            </w:r>
          </w:p>
        </w:tc>
        <w:tc>
          <w:tcPr>
            <w:tcW w:w="7404" w:type="dxa"/>
          </w:tcPr>
          <w:p w:rsidR="00D05911" w:rsidRPr="006D660E" w:rsidRDefault="00D05911" w:rsidP="00B70F1D">
            <w:r w:rsidRPr="006D660E">
              <w:t>People who had driven in the previous 6 months without wearing a seat belt</w:t>
            </w:r>
            <w:r w:rsidR="00C1027F">
              <w:t xml:space="preserve"> </w:t>
            </w:r>
            <w:r w:rsidRPr="006D660E">
              <w:t xml:space="preserve"> </w:t>
            </w:r>
          </w:p>
        </w:tc>
      </w:tr>
      <w:tr w:rsidR="00D05911" w:rsidRPr="005A4A0C" w:rsidTr="005832E9">
        <w:trPr>
          <w:trHeight w:val="612"/>
        </w:trPr>
        <w:tc>
          <w:tcPr>
            <w:tcW w:w="1456" w:type="dxa"/>
            <w:shd w:val="clear" w:color="auto" w:fill="auto"/>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6A.34</w:t>
            </w:r>
          </w:p>
        </w:tc>
        <w:tc>
          <w:tcPr>
            <w:tcW w:w="7404" w:type="dxa"/>
          </w:tcPr>
          <w:p w:rsidR="00D05911" w:rsidRPr="006D660E" w:rsidRDefault="00D05911" w:rsidP="00B70F1D">
            <w:r w:rsidRPr="006D660E">
              <w:t>People who had driven in the previous 6 months when possibly over the alcohol limit</w:t>
            </w:r>
            <w:r w:rsidR="00C1027F">
              <w:t xml:space="preserve"> </w:t>
            </w:r>
            <w:r w:rsidRPr="006D660E">
              <w:t xml:space="preserve"> </w:t>
            </w:r>
          </w:p>
        </w:tc>
      </w:tr>
      <w:tr w:rsidR="00D05911" w:rsidRPr="005A4A0C" w:rsidTr="005832E9">
        <w:trPr>
          <w:trHeight w:val="528"/>
        </w:trPr>
        <w:tc>
          <w:tcPr>
            <w:tcW w:w="1456" w:type="dxa"/>
            <w:shd w:val="clear" w:color="auto" w:fill="auto"/>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6A.35</w:t>
            </w:r>
          </w:p>
        </w:tc>
        <w:tc>
          <w:tcPr>
            <w:tcW w:w="7404" w:type="dxa"/>
          </w:tcPr>
          <w:p w:rsidR="00D05911" w:rsidRPr="006D660E" w:rsidRDefault="00D05911" w:rsidP="00B70F1D">
            <w:r w:rsidRPr="006D660E">
              <w:t>People who had driven in the previous 6 months more than 10 kilometres above the speed limit</w:t>
            </w:r>
            <w:r w:rsidR="00C1027F">
              <w:t xml:space="preserve"> </w:t>
            </w:r>
            <w:r w:rsidRPr="006D660E">
              <w:t xml:space="preserve"> </w:t>
            </w:r>
          </w:p>
        </w:tc>
      </w:tr>
      <w:tr w:rsidR="00D05911" w:rsidRPr="005A4A0C" w:rsidTr="005832E9">
        <w:trPr>
          <w:trHeight w:val="321"/>
        </w:trPr>
        <w:tc>
          <w:tcPr>
            <w:tcW w:w="1456" w:type="dxa"/>
            <w:shd w:val="clear" w:color="auto" w:fill="auto"/>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6A.36</w:t>
            </w:r>
          </w:p>
        </w:tc>
        <w:tc>
          <w:tcPr>
            <w:tcW w:w="7404" w:type="dxa"/>
          </w:tcPr>
          <w:p w:rsidR="00D05911" w:rsidRPr="006D660E" w:rsidRDefault="00D05911" w:rsidP="00B70F1D">
            <w:r w:rsidRPr="006D660E">
              <w:t xml:space="preserve">Road deaths </w:t>
            </w:r>
          </w:p>
        </w:tc>
      </w:tr>
      <w:tr w:rsidR="00D05911" w:rsidRPr="005A4A0C" w:rsidTr="005832E9">
        <w:trPr>
          <w:trHeight w:val="418"/>
        </w:trPr>
        <w:tc>
          <w:tcPr>
            <w:tcW w:w="1456" w:type="dxa"/>
            <w:shd w:val="clear" w:color="auto" w:fill="auto"/>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6A.37</w:t>
            </w:r>
          </w:p>
        </w:tc>
        <w:tc>
          <w:tcPr>
            <w:tcW w:w="7404" w:type="dxa"/>
          </w:tcPr>
          <w:p w:rsidR="00D05911" w:rsidRPr="006D660E" w:rsidRDefault="00D05911" w:rsidP="00B70F1D">
            <w:r w:rsidRPr="006D660E">
              <w:t xml:space="preserve">Land transport hospitalisations </w:t>
            </w:r>
          </w:p>
        </w:tc>
      </w:tr>
      <w:tr w:rsidR="00D05911" w:rsidRPr="005A4A0C" w:rsidTr="005832E9">
        <w:trPr>
          <w:trHeight w:val="423"/>
        </w:trPr>
        <w:tc>
          <w:tcPr>
            <w:tcW w:w="1456" w:type="dxa"/>
            <w:shd w:val="clear" w:color="auto" w:fill="auto"/>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6A.38</w:t>
            </w:r>
          </w:p>
        </w:tc>
        <w:tc>
          <w:tcPr>
            <w:tcW w:w="7404" w:type="dxa"/>
          </w:tcPr>
          <w:p w:rsidR="00D05911" w:rsidRPr="006D660E" w:rsidRDefault="00D05911" w:rsidP="00B70F1D">
            <w:r w:rsidRPr="006D660E">
              <w:t>Number of deaths in police custody and custody</w:t>
            </w:r>
            <w:r w:rsidR="00C1027F">
              <w:noBreakHyphen/>
            </w:r>
            <w:r w:rsidRPr="006D660E">
              <w:t>related operations, 2007</w:t>
            </w:r>
            <w:r w:rsidR="00C1027F">
              <w:noBreakHyphen/>
            </w:r>
            <w:r w:rsidRPr="006D660E">
              <w:t>08 to 2014</w:t>
            </w:r>
            <w:r w:rsidR="00C1027F">
              <w:noBreakHyphen/>
            </w:r>
            <w:r w:rsidRPr="006D660E">
              <w:t>15</w:t>
            </w:r>
            <w:r w:rsidR="00C1027F">
              <w:t xml:space="preserve"> </w:t>
            </w:r>
          </w:p>
        </w:tc>
      </w:tr>
      <w:tr w:rsidR="00D05911" w:rsidRPr="005A4A0C" w:rsidTr="005832E9">
        <w:trPr>
          <w:trHeight w:val="357"/>
        </w:trPr>
        <w:tc>
          <w:tcPr>
            <w:tcW w:w="1456" w:type="dxa"/>
            <w:shd w:val="clear" w:color="auto" w:fill="auto"/>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6A.39</w:t>
            </w:r>
          </w:p>
        </w:tc>
        <w:tc>
          <w:tcPr>
            <w:tcW w:w="7404" w:type="dxa"/>
          </w:tcPr>
          <w:p w:rsidR="00D05911" w:rsidRPr="006D660E" w:rsidRDefault="00D05911" w:rsidP="00B70F1D">
            <w:r w:rsidRPr="006D660E">
              <w:t xml:space="preserve">Juvenile diversions as a proportion of offenders (per cent) </w:t>
            </w:r>
          </w:p>
        </w:tc>
      </w:tr>
      <w:tr w:rsidR="00D05911" w:rsidRPr="005A4A0C" w:rsidTr="005832E9">
        <w:trPr>
          <w:trHeight w:val="364"/>
        </w:trPr>
        <w:tc>
          <w:tcPr>
            <w:tcW w:w="1456" w:type="dxa"/>
            <w:shd w:val="clear" w:color="auto" w:fill="auto"/>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6A.40</w:t>
            </w:r>
          </w:p>
        </w:tc>
        <w:tc>
          <w:tcPr>
            <w:tcW w:w="7404" w:type="dxa"/>
          </w:tcPr>
          <w:p w:rsidR="00D05911" w:rsidRPr="006D660E" w:rsidRDefault="00D05911" w:rsidP="00B70F1D">
            <w:r w:rsidRPr="006D660E">
              <w:t xml:space="preserve">Courts adjudicated defendants who submitted a guilty plea or were found guilty </w:t>
            </w:r>
          </w:p>
        </w:tc>
      </w:tr>
      <w:tr w:rsidR="00D05911" w:rsidRPr="005A4A0C" w:rsidTr="005832E9">
        <w:trPr>
          <w:trHeight w:val="357"/>
        </w:trPr>
        <w:tc>
          <w:tcPr>
            <w:tcW w:w="1456" w:type="dxa"/>
            <w:shd w:val="clear" w:color="auto" w:fill="auto"/>
            <w:noWrap/>
          </w:tcPr>
          <w:p w:rsidR="00D05911" w:rsidRPr="005A4A0C" w:rsidRDefault="00D05911" w:rsidP="005832E9">
            <w:pPr>
              <w:rPr>
                <w:rFonts w:ascii="Arial" w:hAnsi="Arial" w:cs="Arial"/>
                <w:b/>
                <w:bCs/>
                <w:sz w:val="20"/>
                <w:szCs w:val="20"/>
              </w:rPr>
            </w:pPr>
            <w:r w:rsidRPr="005A4A0C">
              <w:rPr>
                <w:rFonts w:ascii="Arial" w:hAnsi="Arial" w:cs="Arial"/>
                <w:b/>
                <w:bCs/>
                <w:sz w:val="20"/>
                <w:szCs w:val="20"/>
              </w:rPr>
              <w:t>Table 6A.41</w:t>
            </w:r>
          </w:p>
        </w:tc>
        <w:tc>
          <w:tcPr>
            <w:tcW w:w="7404" w:type="dxa"/>
          </w:tcPr>
          <w:p w:rsidR="00D05911" w:rsidRPr="006D660E" w:rsidRDefault="00D05911" w:rsidP="00B70F1D">
            <w:r w:rsidRPr="006D660E">
              <w:t xml:space="preserve">Percentage of prosecutions where costs were awarded against the police </w:t>
            </w:r>
          </w:p>
        </w:tc>
      </w:tr>
      <w:tr w:rsidR="00D05911" w:rsidRPr="005A4A0C" w:rsidTr="005832E9">
        <w:trPr>
          <w:trHeight w:val="357"/>
        </w:trPr>
        <w:tc>
          <w:tcPr>
            <w:tcW w:w="1456" w:type="dxa"/>
            <w:shd w:val="clear" w:color="auto" w:fill="auto"/>
            <w:noWrap/>
          </w:tcPr>
          <w:p w:rsidR="00D05911" w:rsidRPr="005A4A0C" w:rsidRDefault="00D05911" w:rsidP="005832E9">
            <w:pPr>
              <w:rPr>
                <w:rFonts w:ascii="Arial" w:hAnsi="Arial" w:cs="Arial"/>
                <w:b/>
                <w:bCs/>
                <w:sz w:val="20"/>
                <w:szCs w:val="20"/>
              </w:rPr>
            </w:pPr>
            <w:r>
              <w:rPr>
                <w:rFonts w:ascii="Arial" w:hAnsi="Arial" w:cs="Arial"/>
                <w:b/>
                <w:bCs/>
                <w:sz w:val="20"/>
                <w:szCs w:val="20"/>
              </w:rPr>
              <w:t>Table 6A.42</w:t>
            </w:r>
          </w:p>
        </w:tc>
        <w:tc>
          <w:tcPr>
            <w:tcW w:w="7404" w:type="dxa"/>
          </w:tcPr>
          <w:p w:rsidR="00D05911" w:rsidRDefault="00D05911" w:rsidP="00B70F1D">
            <w:r w:rsidRPr="006D660E">
              <w:t>General Government Final Consumption Expenditure (GGFCE) chain price deflator</w:t>
            </w:r>
            <w:r w:rsidR="00C1027F">
              <w:t xml:space="preserve"> </w:t>
            </w:r>
            <w:r w:rsidRPr="006D660E">
              <w:t>(index)</w:t>
            </w:r>
          </w:p>
        </w:tc>
      </w:tr>
    </w:tbl>
    <w:p w:rsidR="00C753D8" w:rsidRDefault="00C753D8" w:rsidP="00A809C7">
      <w:pPr>
        <w:pStyle w:val="Heading2"/>
      </w:pPr>
      <w:bookmarkStart w:id="52" w:name="_Toc432157744"/>
      <w:r>
        <w:t>6.</w:t>
      </w:r>
      <w:r w:rsidR="00F23420">
        <w:t>7</w:t>
      </w:r>
      <w:r>
        <w:tab/>
        <w:t>References</w:t>
      </w:r>
      <w:bookmarkEnd w:id="52"/>
    </w:p>
    <w:p w:rsidR="00C753D8" w:rsidRPr="00B154C8" w:rsidRDefault="00C753D8" w:rsidP="001C3940">
      <w:pPr>
        <w:pStyle w:val="Reference"/>
      </w:pPr>
      <w:r w:rsidRPr="00B154C8">
        <w:t xml:space="preserve">ABS (Australian Bureau of Statistics) </w:t>
      </w:r>
      <w:r w:rsidR="00C00FBC">
        <w:t>2015</w:t>
      </w:r>
      <w:r w:rsidR="00836036" w:rsidRPr="00B154C8">
        <w:t>a</w:t>
      </w:r>
      <w:r w:rsidRPr="00B154C8">
        <w:t xml:space="preserve">, </w:t>
      </w:r>
      <w:r w:rsidRPr="00B154C8">
        <w:rPr>
          <w:i/>
        </w:rPr>
        <w:t xml:space="preserve">Crime Victimisation, Australia, </w:t>
      </w:r>
      <w:r w:rsidR="001C3940" w:rsidRPr="00B154C8">
        <w:rPr>
          <w:i/>
        </w:rPr>
        <w:t>201</w:t>
      </w:r>
      <w:r w:rsidR="00B154C8" w:rsidRPr="00B154C8">
        <w:rPr>
          <w:i/>
        </w:rPr>
        <w:t>3</w:t>
      </w:r>
      <w:r w:rsidR="00C1027F">
        <w:rPr>
          <w:i/>
        </w:rPr>
        <w:noBreakHyphen/>
      </w:r>
      <w:r w:rsidR="001C3940" w:rsidRPr="00B154C8">
        <w:rPr>
          <w:i/>
        </w:rPr>
        <w:t>1</w:t>
      </w:r>
      <w:r w:rsidR="00B154C8" w:rsidRPr="00B154C8">
        <w:rPr>
          <w:i/>
        </w:rPr>
        <w:t>4</w:t>
      </w:r>
      <w:r w:rsidR="001C3940" w:rsidRPr="00B154C8">
        <w:rPr>
          <w:i/>
        </w:rPr>
        <w:t>,</w:t>
      </w:r>
      <w:r w:rsidR="001C3940" w:rsidRPr="00B154C8">
        <w:t xml:space="preserve"> </w:t>
      </w:r>
      <w:r w:rsidR="00F76983" w:rsidRPr="00B154C8">
        <w:t>Cat. no. </w:t>
      </w:r>
      <w:r w:rsidRPr="00B154C8">
        <w:t>4530.0, Canberra.</w:t>
      </w:r>
    </w:p>
    <w:p w:rsidR="00C753D8" w:rsidRPr="00B154C8" w:rsidRDefault="00C753D8" w:rsidP="001C3940">
      <w:pPr>
        <w:pStyle w:val="Reference"/>
      </w:pPr>
      <w:r w:rsidRPr="00B154C8">
        <w:t xml:space="preserve">—— </w:t>
      </w:r>
      <w:r w:rsidR="00C00FBC">
        <w:t>2015</w:t>
      </w:r>
      <w:r w:rsidR="00836036" w:rsidRPr="00B154C8">
        <w:t>b</w:t>
      </w:r>
      <w:r w:rsidRPr="00B154C8">
        <w:t xml:space="preserve">, </w:t>
      </w:r>
      <w:r w:rsidRPr="00B154C8">
        <w:rPr>
          <w:i/>
        </w:rPr>
        <w:t>Recorded Crime Victims, Australia</w:t>
      </w:r>
      <w:r w:rsidR="001C3940" w:rsidRPr="00B154C8">
        <w:rPr>
          <w:i/>
        </w:rPr>
        <w:t>, 201</w:t>
      </w:r>
      <w:r w:rsidR="00B154C8" w:rsidRPr="00B154C8">
        <w:rPr>
          <w:i/>
        </w:rPr>
        <w:t>4</w:t>
      </w:r>
      <w:r w:rsidR="00F76983" w:rsidRPr="00B154C8">
        <w:t>, Cat. </w:t>
      </w:r>
      <w:r w:rsidRPr="00B154C8">
        <w:t>no.</w:t>
      </w:r>
      <w:r w:rsidR="00F76983" w:rsidRPr="00B154C8">
        <w:t> </w:t>
      </w:r>
      <w:r w:rsidRPr="00B154C8">
        <w:t>4510.0, Canberra.</w:t>
      </w:r>
    </w:p>
    <w:p w:rsidR="0020576B" w:rsidRPr="00B154C8" w:rsidRDefault="0020576B" w:rsidP="001C3940">
      <w:pPr>
        <w:pStyle w:val="Reference"/>
      </w:pPr>
      <w:r w:rsidRPr="00B154C8">
        <w:t>—— 201</w:t>
      </w:r>
      <w:r w:rsidR="0026533A">
        <w:t>5</w:t>
      </w:r>
      <w:r w:rsidRPr="00B154C8">
        <w:t xml:space="preserve">c, </w:t>
      </w:r>
      <w:r w:rsidRPr="00B154C8">
        <w:rPr>
          <w:i/>
        </w:rPr>
        <w:t>Motor Vehicle Census, Australia, 201</w:t>
      </w:r>
      <w:r w:rsidR="0026533A">
        <w:rPr>
          <w:i/>
        </w:rPr>
        <w:t>5</w:t>
      </w:r>
      <w:r w:rsidR="00F76983" w:rsidRPr="00B154C8">
        <w:t>, Cat. </w:t>
      </w:r>
      <w:r w:rsidRPr="00B154C8">
        <w:t>no.</w:t>
      </w:r>
      <w:r w:rsidR="00F76983" w:rsidRPr="00B154C8">
        <w:t> </w:t>
      </w:r>
      <w:r w:rsidRPr="00B154C8">
        <w:t>9309.0, Canberra.</w:t>
      </w:r>
    </w:p>
    <w:p w:rsidR="00C753D8" w:rsidRDefault="00C753D8" w:rsidP="001C3940">
      <w:pPr>
        <w:pStyle w:val="Reference"/>
      </w:pPr>
      <w:r w:rsidRPr="00B154C8">
        <w:t xml:space="preserve">—— </w:t>
      </w:r>
      <w:r w:rsidR="00C00FBC">
        <w:t>2015</w:t>
      </w:r>
      <w:r w:rsidR="0020576B" w:rsidRPr="00B154C8">
        <w:t>d</w:t>
      </w:r>
      <w:r w:rsidRPr="00B154C8">
        <w:t xml:space="preserve">, </w:t>
      </w:r>
      <w:r w:rsidRPr="00B154C8">
        <w:rPr>
          <w:i/>
        </w:rPr>
        <w:t>Criminal Courts, Australia, 201</w:t>
      </w:r>
      <w:r w:rsidR="00B154C8" w:rsidRPr="00B154C8">
        <w:rPr>
          <w:i/>
        </w:rPr>
        <w:t>3</w:t>
      </w:r>
      <w:r w:rsidR="00C1027F">
        <w:rPr>
          <w:i/>
        </w:rPr>
        <w:noBreakHyphen/>
      </w:r>
      <w:r w:rsidRPr="00B154C8">
        <w:rPr>
          <w:i/>
        </w:rPr>
        <w:t>1</w:t>
      </w:r>
      <w:r w:rsidR="00B154C8" w:rsidRPr="00B154C8">
        <w:rPr>
          <w:i/>
        </w:rPr>
        <w:t>4</w:t>
      </w:r>
      <w:r w:rsidR="00F76983" w:rsidRPr="00B154C8">
        <w:t>, Cat no. </w:t>
      </w:r>
      <w:r w:rsidRPr="00B154C8">
        <w:t>4513.0, Canberra.</w:t>
      </w:r>
    </w:p>
    <w:p w:rsidR="0013372C" w:rsidRDefault="0013372C" w:rsidP="0013372C">
      <w:pPr>
        <w:pStyle w:val="Reference"/>
      </w:pPr>
      <w:r>
        <w:t>NSW Police 201</w:t>
      </w:r>
      <w:r w:rsidR="00D44DB1">
        <w:t>5</w:t>
      </w:r>
      <w:r>
        <w:t>, Annual Report 201</w:t>
      </w:r>
      <w:r w:rsidR="00D44DB1">
        <w:t>4</w:t>
      </w:r>
      <w:r w:rsidR="00C1027F">
        <w:noBreakHyphen/>
      </w:r>
      <w:r>
        <w:t>1</w:t>
      </w:r>
      <w:r w:rsidR="00D44DB1">
        <w:t>5</w:t>
      </w:r>
      <w:r>
        <w:t>.</w:t>
      </w:r>
    </w:p>
    <w:p w:rsidR="0013372C" w:rsidRDefault="0013372C" w:rsidP="0013372C">
      <w:pPr>
        <w:pStyle w:val="Reference"/>
      </w:pPr>
      <w:r>
        <w:t>WA Police 201</w:t>
      </w:r>
      <w:r w:rsidR="00D44DB1">
        <w:t>5</w:t>
      </w:r>
      <w:r>
        <w:t xml:space="preserve">, Annual Report </w:t>
      </w:r>
      <w:r w:rsidR="00D44DB1">
        <w:t>2014</w:t>
      </w:r>
      <w:r w:rsidR="00C1027F">
        <w:noBreakHyphen/>
      </w:r>
      <w:r w:rsidR="00D44DB1">
        <w:t>15</w:t>
      </w:r>
      <w:r>
        <w:t>.</w:t>
      </w:r>
    </w:p>
    <w:p w:rsidR="0013372C" w:rsidRDefault="0013372C" w:rsidP="0013372C">
      <w:pPr>
        <w:pStyle w:val="Reference"/>
      </w:pPr>
      <w:r>
        <w:t>SA Police 201</w:t>
      </w:r>
      <w:r w:rsidR="00D44DB1">
        <w:t>5</w:t>
      </w:r>
      <w:r>
        <w:t xml:space="preserve">, Annual Report </w:t>
      </w:r>
      <w:r w:rsidR="00D44DB1">
        <w:t>2014</w:t>
      </w:r>
      <w:r w:rsidR="00C1027F">
        <w:noBreakHyphen/>
      </w:r>
      <w:r w:rsidR="00D44DB1">
        <w:t>15</w:t>
      </w:r>
      <w:r>
        <w:t>.</w:t>
      </w:r>
    </w:p>
    <w:p w:rsidR="0013372C" w:rsidRPr="00B154C8" w:rsidRDefault="0013372C" w:rsidP="0013372C">
      <w:pPr>
        <w:pStyle w:val="Reference"/>
      </w:pPr>
      <w:r>
        <w:t>ACT Policing 201</w:t>
      </w:r>
      <w:r w:rsidR="00D44DB1">
        <w:t>5</w:t>
      </w:r>
      <w:r>
        <w:t xml:space="preserve">, Annual report </w:t>
      </w:r>
      <w:r w:rsidR="00D44DB1">
        <w:t>2014</w:t>
      </w:r>
      <w:r w:rsidR="00C1027F">
        <w:noBreakHyphen/>
      </w:r>
      <w:r w:rsidR="00D44DB1">
        <w:t>15</w:t>
      </w:r>
      <w:r>
        <w:t>.</w:t>
      </w:r>
    </w:p>
    <w:sectPr w:rsidR="0013372C" w:rsidRPr="00B154C8" w:rsidSect="00AB6BD0">
      <w:headerReference w:type="even" r:id="rId39"/>
      <w:headerReference w:type="default" r:id="rId40"/>
      <w:footerReference w:type="even" r:id="rId41"/>
      <w:footerReference w:type="default" r:id="rId4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F0F" w:rsidRDefault="00842F0F">
      <w:r>
        <w:separator/>
      </w:r>
    </w:p>
  </w:endnote>
  <w:endnote w:type="continuationSeparator" w:id="0">
    <w:p w:rsidR="00842F0F" w:rsidRDefault="00842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42F0F" w:rsidTr="005F48ED">
      <w:trPr>
        <w:trHeight w:hRule="exact" w:val="567"/>
      </w:trPr>
      <w:tc>
        <w:tcPr>
          <w:tcW w:w="510" w:type="dxa"/>
        </w:tcPr>
        <w:p w:rsidR="00842F0F" w:rsidRPr="00A24443" w:rsidRDefault="00842F0F" w:rsidP="0019293B">
          <w:pPr>
            <w:pStyle w:val="Footer"/>
            <w:tabs>
              <w:tab w:val="left" w:pos="0"/>
            </w:tabs>
            <w:ind w:right="0"/>
            <w:rPr>
              <w:rStyle w:val="PageNumber"/>
              <w:caps w:val="0"/>
            </w:rPr>
          </w:pPr>
          <w:r>
            <w:rPr>
              <w:rStyle w:val="PageNumber"/>
              <w:caps w:val="0"/>
            </w:rPr>
            <w:t>6.</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D0FC7">
            <w:rPr>
              <w:rStyle w:val="PageNumber"/>
              <w:caps w:val="0"/>
              <w:noProof/>
            </w:rPr>
            <w:t>48</w:t>
          </w:r>
          <w:r w:rsidRPr="00A24443">
            <w:rPr>
              <w:rStyle w:val="PageNumber"/>
              <w:caps w:val="0"/>
            </w:rPr>
            <w:fldChar w:fldCharType="end"/>
          </w:r>
        </w:p>
      </w:tc>
      <w:tc>
        <w:tcPr>
          <w:tcW w:w="7767" w:type="dxa"/>
        </w:tcPr>
        <w:p w:rsidR="00842F0F" w:rsidRPr="0013739A" w:rsidRDefault="00842F0F" w:rsidP="007E2E0F">
          <w:pPr>
            <w:pStyle w:val="Footer"/>
            <w:rPr>
              <w:rFonts w:cs="Arial"/>
            </w:rPr>
          </w:pPr>
          <w:r>
            <w:rPr>
              <w:rFonts w:cs="Arial"/>
            </w:rPr>
            <w:t>Report on government services 2016</w:t>
          </w:r>
          <w:bookmarkStart w:id="53" w:name="DraftReportEven"/>
          <w:bookmarkEnd w:id="53"/>
        </w:p>
      </w:tc>
      <w:tc>
        <w:tcPr>
          <w:tcW w:w="510" w:type="dxa"/>
        </w:tcPr>
        <w:p w:rsidR="00842F0F" w:rsidRDefault="00842F0F" w:rsidP="0019293B">
          <w:pPr>
            <w:pStyle w:val="Footer"/>
          </w:pPr>
        </w:p>
      </w:tc>
    </w:tr>
  </w:tbl>
  <w:p w:rsidR="00842F0F" w:rsidRDefault="00842F0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42F0F" w:rsidTr="005F48ED">
      <w:trPr>
        <w:trHeight w:hRule="exact" w:val="567"/>
      </w:trPr>
      <w:tc>
        <w:tcPr>
          <w:tcW w:w="510" w:type="dxa"/>
        </w:tcPr>
        <w:p w:rsidR="00842F0F" w:rsidRDefault="00842F0F">
          <w:pPr>
            <w:pStyle w:val="Footer"/>
            <w:ind w:right="360" w:firstLine="360"/>
          </w:pPr>
        </w:p>
      </w:tc>
      <w:tc>
        <w:tcPr>
          <w:tcW w:w="7767" w:type="dxa"/>
        </w:tcPr>
        <w:p w:rsidR="00842F0F" w:rsidRPr="00BA5B14" w:rsidRDefault="00842F0F" w:rsidP="0013739A">
          <w:pPr>
            <w:pStyle w:val="Footer"/>
            <w:jc w:val="right"/>
            <w:rPr>
              <w:rFonts w:cs="Arial"/>
            </w:rPr>
          </w:pPr>
          <w:r>
            <w:rPr>
              <w:rFonts w:cs="Arial"/>
            </w:rPr>
            <w:t>Police Services</w:t>
          </w:r>
          <w:bookmarkStart w:id="54" w:name="DraftReportOdd"/>
          <w:bookmarkEnd w:id="54"/>
        </w:p>
      </w:tc>
      <w:tc>
        <w:tcPr>
          <w:tcW w:w="510" w:type="dxa"/>
        </w:tcPr>
        <w:p w:rsidR="00842F0F" w:rsidRPr="00A24443" w:rsidRDefault="00842F0F">
          <w:pPr>
            <w:pStyle w:val="Footer"/>
            <w:jc w:val="right"/>
            <w:rPr>
              <w:caps w:val="0"/>
            </w:rPr>
          </w:pPr>
          <w:bookmarkStart w:id="55" w:name="begin"/>
          <w:bookmarkEnd w:id="55"/>
          <w:r>
            <w:rPr>
              <w:rStyle w:val="PageNumber"/>
              <w:caps w:val="0"/>
            </w:rPr>
            <w:t>6.</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D0FC7">
            <w:rPr>
              <w:rStyle w:val="PageNumber"/>
              <w:caps w:val="0"/>
              <w:noProof/>
            </w:rPr>
            <w:t>49</w:t>
          </w:r>
          <w:r w:rsidRPr="00A24443">
            <w:rPr>
              <w:rStyle w:val="PageNumber"/>
              <w:caps w:val="0"/>
            </w:rPr>
            <w:fldChar w:fldCharType="end"/>
          </w:r>
        </w:p>
      </w:tc>
    </w:tr>
  </w:tbl>
  <w:p w:rsidR="00842F0F" w:rsidRDefault="00842F0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F0F" w:rsidRDefault="00842F0F">
      <w:r>
        <w:separator/>
      </w:r>
    </w:p>
  </w:footnote>
  <w:footnote w:type="continuationSeparator" w:id="0">
    <w:p w:rsidR="00842F0F" w:rsidRDefault="00842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42F0F">
      <w:tc>
        <w:tcPr>
          <w:tcW w:w="2155" w:type="dxa"/>
          <w:tcBorders>
            <w:top w:val="single" w:sz="24" w:space="0" w:color="auto"/>
          </w:tcBorders>
        </w:tcPr>
        <w:p w:rsidR="00842F0F" w:rsidRDefault="00842F0F" w:rsidP="0019293B">
          <w:pPr>
            <w:pStyle w:val="HeaderEven"/>
          </w:pPr>
        </w:p>
      </w:tc>
      <w:tc>
        <w:tcPr>
          <w:tcW w:w="6634" w:type="dxa"/>
          <w:tcBorders>
            <w:top w:val="single" w:sz="6" w:space="0" w:color="auto"/>
          </w:tcBorders>
        </w:tcPr>
        <w:p w:rsidR="00842F0F" w:rsidRDefault="00842F0F" w:rsidP="00871784">
          <w:pPr>
            <w:pStyle w:val="HeaderEven"/>
          </w:pPr>
        </w:p>
      </w:tc>
    </w:tr>
  </w:tbl>
  <w:p w:rsidR="00842F0F" w:rsidRDefault="00842F0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42F0F">
      <w:tc>
        <w:tcPr>
          <w:tcW w:w="6634" w:type="dxa"/>
          <w:tcBorders>
            <w:top w:val="single" w:sz="6" w:space="0" w:color="auto"/>
          </w:tcBorders>
        </w:tcPr>
        <w:p w:rsidR="00842F0F" w:rsidRDefault="00842F0F" w:rsidP="00871784">
          <w:pPr>
            <w:pStyle w:val="HeaderOdd"/>
          </w:pPr>
        </w:p>
      </w:tc>
      <w:tc>
        <w:tcPr>
          <w:tcW w:w="2155" w:type="dxa"/>
          <w:tcBorders>
            <w:top w:val="single" w:sz="24" w:space="0" w:color="auto"/>
          </w:tcBorders>
        </w:tcPr>
        <w:p w:rsidR="00842F0F" w:rsidRDefault="00842F0F" w:rsidP="00E669E2">
          <w:pPr>
            <w:pStyle w:val="HeaderOdd"/>
          </w:pPr>
        </w:p>
      </w:tc>
    </w:tr>
  </w:tbl>
  <w:p w:rsidR="00842F0F" w:rsidRDefault="00842F0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5C340DA8"/>
    <w:multiLevelType w:val="hybridMultilevel"/>
    <w:tmpl w:val="B322D166"/>
    <w:lvl w:ilvl="0" w:tplc="CA386B66">
      <w:start w:val="1"/>
      <w:numFmt w:val="lowerLetter"/>
      <w:lvlText w:val="(%1)"/>
      <w:lvlJc w:val="left"/>
      <w:pPr>
        <w:ind w:left="1834" w:hanging="360"/>
      </w:pPr>
      <w:rPr>
        <w:rFonts w:hint="default"/>
      </w:rPr>
    </w:lvl>
    <w:lvl w:ilvl="1" w:tplc="0C090019" w:tentative="1">
      <w:start w:val="1"/>
      <w:numFmt w:val="lowerLetter"/>
      <w:lvlText w:val="%2."/>
      <w:lvlJc w:val="left"/>
      <w:pPr>
        <w:ind w:left="2554" w:hanging="360"/>
      </w:pPr>
    </w:lvl>
    <w:lvl w:ilvl="2" w:tplc="0C09001B" w:tentative="1">
      <w:start w:val="1"/>
      <w:numFmt w:val="lowerRoman"/>
      <w:lvlText w:val="%3."/>
      <w:lvlJc w:val="right"/>
      <w:pPr>
        <w:ind w:left="3274" w:hanging="180"/>
      </w:pPr>
    </w:lvl>
    <w:lvl w:ilvl="3" w:tplc="0C09000F" w:tentative="1">
      <w:start w:val="1"/>
      <w:numFmt w:val="decimal"/>
      <w:lvlText w:val="%4."/>
      <w:lvlJc w:val="left"/>
      <w:pPr>
        <w:ind w:left="3994" w:hanging="360"/>
      </w:pPr>
    </w:lvl>
    <w:lvl w:ilvl="4" w:tplc="0C090019" w:tentative="1">
      <w:start w:val="1"/>
      <w:numFmt w:val="lowerLetter"/>
      <w:lvlText w:val="%5."/>
      <w:lvlJc w:val="left"/>
      <w:pPr>
        <w:ind w:left="4714" w:hanging="360"/>
      </w:pPr>
    </w:lvl>
    <w:lvl w:ilvl="5" w:tplc="0C09001B" w:tentative="1">
      <w:start w:val="1"/>
      <w:numFmt w:val="lowerRoman"/>
      <w:lvlText w:val="%6."/>
      <w:lvlJc w:val="right"/>
      <w:pPr>
        <w:ind w:left="5434" w:hanging="180"/>
      </w:pPr>
    </w:lvl>
    <w:lvl w:ilvl="6" w:tplc="0C09000F" w:tentative="1">
      <w:start w:val="1"/>
      <w:numFmt w:val="decimal"/>
      <w:lvlText w:val="%7."/>
      <w:lvlJc w:val="left"/>
      <w:pPr>
        <w:ind w:left="6154" w:hanging="360"/>
      </w:pPr>
    </w:lvl>
    <w:lvl w:ilvl="7" w:tplc="0C090019" w:tentative="1">
      <w:start w:val="1"/>
      <w:numFmt w:val="lowerLetter"/>
      <w:lvlText w:val="%8."/>
      <w:lvlJc w:val="left"/>
      <w:pPr>
        <w:ind w:left="6874" w:hanging="360"/>
      </w:pPr>
    </w:lvl>
    <w:lvl w:ilvl="8" w:tplc="0C09001B" w:tentative="1">
      <w:start w:val="1"/>
      <w:numFmt w:val="lowerRoman"/>
      <w:lvlText w:val="%9."/>
      <w:lvlJc w:val="right"/>
      <w:pPr>
        <w:ind w:left="7594" w:hanging="180"/>
      </w:p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9"/>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20"/>
  </w:num>
  <w:num w:numId="16">
    <w:abstractNumId w:val="12"/>
  </w:num>
  <w:num w:numId="17">
    <w:abstractNumId w:val="21"/>
  </w:num>
  <w:num w:numId="18">
    <w:abstractNumId w:val="18"/>
  </w:num>
  <w:num w:numId="19">
    <w:abstractNumId w:val="8"/>
  </w:num>
  <w:num w:numId="20">
    <w:abstractNumId w:val="17"/>
  </w:num>
  <w:num w:numId="21">
    <w:abstractNumId w:val="2"/>
  </w:num>
  <w:num w:numId="22">
    <w:abstractNumId w:val="2"/>
  </w:num>
  <w:num w:numId="23">
    <w:abstractNumId w:val="2"/>
  </w:num>
  <w:num w:numId="24">
    <w:abstractNumId w:val="2"/>
  </w:num>
  <w:num w:numId="25">
    <w:abstractNumId w:val="2"/>
  </w:num>
  <w:num w:numId="26">
    <w:abstractNumId w:val="0"/>
  </w:num>
  <w:num w:numId="27">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8">
    <w:abstractNumId w:val="13"/>
  </w:num>
  <w:num w:numId="29">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olice Services"/>
    <w:docVar w:name="ShortReportTitle" w:val="Report on government services 2015"/>
  </w:docVars>
  <w:rsids>
    <w:rsidRoot w:val="00C753D8"/>
    <w:rsid w:val="00002E31"/>
    <w:rsid w:val="0001200D"/>
    <w:rsid w:val="00012C9D"/>
    <w:rsid w:val="0001310A"/>
    <w:rsid w:val="00021FB8"/>
    <w:rsid w:val="000221D6"/>
    <w:rsid w:val="000227D5"/>
    <w:rsid w:val="000245AA"/>
    <w:rsid w:val="00030D47"/>
    <w:rsid w:val="000313B4"/>
    <w:rsid w:val="00032197"/>
    <w:rsid w:val="00033C06"/>
    <w:rsid w:val="000349AD"/>
    <w:rsid w:val="0003664B"/>
    <w:rsid w:val="000403BB"/>
    <w:rsid w:val="0004111F"/>
    <w:rsid w:val="00046093"/>
    <w:rsid w:val="00051398"/>
    <w:rsid w:val="00052D67"/>
    <w:rsid w:val="000548C9"/>
    <w:rsid w:val="00055077"/>
    <w:rsid w:val="000565B3"/>
    <w:rsid w:val="00057FFB"/>
    <w:rsid w:val="00061562"/>
    <w:rsid w:val="00064661"/>
    <w:rsid w:val="00064B82"/>
    <w:rsid w:val="00064C51"/>
    <w:rsid w:val="00065662"/>
    <w:rsid w:val="0006635C"/>
    <w:rsid w:val="00066667"/>
    <w:rsid w:val="000709DE"/>
    <w:rsid w:val="0007150B"/>
    <w:rsid w:val="00071DDF"/>
    <w:rsid w:val="00074C49"/>
    <w:rsid w:val="00075D1A"/>
    <w:rsid w:val="000825B8"/>
    <w:rsid w:val="00082655"/>
    <w:rsid w:val="00082D1D"/>
    <w:rsid w:val="00084C76"/>
    <w:rsid w:val="00085841"/>
    <w:rsid w:val="00090ED8"/>
    <w:rsid w:val="00091ED6"/>
    <w:rsid w:val="0009366D"/>
    <w:rsid w:val="000938F5"/>
    <w:rsid w:val="0009401B"/>
    <w:rsid w:val="00095264"/>
    <w:rsid w:val="00095663"/>
    <w:rsid w:val="00096E55"/>
    <w:rsid w:val="0009783E"/>
    <w:rsid w:val="000A10EF"/>
    <w:rsid w:val="000A48BF"/>
    <w:rsid w:val="000A4B08"/>
    <w:rsid w:val="000A5D79"/>
    <w:rsid w:val="000B0973"/>
    <w:rsid w:val="000B1022"/>
    <w:rsid w:val="000B2840"/>
    <w:rsid w:val="000B30D0"/>
    <w:rsid w:val="000B427B"/>
    <w:rsid w:val="000B5452"/>
    <w:rsid w:val="000B601B"/>
    <w:rsid w:val="000C1526"/>
    <w:rsid w:val="000C207E"/>
    <w:rsid w:val="000D0FC7"/>
    <w:rsid w:val="000D41E9"/>
    <w:rsid w:val="000D5602"/>
    <w:rsid w:val="000D747B"/>
    <w:rsid w:val="000D78DA"/>
    <w:rsid w:val="000E1A89"/>
    <w:rsid w:val="000E20B6"/>
    <w:rsid w:val="000E7EDF"/>
    <w:rsid w:val="000F0035"/>
    <w:rsid w:val="000F04E7"/>
    <w:rsid w:val="000F060A"/>
    <w:rsid w:val="000F0AD5"/>
    <w:rsid w:val="000F3B0A"/>
    <w:rsid w:val="000F420B"/>
    <w:rsid w:val="000F7D0A"/>
    <w:rsid w:val="00100378"/>
    <w:rsid w:val="00100533"/>
    <w:rsid w:val="0010158B"/>
    <w:rsid w:val="001024FC"/>
    <w:rsid w:val="00105265"/>
    <w:rsid w:val="00106321"/>
    <w:rsid w:val="00106C0E"/>
    <w:rsid w:val="00107629"/>
    <w:rsid w:val="00107B05"/>
    <w:rsid w:val="00110116"/>
    <w:rsid w:val="00110B9A"/>
    <w:rsid w:val="00116F8F"/>
    <w:rsid w:val="00120072"/>
    <w:rsid w:val="00122126"/>
    <w:rsid w:val="0012574D"/>
    <w:rsid w:val="00126EB8"/>
    <w:rsid w:val="001274D4"/>
    <w:rsid w:val="00131270"/>
    <w:rsid w:val="0013372C"/>
    <w:rsid w:val="001363AA"/>
    <w:rsid w:val="001370D6"/>
    <w:rsid w:val="0013739A"/>
    <w:rsid w:val="00142165"/>
    <w:rsid w:val="0014390A"/>
    <w:rsid w:val="00146557"/>
    <w:rsid w:val="001469AF"/>
    <w:rsid w:val="00146F7E"/>
    <w:rsid w:val="001503A4"/>
    <w:rsid w:val="00152CBE"/>
    <w:rsid w:val="00157943"/>
    <w:rsid w:val="00162434"/>
    <w:rsid w:val="00167D72"/>
    <w:rsid w:val="00170906"/>
    <w:rsid w:val="00171D70"/>
    <w:rsid w:val="00172011"/>
    <w:rsid w:val="00177D3F"/>
    <w:rsid w:val="0018388B"/>
    <w:rsid w:val="00183E82"/>
    <w:rsid w:val="001847CA"/>
    <w:rsid w:val="001878BB"/>
    <w:rsid w:val="00190F06"/>
    <w:rsid w:val="00191AE0"/>
    <w:rsid w:val="0019293B"/>
    <w:rsid w:val="00192C5E"/>
    <w:rsid w:val="0019426B"/>
    <w:rsid w:val="00195351"/>
    <w:rsid w:val="001A5653"/>
    <w:rsid w:val="001A6A4B"/>
    <w:rsid w:val="001B06C6"/>
    <w:rsid w:val="001B0C2D"/>
    <w:rsid w:val="001B0E74"/>
    <w:rsid w:val="001B100B"/>
    <w:rsid w:val="001B5AC6"/>
    <w:rsid w:val="001B6E61"/>
    <w:rsid w:val="001C00B0"/>
    <w:rsid w:val="001C023F"/>
    <w:rsid w:val="001C0865"/>
    <w:rsid w:val="001C0AED"/>
    <w:rsid w:val="001C1E66"/>
    <w:rsid w:val="001C3940"/>
    <w:rsid w:val="001C3ABA"/>
    <w:rsid w:val="001C5111"/>
    <w:rsid w:val="001D2BC6"/>
    <w:rsid w:val="001D2ED1"/>
    <w:rsid w:val="001D4DE2"/>
    <w:rsid w:val="001D604C"/>
    <w:rsid w:val="001D6771"/>
    <w:rsid w:val="001D7709"/>
    <w:rsid w:val="001E0BDC"/>
    <w:rsid w:val="001E36FE"/>
    <w:rsid w:val="001E3A21"/>
    <w:rsid w:val="001E4588"/>
    <w:rsid w:val="001E49B5"/>
    <w:rsid w:val="001E5F37"/>
    <w:rsid w:val="001E7BE8"/>
    <w:rsid w:val="001F00B6"/>
    <w:rsid w:val="001F0248"/>
    <w:rsid w:val="001F0457"/>
    <w:rsid w:val="001F08E1"/>
    <w:rsid w:val="001F3EB3"/>
    <w:rsid w:val="001F47B7"/>
    <w:rsid w:val="001F4F86"/>
    <w:rsid w:val="001F55C5"/>
    <w:rsid w:val="002012A8"/>
    <w:rsid w:val="002021AA"/>
    <w:rsid w:val="00202C2C"/>
    <w:rsid w:val="00203050"/>
    <w:rsid w:val="0020330B"/>
    <w:rsid w:val="00203485"/>
    <w:rsid w:val="0020576B"/>
    <w:rsid w:val="00205F27"/>
    <w:rsid w:val="002070BE"/>
    <w:rsid w:val="0020739C"/>
    <w:rsid w:val="00207803"/>
    <w:rsid w:val="00207EEB"/>
    <w:rsid w:val="002100D1"/>
    <w:rsid w:val="002135AB"/>
    <w:rsid w:val="00213C6B"/>
    <w:rsid w:val="002144BE"/>
    <w:rsid w:val="0022139D"/>
    <w:rsid w:val="0022215A"/>
    <w:rsid w:val="00224F9A"/>
    <w:rsid w:val="00240591"/>
    <w:rsid w:val="00242279"/>
    <w:rsid w:val="0024319C"/>
    <w:rsid w:val="00243997"/>
    <w:rsid w:val="00244A9F"/>
    <w:rsid w:val="0024516C"/>
    <w:rsid w:val="00245C82"/>
    <w:rsid w:val="00246698"/>
    <w:rsid w:val="00251E84"/>
    <w:rsid w:val="00255522"/>
    <w:rsid w:val="00262477"/>
    <w:rsid w:val="0026533A"/>
    <w:rsid w:val="0026538B"/>
    <w:rsid w:val="00266072"/>
    <w:rsid w:val="002716D6"/>
    <w:rsid w:val="002724BA"/>
    <w:rsid w:val="00272CC3"/>
    <w:rsid w:val="00276E40"/>
    <w:rsid w:val="0029083C"/>
    <w:rsid w:val="00291B40"/>
    <w:rsid w:val="00294E47"/>
    <w:rsid w:val="0029618C"/>
    <w:rsid w:val="002978B3"/>
    <w:rsid w:val="00297C35"/>
    <w:rsid w:val="00297F41"/>
    <w:rsid w:val="002A1398"/>
    <w:rsid w:val="002A1C8E"/>
    <w:rsid w:val="002A3374"/>
    <w:rsid w:val="002A3D6B"/>
    <w:rsid w:val="002A5E87"/>
    <w:rsid w:val="002B3489"/>
    <w:rsid w:val="002B4008"/>
    <w:rsid w:val="002C0E5B"/>
    <w:rsid w:val="002C439F"/>
    <w:rsid w:val="002D0C42"/>
    <w:rsid w:val="002D0E8E"/>
    <w:rsid w:val="002D3A9D"/>
    <w:rsid w:val="002D3D22"/>
    <w:rsid w:val="002D5007"/>
    <w:rsid w:val="002D59A0"/>
    <w:rsid w:val="002E3430"/>
    <w:rsid w:val="002E5250"/>
    <w:rsid w:val="002E56E6"/>
    <w:rsid w:val="002E60F7"/>
    <w:rsid w:val="002E7250"/>
    <w:rsid w:val="002F0542"/>
    <w:rsid w:val="002F0E7A"/>
    <w:rsid w:val="002F3CE8"/>
    <w:rsid w:val="00300358"/>
    <w:rsid w:val="00301189"/>
    <w:rsid w:val="00301E4A"/>
    <w:rsid w:val="00312659"/>
    <w:rsid w:val="003168B8"/>
    <w:rsid w:val="00317CB1"/>
    <w:rsid w:val="00322D64"/>
    <w:rsid w:val="00323980"/>
    <w:rsid w:val="00323E09"/>
    <w:rsid w:val="00325644"/>
    <w:rsid w:val="0032739B"/>
    <w:rsid w:val="00327B0C"/>
    <w:rsid w:val="003301CA"/>
    <w:rsid w:val="00333671"/>
    <w:rsid w:val="00333932"/>
    <w:rsid w:val="00337D52"/>
    <w:rsid w:val="00343E87"/>
    <w:rsid w:val="00344D3A"/>
    <w:rsid w:val="003518AA"/>
    <w:rsid w:val="00352165"/>
    <w:rsid w:val="00353182"/>
    <w:rsid w:val="00353C36"/>
    <w:rsid w:val="003541D8"/>
    <w:rsid w:val="003565D9"/>
    <w:rsid w:val="003601A4"/>
    <w:rsid w:val="003602E1"/>
    <w:rsid w:val="00360C15"/>
    <w:rsid w:val="003618D0"/>
    <w:rsid w:val="00367630"/>
    <w:rsid w:val="00367971"/>
    <w:rsid w:val="0037026F"/>
    <w:rsid w:val="00371240"/>
    <w:rsid w:val="003734B0"/>
    <w:rsid w:val="00374731"/>
    <w:rsid w:val="00376E59"/>
    <w:rsid w:val="00377EC1"/>
    <w:rsid w:val="00380340"/>
    <w:rsid w:val="00380381"/>
    <w:rsid w:val="00383171"/>
    <w:rsid w:val="00385C18"/>
    <w:rsid w:val="00387732"/>
    <w:rsid w:val="003919F9"/>
    <w:rsid w:val="003920CF"/>
    <w:rsid w:val="00392795"/>
    <w:rsid w:val="00392EDA"/>
    <w:rsid w:val="00393627"/>
    <w:rsid w:val="00394A03"/>
    <w:rsid w:val="00394E28"/>
    <w:rsid w:val="00396290"/>
    <w:rsid w:val="003A024D"/>
    <w:rsid w:val="003A1A17"/>
    <w:rsid w:val="003A2D24"/>
    <w:rsid w:val="003A46FC"/>
    <w:rsid w:val="003A5664"/>
    <w:rsid w:val="003A5712"/>
    <w:rsid w:val="003A5949"/>
    <w:rsid w:val="003B04C9"/>
    <w:rsid w:val="003B1112"/>
    <w:rsid w:val="003B23C2"/>
    <w:rsid w:val="003B2F02"/>
    <w:rsid w:val="003B37CF"/>
    <w:rsid w:val="003B48EA"/>
    <w:rsid w:val="003B5B86"/>
    <w:rsid w:val="003C0045"/>
    <w:rsid w:val="003C0469"/>
    <w:rsid w:val="003C0F91"/>
    <w:rsid w:val="003C33AD"/>
    <w:rsid w:val="003C38B5"/>
    <w:rsid w:val="003C5D99"/>
    <w:rsid w:val="003C5FB3"/>
    <w:rsid w:val="003C7985"/>
    <w:rsid w:val="003D0F85"/>
    <w:rsid w:val="003D1087"/>
    <w:rsid w:val="003D1B97"/>
    <w:rsid w:val="003D2237"/>
    <w:rsid w:val="003D554B"/>
    <w:rsid w:val="003D5B75"/>
    <w:rsid w:val="003D7CB8"/>
    <w:rsid w:val="003E2F59"/>
    <w:rsid w:val="003E6C1F"/>
    <w:rsid w:val="003E746B"/>
    <w:rsid w:val="003F0789"/>
    <w:rsid w:val="003F22B2"/>
    <w:rsid w:val="003F63B9"/>
    <w:rsid w:val="003F65CC"/>
    <w:rsid w:val="004002A0"/>
    <w:rsid w:val="00401882"/>
    <w:rsid w:val="004035B3"/>
    <w:rsid w:val="00406F51"/>
    <w:rsid w:val="004100C8"/>
    <w:rsid w:val="00410D19"/>
    <w:rsid w:val="004119C5"/>
    <w:rsid w:val="00411DBD"/>
    <w:rsid w:val="00412ACE"/>
    <w:rsid w:val="00413E3E"/>
    <w:rsid w:val="004145D2"/>
    <w:rsid w:val="00423D1D"/>
    <w:rsid w:val="00424D4F"/>
    <w:rsid w:val="004251D2"/>
    <w:rsid w:val="00425B01"/>
    <w:rsid w:val="00426CB4"/>
    <w:rsid w:val="00431249"/>
    <w:rsid w:val="00431E01"/>
    <w:rsid w:val="0043459F"/>
    <w:rsid w:val="00434C19"/>
    <w:rsid w:val="00435341"/>
    <w:rsid w:val="0043772F"/>
    <w:rsid w:val="00440F6F"/>
    <w:rsid w:val="004467AA"/>
    <w:rsid w:val="00450810"/>
    <w:rsid w:val="00450986"/>
    <w:rsid w:val="00453D41"/>
    <w:rsid w:val="0045653D"/>
    <w:rsid w:val="004578FE"/>
    <w:rsid w:val="004579D0"/>
    <w:rsid w:val="00462B7C"/>
    <w:rsid w:val="00462C59"/>
    <w:rsid w:val="004659B9"/>
    <w:rsid w:val="00470737"/>
    <w:rsid w:val="004746F0"/>
    <w:rsid w:val="00477144"/>
    <w:rsid w:val="00477EFA"/>
    <w:rsid w:val="0048087A"/>
    <w:rsid w:val="00480FD2"/>
    <w:rsid w:val="00481C0C"/>
    <w:rsid w:val="0048247E"/>
    <w:rsid w:val="00484AB6"/>
    <w:rsid w:val="00485D3A"/>
    <w:rsid w:val="00487B1C"/>
    <w:rsid w:val="00491380"/>
    <w:rsid w:val="00492AFE"/>
    <w:rsid w:val="0049459F"/>
    <w:rsid w:val="00494E50"/>
    <w:rsid w:val="00495D7B"/>
    <w:rsid w:val="00496278"/>
    <w:rsid w:val="004A1E1C"/>
    <w:rsid w:val="004A2AE0"/>
    <w:rsid w:val="004A35F3"/>
    <w:rsid w:val="004A38DD"/>
    <w:rsid w:val="004B16DF"/>
    <w:rsid w:val="004B43AE"/>
    <w:rsid w:val="004B660F"/>
    <w:rsid w:val="004B68D9"/>
    <w:rsid w:val="004B6FD1"/>
    <w:rsid w:val="004C0F02"/>
    <w:rsid w:val="004C30ED"/>
    <w:rsid w:val="004C520C"/>
    <w:rsid w:val="004C6D86"/>
    <w:rsid w:val="004D131A"/>
    <w:rsid w:val="004D229C"/>
    <w:rsid w:val="004D5675"/>
    <w:rsid w:val="004D5F7A"/>
    <w:rsid w:val="004D7AC9"/>
    <w:rsid w:val="004E0908"/>
    <w:rsid w:val="004E0916"/>
    <w:rsid w:val="004E2D6D"/>
    <w:rsid w:val="004E5CD2"/>
    <w:rsid w:val="004F2C7C"/>
    <w:rsid w:val="004F3CF9"/>
    <w:rsid w:val="00502A8F"/>
    <w:rsid w:val="00506954"/>
    <w:rsid w:val="005072A9"/>
    <w:rsid w:val="00514711"/>
    <w:rsid w:val="00517795"/>
    <w:rsid w:val="00522FE1"/>
    <w:rsid w:val="00523639"/>
    <w:rsid w:val="005249B6"/>
    <w:rsid w:val="00531B97"/>
    <w:rsid w:val="00531FE5"/>
    <w:rsid w:val="00533C0B"/>
    <w:rsid w:val="0053641C"/>
    <w:rsid w:val="00536CE1"/>
    <w:rsid w:val="005402FA"/>
    <w:rsid w:val="0054057B"/>
    <w:rsid w:val="00544734"/>
    <w:rsid w:val="005503C9"/>
    <w:rsid w:val="00551982"/>
    <w:rsid w:val="005549B2"/>
    <w:rsid w:val="00554DC1"/>
    <w:rsid w:val="0055605E"/>
    <w:rsid w:val="0056104F"/>
    <w:rsid w:val="0056154A"/>
    <w:rsid w:val="0056354A"/>
    <w:rsid w:val="00563DD4"/>
    <w:rsid w:val="00567C38"/>
    <w:rsid w:val="005729BD"/>
    <w:rsid w:val="0057748B"/>
    <w:rsid w:val="00580052"/>
    <w:rsid w:val="00580154"/>
    <w:rsid w:val="00580291"/>
    <w:rsid w:val="005832E9"/>
    <w:rsid w:val="00583894"/>
    <w:rsid w:val="00583C39"/>
    <w:rsid w:val="00586A37"/>
    <w:rsid w:val="00586A90"/>
    <w:rsid w:val="00587909"/>
    <w:rsid w:val="00587F28"/>
    <w:rsid w:val="005909CF"/>
    <w:rsid w:val="00590CF6"/>
    <w:rsid w:val="00591089"/>
    <w:rsid w:val="00591271"/>
    <w:rsid w:val="00591E71"/>
    <w:rsid w:val="00593A09"/>
    <w:rsid w:val="005950AE"/>
    <w:rsid w:val="00595665"/>
    <w:rsid w:val="0059600C"/>
    <w:rsid w:val="00597A66"/>
    <w:rsid w:val="005A0D41"/>
    <w:rsid w:val="005A15CD"/>
    <w:rsid w:val="005A2A29"/>
    <w:rsid w:val="005A3186"/>
    <w:rsid w:val="005A74F1"/>
    <w:rsid w:val="005B74CF"/>
    <w:rsid w:val="005C25AE"/>
    <w:rsid w:val="005C4D45"/>
    <w:rsid w:val="005C6126"/>
    <w:rsid w:val="005D0D05"/>
    <w:rsid w:val="005D329F"/>
    <w:rsid w:val="005D32C3"/>
    <w:rsid w:val="005D3D51"/>
    <w:rsid w:val="005D57D8"/>
    <w:rsid w:val="005D73AB"/>
    <w:rsid w:val="005E39BC"/>
    <w:rsid w:val="005F013D"/>
    <w:rsid w:val="005F1976"/>
    <w:rsid w:val="005F2F96"/>
    <w:rsid w:val="005F3963"/>
    <w:rsid w:val="005F48ED"/>
    <w:rsid w:val="005F61C7"/>
    <w:rsid w:val="006013A1"/>
    <w:rsid w:val="006022CF"/>
    <w:rsid w:val="00602686"/>
    <w:rsid w:val="006033A6"/>
    <w:rsid w:val="00606E78"/>
    <w:rsid w:val="00607BF1"/>
    <w:rsid w:val="00612971"/>
    <w:rsid w:val="00622F38"/>
    <w:rsid w:val="00623DE9"/>
    <w:rsid w:val="00630D4D"/>
    <w:rsid w:val="00631B92"/>
    <w:rsid w:val="006328EA"/>
    <w:rsid w:val="00632A74"/>
    <w:rsid w:val="00634887"/>
    <w:rsid w:val="00634EDB"/>
    <w:rsid w:val="00635A84"/>
    <w:rsid w:val="00636DF5"/>
    <w:rsid w:val="00636ECE"/>
    <w:rsid w:val="00644863"/>
    <w:rsid w:val="0064486F"/>
    <w:rsid w:val="00645CD4"/>
    <w:rsid w:val="00650A38"/>
    <w:rsid w:val="00651492"/>
    <w:rsid w:val="00652999"/>
    <w:rsid w:val="00654021"/>
    <w:rsid w:val="00654D42"/>
    <w:rsid w:val="0066047B"/>
    <w:rsid w:val="00660BDB"/>
    <w:rsid w:val="0066598E"/>
    <w:rsid w:val="006668FB"/>
    <w:rsid w:val="00666906"/>
    <w:rsid w:val="00666E02"/>
    <w:rsid w:val="00672DBE"/>
    <w:rsid w:val="00673379"/>
    <w:rsid w:val="00674FD0"/>
    <w:rsid w:val="0068111E"/>
    <w:rsid w:val="00685C9C"/>
    <w:rsid w:val="006862D9"/>
    <w:rsid w:val="00692C7C"/>
    <w:rsid w:val="00693953"/>
    <w:rsid w:val="006939E3"/>
    <w:rsid w:val="00696AF6"/>
    <w:rsid w:val="00697D1C"/>
    <w:rsid w:val="006A4655"/>
    <w:rsid w:val="006A579D"/>
    <w:rsid w:val="006B1BF7"/>
    <w:rsid w:val="006B2B3C"/>
    <w:rsid w:val="006B4C7B"/>
    <w:rsid w:val="006B5775"/>
    <w:rsid w:val="006C0A23"/>
    <w:rsid w:val="006C1915"/>
    <w:rsid w:val="006C1D81"/>
    <w:rsid w:val="006C7038"/>
    <w:rsid w:val="006D017F"/>
    <w:rsid w:val="006D09DA"/>
    <w:rsid w:val="006D505C"/>
    <w:rsid w:val="006D679E"/>
    <w:rsid w:val="006D707D"/>
    <w:rsid w:val="006D7A75"/>
    <w:rsid w:val="006E0743"/>
    <w:rsid w:val="006E0A46"/>
    <w:rsid w:val="006E2C8B"/>
    <w:rsid w:val="006E4D43"/>
    <w:rsid w:val="006E6B64"/>
    <w:rsid w:val="006E73EF"/>
    <w:rsid w:val="006F0D3D"/>
    <w:rsid w:val="006F1A17"/>
    <w:rsid w:val="006F2DA0"/>
    <w:rsid w:val="00702C99"/>
    <w:rsid w:val="00703231"/>
    <w:rsid w:val="007036A8"/>
    <w:rsid w:val="00703A05"/>
    <w:rsid w:val="007079C9"/>
    <w:rsid w:val="007100F2"/>
    <w:rsid w:val="00711342"/>
    <w:rsid w:val="00714D4D"/>
    <w:rsid w:val="007207CA"/>
    <w:rsid w:val="0072247B"/>
    <w:rsid w:val="00722F46"/>
    <w:rsid w:val="00723CCC"/>
    <w:rsid w:val="00725046"/>
    <w:rsid w:val="007266D3"/>
    <w:rsid w:val="00731FF1"/>
    <w:rsid w:val="00732029"/>
    <w:rsid w:val="00734EBD"/>
    <w:rsid w:val="00740D20"/>
    <w:rsid w:val="007430B5"/>
    <w:rsid w:val="00746713"/>
    <w:rsid w:val="00746AC2"/>
    <w:rsid w:val="0075180A"/>
    <w:rsid w:val="00752111"/>
    <w:rsid w:val="007534E1"/>
    <w:rsid w:val="00754463"/>
    <w:rsid w:val="00754654"/>
    <w:rsid w:val="00754E8C"/>
    <w:rsid w:val="007604BB"/>
    <w:rsid w:val="0076063A"/>
    <w:rsid w:val="00762807"/>
    <w:rsid w:val="00766C27"/>
    <w:rsid w:val="00772909"/>
    <w:rsid w:val="0077417D"/>
    <w:rsid w:val="00774E4F"/>
    <w:rsid w:val="00777290"/>
    <w:rsid w:val="00780F4F"/>
    <w:rsid w:val="00785232"/>
    <w:rsid w:val="00791CD7"/>
    <w:rsid w:val="00792A1E"/>
    <w:rsid w:val="007945E7"/>
    <w:rsid w:val="00794C92"/>
    <w:rsid w:val="00795229"/>
    <w:rsid w:val="0079593F"/>
    <w:rsid w:val="0079701E"/>
    <w:rsid w:val="00797246"/>
    <w:rsid w:val="00797C2C"/>
    <w:rsid w:val="007A21EB"/>
    <w:rsid w:val="007A65BC"/>
    <w:rsid w:val="007B1A93"/>
    <w:rsid w:val="007B21C5"/>
    <w:rsid w:val="007C00F1"/>
    <w:rsid w:val="007C0147"/>
    <w:rsid w:val="007C0859"/>
    <w:rsid w:val="007C25AC"/>
    <w:rsid w:val="007C36C9"/>
    <w:rsid w:val="007C4FF0"/>
    <w:rsid w:val="007D14A8"/>
    <w:rsid w:val="007D6401"/>
    <w:rsid w:val="007D6939"/>
    <w:rsid w:val="007D7475"/>
    <w:rsid w:val="007E01CA"/>
    <w:rsid w:val="007E01E4"/>
    <w:rsid w:val="007E12CB"/>
    <w:rsid w:val="007E2AF3"/>
    <w:rsid w:val="007E2E0F"/>
    <w:rsid w:val="007E3928"/>
    <w:rsid w:val="007E6342"/>
    <w:rsid w:val="007E7A12"/>
    <w:rsid w:val="007F0075"/>
    <w:rsid w:val="007F13F2"/>
    <w:rsid w:val="007F2965"/>
    <w:rsid w:val="007F32B1"/>
    <w:rsid w:val="007F7107"/>
    <w:rsid w:val="007F737C"/>
    <w:rsid w:val="007F7776"/>
    <w:rsid w:val="007F77C7"/>
    <w:rsid w:val="00800D4C"/>
    <w:rsid w:val="00801B28"/>
    <w:rsid w:val="00801FC3"/>
    <w:rsid w:val="0080377A"/>
    <w:rsid w:val="00804F3F"/>
    <w:rsid w:val="008079A7"/>
    <w:rsid w:val="0081008A"/>
    <w:rsid w:val="0081030F"/>
    <w:rsid w:val="008112FB"/>
    <w:rsid w:val="00812F4A"/>
    <w:rsid w:val="0082087D"/>
    <w:rsid w:val="00821894"/>
    <w:rsid w:val="00822325"/>
    <w:rsid w:val="00825DE8"/>
    <w:rsid w:val="008277EF"/>
    <w:rsid w:val="00827DE0"/>
    <w:rsid w:val="00833ECA"/>
    <w:rsid w:val="00835771"/>
    <w:rsid w:val="00836036"/>
    <w:rsid w:val="00840CC0"/>
    <w:rsid w:val="00841A29"/>
    <w:rsid w:val="00842933"/>
    <w:rsid w:val="00842F0F"/>
    <w:rsid w:val="00844587"/>
    <w:rsid w:val="00845A91"/>
    <w:rsid w:val="0084765A"/>
    <w:rsid w:val="008520A5"/>
    <w:rsid w:val="008528DE"/>
    <w:rsid w:val="00857FDB"/>
    <w:rsid w:val="0086082C"/>
    <w:rsid w:val="00860ABE"/>
    <w:rsid w:val="00864ADC"/>
    <w:rsid w:val="0086608E"/>
    <w:rsid w:val="00867B57"/>
    <w:rsid w:val="00871784"/>
    <w:rsid w:val="00873319"/>
    <w:rsid w:val="00876470"/>
    <w:rsid w:val="00877D8D"/>
    <w:rsid w:val="00880153"/>
    <w:rsid w:val="00880F97"/>
    <w:rsid w:val="0088133A"/>
    <w:rsid w:val="00881982"/>
    <w:rsid w:val="00886273"/>
    <w:rsid w:val="0089285E"/>
    <w:rsid w:val="0089436C"/>
    <w:rsid w:val="00894572"/>
    <w:rsid w:val="00895E2D"/>
    <w:rsid w:val="008A3DC8"/>
    <w:rsid w:val="008A6903"/>
    <w:rsid w:val="008B0AB5"/>
    <w:rsid w:val="008B5213"/>
    <w:rsid w:val="008B60BE"/>
    <w:rsid w:val="008C1D14"/>
    <w:rsid w:val="008C2DB4"/>
    <w:rsid w:val="008C451D"/>
    <w:rsid w:val="008C6027"/>
    <w:rsid w:val="008C6A5C"/>
    <w:rsid w:val="008D365C"/>
    <w:rsid w:val="008D3C20"/>
    <w:rsid w:val="008D5A16"/>
    <w:rsid w:val="008D7622"/>
    <w:rsid w:val="008D7A59"/>
    <w:rsid w:val="008E6381"/>
    <w:rsid w:val="008F0251"/>
    <w:rsid w:val="008F3234"/>
    <w:rsid w:val="00900884"/>
    <w:rsid w:val="00900BBE"/>
    <w:rsid w:val="009021A6"/>
    <w:rsid w:val="009026F7"/>
    <w:rsid w:val="009030BF"/>
    <w:rsid w:val="00903B52"/>
    <w:rsid w:val="00903F0B"/>
    <w:rsid w:val="00904E43"/>
    <w:rsid w:val="0091032F"/>
    <w:rsid w:val="00913AF6"/>
    <w:rsid w:val="0091415A"/>
    <w:rsid w:val="00914368"/>
    <w:rsid w:val="00914CF6"/>
    <w:rsid w:val="00916C71"/>
    <w:rsid w:val="00920C88"/>
    <w:rsid w:val="00931076"/>
    <w:rsid w:val="009345D9"/>
    <w:rsid w:val="00934B15"/>
    <w:rsid w:val="00935448"/>
    <w:rsid w:val="00940C87"/>
    <w:rsid w:val="00941D5D"/>
    <w:rsid w:val="00942B62"/>
    <w:rsid w:val="009438E2"/>
    <w:rsid w:val="009478AA"/>
    <w:rsid w:val="009510B1"/>
    <w:rsid w:val="0095323B"/>
    <w:rsid w:val="009532FA"/>
    <w:rsid w:val="00956A0C"/>
    <w:rsid w:val="00956BD9"/>
    <w:rsid w:val="0096014F"/>
    <w:rsid w:val="00962489"/>
    <w:rsid w:val="0096336D"/>
    <w:rsid w:val="00963527"/>
    <w:rsid w:val="00965F05"/>
    <w:rsid w:val="00967CD3"/>
    <w:rsid w:val="009715CB"/>
    <w:rsid w:val="0097484A"/>
    <w:rsid w:val="00980D93"/>
    <w:rsid w:val="00984D72"/>
    <w:rsid w:val="00990C2C"/>
    <w:rsid w:val="0099225F"/>
    <w:rsid w:val="00993372"/>
    <w:rsid w:val="009936F5"/>
    <w:rsid w:val="009944EB"/>
    <w:rsid w:val="00994CBA"/>
    <w:rsid w:val="009A39AA"/>
    <w:rsid w:val="009A4BF7"/>
    <w:rsid w:val="009A5171"/>
    <w:rsid w:val="009B1FCF"/>
    <w:rsid w:val="009B2DD5"/>
    <w:rsid w:val="009B3448"/>
    <w:rsid w:val="009B3FB9"/>
    <w:rsid w:val="009C08A3"/>
    <w:rsid w:val="009C2EAC"/>
    <w:rsid w:val="009C3C8E"/>
    <w:rsid w:val="009C4442"/>
    <w:rsid w:val="009C4CC2"/>
    <w:rsid w:val="009C7616"/>
    <w:rsid w:val="009D1FB2"/>
    <w:rsid w:val="009D40FF"/>
    <w:rsid w:val="009E1844"/>
    <w:rsid w:val="009E3B58"/>
    <w:rsid w:val="009E45DB"/>
    <w:rsid w:val="009E59D9"/>
    <w:rsid w:val="009F0BB0"/>
    <w:rsid w:val="009F0D1B"/>
    <w:rsid w:val="009F5BBD"/>
    <w:rsid w:val="009F696D"/>
    <w:rsid w:val="009F6BC6"/>
    <w:rsid w:val="009F74EF"/>
    <w:rsid w:val="009F77D6"/>
    <w:rsid w:val="00A02826"/>
    <w:rsid w:val="00A038E8"/>
    <w:rsid w:val="00A03FBB"/>
    <w:rsid w:val="00A042FD"/>
    <w:rsid w:val="00A066ED"/>
    <w:rsid w:val="00A07C11"/>
    <w:rsid w:val="00A1167D"/>
    <w:rsid w:val="00A14565"/>
    <w:rsid w:val="00A15D5A"/>
    <w:rsid w:val="00A15F76"/>
    <w:rsid w:val="00A1724A"/>
    <w:rsid w:val="00A17328"/>
    <w:rsid w:val="00A20008"/>
    <w:rsid w:val="00A20456"/>
    <w:rsid w:val="00A23A20"/>
    <w:rsid w:val="00A24443"/>
    <w:rsid w:val="00A249F4"/>
    <w:rsid w:val="00A26403"/>
    <w:rsid w:val="00A268B9"/>
    <w:rsid w:val="00A2703A"/>
    <w:rsid w:val="00A27BF3"/>
    <w:rsid w:val="00A27F7B"/>
    <w:rsid w:val="00A31323"/>
    <w:rsid w:val="00A33DFF"/>
    <w:rsid w:val="00A35115"/>
    <w:rsid w:val="00A36D9A"/>
    <w:rsid w:val="00A40A44"/>
    <w:rsid w:val="00A43D53"/>
    <w:rsid w:val="00A443BC"/>
    <w:rsid w:val="00A451DC"/>
    <w:rsid w:val="00A45933"/>
    <w:rsid w:val="00A46664"/>
    <w:rsid w:val="00A46C78"/>
    <w:rsid w:val="00A513A8"/>
    <w:rsid w:val="00A53AE9"/>
    <w:rsid w:val="00A554AB"/>
    <w:rsid w:val="00A56B76"/>
    <w:rsid w:val="00A57062"/>
    <w:rsid w:val="00A60835"/>
    <w:rsid w:val="00A617A2"/>
    <w:rsid w:val="00A61FE3"/>
    <w:rsid w:val="00A6477F"/>
    <w:rsid w:val="00A64DB3"/>
    <w:rsid w:val="00A6506F"/>
    <w:rsid w:val="00A65117"/>
    <w:rsid w:val="00A67583"/>
    <w:rsid w:val="00A67781"/>
    <w:rsid w:val="00A7302B"/>
    <w:rsid w:val="00A736BD"/>
    <w:rsid w:val="00A74DE2"/>
    <w:rsid w:val="00A761F9"/>
    <w:rsid w:val="00A76697"/>
    <w:rsid w:val="00A809C7"/>
    <w:rsid w:val="00A87236"/>
    <w:rsid w:val="00A90635"/>
    <w:rsid w:val="00A92726"/>
    <w:rsid w:val="00A92B53"/>
    <w:rsid w:val="00A939E8"/>
    <w:rsid w:val="00A94FA6"/>
    <w:rsid w:val="00A95915"/>
    <w:rsid w:val="00AA00E3"/>
    <w:rsid w:val="00AA208B"/>
    <w:rsid w:val="00AA2149"/>
    <w:rsid w:val="00AA246A"/>
    <w:rsid w:val="00AA2B22"/>
    <w:rsid w:val="00AA49A0"/>
    <w:rsid w:val="00AA545F"/>
    <w:rsid w:val="00AA6710"/>
    <w:rsid w:val="00AB0681"/>
    <w:rsid w:val="00AB20A9"/>
    <w:rsid w:val="00AB4395"/>
    <w:rsid w:val="00AB5FFD"/>
    <w:rsid w:val="00AB6906"/>
    <w:rsid w:val="00AB6BD0"/>
    <w:rsid w:val="00AC1C62"/>
    <w:rsid w:val="00AC3A15"/>
    <w:rsid w:val="00AD520B"/>
    <w:rsid w:val="00AD712D"/>
    <w:rsid w:val="00AE0C22"/>
    <w:rsid w:val="00AE1699"/>
    <w:rsid w:val="00AE1A9E"/>
    <w:rsid w:val="00AE2710"/>
    <w:rsid w:val="00AE3BCC"/>
    <w:rsid w:val="00AE74D4"/>
    <w:rsid w:val="00AF1EED"/>
    <w:rsid w:val="00B001D6"/>
    <w:rsid w:val="00B04199"/>
    <w:rsid w:val="00B04F58"/>
    <w:rsid w:val="00B05E9A"/>
    <w:rsid w:val="00B10223"/>
    <w:rsid w:val="00B11405"/>
    <w:rsid w:val="00B154C8"/>
    <w:rsid w:val="00B244BB"/>
    <w:rsid w:val="00B24DC1"/>
    <w:rsid w:val="00B2727D"/>
    <w:rsid w:val="00B3271F"/>
    <w:rsid w:val="00B36E74"/>
    <w:rsid w:val="00B37B75"/>
    <w:rsid w:val="00B425C3"/>
    <w:rsid w:val="00B440AD"/>
    <w:rsid w:val="00B479BB"/>
    <w:rsid w:val="00B524A4"/>
    <w:rsid w:val="00B53769"/>
    <w:rsid w:val="00B53C57"/>
    <w:rsid w:val="00B53E7E"/>
    <w:rsid w:val="00B6288D"/>
    <w:rsid w:val="00B62F8F"/>
    <w:rsid w:val="00B6342E"/>
    <w:rsid w:val="00B653AB"/>
    <w:rsid w:val="00B65B32"/>
    <w:rsid w:val="00B70F1D"/>
    <w:rsid w:val="00B7113F"/>
    <w:rsid w:val="00B76E13"/>
    <w:rsid w:val="00B85325"/>
    <w:rsid w:val="00B86779"/>
    <w:rsid w:val="00B90306"/>
    <w:rsid w:val="00B906CF"/>
    <w:rsid w:val="00B91D14"/>
    <w:rsid w:val="00B93F36"/>
    <w:rsid w:val="00B971DE"/>
    <w:rsid w:val="00BA1AE9"/>
    <w:rsid w:val="00BA2BCF"/>
    <w:rsid w:val="00BA5A44"/>
    <w:rsid w:val="00BA5B14"/>
    <w:rsid w:val="00BA73B6"/>
    <w:rsid w:val="00BA7E27"/>
    <w:rsid w:val="00BB025E"/>
    <w:rsid w:val="00BB2603"/>
    <w:rsid w:val="00BB32F9"/>
    <w:rsid w:val="00BB4FCD"/>
    <w:rsid w:val="00BB7C77"/>
    <w:rsid w:val="00BC04E9"/>
    <w:rsid w:val="00BC1E33"/>
    <w:rsid w:val="00BC2631"/>
    <w:rsid w:val="00BC2B1F"/>
    <w:rsid w:val="00BC441F"/>
    <w:rsid w:val="00BD13EA"/>
    <w:rsid w:val="00BD4353"/>
    <w:rsid w:val="00BD5D94"/>
    <w:rsid w:val="00BD6B20"/>
    <w:rsid w:val="00BD6F97"/>
    <w:rsid w:val="00BD792F"/>
    <w:rsid w:val="00BE3808"/>
    <w:rsid w:val="00BE39A6"/>
    <w:rsid w:val="00BE6898"/>
    <w:rsid w:val="00C00FBC"/>
    <w:rsid w:val="00C0134D"/>
    <w:rsid w:val="00C03B88"/>
    <w:rsid w:val="00C0431A"/>
    <w:rsid w:val="00C062E9"/>
    <w:rsid w:val="00C06F4A"/>
    <w:rsid w:val="00C07B64"/>
    <w:rsid w:val="00C1027F"/>
    <w:rsid w:val="00C1114D"/>
    <w:rsid w:val="00C1243A"/>
    <w:rsid w:val="00C13721"/>
    <w:rsid w:val="00C1475D"/>
    <w:rsid w:val="00C14FE4"/>
    <w:rsid w:val="00C15A74"/>
    <w:rsid w:val="00C15E7A"/>
    <w:rsid w:val="00C204A4"/>
    <w:rsid w:val="00C21574"/>
    <w:rsid w:val="00C2200E"/>
    <w:rsid w:val="00C22F3F"/>
    <w:rsid w:val="00C2719D"/>
    <w:rsid w:val="00C279C9"/>
    <w:rsid w:val="00C27CAB"/>
    <w:rsid w:val="00C30640"/>
    <w:rsid w:val="00C3066D"/>
    <w:rsid w:val="00C33B6E"/>
    <w:rsid w:val="00C34310"/>
    <w:rsid w:val="00C34C1F"/>
    <w:rsid w:val="00C3781D"/>
    <w:rsid w:val="00C43038"/>
    <w:rsid w:val="00C45DFF"/>
    <w:rsid w:val="00C46C39"/>
    <w:rsid w:val="00C4700E"/>
    <w:rsid w:val="00C51271"/>
    <w:rsid w:val="00C51E81"/>
    <w:rsid w:val="00C52416"/>
    <w:rsid w:val="00C5297D"/>
    <w:rsid w:val="00C543F4"/>
    <w:rsid w:val="00C54EDB"/>
    <w:rsid w:val="00C602B2"/>
    <w:rsid w:val="00C60383"/>
    <w:rsid w:val="00C60BB5"/>
    <w:rsid w:val="00C61487"/>
    <w:rsid w:val="00C6291C"/>
    <w:rsid w:val="00C633CB"/>
    <w:rsid w:val="00C634D3"/>
    <w:rsid w:val="00C63917"/>
    <w:rsid w:val="00C6522C"/>
    <w:rsid w:val="00C664CD"/>
    <w:rsid w:val="00C66F12"/>
    <w:rsid w:val="00C70492"/>
    <w:rsid w:val="00C71D04"/>
    <w:rsid w:val="00C736B7"/>
    <w:rsid w:val="00C73861"/>
    <w:rsid w:val="00C74B5B"/>
    <w:rsid w:val="00C753D8"/>
    <w:rsid w:val="00C770AE"/>
    <w:rsid w:val="00C81D4A"/>
    <w:rsid w:val="00C83F29"/>
    <w:rsid w:val="00C868DF"/>
    <w:rsid w:val="00C86DD0"/>
    <w:rsid w:val="00C8715B"/>
    <w:rsid w:val="00C8762C"/>
    <w:rsid w:val="00C9175B"/>
    <w:rsid w:val="00C92796"/>
    <w:rsid w:val="00C94E19"/>
    <w:rsid w:val="00C9771F"/>
    <w:rsid w:val="00CA00F9"/>
    <w:rsid w:val="00CA1543"/>
    <w:rsid w:val="00CA2961"/>
    <w:rsid w:val="00CA3049"/>
    <w:rsid w:val="00CA3147"/>
    <w:rsid w:val="00CA470E"/>
    <w:rsid w:val="00CA64CB"/>
    <w:rsid w:val="00CA7A35"/>
    <w:rsid w:val="00CB179F"/>
    <w:rsid w:val="00CB1BE0"/>
    <w:rsid w:val="00CB50D7"/>
    <w:rsid w:val="00CB6F2E"/>
    <w:rsid w:val="00CB7177"/>
    <w:rsid w:val="00CB7CED"/>
    <w:rsid w:val="00CC070F"/>
    <w:rsid w:val="00CC1998"/>
    <w:rsid w:val="00CC3AA7"/>
    <w:rsid w:val="00CC4946"/>
    <w:rsid w:val="00CC64A1"/>
    <w:rsid w:val="00CC78A7"/>
    <w:rsid w:val="00CD53CE"/>
    <w:rsid w:val="00CE0857"/>
    <w:rsid w:val="00CE0D7F"/>
    <w:rsid w:val="00CE51DA"/>
    <w:rsid w:val="00CE76FB"/>
    <w:rsid w:val="00CE7D0C"/>
    <w:rsid w:val="00CF11D2"/>
    <w:rsid w:val="00CF165A"/>
    <w:rsid w:val="00CF3947"/>
    <w:rsid w:val="00CF3B11"/>
    <w:rsid w:val="00D002C7"/>
    <w:rsid w:val="00D00A40"/>
    <w:rsid w:val="00D02942"/>
    <w:rsid w:val="00D03AA8"/>
    <w:rsid w:val="00D05911"/>
    <w:rsid w:val="00D109FB"/>
    <w:rsid w:val="00D10E08"/>
    <w:rsid w:val="00D13D56"/>
    <w:rsid w:val="00D16751"/>
    <w:rsid w:val="00D17B74"/>
    <w:rsid w:val="00D268CE"/>
    <w:rsid w:val="00D270A4"/>
    <w:rsid w:val="00D27608"/>
    <w:rsid w:val="00D31FE9"/>
    <w:rsid w:val="00D32CC9"/>
    <w:rsid w:val="00D338B5"/>
    <w:rsid w:val="00D34E1B"/>
    <w:rsid w:val="00D376BA"/>
    <w:rsid w:val="00D37EFC"/>
    <w:rsid w:val="00D37FC8"/>
    <w:rsid w:val="00D4016B"/>
    <w:rsid w:val="00D434A0"/>
    <w:rsid w:val="00D44DB1"/>
    <w:rsid w:val="00D45634"/>
    <w:rsid w:val="00D45B9A"/>
    <w:rsid w:val="00D5568A"/>
    <w:rsid w:val="00D56DEB"/>
    <w:rsid w:val="00D60CF1"/>
    <w:rsid w:val="00D60DBF"/>
    <w:rsid w:val="00D625E7"/>
    <w:rsid w:val="00D63739"/>
    <w:rsid w:val="00D63D73"/>
    <w:rsid w:val="00D64452"/>
    <w:rsid w:val="00D64F69"/>
    <w:rsid w:val="00D66E1E"/>
    <w:rsid w:val="00D67B3B"/>
    <w:rsid w:val="00D70696"/>
    <w:rsid w:val="00D74AA2"/>
    <w:rsid w:val="00D75722"/>
    <w:rsid w:val="00D76D43"/>
    <w:rsid w:val="00D77FBE"/>
    <w:rsid w:val="00D805A8"/>
    <w:rsid w:val="00D80CF5"/>
    <w:rsid w:val="00D8361A"/>
    <w:rsid w:val="00D83E26"/>
    <w:rsid w:val="00D9026F"/>
    <w:rsid w:val="00D91E55"/>
    <w:rsid w:val="00D9283E"/>
    <w:rsid w:val="00D9318C"/>
    <w:rsid w:val="00DA255C"/>
    <w:rsid w:val="00DA5A89"/>
    <w:rsid w:val="00DA5BBA"/>
    <w:rsid w:val="00DA7CC8"/>
    <w:rsid w:val="00DB26D2"/>
    <w:rsid w:val="00DB2F67"/>
    <w:rsid w:val="00DB5F84"/>
    <w:rsid w:val="00DB67C9"/>
    <w:rsid w:val="00DB712C"/>
    <w:rsid w:val="00DB7FAF"/>
    <w:rsid w:val="00DC0C95"/>
    <w:rsid w:val="00DC0E61"/>
    <w:rsid w:val="00DC4F0B"/>
    <w:rsid w:val="00DC72B0"/>
    <w:rsid w:val="00DC78CF"/>
    <w:rsid w:val="00DD27AF"/>
    <w:rsid w:val="00DD569D"/>
    <w:rsid w:val="00DD6580"/>
    <w:rsid w:val="00DD7911"/>
    <w:rsid w:val="00DE2AB0"/>
    <w:rsid w:val="00DE48A3"/>
    <w:rsid w:val="00DF382D"/>
    <w:rsid w:val="00E00159"/>
    <w:rsid w:val="00E003B5"/>
    <w:rsid w:val="00E01D7F"/>
    <w:rsid w:val="00E05066"/>
    <w:rsid w:val="00E0574F"/>
    <w:rsid w:val="00E05C03"/>
    <w:rsid w:val="00E0762E"/>
    <w:rsid w:val="00E14611"/>
    <w:rsid w:val="00E14E5B"/>
    <w:rsid w:val="00E1688F"/>
    <w:rsid w:val="00E175F4"/>
    <w:rsid w:val="00E17C72"/>
    <w:rsid w:val="00E2094C"/>
    <w:rsid w:val="00E21FC6"/>
    <w:rsid w:val="00E25E81"/>
    <w:rsid w:val="00E30366"/>
    <w:rsid w:val="00E30EC9"/>
    <w:rsid w:val="00E3321F"/>
    <w:rsid w:val="00E34EAD"/>
    <w:rsid w:val="00E40342"/>
    <w:rsid w:val="00E431A9"/>
    <w:rsid w:val="00E44991"/>
    <w:rsid w:val="00E4753B"/>
    <w:rsid w:val="00E52CF3"/>
    <w:rsid w:val="00E53CFC"/>
    <w:rsid w:val="00E54489"/>
    <w:rsid w:val="00E55A94"/>
    <w:rsid w:val="00E55CB5"/>
    <w:rsid w:val="00E57E87"/>
    <w:rsid w:val="00E6028E"/>
    <w:rsid w:val="00E6528B"/>
    <w:rsid w:val="00E65EB0"/>
    <w:rsid w:val="00E669E2"/>
    <w:rsid w:val="00E704D5"/>
    <w:rsid w:val="00E720DC"/>
    <w:rsid w:val="00E74559"/>
    <w:rsid w:val="00E748C7"/>
    <w:rsid w:val="00E74B8A"/>
    <w:rsid w:val="00E76135"/>
    <w:rsid w:val="00E775F8"/>
    <w:rsid w:val="00E82F4F"/>
    <w:rsid w:val="00E864DF"/>
    <w:rsid w:val="00E86BF0"/>
    <w:rsid w:val="00E8741F"/>
    <w:rsid w:val="00E937FD"/>
    <w:rsid w:val="00E93BEC"/>
    <w:rsid w:val="00E94EF9"/>
    <w:rsid w:val="00E95145"/>
    <w:rsid w:val="00E951ED"/>
    <w:rsid w:val="00E97D28"/>
    <w:rsid w:val="00EA2774"/>
    <w:rsid w:val="00EA408D"/>
    <w:rsid w:val="00EA68FA"/>
    <w:rsid w:val="00EB022C"/>
    <w:rsid w:val="00EB1880"/>
    <w:rsid w:val="00EB2CC3"/>
    <w:rsid w:val="00EB4E17"/>
    <w:rsid w:val="00EB6C66"/>
    <w:rsid w:val="00EC2844"/>
    <w:rsid w:val="00EC482E"/>
    <w:rsid w:val="00EC49F3"/>
    <w:rsid w:val="00EC5500"/>
    <w:rsid w:val="00ED005F"/>
    <w:rsid w:val="00ED18F8"/>
    <w:rsid w:val="00ED73CC"/>
    <w:rsid w:val="00ED7687"/>
    <w:rsid w:val="00EE1A49"/>
    <w:rsid w:val="00EE1E0D"/>
    <w:rsid w:val="00EE3132"/>
    <w:rsid w:val="00EE6EDA"/>
    <w:rsid w:val="00EE778E"/>
    <w:rsid w:val="00EF25C1"/>
    <w:rsid w:val="00EF2845"/>
    <w:rsid w:val="00EF4C2D"/>
    <w:rsid w:val="00EF5F72"/>
    <w:rsid w:val="00EF6719"/>
    <w:rsid w:val="00EF6C6C"/>
    <w:rsid w:val="00F006C0"/>
    <w:rsid w:val="00F056FC"/>
    <w:rsid w:val="00F0632F"/>
    <w:rsid w:val="00F065BE"/>
    <w:rsid w:val="00F069AE"/>
    <w:rsid w:val="00F077BE"/>
    <w:rsid w:val="00F10476"/>
    <w:rsid w:val="00F135D8"/>
    <w:rsid w:val="00F173F6"/>
    <w:rsid w:val="00F228DC"/>
    <w:rsid w:val="00F23420"/>
    <w:rsid w:val="00F27666"/>
    <w:rsid w:val="00F31299"/>
    <w:rsid w:val="00F3534A"/>
    <w:rsid w:val="00F35BFB"/>
    <w:rsid w:val="00F36ACC"/>
    <w:rsid w:val="00F407CD"/>
    <w:rsid w:val="00F4160B"/>
    <w:rsid w:val="00F41AEA"/>
    <w:rsid w:val="00F4380B"/>
    <w:rsid w:val="00F51609"/>
    <w:rsid w:val="00F5357F"/>
    <w:rsid w:val="00F55C25"/>
    <w:rsid w:val="00F575E4"/>
    <w:rsid w:val="00F57AD6"/>
    <w:rsid w:val="00F57D05"/>
    <w:rsid w:val="00F6008A"/>
    <w:rsid w:val="00F609AE"/>
    <w:rsid w:val="00F6205F"/>
    <w:rsid w:val="00F655C3"/>
    <w:rsid w:val="00F65D6F"/>
    <w:rsid w:val="00F668D5"/>
    <w:rsid w:val="00F73727"/>
    <w:rsid w:val="00F766A7"/>
    <w:rsid w:val="00F76983"/>
    <w:rsid w:val="00F80067"/>
    <w:rsid w:val="00F81006"/>
    <w:rsid w:val="00F8149C"/>
    <w:rsid w:val="00F83B7B"/>
    <w:rsid w:val="00F83DC6"/>
    <w:rsid w:val="00F849A5"/>
    <w:rsid w:val="00F85325"/>
    <w:rsid w:val="00F91791"/>
    <w:rsid w:val="00F93C8A"/>
    <w:rsid w:val="00FA0574"/>
    <w:rsid w:val="00FA2B41"/>
    <w:rsid w:val="00FA3051"/>
    <w:rsid w:val="00FB27E5"/>
    <w:rsid w:val="00FB6B5C"/>
    <w:rsid w:val="00FC28D1"/>
    <w:rsid w:val="00FC5080"/>
    <w:rsid w:val="00FC5BA5"/>
    <w:rsid w:val="00FD1F36"/>
    <w:rsid w:val="00FD22B1"/>
    <w:rsid w:val="00FD33F1"/>
    <w:rsid w:val="00FD3566"/>
    <w:rsid w:val="00FD60E0"/>
    <w:rsid w:val="00FD6755"/>
    <w:rsid w:val="00FD7DA5"/>
    <w:rsid w:val="00FE5397"/>
    <w:rsid w:val="00FE643F"/>
    <w:rsid w:val="00FF0205"/>
    <w:rsid w:val="00FF2F44"/>
    <w:rsid w:val="00FF372A"/>
    <w:rsid w:val="00FF4435"/>
    <w:rsid w:val="00FF47D4"/>
    <w:rsid w:val="00FF4D96"/>
    <w:rsid w:val="00FF74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D0FC7"/>
    <w:rPr>
      <w:sz w:val="24"/>
      <w:szCs w:val="24"/>
    </w:rPr>
  </w:style>
  <w:style w:type="paragraph" w:styleId="Heading1">
    <w:name w:val="heading 1"/>
    <w:basedOn w:val="BodyText"/>
    <w:next w:val="BodyText"/>
    <w:rsid w:val="000D0FC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D0FC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D0FC7"/>
    <w:pPr>
      <w:spacing w:before="560" w:line="320" w:lineRule="exact"/>
      <w:ind w:left="0" w:firstLine="0"/>
      <w:outlineLvl w:val="2"/>
    </w:pPr>
    <w:rPr>
      <w:sz w:val="26"/>
    </w:rPr>
  </w:style>
  <w:style w:type="paragraph" w:styleId="Heading4">
    <w:name w:val="heading 4"/>
    <w:basedOn w:val="Heading3"/>
    <w:next w:val="BodyText"/>
    <w:link w:val="Heading4Char"/>
    <w:qFormat/>
    <w:rsid w:val="000D0FC7"/>
    <w:pPr>
      <w:spacing w:before="480"/>
      <w:outlineLvl w:val="3"/>
    </w:pPr>
    <w:rPr>
      <w:b w:val="0"/>
      <w:sz w:val="24"/>
    </w:rPr>
  </w:style>
  <w:style w:type="paragraph" w:styleId="Heading5">
    <w:name w:val="heading 5"/>
    <w:basedOn w:val="Heading4"/>
    <w:next w:val="BodyText"/>
    <w:link w:val="Heading5Char"/>
    <w:qFormat/>
    <w:rsid w:val="000D0FC7"/>
    <w:pPr>
      <w:outlineLvl w:val="4"/>
    </w:pPr>
    <w:rPr>
      <w:i/>
      <w:sz w:val="22"/>
    </w:rPr>
  </w:style>
  <w:style w:type="paragraph" w:styleId="Heading6">
    <w:name w:val="heading 6"/>
    <w:basedOn w:val="BodyText"/>
    <w:next w:val="BodyText"/>
    <w:semiHidden/>
    <w:rsid w:val="000D0FC7"/>
    <w:pPr>
      <w:spacing w:after="60"/>
      <w:jc w:val="left"/>
      <w:outlineLvl w:val="5"/>
    </w:pPr>
    <w:rPr>
      <w:i/>
      <w:sz w:val="22"/>
    </w:rPr>
  </w:style>
  <w:style w:type="paragraph" w:styleId="Heading7">
    <w:name w:val="heading 7"/>
    <w:basedOn w:val="BodyText"/>
    <w:next w:val="BodyText"/>
    <w:semiHidden/>
    <w:rsid w:val="000D0FC7"/>
    <w:pPr>
      <w:spacing w:after="60" w:line="240" w:lineRule="auto"/>
      <w:jc w:val="left"/>
      <w:outlineLvl w:val="6"/>
    </w:pPr>
    <w:rPr>
      <w:rFonts w:ascii="Arial" w:hAnsi="Arial"/>
      <w:sz w:val="20"/>
    </w:rPr>
  </w:style>
  <w:style w:type="paragraph" w:styleId="Heading8">
    <w:name w:val="heading 8"/>
    <w:basedOn w:val="BodyText"/>
    <w:next w:val="BodyText"/>
    <w:semiHidden/>
    <w:rsid w:val="000D0FC7"/>
    <w:pPr>
      <w:spacing w:after="60" w:line="240" w:lineRule="auto"/>
      <w:jc w:val="left"/>
      <w:outlineLvl w:val="7"/>
    </w:pPr>
    <w:rPr>
      <w:rFonts w:ascii="Arial" w:hAnsi="Arial"/>
      <w:i/>
      <w:sz w:val="20"/>
    </w:rPr>
  </w:style>
  <w:style w:type="paragraph" w:styleId="Heading9">
    <w:name w:val="heading 9"/>
    <w:basedOn w:val="BodyText"/>
    <w:next w:val="BodyText"/>
    <w:semiHidden/>
    <w:rsid w:val="000D0FC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D0F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0FC7"/>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0D0FC7"/>
    <w:pPr>
      <w:spacing w:before="240" w:line="300" w:lineRule="atLeast"/>
      <w:jc w:val="both"/>
    </w:pPr>
    <w:rPr>
      <w:sz w:val="24"/>
    </w:rPr>
  </w:style>
  <w:style w:type="paragraph" w:styleId="Footer">
    <w:name w:val="footer"/>
    <w:basedOn w:val="BodyText"/>
    <w:link w:val="FooterChar"/>
    <w:semiHidden/>
    <w:rsid w:val="000D0FC7"/>
    <w:pPr>
      <w:spacing w:before="80" w:line="200" w:lineRule="exact"/>
      <w:ind w:right="6"/>
      <w:jc w:val="left"/>
    </w:pPr>
    <w:rPr>
      <w:rFonts w:ascii="Arial" w:hAnsi="Arial"/>
      <w:caps/>
      <w:spacing w:val="-4"/>
      <w:sz w:val="16"/>
    </w:rPr>
  </w:style>
  <w:style w:type="paragraph" w:customStyle="1" w:styleId="FooterEnd">
    <w:name w:val="Footer End"/>
    <w:basedOn w:val="Footer"/>
    <w:rsid w:val="000D0FC7"/>
    <w:pPr>
      <w:spacing w:before="0" w:line="20" w:lineRule="exact"/>
    </w:pPr>
  </w:style>
  <w:style w:type="paragraph" w:styleId="Header">
    <w:name w:val="header"/>
    <w:basedOn w:val="BodyText"/>
    <w:rsid w:val="000D0FC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D0FC7"/>
    <w:pPr>
      <w:spacing w:line="20" w:lineRule="exact"/>
    </w:pPr>
    <w:rPr>
      <w:sz w:val="16"/>
    </w:rPr>
  </w:style>
  <w:style w:type="paragraph" w:customStyle="1" w:styleId="HeaderEven">
    <w:name w:val="Header Even"/>
    <w:basedOn w:val="Header"/>
    <w:semiHidden/>
    <w:rsid w:val="000D0FC7"/>
  </w:style>
  <w:style w:type="paragraph" w:customStyle="1" w:styleId="HeaderOdd">
    <w:name w:val="Header Odd"/>
    <w:basedOn w:val="Header"/>
    <w:semiHidden/>
    <w:rsid w:val="000D0FC7"/>
  </w:style>
  <w:style w:type="character" w:styleId="PageNumber">
    <w:name w:val="page number"/>
    <w:basedOn w:val="DefaultParagraphFont"/>
    <w:rsid w:val="000D0FC7"/>
    <w:rPr>
      <w:rFonts w:ascii="Arial" w:hAnsi="Arial"/>
      <w:b/>
      <w:sz w:val="16"/>
    </w:rPr>
  </w:style>
  <w:style w:type="paragraph" w:customStyle="1" w:styleId="Abbreviation">
    <w:name w:val="Abbreviation"/>
    <w:basedOn w:val="BodyText"/>
    <w:rsid w:val="000D0FC7"/>
    <w:pPr>
      <w:spacing w:before="120"/>
      <w:ind w:left="2381" w:hanging="2381"/>
      <w:jc w:val="left"/>
    </w:pPr>
  </w:style>
  <w:style w:type="paragraph" w:customStyle="1" w:styleId="Box">
    <w:name w:val="Box"/>
    <w:basedOn w:val="BodyText"/>
    <w:link w:val="BoxChar"/>
    <w:qFormat/>
    <w:rsid w:val="000D0FC7"/>
    <w:pPr>
      <w:keepNext/>
      <w:spacing w:before="120" w:line="260" w:lineRule="atLeast"/>
    </w:pPr>
    <w:rPr>
      <w:rFonts w:ascii="Arial" w:hAnsi="Arial"/>
      <w:sz w:val="20"/>
    </w:rPr>
  </w:style>
  <w:style w:type="paragraph" w:customStyle="1" w:styleId="BoxContinued">
    <w:name w:val="Box Continued"/>
    <w:basedOn w:val="BodyText"/>
    <w:next w:val="BodyText"/>
    <w:semiHidden/>
    <w:rsid w:val="000D0FC7"/>
    <w:pPr>
      <w:spacing w:before="180" w:line="220" w:lineRule="exact"/>
      <w:jc w:val="right"/>
    </w:pPr>
    <w:rPr>
      <w:rFonts w:ascii="Arial" w:hAnsi="Arial"/>
      <w:sz w:val="18"/>
    </w:rPr>
  </w:style>
  <w:style w:type="paragraph" w:customStyle="1" w:styleId="BoxHeading1">
    <w:name w:val="Box Heading 1"/>
    <w:basedOn w:val="BodyText"/>
    <w:next w:val="Box"/>
    <w:rsid w:val="000D0FC7"/>
    <w:pPr>
      <w:keepNext/>
      <w:spacing w:before="200" w:line="280" w:lineRule="atLeast"/>
    </w:pPr>
    <w:rPr>
      <w:rFonts w:ascii="Arial" w:hAnsi="Arial"/>
      <w:b/>
      <w:sz w:val="22"/>
    </w:rPr>
  </w:style>
  <w:style w:type="paragraph" w:customStyle="1" w:styleId="BoxHeading2">
    <w:name w:val="Box Heading 2"/>
    <w:basedOn w:val="BoxHeading1"/>
    <w:next w:val="Normal"/>
    <w:rsid w:val="000D0FC7"/>
    <w:rPr>
      <w:b w:val="0"/>
      <w:i/>
    </w:rPr>
  </w:style>
  <w:style w:type="paragraph" w:customStyle="1" w:styleId="BoxListBullet">
    <w:name w:val="Box List Bullet"/>
    <w:basedOn w:val="BodyText"/>
    <w:link w:val="BoxListBulletChar"/>
    <w:rsid w:val="000D0FC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0D0FC7"/>
    <w:pPr>
      <w:numPr>
        <w:numId w:val="13"/>
      </w:numPr>
      <w:ind w:left="568" w:hanging="284"/>
    </w:pPr>
  </w:style>
  <w:style w:type="paragraph" w:customStyle="1" w:styleId="BoxListNumber">
    <w:name w:val="Box List Number"/>
    <w:basedOn w:val="BodyText"/>
    <w:rsid w:val="000D0FC7"/>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D0FC7"/>
    <w:pPr>
      <w:numPr>
        <w:ilvl w:val="1"/>
      </w:numPr>
      <w:ind w:left="681" w:hanging="397"/>
    </w:pPr>
  </w:style>
  <w:style w:type="paragraph" w:customStyle="1" w:styleId="BoxQuote">
    <w:name w:val="Box Quote"/>
    <w:basedOn w:val="BodyText"/>
    <w:next w:val="Box"/>
    <w:qFormat/>
    <w:rsid w:val="000D0FC7"/>
    <w:pPr>
      <w:keepNext/>
      <w:spacing w:before="60" w:line="240" w:lineRule="exact"/>
      <w:ind w:left="284"/>
    </w:pPr>
    <w:rPr>
      <w:rFonts w:ascii="Arial" w:hAnsi="Arial"/>
      <w:sz w:val="18"/>
    </w:rPr>
  </w:style>
  <w:style w:type="paragraph" w:customStyle="1" w:styleId="Note">
    <w:name w:val="Note"/>
    <w:basedOn w:val="BodyText"/>
    <w:next w:val="BodyText"/>
    <w:link w:val="NoteChar"/>
    <w:rsid w:val="000D0FC7"/>
    <w:pPr>
      <w:keepLines/>
      <w:spacing w:before="80" w:line="220" w:lineRule="exact"/>
    </w:pPr>
    <w:rPr>
      <w:rFonts w:ascii="Arial" w:hAnsi="Arial"/>
      <w:sz w:val="18"/>
    </w:rPr>
  </w:style>
  <w:style w:type="paragraph" w:customStyle="1" w:styleId="Source">
    <w:name w:val="Source"/>
    <w:basedOn w:val="Normal"/>
    <w:next w:val="BodyText"/>
    <w:link w:val="SourceChar"/>
    <w:rsid w:val="000D0FC7"/>
    <w:pPr>
      <w:keepLines/>
      <w:spacing w:before="80" w:line="220" w:lineRule="exact"/>
      <w:jc w:val="both"/>
    </w:pPr>
    <w:rPr>
      <w:rFonts w:ascii="Arial" w:hAnsi="Arial"/>
      <w:sz w:val="18"/>
      <w:szCs w:val="20"/>
    </w:rPr>
  </w:style>
  <w:style w:type="paragraph" w:customStyle="1" w:styleId="BoxSource">
    <w:name w:val="Box Source"/>
    <w:basedOn w:val="Source"/>
    <w:next w:val="BodyText"/>
    <w:rsid w:val="000D0FC7"/>
    <w:pPr>
      <w:spacing w:before="120"/>
    </w:pPr>
  </w:style>
  <w:style w:type="paragraph" w:customStyle="1" w:styleId="BoxSpaceAbove">
    <w:name w:val="Box Space Above"/>
    <w:basedOn w:val="BodyText"/>
    <w:rsid w:val="000D0FC7"/>
    <w:pPr>
      <w:keepNext/>
      <w:spacing w:before="360" w:line="80" w:lineRule="exact"/>
      <w:jc w:val="left"/>
    </w:pPr>
  </w:style>
  <w:style w:type="paragraph" w:styleId="Caption">
    <w:name w:val="caption"/>
    <w:basedOn w:val="Normal"/>
    <w:next w:val="BodyText"/>
    <w:rsid w:val="000D0FC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0D0FC7"/>
    <w:pPr>
      <w:spacing w:before="120" w:after="0"/>
    </w:pPr>
  </w:style>
  <w:style w:type="paragraph" w:customStyle="1" w:styleId="BoxSubtitle">
    <w:name w:val="Box Subtitle"/>
    <w:basedOn w:val="BoxTitle"/>
    <w:next w:val="Normal"/>
    <w:rsid w:val="000D0FC7"/>
    <w:pPr>
      <w:spacing w:after="80" w:line="200" w:lineRule="exact"/>
      <w:ind w:firstLine="0"/>
    </w:pPr>
    <w:rPr>
      <w:b w:val="0"/>
      <w:sz w:val="20"/>
    </w:rPr>
  </w:style>
  <w:style w:type="paragraph" w:customStyle="1" w:styleId="Chapter">
    <w:name w:val="Chapter"/>
    <w:basedOn w:val="Heading1"/>
    <w:next w:val="BodyText"/>
    <w:semiHidden/>
    <w:rsid w:val="000D0FC7"/>
    <w:pPr>
      <w:ind w:left="0" w:firstLine="0"/>
      <w:outlineLvl w:val="9"/>
    </w:pPr>
  </w:style>
  <w:style w:type="paragraph" w:customStyle="1" w:styleId="ChapterSummary">
    <w:name w:val="Chapter Summary"/>
    <w:basedOn w:val="BodyText"/>
    <w:rsid w:val="000D0FC7"/>
    <w:pPr>
      <w:spacing w:line="280" w:lineRule="atLeast"/>
      <w:ind w:left="907"/>
    </w:pPr>
    <w:rPr>
      <w:rFonts w:ascii="Arial" w:hAnsi="Arial"/>
      <w:b/>
      <w:sz w:val="20"/>
    </w:rPr>
  </w:style>
  <w:style w:type="character" w:styleId="CommentReference">
    <w:name w:val="annotation reference"/>
    <w:basedOn w:val="DefaultParagraphFont"/>
    <w:semiHidden/>
    <w:rsid w:val="000D0FC7"/>
    <w:rPr>
      <w:b/>
      <w:vanish/>
      <w:color w:val="FF00FF"/>
      <w:sz w:val="20"/>
    </w:rPr>
  </w:style>
  <w:style w:type="paragraph" w:styleId="CommentText">
    <w:name w:val="annotation text"/>
    <w:basedOn w:val="Normal"/>
    <w:link w:val="CommentTextChar"/>
    <w:semiHidden/>
    <w:rsid w:val="000D0FC7"/>
    <w:pPr>
      <w:spacing w:before="120" w:line="240" w:lineRule="atLeast"/>
      <w:ind w:left="567" w:hanging="567"/>
    </w:pPr>
    <w:rPr>
      <w:sz w:val="20"/>
    </w:rPr>
  </w:style>
  <w:style w:type="paragraph" w:customStyle="1" w:styleId="Continued">
    <w:name w:val="Continued"/>
    <w:basedOn w:val="BoxContinued"/>
    <w:next w:val="BodyText"/>
    <w:rsid w:val="000D0FC7"/>
  </w:style>
  <w:style w:type="character" w:customStyle="1" w:styleId="DocumentInfo">
    <w:name w:val="Document Info"/>
    <w:basedOn w:val="DefaultParagraphFont"/>
    <w:semiHidden/>
    <w:rsid w:val="000D0FC7"/>
    <w:rPr>
      <w:rFonts w:ascii="Arial" w:hAnsi="Arial"/>
      <w:sz w:val="14"/>
    </w:rPr>
  </w:style>
  <w:style w:type="character" w:customStyle="1" w:styleId="DraftingNote">
    <w:name w:val="Drafting Note"/>
    <w:basedOn w:val="DefaultParagraphFont"/>
    <w:rsid w:val="000D0FC7"/>
    <w:rPr>
      <w:b/>
      <w:color w:val="FF0000"/>
      <w:sz w:val="24"/>
      <w:u w:val="dotted"/>
    </w:rPr>
  </w:style>
  <w:style w:type="paragraph" w:customStyle="1" w:styleId="Figure">
    <w:name w:val="Figure"/>
    <w:basedOn w:val="BodyText"/>
    <w:rsid w:val="000D0FC7"/>
    <w:pPr>
      <w:keepNext/>
      <w:spacing w:before="120" w:after="120" w:line="240" w:lineRule="atLeast"/>
      <w:jc w:val="center"/>
    </w:pPr>
  </w:style>
  <w:style w:type="paragraph" w:customStyle="1" w:styleId="FigureTitle">
    <w:name w:val="Figure Title"/>
    <w:basedOn w:val="Caption"/>
    <w:next w:val="Subtitle"/>
    <w:rsid w:val="000D0FC7"/>
    <w:pPr>
      <w:spacing w:before="120"/>
    </w:pPr>
  </w:style>
  <w:style w:type="paragraph" w:styleId="Subtitle">
    <w:name w:val="Subtitle"/>
    <w:basedOn w:val="Caption"/>
    <w:link w:val="SubtitleChar"/>
    <w:qFormat/>
    <w:rsid w:val="000D0FC7"/>
    <w:pPr>
      <w:spacing w:before="0" w:line="200" w:lineRule="exact"/>
      <w:ind w:firstLine="0"/>
    </w:pPr>
    <w:rPr>
      <w:b w:val="0"/>
      <w:sz w:val="20"/>
    </w:rPr>
  </w:style>
  <w:style w:type="paragraph" w:customStyle="1" w:styleId="Finding">
    <w:name w:val="Finding"/>
    <w:basedOn w:val="BodyText"/>
    <w:rsid w:val="000D0FC7"/>
    <w:pPr>
      <w:keepLines/>
      <w:spacing w:before="120" w:line="280" w:lineRule="atLeast"/>
    </w:pPr>
    <w:rPr>
      <w:rFonts w:ascii="Arial" w:hAnsi="Arial"/>
      <w:sz w:val="22"/>
    </w:rPr>
  </w:style>
  <w:style w:type="paragraph" w:customStyle="1" w:styleId="FindingBullet">
    <w:name w:val="Finding Bullet"/>
    <w:basedOn w:val="Finding"/>
    <w:rsid w:val="000D0FC7"/>
    <w:pPr>
      <w:numPr>
        <w:numId w:val="15"/>
      </w:numPr>
      <w:spacing w:before="80"/>
    </w:pPr>
  </w:style>
  <w:style w:type="paragraph" w:customStyle="1" w:styleId="FindingNoTitle">
    <w:name w:val="Finding NoTitle"/>
    <w:basedOn w:val="Finding"/>
    <w:semiHidden/>
    <w:rsid w:val="000D0FC7"/>
    <w:pPr>
      <w:spacing w:before="240"/>
    </w:pPr>
  </w:style>
  <w:style w:type="paragraph" w:customStyle="1" w:styleId="RecTitle">
    <w:name w:val="Rec Title"/>
    <w:basedOn w:val="BodyText"/>
    <w:next w:val="Rec"/>
    <w:qFormat/>
    <w:rsid w:val="000D0FC7"/>
    <w:pPr>
      <w:keepNext/>
      <w:keepLines/>
      <w:spacing w:line="280" w:lineRule="atLeast"/>
    </w:pPr>
    <w:rPr>
      <w:rFonts w:ascii="Arial" w:hAnsi="Arial"/>
      <w:caps/>
      <w:sz w:val="18"/>
    </w:rPr>
  </w:style>
  <w:style w:type="paragraph" w:customStyle="1" w:styleId="FindingTitle">
    <w:name w:val="Finding Title"/>
    <w:basedOn w:val="RecTitle"/>
    <w:next w:val="Finding"/>
    <w:rsid w:val="000D0FC7"/>
  </w:style>
  <w:style w:type="character" w:styleId="FootnoteReference">
    <w:name w:val="footnote reference"/>
    <w:basedOn w:val="DefaultParagraphFont"/>
    <w:semiHidden/>
    <w:rsid w:val="000D0FC7"/>
    <w:rPr>
      <w:rFonts w:ascii="Times New Roman" w:hAnsi="Times New Roman"/>
      <w:position w:val="6"/>
      <w:sz w:val="20"/>
      <w:vertAlign w:val="baseline"/>
    </w:rPr>
  </w:style>
  <w:style w:type="paragraph" w:styleId="FootnoteText">
    <w:name w:val="footnote text"/>
    <w:basedOn w:val="BodyText"/>
    <w:rsid w:val="000D0FC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D0FC7"/>
    <w:rPr>
      <w:i/>
    </w:rPr>
  </w:style>
  <w:style w:type="paragraph" w:customStyle="1" w:styleId="Jurisdictioncommentsbodytext">
    <w:name w:val="Jurisdiction comments body text"/>
    <w:rsid w:val="000D0FC7"/>
    <w:pPr>
      <w:spacing w:after="140"/>
      <w:jc w:val="both"/>
    </w:pPr>
    <w:rPr>
      <w:rFonts w:ascii="Arial" w:hAnsi="Arial"/>
      <w:sz w:val="24"/>
      <w:lang w:eastAsia="en-US"/>
    </w:rPr>
  </w:style>
  <w:style w:type="paragraph" w:customStyle="1" w:styleId="Jurisdictioncommentsheading">
    <w:name w:val="Jurisdiction comments heading"/>
    <w:rsid w:val="000D0FC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D0FC7"/>
    <w:pPr>
      <w:numPr>
        <w:numId w:val="2"/>
      </w:numPr>
      <w:spacing w:after="140"/>
      <w:jc w:val="both"/>
    </w:pPr>
    <w:rPr>
      <w:rFonts w:ascii="Arial" w:hAnsi="Arial"/>
      <w:sz w:val="24"/>
      <w:lang w:eastAsia="en-US"/>
    </w:rPr>
  </w:style>
  <w:style w:type="paragraph" w:styleId="ListBullet">
    <w:name w:val="List Bullet"/>
    <w:basedOn w:val="BodyText"/>
    <w:link w:val="ListBulletChar"/>
    <w:rsid w:val="000D0FC7"/>
    <w:pPr>
      <w:numPr>
        <w:numId w:val="3"/>
      </w:numPr>
      <w:spacing w:before="120"/>
    </w:pPr>
  </w:style>
  <w:style w:type="paragraph" w:styleId="ListBullet2">
    <w:name w:val="List Bullet 2"/>
    <w:basedOn w:val="BodyText"/>
    <w:rsid w:val="000D0FC7"/>
    <w:pPr>
      <w:numPr>
        <w:numId w:val="4"/>
      </w:numPr>
      <w:spacing w:before="120"/>
    </w:pPr>
  </w:style>
  <w:style w:type="paragraph" w:styleId="ListBullet3">
    <w:name w:val="List Bullet 3"/>
    <w:basedOn w:val="BodyText"/>
    <w:rsid w:val="000D0FC7"/>
    <w:pPr>
      <w:numPr>
        <w:numId w:val="5"/>
      </w:numPr>
      <w:spacing w:before="120"/>
      <w:ind w:left="1020" w:hanging="340"/>
    </w:pPr>
  </w:style>
  <w:style w:type="paragraph" w:styleId="ListNumber">
    <w:name w:val="List Number"/>
    <w:basedOn w:val="BodyText"/>
    <w:rsid w:val="000D0FC7"/>
    <w:pPr>
      <w:numPr>
        <w:numId w:val="9"/>
      </w:numPr>
      <w:spacing w:before="120"/>
    </w:pPr>
  </w:style>
  <w:style w:type="paragraph" w:styleId="ListNumber2">
    <w:name w:val="List Number 2"/>
    <w:basedOn w:val="ListNumber"/>
    <w:rsid w:val="000D0FC7"/>
    <w:pPr>
      <w:numPr>
        <w:ilvl w:val="1"/>
      </w:numPr>
    </w:pPr>
  </w:style>
  <w:style w:type="paragraph" w:styleId="ListNumber3">
    <w:name w:val="List Number 3"/>
    <w:basedOn w:val="ListNumber2"/>
    <w:rsid w:val="000D0FC7"/>
    <w:pPr>
      <w:numPr>
        <w:ilvl w:val="2"/>
      </w:numPr>
    </w:pPr>
  </w:style>
  <w:style w:type="character" w:customStyle="1" w:styleId="NoteLabel">
    <w:name w:val="Note Label"/>
    <w:basedOn w:val="DefaultParagraphFont"/>
    <w:rsid w:val="000D0FC7"/>
    <w:rPr>
      <w:rFonts w:ascii="Arial" w:hAnsi="Arial"/>
      <w:b/>
      <w:position w:val="6"/>
      <w:sz w:val="18"/>
    </w:rPr>
  </w:style>
  <w:style w:type="paragraph" w:customStyle="1" w:styleId="PartDivider">
    <w:name w:val="Part Divider"/>
    <w:basedOn w:val="BodyText"/>
    <w:next w:val="BodyText"/>
    <w:semiHidden/>
    <w:rsid w:val="000D0FC7"/>
    <w:pPr>
      <w:spacing w:before="0" w:line="40" w:lineRule="exact"/>
      <w:jc w:val="right"/>
    </w:pPr>
    <w:rPr>
      <w:smallCaps/>
      <w:sz w:val="16"/>
    </w:rPr>
  </w:style>
  <w:style w:type="paragraph" w:customStyle="1" w:styleId="PartNumber">
    <w:name w:val="Part Number"/>
    <w:basedOn w:val="BodyText"/>
    <w:next w:val="BodyText"/>
    <w:semiHidden/>
    <w:rsid w:val="000D0FC7"/>
    <w:pPr>
      <w:spacing w:before="4000" w:line="320" w:lineRule="exact"/>
      <w:ind w:left="6634"/>
      <w:jc w:val="right"/>
    </w:pPr>
    <w:rPr>
      <w:smallCaps/>
      <w:spacing w:val="60"/>
      <w:sz w:val="32"/>
    </w:rPr>
  </w:style>
  <w:style w:type="paragraph" w:customStyle="1" w:styleId="PartTitle">
    <w:name w:val="Part Title"/>
    <w:basedOn w:val="BodyText"/>
    <w:semiHidden/>
    <w:rsid w:val="000D0FC7"/>
    <w:pPr>
      <w:spacing w:before="160" w:after="1360" w:line="520" w:lineRule="exact"/>
      <w:ind w:right="2381"/>
      <w:jc w:val="right"/>
    </w:pPr>
    <w:rPr>
      <w:smallCaps/>
      <w:sz w:val="52"/>
    </w:rPr>
  </w:style>
  <w:style w:type="paragraph" w:styleId="Quote">
    <w:name w:val="Quote"/>
    <w:basedOn w:val="BodyText"/>
    <w:next w:val="BodyText"/>
    <w:qFormat/>
    <w:rsid w:val="000D0FC7"/>
    <w:pPr>
      <w:spacing w:before="120" w:line="280" w:lineRule="exact"/>
      <w:ind w:left="340"/>
    </w:pPr>
    <w:rPr>
      <w:sz w:val="22"/>
    </w:rPr>
  </w:style>
  <w:style w:type="paragraph" w:customStyle="1" w:styleId="QuoteBullet">
    <w:name w:val="Quote Bullet"/>
    <w:basedOn w:val="Quote"/>
    <w:rsid w:val="000D0FC7"/>
    <w:pPr>
      <w:numPr>
        <w:numId w:val="6"/>
      </w:numPr>
    </w:pPr>
  </w:style>
  <w:style w:type="paragraph" w:customStyle="1" w:styleId="Rec">
    <w:name w:val="Rec"/>
    <w:basedOn w:val="BodyText"/>
    <w:qFormat/>
    <w:rsid w:val="000D0FC7"/>
    <w:pPr>
      <w:keepLines/>
      <w:spacing w:before="120" w:line="280" w:lineRule="atLeast"/>
    </w:pPr>
    <w:rPr>
      <w:rFonts w:ascii="Arial" w:hAnsi="Arial"/>
      <w:sz w:val="22"/>
    </w:rPr>
  </w:style>
  <w:style w:type="paragraph" w:customStyle="1" w:styleId="RecBullet">
    <w:name w:val="Rec Bullet"/>
    <w:basedOn w:val="Rec"/>
    <w:rsid w:val="000D0FC7"/>
    <w:pPr>
      <w:numPr>
        <w:numId w:val="17"/>
      </w:numPr>
      <w:spacing w:before="80"/>
    </w:pPr>
  </w:style>
  <w:style w:type="paragraph" w:customStyle="1" w:styleId="RecB">
    <w:name w:val="RecB"/>
    <w:basedOn w:val="Normal"/>
    <w:semiHidden/>
    <w:rsid w:val="000D0FC7"/>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0D0FC7"/>
    <w:pPr>
      <w:numPr>
        <w:numId w:val="11"/>
      </w:numPr>
      <w:spacing w:before="80"/>
    </w:pPr>
  </w:style>
  <w:style w:type="paragraph" w:customStyle="1" w:styleId="RecBNoTitle">
    <w:name w:val="RecB NoTitle"/>
    <w:basedOn w:val="RecB"/>
    <w:semiHidden/>
    <w:rsid w:val="000D0FC7"/>
    <w:pPr>
      <w:spacing w:before="240"/>
    </w:pPr>
  </w:style>
  <w:style w:type="paragraph" w:customStyle="1" w:styleId="Reference">
    <w:name w:val="Reference"/>
    <w:basedOn w:val="BodyText"/>
    <w:rsid w:val="000D0FC7"/>
    <w:pPr>
      <w:spacing w:before="120"/>
      <w:ind w:left="340" w:hanging="340"/>
    </w:pPr>
  </w:style>
  <w:style w:type="paragraph" w:customStyle="1" w:styleId="SequenceInfo">
    <w:name w:val="Sequence Info"/>
    <w:basedOn w:val="BodyText"/>
    <w:semiHidden/>
    <w:rsid w:val="000D0FC7"/>
    <w:rPr>
      <w:vanish/>
      <w:sz w:val="16"/>
    </w:rPr>
  </w:style>
  <w:style w:type="paragraph" w:customStyle="1" w:styleId="SideNote">
    <w:name w:val="Side Note"/>
    <w:basedOn w:val="BodyText"/>
    <w:next w:val="BodyText"/>
    <w:semiHidden/>
    <w:rsid w:val="000D0FC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D0FC7"/>
    <w:pPr>
      <w:framePr w:wrap="around"/>
      <w:numPr>
        <w:numId w:val="7"/>
      </w:numPr>
      <w:tabs>
        <w:tab w:val="left" w:pos="227"/>
      </w:tabs>
    </w:pPr>
  </w:style>
  <w:style w:type="paragraph" w:customStyle="1" w:styleId="SideNoteGraphic">
    <w:name w:val="Side Note Graphic"/>
    <w:basedOn w:val="SideNote"/>
    <w:next w:val="BodyText"/>
    <w:semiHidden/>
    <w:rsid w:val="000D0FC7"/>
    <w:pPr>
      <w:framePr w:wrap="around"/>
    </w:pPr>
  </w:style>
  <w:style w:type="paragraph" w:customStyle="1" w:styleId="TableBodyText">
    <w:name w:val="Table Body Text"/>
    <w:basedOn w:val="BodyText"/>
    <w:link w:val="TableBodyTextChar"/>
    <w:rsid w:val="000D0FC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D0FC7"/>
    <w:pPr>
      <w:numPr>
        <w:numId w:val="8"/>
      </w:numPr>
      <w:jc w:val="left"/>
    </w:pPr>
  </w:style>
  <w:style w:type="paragraph" w:customStyle="1" w:styleId="TableColumnHeading">
    <w:name w:val="Table Column Heading"/>
    <w:basedOn w:val="TableBodyText"/>
    <w:rsid w:val="000D0FC7"/>
    <w:pPr>
      <w:spacing w:before="80" w:after="80"/>
    </w:pPr>
    <w:rPr>
      <w:i/>
    </w:rPr>
  </w:style>
  <w:style w:type="paragraph" w:styleId="TOC2">
    <w:name w:val="toc 2"/>
    <w:basedOn w:val="TOC1"/>
    <w:rsid w:val="000D0FC7"/>
    <w:pPr>
      <w:ind w:left="1134" w:hanging="624"/>
    </w:pPr>
    <w:rPr>
      <w:b w:val="0"/>
    </w:rPr>
  </w:style>
  <w:style w:type="paragraph" w:styleId="TOC3">
    <w:name w:val="toc 3"/>
    <w:basedOn w:val="TOC2"/>
    <w:rsid w:val="000D0FC7"/>
    <w:pPr>
      <w:spacing w:before="60"/>
      <w:ind w:left="1190" w:hanging="680"/>
    </w:pPr>
  </w:style>
  <w:style w:type="paragraph" w:styleId="TableofFigures">
    <w:name w:val="table of figures"/>
    <w:basedOn w:val="TOC3"/>
    <w:next w:val="BodyText"/>
    <w:semiHidden/>
    <w:rsid w:val="000D0FC7"/>
    <w:pPr>
      <w:ind w:left="737" w:hanging="737"/>
    </w:pPr>
  </w:style>
  <w:style w:type="paragraph" w:customStyle="1" w:styleId="TableTitle">
    <w:name w:val="Table Title"/>
    <w:basedOn w:val="Caption"/>
    <w:next w:val="Subtitle"/>
    <w:qFormat/>
    <w:rsid w:val="000D0FC7"/>
    <w:pPr>
      <w:spacing w:before="120"/>
    </w:pPr>
  </w:style>
  <w:style w:type="paragraph" w:customStyle="1" w:styleId="TableUnitsRow">
    <w:name w:val="Table Units Row"/>
    <w:basedOn w:val="TableBodyText"/>
    <w:rsid w:val="000D0FC7"/>
    <w:pPr>
      <w:spacing w:before="40"/>
    </w:pPr>
  </w:style>
  <w:style w:type="paragraph" w:styleId="TOC1">
    <w:name w:val="toc 1"/>
    <w:basedOn w:val="Normal"/>
    <w:next w:val="TOC2"/>
    <w:link w:val="TOC1Char"/>
    <w:rsid w:val="000D0FC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D0FC7"/>
    <w:pPr>
      <w:ind w:left="1191" w:firstLine="0"/>
    </w:pPr>
  </w:style>
  <w:style w:type="paragraph" w:customStyle="1" w:styleId="RecBBullet2">
    <w:name w:val="RecB Bullet 2"/>
    <w:basedOn w:val="ListBullet2"/>
    <w:semiHidden/>
    <w:rsid w:val="000D0FC7"/>
    <w:pPr>
      <w:pBdr>
        <w:left w:val="single" w:sz="24" w:space="29" w:color="C0C0C0"/>
      </w:pBdr>
    </w:pPr>
    <w:rPr>
      <w:b/>
      <w:i/>
    </w:rPr>
  </w:style>
  <w:style w:type="paragraph" w:styleId="BalloonText">
    <w:name w:val="Balloon Text"/>
    <w:basedOn w:val="Normal"/>
    <w:link w:val="BalloonTextChar"/>
    <w:rsid w:val="000D0FC7"/>
    <w:rPr>
      <w:rFonts w:ascii="Tahoma" w:hAnsi="Tahoma" w:cs="Tahoma"/>
      <w:sz w:val="16"/>
      <w:szCs w:val="16"/>
    </w:rPr>
  </w:style>
  <w:style w:type="character" w:customStyle="1" w:styleId="BalloonTextChar">
    <w:name w:val="Balloon Text Char"/>
    <w:basedOn w:val="DefaultParagraphFont"/>
    <w:link w:val="BalloonText"/>
    <w:rsid w:val="000D0FC7"/>
    <w:rPr>
      <w:rFonts w:ascii="Tahoma" w:hAnsi="Tahoma" w:cs="Tahoma"/>
      <w:sz w:val="16"/>
      <w:szCs w:val="16"/>
    </w:rPr>
  </w:style>
  <w:style w:type="character" w:customStyle="1" w:styleId="SubtitleChar">
    <w:name w:val="Subtitle Char"/>
    <w:basedOn w:val="DefaultParagraphFont"/>
    <w:link w:val="Subtitle"/>
    <w:rsid w:val="000D0FC7"/>
    <w:rPr>
      <w:rFonts w:ascii="Arial" w:hAnsi="Arial"/>
      <w:szCs w:val="24"/>
    </w:rPr>
  </w:style>
  <w:style w:type="paragraph" w:customStyle="1" w:styleId="BoxListBullet3">
    <w:name w:val="Box List Bullet 3"/>
    <w:basedOn w:val="ListBullet3"/>
    <w:rsid w:val="000D0FC7"/>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D0FC7"/>
    <w:rPr>
      <w:i/>
      <w:iCs/>
    </w:rPr>
  </w:style>
  <w:style w:type="paragraph" w:customStyle="1" w:styleId="BoxQuoteBullet">
    <w:name w:val="Box Quote Bullet"/>
    <w:basedOn w:val="BoxQuote"/>
    <w:next w:val="Box"/>
    <w:rsid w:val="000D0FC7"/>
    <w:pPr>
      <w:numPr>
        <w:numId w:val="12"/>
      </w:numPr>
      <w:ind w:left="568" w:hanging="284"/>
    </w:pPr>
  </w:style>
  <w:style w:type="paragraph" w:customStyle="1" w:styleId="InformationRequestBullet">
    <w:name w:val="Information Request Bullet"/>
    <w:basedOn w:val="ListBullet"/>
    <w:next w:val="BodyText"/>
    <w:rsid w:val="000D0FC7"/>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0D0FC7"/>
    <w:pPr>
      <w:keepNext w:val="0"/>
      <w:spacing w:before="60" w:after="60" w:line="80" w:lineRule="exact"/>
    </w:pPr>
    <w:rPr>
      <w:sz w:val="14"/>
    </w:rPr>
  </w:style>
  <w:style w:type="paragraph" w:customStyle="1" w:styleId="KeyPointsListBullet">
    <w:name w:val="Key Points List Bullet"/>
    <w:basedOn w:val="Normal"/>
    <w:qFormat/>
    <w:rsid w:val="000D0FC7"/>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D0FC7"/>
    <w:pPr>
      <w:numPr>
        <w:numId w:val="19"/>
      </w:numPr>
      <w:ind w:left="568" w:hanging="284"/>
    </w:pPr>
  </w:style>
  <w:style w:type="paragraph" w:customStyle="1" w:styleId="InformationRequestTitle">
    <w:name w:val="Information Request Title"/>
    <w:basedOn w:val="FindingTitle"/>
    <w:next w:val="InformationRequest"/>
    <w:rsid w:val="000D0FC7"/>
    <w:rPr>
      <w:i/>
    </w:rPr>
  </w:style>
  <w:style w:type="paragraph" w:customStyle="1" w:styleId="Space">
    <w:name w:val="Space"/>
    <w:basedOn w:val="Normal"/>
    <w:rsid w:val="000D0FC7"/>
    <w:pPr>
      <w:keepNext/>
      <w:spacing w:line="120" w:lineRule="exact"/>
      <w:jc w:val="both"/>
    </w:pPr>
    <w:rPr>
      <w:rFonts w:ascii="Arial" w:hAnsi="Arial"/>
      <w:sz w:val="20"/>
      <w:szCs w:val="20"/>
    </w:rPr>
  </w:style>
  <w:style w:type="paragraph" w:customStyle="1" w:styleId="Heading1nochapterno">
    <w:name w:val="Heading 1 (no chapter no.)"/>
    <w:basedOn w:val="Heading1"/>
    <w:rsid w:val="000D0FC7"/>
    <w:pPr>
      <w:spacing w:before="0"/>
      <w:ind w:left="0" w:firstLine="0"/>
    </w:pPr>
  </w:style>
  <w:style w:type="paragraph" w:customStyle="1" w:styleId="Heading2nosectionno">
    <w:name w:val="Heading 2 (no section no.)"/>
    <w:basedOn w:val="Heading2"/>
    <w:rsid w:val="000D0FC7"/>
    <w:pPr>
      <w:ind w:left="0" w:firstLine="0"/>
    </w:pPr>
  </w:style>
  <w:style w:type="character" w:customStyle="1" w:styleId="Heading5Char">
    <w:name w:val="Heading 5 Char"/>
    <w:basedOn w:val="DefaultParagraphFont"/>
    <w:link w:val="Heading5"/>
    <w:rsid w:val="000D0FC7"/>
    <w:rPr>
      <w:rFonts w:ascii="Arial" w:hAnsi="Arial"/>
      <w:i/>
      <w:sz w:val="22"/>
    </w:rPr>
  </w:style>
  <w:style w:type="paragraph" w:customStyle="1" w:styleId="Figurespace">
    <w:name w:val="Figure space"/>
    <w:basedOn w:val="Box"/>
    <w:rsid w:val="000D0FC7"/>
    <w:pPr>
      <w:spacing w:before="0" w:line="120" w:lineRule="exact"/>
    </w:pPr>
  </w:style>
  <w:style w:type="paragraph" w:customStyle="1" w:styleId="FooterDraftReport">
    <w:name w:val="FooterDraftReport"/>
    <w:basedOn w:val="Footer"/>
    <w:link w:val="FooterDraftReportChar"/>
    <w:rsid w:val="000D0FC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0D0FC7"/>
    <w:rPr>
      <w:sz w:val="24"/>
    </w:rPr>
  </w:style>
  <w:style w:type="character" w:customStyle="1" w:styleId="FooterChar">
    <w:name w:val="Footer Char"/>
    <w:basedOn w:val="BodyTextChar"/>
    <w:link w:val="Footer"/>
    <w:semiHidden/>
    <w:rsid w:val="000D0FC7"/>
    <w:rPr>
      <w:rFonts w:ascii="Arial" w:hAnsi="Arial"/>
      <w:caps/>
      <w:spacing w:val="-4"/>
      <w:sz w:val="16"/>
    </w:rPr>
  </w:style>
  <w:style w:type="character" w:customStyle="1" w:styleId="FooterDraftReportChar">
    <w:name w:val="FooterDraftReport Char"/>
    <w:basedOn w:val="FooterChar"/>
    <w:link w:val="FooterDraftReport"/>
    <w:rsid w:val="000D0FC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D0F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0D0FC7"/>
    <w:rPr>
      <w:rFonts w:ascii="Arial" w:hAnsi="Arial"/>
      <w:b/>
      <w:sz w:val="26"/>
      <w:szCs w:val="26"/>
      <w:lang w:eastAsia="en-US"/>
    </w:rPr>
  </w:style>
  <w:style w:type="character" w:customStyle="1" w:styleId="BoxTitleChar">
    <w:name w:val="Box Title Char"/>
    <w:basedOn w:val="DefaultParagraphFont"/>
    <w:link w:val="BoxTitle"/>
    <w:rsid w:val="00C753D8"/>
    <w:rPr>
      <w:rFonts w:ascii="Arial" w:hAnsi="Arial"/>
      <w:b/>
      <w:sz w:val="24"/>
      <w:szCs w:val="24"/>
    </w:rPr>
  </w:style>
  <w:style w:type="character" w:customStyle="1" w:styleId="BoxChar">
    <w:name w:val="Box Char"/>
    <w:link w:val="Box"/>
    <w:rsid w:val="00C753D8"/>
    <w:rPr>
      <w:rFonts w:ascii="Arial" w:hAnsi="Arial"/>
    </w:rPr>
  </w:style>
  <w:style w:type="character" w:customStyle="1" w:styleId="ListBulletChar">
    <w:name w:val="List Bullet Char"/>
    <w:basedOn w:val="BodyTextChar"/>
    <w:link w:val="ListBullet"/>
    <w:rsid w:val="00C753D8"/>
    <w:rPr>
      <w:sz w:val="24"/>
    </w:rPr>
  </w:style>
  <w:style w:type="character" w:customStyle="1" w:styleId="Heading2Char">
    <w:name w:val="Heading 2 Char"/>
    <w:link w:val="Heading2"/>
    <w:rsid w:val="00D805A8"/>
    <w:rPr>
      <w:rFonts w:ascii="Arial" w:hAnsi="Arial"/>
      <w:b/>
      <w:sz w:val="32"/>
    </w:rPr>
  </w:style>
  <w:style w:type="character" w:customStyle="1" w:styleId="Heading3Char">
    <w:name w:val="Heading 3 Char"/>
    <w:link w:val="Heading3"/>
    <w:rsid w:val="00D805A8"/>
    <w:rPr>
      <w:rFonts w:ascii="Arial" w:hAnsi="Arial"/>
      <w:b/>
      <w:sz w:val="26"/>
    </w:rPr>
  </w:style>
  <w:style w:type="character" w:customStyle="1" w:styleId="NoteChar">
    <w:name w:val="Note Char"/>
    <w:basedOn w:val="DefaultParagraphFont"/>
    <w:link w:val="Note"/>
    <w:rsid w:val="006668FB"/>
    <w:rPr>
      <w:rFonts w:ascii="Arial" w:hAnsi="Arial"/>
      <w:sz w:val="18"/>
    </w:rPr>
  </w:style>
  <w:style w:type="character" w:customStyle="1" w:styleId="SourceChar">
    <w:name w:val="Source Char"/>
    <w:basedOn w:val="NoteChar"/>
    <w:link w:val="Source"/>
    <w:rsid w:val="006668FB"/>
    <w:rPr>
      <w:rFonts w:ascii="Arial" w:hAnsi="Arial"/>
      <w:sz w:val="18"/>
    </w:rPr>
  </w:style>
  <w:style w:type="character" w:styleId="Hyperlink">
    <w:name w:val="Hyperlink"/>
    <w:basedOn w:val="DefaultParagraphFont"/>
    <w:rsid w:val="00A443BC"/>
    <w:rPr>
      <w:color w:val="78A22F" w:themeColor="hyperlink"/>
      <w:u w:val="single"/>
    </w:rPr>
  </w:style>
  <w:style w:type="character" w:customStyle="1" w:styleId="TableBodyTextChar">
    <w:name w:val="Table Body Text Char"/>
    <w:link w:val="TableBodyText"/>
    <w:rsid w:val="008C1D14"/>
    <w:rPr>
      <w:rFonts w:ascii="Arial" w:hAnsi="Arial"/>
      <w:sz w:val="18"/>
    </w:rPr>
  </w:style>
  <w:style w:type="character" w:styleId="FollowedHyperlink">
    <w:name w:val="FollowedHyperlink"/>
    <w:basedOn w:val="DefaultParagraphFont"/>
    <w:rsid w:val="00B53769"/>
    <w:rPr>
      <w:color w:val="387DD2" w:themeColor="followedHyperlink"/>
      <w:u w:val="single"/>
    </w:rPr>
  </w:style>
  <w:style w:type="paragraph" w:styleId="CommentSubject">
    <w:name w:val="annotation subject"/>
    <w:basedOn w:val="CommentText"/>
    <w:next w:val="CommentText"/>
    <w:link w:val="CommentSubjectChar"/>
    <w:rsid w:val="001B0C2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B0C2D"/>
    <w:rPr>
      <w:szCs w:val="24"/>
    </w:rPr>
  </w:style>
  <w:style w:type="character" w:customStyle="1" w:styleId="CommentSubjectChar">
    <w:name w:val="Comment Subject Char"/>
    <w:basedOn w:val="CommentTextChar"/>
    <w:link w:val="CommentSubject"/>
    <w:rsid w:val="001B0C2D"/>
    <w:rPr>
      <w:b/>
      <w:bCs/>
      <w:szCs w:val="24"/>
    </w:rPr>
  </w:style>
  <w:style w:type="paragraph" w:customStyle="1" w:styleId="Heading1NotTOC">
    <w:name w:val="Heading 1 Not TOC"/>
    <w:basedOn w:val="Heading1"/>
    <w:next w:val="BodyText"/>
    <w:rsid w:val="001D2BC6"/>
    <w:rPr>
      <w:kern w:val="28"/>
      <w:szCs w:val="26"/>
      <w:lang w:eastAsia="en-US"/>
    </w:rPr>
  </w:style>
  <w:style w:type="paragraph" w:styleId="Revision">
    <w:name w:val="Revision"/>
    <w:hidden/>
    <w:uiPriority w:val="99"/>
    <w:semiHidden/>
    <w:rsid w:val="0056354A"/>
    <w:rPr>
      <w:sz w:val="24"/>
      <w:szCs w:val="24"/>
    </w:rPr>
  </w:style>
  <w:style w:type="character" w:customStyle="1" w:styleId="Heading4Char">
    <w:name w:val="Heading 4 Char"/>
    <w:basedOn w:val="DefaultParagraphFont"/>
    <w:link w:val="Heading4"/>
    <w:rsid w:val="00FD60E0"/>
    <w:rPr>
      <w:rFonts w:ascii="Arial" w:hAnsi="Arial"/>
      <w:sz w:val="24"/>
    </w:rPr>
  </w:style>
  <w:style w:type="character" w:customStyle="1" w:styleId="BoxListBulletChar">
    <w:name w:val="Box List Bullet Char"/>
    <w:link w:val="BoxListBullet"/>
    <w:rsid w:val="005D73AB"/>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D0FC7"/>
    <w:rPr>
      <w:sz w:val="24"/>
      <w:szCs w:val="24"/>
    </w:rPr>
  </w:style>
  <w:style w:type="paragraph" w:styleId="Heading1">
    <w:name w:val="heading 1"/>
    <w:basedOn w:val="BodyText"/>
    <w:next w:val="BodyText"/>
    <w:rsid w:val="000D0FC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D0FC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D0FC7"/>
    <w:pPr>
      <w:spacing w:before="560" w:line="320" w:lineRule="exact"/>
      <w:ind w:left="0" w:firstLine="0"/>
      <w:outlineLvl w:val="2"/>
    </w:pPr>
    <w:rPr>
      <w:sz w:val="26"/>
    </w:rPr>
  </w:style>
  <w:style w:type="paragraph" w:styleId="Heading4">
    <w:name w:val="heading 4"/>
    <w:basedOn w:val="Heading3"/>
    <w:next w:val="BodyText"/>
    <w:link w:val="Heading4Char"/>
    <w:qFormat/>
    <w:rsid w:val="000D0FC7"/>
    <w:pPr>
      <w:spacing w:before="480"/>
      <w:outlineLvl w:val="3"/>
    </w:pPr>
    <w:rPr>
      <w:b w:val="0"/>
      <w:sz w:val="24"/>
    </w:rPr>
  </w:style>
  <w:style w:type="paragraph" w:styleId="Heading5">
    <w:name w:val="heading 5"/>
    <w:basedOn w:val="Heading4"/>
    <w:next w:val="BodyText"/>
    <w:link w:val="Heading5Char"/>
    <w:qFormat/>
    <w:rsid w:val="000D0FC7"/>
    <w:pPr>
      <w:outlineLvl w:val="4"/>
    </w:pPr>
    <w:rPr>
      <w:i/>
      <w:sz w:val="22"/>
    </w:rPr>
  </w:style>
  <w:style w:type="paragraph" w:styleId="Heading6">
    <w:name w:val="heading 6"/>
    <w:basedOn w:val="BodyText"/>
    <w:next w:val="BodyText"/>
    <w:semiHidden/>
    <w:rsid w:val="000D0FC7"/>
    <w:pPr>
      <w:spacing w:after="60"/>
      <w:jc w:val="left"/>
      <w:outlineLvl w:val="5"/>
    </w:pPr>
    <w:rPr>
      <w:i/>
      <w:sz w:val="22"/>
    </w:rPr>
  </w:style>
  <w:style w:type="paragraph" w:styleId="Heading7">
    <w:name w:val="heading 7"/>
    <w:basedOn w:val="BodyText"/>
    <w:next w:val="BodyText"/>
    <w:semiHidden/>
    <w:rsid w:val="000D0FC7"/>
    <w:pPr>
      <w:spacing w:after="60" w:line="240" w:lineRule="auto"/>
      <w:jc w:val="left"/>
      <w:outlineLvl w:val="6"/>
    </w:pPr>
    <w:rPr>
      <w:rFonts w:ascii="Arial" w:hAnsi="Arial"/>
      <w:sz w:val="20"/>
    </w:rPr>
  </w:style>
  <w:style w:type="paragraph" w:styleId="Heading8">
    <w:name w:val="heading 8"/>
    <w:basedOn w:val="BodyText"/>
    <w:next w:val="BodyText"/>
    <w:semiHidden/>
    <w:rsid w:val="000D0FC7"/>
    <w:pPr>
      <w:spacing w:after="60" w:line="240" w:lineRule="auto"/>
      <w:jc w:val="left"/>
      <w:outlineLvl w:val="7"/>
    </w:pPr>
    <w:rPr>
      <w:rFonts w:ascii="Arial" w:hAnsi="Arial"/>
      <w:i/>
      <w:sz w:val="20"/>
    </w:rPr>
  </w:style>
  <w:style w:type="paragraph" w:styleId="Heading9">
    <w:name w:val="heading 9"/>
    <w:basedOn w:val="BodyText"/>
    <w:next w:val="BodyText"/>
    <w:semiHidden/>
    <w:rsid w:val="000D0FC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D0F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0FC7"/>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0D0FC7"/>
    <w:pPr>
      <w:spacing w:before="240" w:line="300" w:lineRule="atLeast"/>
      <w:jc w:val="both"/>
    </w:pPr>
    <w:rPr>
      <w:sz w:val="24"/>
    </w:rPr>
  </w:style>
  <w:style w:type="paragraph" w:styleId="Footer">
    <w:name w:val="footer"/>
    <w:basedOn w:val="BodyText"/>
    <w:link w:val="FooterChar"/>
    <w:semiHidden/>
    <w:rsid w:val="000D0FC7"/>
    <w:pPr>
      <w:spacing w:before="80" w:line="200" w:lineRule="exact"/>
      <w:ind w:right="6"/>
      <w:jc w:val="left"/>
    </w:pPr>
    <w:rPr>
      <w:rFonts w:ascii="Arial" w:hAnsi="Arial"/>
      <w:caps/>
      <w:spacing w:val="-4"/>
      <w:sz w:val="16"/>
    </w:rPr>
  </w:style>
  <w:style w:type="paragraph" w:customStyle="1" w:styleId="FooterEnd">
    <w:name w:val="Footer End"/>
    <w:basedOn w:val="Footer"/>
    <w:rsid w:val="000D0FC7"/>
    <w:pPr>
      <w:spacing w:before="0" w:line="20" w:lineRule="exact"/>
    </w:pPr>
  </w:style>
  <w:style w:type="paragraph" w:styleId="Header">
    <w:name w:val="header"/>
    <w:basedOn w:val="BodyText"/>
    <w:rsid w:val="000D0FC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D0FC7"/>
    <w:pPr>
      <w:spacing w:line="20" w:lineRule="exact"/>
    </w:pPr>
    <w:rPr>
      <w:sz w:val="16"/>
    </w:rPr>
  </w:style>
  <w:style w:type="paragraph" w:customStyle="1" w:styleId="HeaderEven">
    <w:name w:val="Header Even"/>
    <w:basedOn w:val="Header"/>
    <w:semiHidden/>
    <w:rsid w:val="000D0FC7"/>
  </w:style>
  <w:style w:type="paragraph" w:customStyle="1" w:styleId="HeaderOdd">
    <w:name w:val="Header Odd"/>
    <w:basedOn w:val="Header"/>
    <w:semiHidden/>
    <w:rsid w:val="000D0FC7"/>
  </w:style>
  <w:style w:type="character" w:styleId="PageNumber">
    <w:name w:val="page number"/>
    <w:basedOn w:val="DefaultParagraphFont"/>
    <w:rsid w:val="000D0FC7"/>
    <w:rPr>
      <w:rFonts w:ascii="Arial" w:hAnsi="Arial"/>
      <w:b/>
      <w:sz w:val="16"/>
    </w:rPr>
  </w:style>
  <w:style w:type="paragraph" w:customStyle="1" w:styleId="Abbreviation">
    <w:name w:val="Abbreviation"/>
    <w:basedOn w:val="BodyText"/>
    <w:rsid w:val="000D0FC7"/>
    <w:pPr>
      <w:spacing w:before="120"/>
      <w:ind w:left="2381" w:hanging="2381"/>
      <w:jc w:val="left"/>
    </w:pPr>
  </w:style>
  <w:style w:type="paragraph" w:customStyle="1" w:styleId="Box">
    <w:name w:val="Box"/>
    <w:basedOn w:val="BodyText"/>
    <w:link w:val="BoxChar"/>
    <w:qFormat/>
    <w:rsid w:val="000D0FC7"/>
    <w:pPr>
      <w:keepNext/>
      <w:spacing w:before="120" w:line="260" w:lineRule="atLeast"/>
    </w:pPr>
    <w:rPr>
      <w:rFonts w:ascii="Arial" w:hAnsi="Arial"/>
      <w:sz w:val="20"/>
    </w:rPr>
  </w:style>
  <w:style w:type="paragraph" w:customStyle="1" w:styleId="BoxContinued">
    <w:name w:val="Box Continued"/>
    <w:basedOn w:val="BodyText"/>
    <w:next w:val="BodyText"/>
    <w:semiHidden/>
    <w:rsid w:val="000D0FC7"/>
    <w:pPr>
      <w:spacing w:before="180" w:line="220" w:lineRule="exact"/>
      <w:jc w:val="right"/>
    </w:pPr>
    <w:rPr>
      <w:rFonts w:ascii="Arial" w:hAnsi="Arial"/>
      <w:sz w:val="18"/>
    </w:rPr>
  </w:style>
  <w:style w:type="paragraph" w:customStyle="1" w:styleId="BoxHeading1">
    <w:name w:val="Box Heading 1"/>
    <w:basedOn w:val="BodyText"/>
    <w:next w:val="Box"/>
    <w:rsid w:val="000D0FC7"/>
    <w:pPr>
      <w:keepNext/>
      <w:spacing w:before="200" w:line="280" w:lineRule="atLeast"/>
    </w:pPr>
    <w:rPr>
      <w:rFonts w:ascii="Arial" w:hAnsi="Arial"/>
      <w:b/>
      <w:sz w:val="22"/>
    </w:rPr>
  </w:style>
  <w:style w:type="paragraph" w:customStyle="1" w:styleId="BoxHeading2">
    <w:name w:val="Box Heading 2"/>
    <w:basedOn w:val="BoxHeading1"/>
    <w:next w:val="Normal"/>
    <w:rsid w:val="000D0FC7"/>
    <w:rPr>
      <w:b w:val="0"/>
      <w:i/>
    </w:rPr>
  </w:style>
  <w:style w:type="paragraph" w:customStyle="1" w:styleId="BoxListBullet">
    <w:name w:val="Box List Bullet"/>
    <w:basedOn w:val="BodyText"/>
    <w:link w:val="BoxListBulletChar"/>
    <w:rsid w:val="000D0FC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0D0FC7"/>
    <w:pPr>
      <w:numPr>
        <w:numId w:val="13"/>
      </w:numPr>
      <w:ind w:left="568" w:hanging="284"/>
    </w:pPr>
  </w:style>
  <w:style w:type="paragraph" w:customStyle="1" w:styleId="BoxListNumber">
    <w:name w:val="Box List Number"/>
    <w:basedOn w:val="BodyText"/>
    <w:rsid w:val="000D0FC7"/>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D0FC7"/>
    <w:pPr>
      <w:numPr>
        <w:ilvl w:val="1"/>
      </w:numPr>
      <w:ind w:left="681" w:hanging="397"/>
    </w:pPr>
  </w:style>
  <w:style w:type="paragraph" w:customStyle="1" w:styleId="BoxQuote">
    <w:name w:val="Box Quote"/>
    <w:basedOn w:val="BodyText"/>
    <w:next w:val="Box"/>
    <w:qFormat/>
    <w:rsid w:val="000D0FC7"/>
    <w:pPr>
      <w:keepNext/>
      <w:spacing w:before="60" w:line="240" w:lineRule="exact"/>
      <w:ind w:left="284"/>
    </w:pPr>
    <w:rPr>
      <w:rFonts w:ascii="Arial" w:hAnsi="Arial"/>
      <w:sz w:val="18"/>
    </w:rPr>
  </w:style>
  <w:style w:type="paragraph" w:customStyle="1" w:styleId="Note">
    <w:name w:val="Note"/>
    <w:basedOn w:val="BodyText"/>
    <w:next w:val="BodyText"/>
    <w:link w:val="NoteChar"/>
    <w:rsid w:val="000D0FC7"/>
    <w:pPr>
      <w:keepLines/>
      <w:spacing w:before="80" w:line="220" w:lineRule="exact"/>
    </w:pPr>
    <w:rPr>
      <w:rFonts w:ascii="Arial" w:hAnsi="Arial"/>
      <w:sz w:val="18"/>
    </w:rPr>
  </w:style>
  <w:style w:type="paragraph" w:customStyle="1" w:styleId="Source">
    <w:name w:val="Source"/>
    <w:basedOn w:val="Normal"/>
    <w:next w:val="BodyText"/>
    <w:link w:val="SourceChar"/>
    <w:rsid w:val="000D0FC7"/>
    <w:pPr>
      <w:keepLines/>
      <w:spacing w:before="80" w:line="220" w:lineRule="exact"/>
      <w:jc w:val="both"/>
    </w:pPr>
    <w:rPr>
      <w:rFonts w:ascii="Arial" w:hAnsi="Arial"/>
      <w:sz w:val="18"/>
      <w:szCs w:val="20"/>
    </w:rPr>
  </w:style>
  <w:style w:type="paragraph" w:customStyle="1" w:styleId="BoxSource">
    <w:name w:val="Box Source"/>
    <w:basedOn w:val="Source"/>
    <w:next w:val="BodyText"/>
    <w:rsid w:val="000D0FC7"/>
    <w:pPr>
      <w:spacing w:before="120"/>
    </w:pPr>
  </w:style>
  <w:style w:type="paragraph" w:customStyle="1" w:styleId="BoxSpaceAbove">
    <w:name w:val="Box Space Above"/>
    <w:basedOn w:val="BodyText"/>
    <w:rsid w:val="000D0FC7"/>
    <w:pPr>
      <w:keepNext/>
      <w:spacing w:before="360" w:line="80" w:lineRule="exact"/>
      <w:jc w:val="left"/>
    </w:pPr>
  </w:style>
  <w:style w:type="paragraph" w:styleId="Caption">
    <w:name w:val="caption"/>
    <w:basedOn w:val="Normal"/>
    <w:next w:val="BodyText"/>
    <w:rsid w:val="000D0FC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0D0FC7"/>
    <w:pPr>
      <w:spacing w:before="120" w:after="0"/>
    </w:pPr>
  </w:style>
  <w:style w:type="paragraph" w:customStyle="1" w:styleId="BoxSubtitle">
    <w:name w:val="Box Subtitle"/>
    <w:basedOn w:val="BoxTitle"/>
    <w:next w:val="Normal"/>
    <w:rsid w:val="000D0FC7"/>
    <w:pPr>
      <w:spacing w:after="80" w:line="200" w:lineRule="exact"/>
      <w:ind w:firstLine="0"/>
    </w:pPr>
    <w:rPr>
      <w:b w:val="0"/>
      <w:sz w:val="20"/>
    </w:rPr>
  </w:style>
  <w:style w:type="paragraph" w:customStyle="1" w:styleId="Chapter">
    <w:name w:val="Chapter"/>
    <w:basedOn w:val="Heading1"/>
    <w:next w:val="BodyText"/>
    <w:semiHidden/>
    <w:rsid w:val="000D0FC7"/>
    <w:pPr>
      <w:ind w:left="0" w:firstLine="0"/>
      <w:outlineLvl w:val="9"/>
    </w:pPr>
  </w:style>
  <w:style w:type="paragraph" w:customStyle="1" w:styleId="ChapterSummary">
    <w:name w:val="Chapter Summary"/>
    <w:basedOn w:val="BodyText"/>
    <w:rsid w:val="000D0FC7"/>
    <w:pPr>
      <w:spacing w:line="280" w:lineRule="atLeast"/>
      <w:ind w:left="907"/>
    </w:pPr>
    <w:rPr>
      <w:rFonts w:ascii="Arial" w:hAnsi="Arial"/>
      <w:b/>
      <w:sz w:val="20"/>
    </w:rPr>
  </w:style>
  <w:style w:type="character" w:styleId="CommentReference">
    <w:name w:val="annotation reference"/>
    <w:basedOn w:val="DefaultParagraphFont"/>
    <w:semiHidden/>
    <w:rsid w:val="000D0FC7"/>
    <w:rPr>
      <w:b/>
      <w:vanish/>
      <w:color w:val="FF00FF"/>
      <w:sz w:val="20"/>
    </w:rPr>
  </w:style>
  <w:style w:type="paragraph" w:styleId="CommentText">
    <w:name w:val="annotation text"/>
    <w:basedOn w:val="Normal"/>
    <w:link w:val="CommentTextChar"/>
    <w:semiHidden/>
    <w:rsid w:val="000D0FC7"/>
    <w:pPr>
      <w:spacing w:before="120" w:line="240" w:lineRule="atLeast"/>
      <w:ind w:left="567" w:hanging="567"/>
    </w:pPr>
    <w:rPr>
      <w:sz w:val="20"/>
    </w:rPr>
  </w:style>
  <w:style w:type="paragraph" w:customStyle="1" w:styleId="Continued">
    <w:name w:val="Continued"/>
    <w:basedOn w:val="BoxContinued"/>
    <w:next w:val="BodyText"/>
    <w:rsid w:val="000D0FC7"/>
  </w:style>
  <w:style w:type="character" w:customStyle="1" w:styleId="DocumentInfo">
    <w:name w:val="Document Info"/>
    <w:basedOn w:val="DefaultParagraphFont"/>
    <w:semiHidden/>
    <w:rsid w:val="000D0FC7"/>
    <w:rPr>
      <w:rFonts w:ascii="Arial" w:hAnsi="Arial"/>
      <w:sz w:val="14"/>
    </w:rPr>
  </w:style>
  <w:style w:type="character" w:customStyle="1" w:styleId="DraftingNote">
    <w:name w:val="Drafting Note"/>
    <w:basedOn w:val="DefaultParagraphFont"/>
    <w:rsid w:val="000D0FC7"/>
    <w:rPr>
      <w:b/>
      <w:color w:val="FF0000"/>
      <w:sz w:val="24"/>
      <w:u w:val="dotted"/>
    </w:rPr>
  </w:style>
  <w:style w:type="paragraph" w:customStyle="1" w:styleId="Figure">
    <w:name w:val="Figure"/>
    <w:basedOn w:val="BodyText"/>
    <w:rsid w:val="000D0FC7"/>
    <w:pPr>
      <w:keepNext/>
      <w:spacing w:before="120" w:after="120" w:line="240" w:lineRule="atLeast"/>
      <w:jc w:val="center"/>
    </w:pPr>
  </w:style>
  <w:style w:type="paragraph" w:customStyle="1" w:styleId="FigureTitle">
    <w:name w:val="Figure Title"/>
    <w:basedOn w:val="Caption"/>
    <w:next w:val="Subtitle"/>
    <w:rsid w:val="000D0FC7"/>
    <w:pPr>
      <w:spacing w:before="120"/>
    </w:pPr>
  </w:style>
  <w:style w:type="paragraph" w:styleId="Subtitle">
    <w:name w:val="Subtitle"/>
    <w:basedOn w:val="Caption"/>
    <w:link w:val="SubtitleChar"/>
    <w:qFormat/>
    <w:rsid w:val="000D0FC7"/>
    <w:pPr>
      <w:spacing w:before="0" w:line="200" w:lineRule="exact"/>
      <w:ind w:firstLine="0"/>
    </w:pPr>
    <w:rPr>
      <w:b w:val="0"/>
      <w:sz w:val="20"/>
    </w:rPr>
  </w:style>
  <w:style w:type="paragraph" w:customStyle="1" w:styleId="Finding">
    <w:name w:val="Finding"/>
    <w:basedOn w:val="BodyText"/>
    <w:rsid w:val="000D0FC7"/>
    <w:pPr>
      <w:keepLines/>
      <w:spacing w:before="120" w:line="280" w:lineRule="atLeast"/>
    </w:pPr>
    <w:rPr>
      <w:rFonts w:ascii="Arial" w:hAnsi="Arial"/>
      <w:sz w:val="22"/>
    </w:rPr>
  </w:style>
  <w:style w:type="paragraph" w:customStyle="1" w:styleId="FindingBullet">
    <w:name w:val="Finding Bullet"/>
    <w:basedOn w:val="Finding"/>
    <w:rsid w:val="000D0FC7"/>
    <w:pPr>
      <w:numPr>
        <w:numId w:val="15"/>
      </w:numPr>
      <w:spacing w:before="80"/>
    </w:pPr>
  </w:style>
  <w:style w:type="paragraph" w:customStyle="1" w:styleId="FindingNoTitle">
    <w:name w:val="Finding NoTitle"/>
    <w:basedOn w:val="Finding"/>
    <w:semiHidden/>
    <w:rsid w:val="000D0FC7"/>
    <w:pPr>
      <w:spacing w:before="240"/>
    </w:pPr>
  </w:style>
  <w:style w:type="paragraph" w:customStyle="1" w:styleId="RecTitle">
    <w:name w:val="Rec Title"/>
    <w:basedOn w:val="BodyText"/>
    <w:next w:val="Rec"/>
    <w:qFormat/>
    <w:rsid w:val="000D0FC7"/>
    <w:pPr>
      <w:keepNext/>
      <w:keepLines/>
      <w:spacing w:line="280" w:lineRule="atLeast"/>
    </w:pPr>
    <w:rPr>
      <w:rFonts w:ascii="Arial" w:hAnsi="Arial"/>
      <w:caps/>
      <w:sz w:val="18"/>
    </w:rPr>
  </w:style>
  <w:style w:type="paragraph" w:customStyle="1" w:styleId="FindingTitle">
    <w:name w:val="Finding Title"/>
    <w:basedOn w:val="RecTitle"/>
    <w:next w:val="Finding"/>
    <w:rsid w:val="000D0FC7"/>
  </w:style>
  <w:style w:type="character" w:styleId="FootnoteReference">
    <w:name w:val="footnote reference"/>
    <w:basedOn w:val="DefaultParagraphFont"/>
    <w:semiHidden/>
    <w:rsid w:val="000D0FC7"/>
    <w:rPr>
      <w:rFonts w:ascii="Times New Roman" w:hAnsi="Times New Roman"/>
      <w:position w:val="6"/>
      <w:sz w:val="20"/>
      <w:vertAlign w:val="baseline"/>
    </w:rPr>
  </w:style>
  <w:style w:type="paragraph" w:styleId="FootnoteText">
    <w:name w:val="footnote text"/>
    <w:basedOn w:val="BodyText"/>
    <w:rsid w:val="000D0FC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D0FC7"/>
    <w:rPr>
      <w:i/>
    </w:rPr>
  </w:style>
  <w:style w:type="paragraph" w:customStyle="1" w:styleId="Jurisdictioncommentsbodytext">
    <w:name w:val="Jurisdiction comments body text"/>
    <w:rsid w:val="000D0FC7"/>
    <w:pPr>
      <w:spacing w:after="140"/>
      <w:jc w:val="both"/>
    </w:pPr>
    <w:rPr>
      <w:rFonts w:ascii="Arial" w:hAnsi="Arial"/>
      <w:sz w:val="24"/>
      <w:lang w:eastAsia="en-US"/>
    </w:rPr>
  </w:style>
  <w:style w:type="paragraph" w:customStyle="1" w:styleId="Jurisdictioncommentsheading">
    <w:name w:val="Jurisdiction comments heading"/>
    <w:rsid w:val="000D0FC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D0FC7"/>
    <w:pPr>
      <w:numPr>
        <w:numId w:val="2"/>
      </w:numPr>
      <w:spacing w:after="140"/>
      <w:jc w:val="both"/>
    </w:pPr>
    <w:rPr>
      <w:rFonts w:ascii="Arial" w:hAnsi="Arial"/>
      <w:sz w:val="24"/>
      <w:lang w:eastAsia="en-US"/>
    </w:rPr>
  </w:style>
  <w:style w:type="paragraph" w:styleId="ListBullet">
    <w:name w:val="List Bullet"/>
    <w:basedOn w:val="BodyText"/>
    <w:link w:val="ListBulletChar"/>
    <w:rsid w:val="000D0FC7"/>
    <w:pPr>
      <w:numPr>
        <w:numId w:val="3"/>
      </w:numPr>
      <w:spacing w:before="120"/>
    </w:pPr>
  </w:style>
  <w:style w:type="paragraph" w:styleId="ListBullet2">
    <w:name w:val="List Bullet 2"/>
    <w:basedOn w:val="BodyText"/>
    <w:rsid w:val="000D0FC7"/>
    <w:pPr>
      <w:numPr>
        <w:numId w:val="4"/>
      </w:numPr>
      <w:spacing w:before="120"/>
    </w:pPr>
  </w:style>
  <w:style w:type="paragraph" w:styleId="ListBullet3">
    <w:name w:val="List Bullet 3"/>
    <w:basedOn w:val="BodyText"/>
    <w:rsid w:val="000D0FC7"/>
    <w:pPr>
      <w:numPr>
        <w:numId w:val="5"/>
      </w:numPr>
      <w:spacing w:before="120"/>
      <w:ind w:left="1020" w:hanging="340"/>
    </w:pPr>
  </w:style>
  <w:style w:type="paragraph" w:styleId="ListNumber">
    <w:name w:val="List Number"/>
    <w:basedOn w:val="BodyText"/>
    <w:rsid w:val="000D0FC7"/>
    <w:pPr>
      <w:numPr>
        <w:numId w:val="9"/>
      </w:numPr>
      <w:spacing w:before="120"/>
    </w:pPr>
  </w:style>
  <w:style w:type="paragraph" w:styleId="ListNumber2">
    <w:name w:val="List Number 2"/>
    <w:basedOn w:val="ListNumber"/>
    <w:rsid w:val="000D0FC7"/>
    <w:pPr>
      <w:numPr>
        <w:ilvl w:val="1"/>
      </w:numPr>
    </w:pPr>
  </w:style>
  <w:style w:type="paragraph" w:styleId="ListNumber3">
    <w:name w:val="List Number 3"/>
    <w:basedOn w:val="ListNumber2"/>
    <w:rsid w:val="000D0FC7"/>
    <w:pPr>
      <w:numPr>
        <w:ilvl w:val="2"/>
      </w:numPr>
    </w:pPr>
  </w:style>
  <w:style w:type="character" w:customStyle="1" w:styleId="NoteLabel">
    <w:name w:val="Note Label"/>
    <w:basedOn w:val="DefaultParagraphFont"/>
    <w:rsid w:val="000D0FC7"/>
    <w:rPr>
      <w:rFonts w:ascii="Arial" w:hAnsi="Arial"/>
      <w:b/>
      <w:position w:val="6"/>
      <w:sz w:val="18"/>
    </w:rPr>
  </w:style>
  <w:style w:type="paragraph" w:customStyle="1" w:styleId="PartDivider">
    <w:name w:val="Part Divider"/>
    <w:basedOn w:val="BodyText"/>
    <w:next w:val="BodyText"/>
    <w:semiHidden/>
    <w:rsid w:val="000D0FC7"/>
    <w:pPr>
      <w:spacing w:before="0" w:line="40" w:lineRule="exact"/>
      <w:jc w:val="right"/>
    </w:pPr>
    <w:rPr>
      <w:smallCaps/>
      <w:sz w:val="16"/>
    </w:rPr>
  </w:style>
  <w:style w:type="paragraph" w:customStyle="1" w:styleId="PartNumber">
    <w:name w:val="Part Number"/>
    <w:basedOn w:val="BodyText"/>
    <w:next w:val="BodyText"/>
    <w:semiHidden/>
    <w:rsid w:val="000D0FC7"/>
    <w:pPr>
      <w:spacing w:before="4000" w:line="320" w:lineRule="exact"/>
      <w:ind w:left="6634"/>
      <w:jc w:val="right"/>
    </w:pPr>
    <w:rPr>
      <w:smallCaps/>
      <w:spacing w:val="60"/>
      <w:sz w:val="32"/>
    </w:rPr>
  </w:style>
  <w:style w:type="paragraph" w:customStyle="1" w:styleId="PartTitle">
    <w:name w:val="Part Title"/>
    <w:basedOn w:val="BodyText"/>
    <w:semiHidden/>
    <w:rsid w:val="000D0FC7"/>
    <w:pPr>
      <w:spacing w:before="160" w:after="1360" w:line="520" w:lineRule="exact"/>
      <w:ind w:right="2381"/>
      <w:jc w:val="right"/>
    </w:pPr>
    <w:rPr>
      <w:smallCaps/>
      <w:sz w:val="52"/>
    </w:rPr>
  </w:style>
  <w:style w:type="paragraph" w:styleId="Quote">
    <w:name w:val="Quote"/>
    <w:basedOn w:val="BodyText"/>
    <w:next w:val="BodyText"/>
    <w:qFormat/>
    <w:rsid w:val="000D0FC7"/>
    <w:pPr>
      <w:spacing w:before="120" w:line="280" w:lineRule="exact"/>
      <w:ind w:left="340"/>
    </w:pPr>
    <w:rPr>
      <w:sz w:val="22"/>
    </w:rPr>
  </w:style>
  <w:style w:type="paragraph" w:customStyle="1" w:styleId="QuoteBullet">
    <w:name w:val="Quote Bullet"/>
    <w:basedOn w:val="Quote"/>
    <w:rsid w:val="000D0FC7"/>
    <w:pPr>
      <w:numPr>
        <w:numId w:val="6"/>
      </w:numPr>
    </w:pPr>
  </w:style>
  <w:style w:type="paragraph" w:customStyle="1" w:styleId="Rec">
    <w:name w:val="Rec"/>
    <w:basedOn w:val="BodyText"/>
    <w:qFormat/>
    <w:rsid w:val="000D0FC7"/>
    <w:pPr>
      <w:keepLines/>
      <w:spacing w:before="120" w:line="280" w:lineRule="atLeast"/>
    </w:pPr>
    <w:rPr>
      <w:rFonts w:ascii="Arial" w:hAnsi="Arial"/>
      <w:sz w:val="22"/>
    </w:rPr>
  </w:style>
  <w:style w:type="paragraph" w:customStyle="1" w:styleId="RecBullet">
    <w:name w:val="Rec Bullet"/>
    <w:basedOn w:val="Rec"/>
    <w:rsid w:val="000D0FC7"/>
    <w:pPr>
      <w:numPr>
        <w:numId w:val="17"/>
      </w:numPr>
      <w:spacing w:before="80"/>
    </w:pPr>
  </w:style>
  <w:style w:type="paragraph" w:customStyle="1" w:styleId="RecB">
    <w:name w:val="RecB"/>
    <w:basedOn w:val="Normal"/>
    <w:semiHidden/>
    <w:rsid w:val="000D0FC7"/>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0D0FC7"/>
    <w:pPr>
      <w:numPr>
        <w:numId w:val="11"/>
      </w:numPr>
      <w:spacing w:before="80"/>
    </w:pPr>
  </w:style>
  <w:style w:type="paragraph" w:customStyle="1" w:styleId="RecBNoTitle">
    <w:name w:val="RecB NoTitle"/>
    <w:basedOn w:val="RecB"/>
    <w:semiHidden/>
    <w:rsid w:val="000D0FC7"/>
    <w:pPr>
      <w:spacing w:before="240"/>
    </w:pPr>
  </w:style>
  <w:style w:type="paragraph" w:customStyle="1" w:styleId="Reference">
    <w:name w:val="Reference"/>
    <w:basedOn w:val="BodyText"/>
    <w:rsid w:val="000D0FC7"/>
    <w:pPr>
      <w:spacing w:before="120"/>
      <w:ind w:left="340" w:hanging="340"/>
    </w:pPr>
  </w:style>
  <w:style w:type="paragraph" w:customStyle="1" w:styleId="SequenceInfo">
    <w:name w:val="Sequence Info"/>
    <w:basedOn w:val="BodyText"/>
    <w:semiHidden/>
    <w:rsid w:val="000D0FC7"/>
    <w:rPr>
      <w:vanish/>
      <w:sz w:val="16"/>
    </w:rPr>
  </w:style>
  <w:style w:type="paragraph" w:customStyle="1" w:styleId="SideNote">
    <w:name w:val="Side Note"/>
    <w:basedOn w:val="BodyText"/>
    <w:next w:val="BodyText"/>
    <w:semiHidden/>
    <w:rsid w:val="000D0FC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D0FC7"/>
    <w:pPr>
      <w:framePr w:wrap="around"/>
      <w:numPr>
        <w:numId w:val="7"/>
      </w:numPr>
      <w:tabs>
        <w:tab w:val="left" w:pos="227"/>
      </w:tabs>
    </w:pPr>
  </w:style>
  <w:style w:type="paragraph" w:customStyle="1" w:styleId="SideNoteGraphic">
    <w:name w:val="Side Note Graphic"/>
    <w:basedOn w:val="SideNote"/>
    <w:next w:val="BodyText"/>
    <w:semiHidden/>
    <w:rsid w:val="000D0FC7"/>
    <w:pPr>
      <w:framePr w:wrap="around"/>
    </w:pPr>
  </w:style>
  <w:style w:type="paragraph" w:customStyle="1" w:styleId="TableBodyText">
    <w:name w:val="Table Body Text"/>
    <w:basedOn w:val="BodyText"/>
    <w:link w:val="TableBodyTextChar"/>
    <w:rsid w:val="000D0FC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D0FC7"/>
    <w:pPr>
      <w:numPr>
        <w:numId w:val="8"/>
      </w:numPr>
      <w:jc w:val="left"/>
    </w:pPr>
  </w:style>
  <w:style w:type="paragraph" w:customStyle="1" w:styleId="TableColumnHeading">
    <w:name w:val="Table Column Heading"/>
    <w:basedOn w:val="TableBodyText"/>
    <w:rsid w:val="000D0FC7"/>
    <w:pPr>
      <w:spacing w:before="80" w:after="80"/>
    </w:pPr>
    <w:rPr>
      <w:i/>
    </w:rPr>
  </w:style>
  <w:style w:type="paragraph" w:styleId="TOC2">
    <w:name w:val="toc 2"/>
    <w:basedOn w:val="TOC1"/>
    <w:rsid w:val="000D0FC7"/>
    <w:pPr>
      <w:ind w:left="1134" w:hanging="624"/>
    </w:pPr>
    <w:rPr>
      <w:b w:val="0"/>
    </w:rPr>
  </w:style>
  <w:style w:type="paragraph" w:styleId="TOC3">
    <w:name w:val="toc 3"/>
    <w:basedOn w:val="TOC2"/>
    <w:rsid w:val="000D0FC7"/>
    <w:pPr>
      <w:spacing w:before="60"/>
      <w:ind w:left="1190" w:hanging="680"/>
    </w:pPr>
  </w:style>
  <w:style w:type="paragraph" w:styleId="TableofFigures">
    <w:name w:val="table of figures"/>
    <w:basedOn w:val="TOC3"/>
    <w:next w:val="BodyText"/>
    <w:semiHidden/>
    <w:rsid w:val="000D0FC7"/>
    <w:pPr>
      <w:ind w:left="737" w:hanging="737"/>
    </w:pPr>
  </w:style>
  <w:style w:type="paragraph" w:customStyle="1" w:styleId="TableTitle">
    <w:name w:val="Table Title"/>
    <w:basedOn w:val="Caption"/>
    <w:next w:val="Subtitle"/>
    <w:qFormat/>
    <w:rsid w:val="000D0FC7"/>
    <w:pPr>
      <w:spacing w:before="120"/>
    </w:pPr>
  </w:style>
  <w:style w:type="paragraph" w:customStyle="1" w:styleId="TableUnitsRow">
    <w:name w:val="Table Units Row"/>
    <w:basedOn w:val="TableBodyText"/>
    <w:rsid w:val="000D0FC7"/>
    <w:pPr>
      <w:spacing w:before="40"/>
    </w:pPr>
  </w:style>
  <w:style w:type="paragraph" w:styleId="TOC1">
    <w:name w:val="toc 1"/>
    <w:basedOn w:val="Normal"/>
    <w:next w:val="TOC2"/>
    <w:link w:val="TOC1Char"/>
    <w:rsid w:val="000D0FC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D0FC7"/>
    <w:pPr>
      <w:ind w:left="1191" w:firstLine="0"/>
    </w:pPr>
  </w:style>
  <w:style w:type="paragraph" w:customStyle="1" w:styleId="RecBBullet2">
    <w:name w:val="RecB Bullet 2"/>
    <w:basedOn w:val="ListBullet2"/>
    <w:semiHidden/>
    <w:rsid w:val="000D0FC7"/>
    <w:pPr>
      <w:pBdr>
        <w:left w:val="single" w:sz="24" w:space="29" w:color="C0C0C0"/>
      </w:pBdr>
    </w:pPr>
    <w:rPr>
      <w:b/>
      <w:i/>
    </w:rPr>
  </w:style>
  <w:style w:type="paragraph" w:styleId="BalloonText">
    <w:name w:val="Balloon Text"/>
    <w:basedOn w:val="Normal"/>
    <w:link w:val="BalloonTextChar"/>
    <w:rsid w:val="000D0FC7"/>
    <w:rPr>
      <w:rFonts w:ascii="Tahoma" w:hAnsi="Tahoma" w:cs="Tahoma"/>
      <w:sz w:val="16"/>
      <w:szCs w:val="16"/>
    </w:rPr>
  </w:style>
  <w:style w:type="character" w:customStyle="1" w:styleId="BalloonTextChar">
    <w:name w:val="Balloon Text Char"/>
    <w:basedOn w:val="DefaultParagraphFont"/>
    <w:link w:val="BalloonText"/>
    <w:rsid w:val="000D0FC7"/>
    <w:rPr>
      <w:rFonts w:ascii="Tahoma" w:hAnsi="Tahoma" w:cs="Tahoma"/>
      <w:sz w:val="16"/>
      <w:szCs w:val="16"/>
    </w:rPr>
  </w:style>
  <w:style w:type="character" w:customStyle="1" w:styleId="SubtitleChar">
    <w:name w:val="Subtitle Char"/>
    <w:basedOn w:val="DefaultParagraphFont"/>
    <w:link w:val="Subtitle"/>
    <w:rsid w:val="000D0FC7"/>
    <w:rPr>
      <w:rFonts w:ascii="Arial" w:hAnsi="Arial"/>
      <w:szCs w:val="24"/>
    </w:rPr>
  </w:style>
  <w:style w:type="paragraph" w:customStyle="1" w:styleId="BoxListBullet3">
    <w:name w:val="Box List Bullet 3"/>
    <w:basedOn w:val="ListBullet3"/>
    <w:rsid w:val="000D0FC7"/>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D0FC7"/>
    <w:rPr>
      <w:i/>
      <w:iCs/>
    </w:rPr>
  </w:style>
  <w:style w:type="paragraph" w:customStyle="1" w:styleId="BoxQuoteBullet">
    <w:name w:val="Box Quote Bullet"/>
    <w:basedOn w:val="BoxQuote"/>
    <w:next w:val="Box"/>
    <w:rsid w:val="000D0FC7"/>
    <w:pPr>
      <w:numPr>
        <w:numId w:val="12"/>
      </w:numPr>
      <w:ind w:left="568" w:hanging="284"/>
    </w:pPr>
  </w:style>
  <w:style w:type="paragraph" w:customStyle="1" w:styleId="InformationRequestBullet">
    <w:name w:val="Information Request Bullet"/>
    <w:basedOn w:val="ListBullet"/>
    <w:next w:val="BodyText"/>
    <w:rsid w:val="000D0FC7"/>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0D0FC7"/>
    <w:pPr>
      <w:keepNext w:val="0"/>
      <w:spacing w:before="60" w:after="60" w:line="80" w:lineRule="exact"/>
    </w:pPr>
    <w:rPr>
      <w:sz w:val="14"/>
    </w:rPr>
  </w:style>
  <w:style w:type="paragraph" w:customStyle="1" w:styleId="KeyPointsListBullet">
    <w:name w:val="Key Points List Bullet"/>
    <w:basedOn w:val="Normal"/>
    <w:qFormat/>
    <w:rsid w:val="000D0FC7"/>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D0FC7"/>
    <w:pPr>
      <w:numPr>
        <w:numId w:val="19"/>
      </w:numPr>
      <w:ind w:left="568" w:hanging="284"/>
    </w:pPr>
  </w:style>
  <w:style w:type="paragraph" w:customStyle="1" w:styleId="InformationRequestTitle">
    <w:name w:val="Information Request Title"/>
    <w:basedOn w:val="FindingTitle"/>
    <w:next w:val="InformationRequest"/>
    <w:rsid w:val="000D0FC7"/>
    <w:rPr>
      <w:i/>
    </w:rPr>
  </w:style>
  <w:style w:type="paragraph" w:customStyle="1" w:styleId="Space">
    <w:name w:val="Space"/>
    <w:basedOn w:val="Normal"/>
    <w:rsid w:val="000D0FC7"/>
    <w:pPr>
      <w:keepNext/>
      <w:spacing w:line="120" w:lineRule="exact"/>
      <w:jc w:val="both"/>
    </w:pPr>
    <w:rPr>
      <w:rFonts w:ascii="Arial" w:hAnsi="Arial"/>
      <w:sz w:val="20"/>
      <w:szCs w:val="20"/>
    </w:rPr>
  </w:style>
  <w:style w:type="paragraph" w:customStyle="1" w:styleId="Heading1nochapterno">
    <w:name w:val="Heading 1 (no chapter no.)"/>
    <w:basedOn w:val="Heading1"/>
    <w:rsid w:val="000D0FC7"/>
    <w:pPr>
      <w:spacing w:before="0"/>
      <w:ind w:left="0" w:firstLine="0"/>
    </w:pPr>
  </w:style>
  <w:style w:type="paragraph" w:customStyle="1" w:styleId="Heading2nosectionno">
    <w:name w:val="Heading 2 (no section no.)"/>
    <w:basedOn w:val="Heading2"/>
    <w:rsid w:val="000D0FC7"/>
    <w:pPr>
      <w:ind w:left="0" w:firstLine="0"/>
    </w:pPr>
  </w:style>
  <w:style w:type="character" w:customStyle="1" w:styleId="Heading5Char">
    <w:name w:val="Heading 5 Char"/>
    <w:basedOn w:val="DefaultParagraphFont"/>
    <w:link w:val="Heading5"/>
    <w:rsid w:val="000D0FC7"/>
    <w:rPr>
      <w:rFonts w:ascii="Arial" w:hAnsi="Arial"/>
      <w:i/>
      <w:sz w:val="22"/>
    </w:rPr>
  </w:style>
  <w:style w:type="paragraph" w:customStyle="1" w:styleId="Figurespace">
    <w:name w:val="Figure space"/>
    <w:basedOn w:val="Box"/>
    <w:rsid w:val="000D0FC7"/>
    <w:pPr>
      <w:spacing w:before="0" w:line="120" w:lineRule="exact"/>
    </w:pPr>
  </w:style>
  <w:style w:type="paragraph" w:customStyle="1" w:styleId="FooterDraftReport">
    <w:name w:val="FooterDraftReport"/>
    <w:basedOn w:val="Footer"/>
    <w:link w:val="FooterDraftReportChar"/>
    <w:rsid w:val="000D0FC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0D0FC7"/>
    <w:rPr>
      <w:sz w:val="24"/>
    </w:rPr>
  </w:style>
  <w:style w:type="character" w:customStyle="1" w:styleId="FooterChar">
    <w:name w:val="Footer Char"/>
    <w:basedOn w:val="BodyTextChar"/>
    <w:link w:val="Footer"/>
    <w:semiHidden/>
    <w:rsid w:val="000D0FC7"/>
    <w:rPr>
      <w:rFonts w:ascii="Arial" w:hAnsi="Arial"/>
      <w:caps/>
      <w:spacing w:val="-4"/>
      <w:sz w:val="16"/>
    </w:rPr>
  </w:style>
  <w:style w:type="character" w:customStyle="1" w:styleId="FooterDraftReportChar">
    <w:name w:val="FooterDraftReport Char"/>
    <w:basedOn w:val="FooterChar"/>
    <w:link w:val="FooterDraftReport"/>
    <w:rsid w:val="000D0FC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D0F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0D0FC7"/>
    <w:rPr>
      <w:rFonts w:ascii="Arial" w:hAnsi="Arial"/>
      <w:b/>
      <w:sz w:val="26"/>
      <w:szCs w:val="26"/>
      <w:lang w:eastAsia="en-US"/>
    </w:rPr>
  </w:style>
  <w:style w:type="character" w:customStyle="1" w:styleId="BoxTitleChar">
    <w:name w:val="Box Title Char"/>
    <w:basedOn w:val="DefaultParagraphFont"/>
    <w:link w:val="BoxTitle"/>
    <w:rsid w:val="00C753D8"/>
    <w:rPr>
      <w:rFonts w:ascii="Arial" w:hAnsi="Arial"/>
      <w:b/>
      <w:sz w:val="24"/>
      <w:szCs w:val="24"/>
    </w:rPr>
  </w:style>
  <w:style w:type="character" w:customStyle="1" w:styleId="BoxChar">
    <w:name w:val="Box Char"/>
    <w:link w:val="Box"/>
    <w:rsid w:val="00C753D8"/>
    <w:rPr>
      <w:rFonts w:ascii="Arial" w:hAnsi="Arial"/>
    </w:rPr>
  </w:style>
  <w:style w:type="character" w:customStyle="1" w:styleId="ListBulletChar">
    <w:name w:val="List Bullet Char"/>
    <w:basedOn w:val="BodyTextChar"/>
    <w:link w:val="ListBullet"/>
    <w:rsid w:val="00C753D8"/>
    <w:rPr>
      <w:sz w:val="24"/>
    </w:rPr>
  </w:style>
  <w:style w:type="character" w:customStyle="1" w:styleId="Heading2Char">
    <w:name w:val="Heading 2 Char"/>
    <w:link w:val="Heading2"/>
    <w:rsid w:val="00D805A8"/>
    <w:rPr>
      <w:rFonts w:ascii="Arial" w:hAnsi="Arial"/>
      <w:b/>
      <w:sz w:val="32"/>
    </w:rPr>
  </w:style>
  <w:style w:type="character" w:customStyle="1" w:styleId="Heading3Char">
    <w:name w:val="Heading 3 Char"/>
    <w:link w:val="Heading3"/>
    <w:rsid w:val="00D805A8"/>
    <w:rPr>
      <w:rFonts w:ascii="Arial" w:hAnsi="Arial"/>
      <w:b/>
      <w:sz w:val="26"/>
    </w:rPr>
  </w:style>
  <w:style w:type="character" w:customStyle="1" w:styleId="NoteChar">
    <w:name w:val="Note Char"/>
    <w:basedOn w:val="DefaultParagraphFont"/>
    <w:link w:val="Note"/>
    <w:rsid w:val="006668FB"/>
    <w:rPr>
      <w:rFonts w:ascii="Arial" w:hAnsi="Arial"/>
      <w:sz w:val="18"/>
    </w:rPr>
  </w:style>
  <w:style w:type="character" w:customStyle="1" w:styleId="SourceChar">
    <w:name w:val="Source Char"/>
    <w:basedOn w:val="NoteChar"/>
    <w:link w:val="Source"/>
    <w:rsid w:val="006668FB"/>
    <w:rPr>
      <w:rFonts w:ascii="Arial" w:hAnsi="Arial"/>
      <w:sz w:val="18"/>
    </w:rPr>
  </w:style>
  <w:style w:type="character" w:styleId="Hyperlink">
    <w:name w:val="Hyperlink"/>
    <w:basedOn w:val="DefaultParagraphFont"/>
    <w:rsid w:val="00A443BC"/>
    <w:rPr>
      <w:color w:val="78A22F" w:themeColor="hyperlink"/>
      <w:u w:val="single"/>
    </w:rPr>
  </w:style>
  <w:style w:type="character" w:customStyle="1" w:styleId="TableBodyTextChar">
    <w:name w:val="Table Body Text Char"/>
    <w:link w:val="TableBodyText"/>
    <w:rsid w:val="008C1D14"/>
    <w:rPr>
      <w:rFonts w:ascii="Arial" w:hAnsi="Arial"/>
      <w:sz w:val="18"/>
    </w:rPr>
  </w:style>
  <w:style w:type="character" w:styleId="FollowedHyperlink">
    <w:name w:val="FollowedHyperlink"/>
    <w:basedOn w:val="DefaultParagraphFont"/>
    <w:rsid w:val="00B53769"/>
    <w:rPr>
      <w:color w:val="387DD2" w:themeColor="followedHyperlink"/>
      <w:u w:val="single"/>
    </w:rPr>
  </w:style>
  <w:style w:type="paragraph" w:styleId="CommentSubject">
    <w:name w:val="annotation subject"/>
    <w:basedOn w:val="CommentText"/>
    <w:next w:val="CommentText"/>
    <w:link w:val="CommentSubjectChar"/>
    <w:rsid w:val="001B0C2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B0C2D"/>
    <w:rPr>
      <w:szCs w:val="24"/>
    </w:rPr>
  </w:style>
  <w:style w:type="character" w:customStyle="1" w:styleId="CommentSubjectChar">
    <w:name w:val="Comment Subject Char"/>
    <w:basedOn w:val="CommentTextChar"/>
    <w:link w:val="CommentSubject"/>
    <w:rsid w:val="001B0C2D"/>
    <w:rPr>
      <w:b/>
      <w:bCs/>
      <w:szCs w:val="24"/>
    </w:rPr>
  </w:style>
  <w:style w:type="paragraph" w:customStyle="1" w:styleId="Heading1NotTOC">
    <w:name w:val="Heading 1 Not TOC"/>
    <w:basedOn w:val="Heading1"/>
    <w:next w:val="BodyText"/>
    <w:rsid w:val="001D2BC6"/>
    <w:rPr>
      <w:kern w:val="28"/>
      <w:szCs w:val="26"/>
      <w:lang w:eastAsia="en-US"/>
    </w:rPr>
  </w:style>
  <w:style w:type="paragraph" w:styleId="Revision">
    <w:name w:val="Revision"/>
    <w:hidden/>
    <w:uiPriority w:val="99"/>
    <w:semiHidden/>
    <w:rsid w:val="0056354A"/>
    <w:rPr>
      <w:sz w:val="24"/>
      <w:szCs w:val="24"/>
    </w:rPr>
  </w:style>
  <w:style w:type="character" w:customStyle="1" w:styleId="Heading4Char">
    <w:name w:val="Heading 4 Char"/>
    <w:basedOn w:val="DefaultParagraphFont"/>
    <w:link w:val="Heading4"/>
    <w:rsid w:val="00FD60E0"/>
    <w:rPr>
      <w:rFonts w:ascii="Arial" w:hAnsi="Arial"/>
      <w:sz w:val="24"/>
    </w:rPr>
  </w:style>
  <w:style w:type="character" w:customStyle="1" w:styleId="BoxListBulletChar">
    <w:name w:val="Box List Bullet Char"/>
    <w:link w:val="BoxListBullet"/>
    <w:rsid w:val="005D73A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075136">
      <w:bodyDiv w:val="1"/>
      <w:marLeft w:val="0"/>
      <w:marRight w:val="0"/>
      <w:marTop w:val="0"/>
      <w:marBottom w:val="0"/>
      <w:divBdr>
        <w:top w:val="none" w:sz="0" w:space="0" w:color="auto"/>
        <w:left w:val="none" w:sz="0" w:space="0" w:color="auto"/>
        <w:bottom w:val="none" w:sz="0" w:space="0" w:color="auto"/>
        <w:right w:val="none" w:sz="0" w:space="0" w:color="auto"/>
      </w:divBdr>
    </w:div>
    <w:div w:id="1589726220">
      <w:bodyDiv w:val="1"/>
      <w:marLeft w:val="0"/>
      <w:marRight w:val="0"/>
      <w:marTop w:val="0"/>
      <w:marBottom w:val="0"/>
      <w:divBdr>
        <w:top w:val="none" w:sz="0" w:space="0" w:color="auto"/>
        <w:left w:val="none" w:sz="0" w:space="0" w:color="auto"/>
        <w:bottom w:val="none" w:sz="0" w:space="0" w:color="auto"/>
        <w:right w:val="none" w:sz="0" w:space="0" w:color="auto"/>
      </w:divBdr>
    </w:div>
    <w:div w:id="1646163404">
      <w:bodyDiv w:val="1"/>
      <w:marLeft w:val="0"/>
      <w:marRight w:val="0"/>
      <w:marTop w:val="0"/>
      <w:marBottom w:val="0"/>
      <w:divBdr>
        <w:top w:val="none" w:sz="0" w:space="0" w:color="auto"/>
        <w:left w:val="none" w:sz="0" w:space="0" w:color="auto"/>
        <w:bottom w:val="none" w:sz="0" w:space="0" w:color="auto"/>
        <w:right w:val="none" w:sz="0" w:space="0" w:color="auto"/>
      </w:divBdr>
    </w:div>
    <w:div w:id="184085180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ABF1C-F0D4-4491-8866-17EE75097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337</TotalTime>
  <Pages>49</Pages>
  <Words>11892</Words>
  <Characters>67428</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Chapter 6 Police services - Report on Government Services 2016</vt:lpstr>
    </vt:vector>
  </TitlesOfParts>
  <Company>Productivity Commission</Company>
  <LinksUpToDate>false</LinksUpToDate>
  <CharactersWithSpaces>79162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Police services - Report on Government Services 2016</dc:title>
  <dc:creator>Steering Committee for the Review of Government Service Provision</dc:creator>
  <cp:lastModifiedBy>Frech, Tanya</cp:lastModifiedBy>
  <cp:revision>47</cp:revision>
  <cp:lastPrinted>2016-01-14T08:06:00Z</cp:lastPrinted>
  <dcterms:created xsi:type="dcterms:W3CDTF">2015-11-24T02:37:00Z</dcterms:created>
  <dcterms:modified xsi:type="dcterms:W3CDTF">2016-01-14T08:06:00Z</dcterms:modified>
</cp:coreProperties>
</file>