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A4578F" w:rsidP="00A4578F">
      <w:pPr>
        <w:pStyle w:val="Heading1"/>
      </w:pPr>
      <w:bookmarkStart w:id="0" w:name="ChapterNumber"/>
      <w:bookmarkStart w:id="1" w:name="_Toc396916145"/>
      <w:bookmarkStart w:id="2" w:name="_Toc463966140"/>
      <w:r>
        <w:t>10</w:t>
      </w:r>
      <w:bookmarkEnd w:id="0"/>
      <w:r>
        <w:tab/>
      </w:r>
      <w:bookmarkStart w:id="3" w:name="ChapterTitle"/>
      <w:r>
        <w:t>Primary and community healt</w:t>
      </w:r>
      <w:bookmarkEnd w:id="3"/>
      <w:r w:rsidR="001E2855">
        <w:t>h</w:t>
      </w:r>
      <w:bookmarkStart w:id="4" w:name="_GoBack"/>
      <w:bookmarkEnd w:id="1"/>
      <w:bookmarkEnd w:id="2"/>
      <w:bookmarkEnd w:id="4"/>
    </w:p>
    <w:sdt>
      <w:sdtPr>
        <w:rPr>
          <w:b/>
          <w:sz w:val="26"/>
          <w:szCs w:val="26"/>
          <w:lang w:eastAsia="en-US"/>
        </w:rPr>
        <w:id w:val="-9990401"/>
        <w:docPartObj>
          <w:docPartGallery w:val="Table of Contents"/>
          <w:docPartUnique/>
        </w:docPartObj>
      </w:sdtPr>
      <w:sdtEndPr>
        <w:rPr>
          <w:b w:val="0"/>
          <w:highlight w:val="yellow"/>
        </w:rPr>
      </w:sdtEndPr>
      <w:sdtContent>
        <w:p w:rsidR="001F1423" w:rsidRPr="004A10AF" w:rsidRDefault="001F1423" w:rsidP="001F1423">
          <w:pPr>
            <w:pStyle w:val="Heading4"/>
          </w:pPr>
          <w:r w:rsidRPr="004A10AF">
            <w:t>CONTENTS</w:t>
          </w:r>
        </w:p>
        <w:p w:rsidR="00A54B3F" w:rsidRDefault="00A54B3F">
          <w:pPr>
            <w:pStyle w:val="TOC1"/>
            <w:rPr>
              <w:rFonts w:asciiTheme="minorHAnsi" w:eastAsiaTheme="minorEastAsia" w:hAnsiTheme="minorHAnsi" w:cstheme="minorBidi"/>
              <w:b w:val="0"/>
              <w:noProof/>
              <w:sz w:val="22"/>
              <w:szCs w:val="22"/>
              <w:lang w:eastAsia="en-AU"/>
            </w:rPr>
          </w:pPr>
        </w:p>
        <w:p w:rsidR="00A54B3F" w:rsidRDefault="00A54B3F">
          <w:pPr>
            <w:pStyle w:val="TOC2"/>
            <w:tabs>
              <w:tab w:val="left" w:pos="132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Profile of primary and community health</w:t>
          </w:r>
          <w:r>
            <w:rPr>
              <w:noProof/>
            </w:rPr>
            <w:tab/>
            <w:t>10.</w:t>
          </w:r>
          <w:r w:rsidR="008F09D3">
            <w:rPr>
              <w:noProof/>
            </w:rPr>
            <w:t>2</w:t>
          </w:r>
        </w:p>
        <w:p w:rsidR="00A54B3F" w:rsidRDefault="00A54B3F">
          <w:pPr>
            <w:pStyle w:val="TOC2"/>
            <w:tabs>
              <w:tab w:val="left" w:pos="132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Framework of performance indicators</w:t>
          </w:r>
          <w:r>
            <w:rPr>
              <w:noProof/>
            </w:rPr>
            <w:tab/>
            <w:t>10.</w:t>
          </w:r>
          <w:r w:rsidR="008F09D3">
            <w:rPr>
              <w:noProof/>
            </w:rPr>
            <w:t>8</w:t>
          </w:r>
        </w:p>
        <w:p w:rsidR="00A54B3F" w:rsidRDefault="00A54B3F">
          <w:pPr>
            <w:pStyle w:val="TOC2"/>
            <w:tabs>
              <w:tab w:val="left" w:pos="132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Key performance indicator results</w:t>
          </w:r>
          <w:r>
            <w:rPr>
              <w:noProof/>
            </w:rPr>
            <w:tab/>
            <w:t>10.</w:t>
          </w:r>
          <w:r w:rsidR="008F09D3">
            <w:rPr>
              <w:noProof/>
            </w:rPr>
            <w:t>10</w:t>
          </w:r>
        </w:p>
        <w:p w:rsidR="00A54B3F" w:rsidRDefault="00A54B3F">
          <w:pPr>
            <w:pStyle w:val="TOC2"/>
            <w:tabs>
              <w:tab w:val="left" w:pos="132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Definitions of key terms</w:t>
          </w:r>
          <w:r>
            <w:rPr>
              <w:noProof/>
            </w:rPr>
            <w:tab/>
            <w:t>10.</w:t>
          </w:r>
          <w:r w:rsidR="008F09D3">
            <w:rPr>
              <w:noProof/>
            </w:rPr>
            <w:t>45</w:t>
          </w:r>
        </w:p>
        <w:p w:rsidR="00A54B3F" w:rsidRDefault="00A54B3F">
          <w:pPr>
            <w:pStyle w:val="TOC2"/>
            <w:tabs>
              <w:tab w:val="left" w:pos="132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References</w:t>
          </w:r>
          <w:r>
            <w:rPr>
              <w:noProof/>
            </w:rPr>
            <w:tab/>
            <w:t>10.</w:t>
          </w:r>
          <w:r w:rsidR="008F09D3">
            <w:rPr>
              <w:noProof/>
            </w:rPr>
            <w:t>47</w:t>
          </w:r>
        </w:p>
        <w:p w:rsidR="00A54B3F" w:rsidRPr="004A10AF" w:rsidRDefault="00690A93" w:rsidP="00A54B3F">
          <w:pPr>
            <w:pStyle w:val="TOC2"/>
            <w:tabs>
              <w:tab w:val="left" w:pos="1134"/>
            </w:tabs>
          </w:pPr>
        </w:p>
      </w:sdtContent>
    </w:sdt>
    <w:p w:rsidR="00D728C8" w:rsidRDefault="00D728C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28C8" w:rsidTr="00C3426D">
        <w:tc>
          <w:tcPr>
            <w:tcW w:w="8771" w:type="dxa"/>
            <w:tcBorders>
              <w:top w:val="single" w:sz="6" w:space="0" w:color="78A22F"/>
              <w:left w:val="nil"/>
              <w:bottom w:val="nil"/>
              <w:right w:val="nil"/>
            </w:tcBorders>
            <w:shd w:val="clear" w:color="auto" w:fill="F2F2F2"/>
          </w:tcPr>
          <w:p w:rsidR="00D728C8" w:rsidRDefault="00D728C8">
            <w:pPr>
              <w:pStyle w:val="BoxTitle"/>
            </w:pPr>
            <w:r w:rsidRPr="00744FCC">
              <w:t>Attachment tables</w:t>
            </w:r>
          </w:p>
        </w:tc>
      </w:tr>
      <w:tr w:rsidR="00D728C8" w:rsidTr="00C3426D">
        <w:trPr>
          <w:cantSplit/>
        </w:trPr>
        <w:tc>
          <w:tcPr>
            <w:tcW w:w="8771" w:type="dxa"/>
            <w:tcBorders>
              <w:top w:val="nil"/>
              <w:left w:val="nil"/>
              <w:bottom w:val="nil"/>
              <w:right w:val="nil"/>
            </w:tcBorders>
            <w:shd w:val="clear" w:color="auto" w:fill="F2F2F2"/>
          </w:tcPr>
          <w:p w:rsidR="00D728C8" w:rsidRDefault="00D728C8" w:rsidP="00265BEE">
            <w:pPr>
              <w:pStyle w:val="Box"/>
            </w:pPr>
            <w:r w:rsidRPr="00D728C8">
              <w:t>Attachment tables are identified in references throughout this chapter by a ‘</w:t>
            </w:r>
            <w:proofErr w:type="spellStart"/>
            <w:r w:rsidRPr="00D728C8">
              <w:t>10A</w:t>
            </w:r>
            <w:proofErr w:type="spellEnd"/>
            <w:r w:rsidRPr="00D728C8">
              <w:t>’ pre</w:t>
            </w:r>
            <w:r w:rsidR="00265BEE">
              <w:t xml:space="preserve">fix (for example, table </w:t>
            </w:r>
            <w:proofErr w:type="spellStart"/>
            <w:r w:rsidR="00265BEE">
              <w:t>10A.1</w:t>
            </w:r>
            <w:proofErr w:type="spellEnd"/>
            <w:r w:rsidR="00265BEE">
              <w:t xml:space="preserve">) and </w:t>
            </w:r>
            <w:r w:rsidRPr="00D728C8">
              <w:t xml:space="preserve">are available </w:t>
            </w:r>
            <w:r w:rsidR="00134B15">
              <w:t>on</w:t>
            </w:r>
            <w:r w:rsidRPr="00D728C8">
              <w:t xml:space="preserve"> the website </w:t>
            </w:r>
            <w:proofErr w:type="spellStart"/>
            <w:r w:rsidR="00807012" w:rsidRPr="000863B9">
              <w:t>www.pc.gov.au</w:t>
            </w:r>
            <w:proofErr w:type="spellEnd"/>
            <w:r w:rsidR="00807012" w:rsidRPr="000863B9">
              <w:t>/</w:t>
            </w:r>
            <w:proofErr w:type="spellStart"/>
            <w:r w:rsidR="00807012" w:rsidRPr="000863B9">
              <w:t>rogs</w:t>
            </w:r>
            <w:proofErr w:type="spellEnd"/>
            <w:r w:rsidR="00807012" w:rsidRPr="000863B9">
              <w:t>/2017</w:t>
            </w:r>
            <w:r w:rsidRPr="00D728C8">
              <w:t>.</w:t>
            </w:r>
          </w:p>
        </w:tc>
      </w:tr>
      <w:tr w:rsidR="00D728C8" w:rsidTr="00C3426D">
        <w:trPr>
          <w:cantSplit/>
        </w:trPr>
        <w:tc>
          <w:tcPr>
            <w:tcW w:w="8771" w:type="dxa"/>
            <w:tcBorders>
              <w:top w:val="nil"/>
              <w:left w:val="nil"/>
              <w:bottom w:val="single" w:sz="6" w:space="0" w:color="78A22F"/>
              <w:right w:val="nil"/>
            </w:tcBorders>
            <w:shd w:val="clear" w:color="auto" w:fill="F2F2F2"/>
          </w:tcPr>
          <w:p w:rsidR="00D728C8" w:rsidRDefault="00D728C8">
            <w:pPr>
              <w:pStyle w:val="Box"/>
              <w:spacing w:before="0" w:line="120" w:lineRule="exact"/>
            </w:pPr>
          </w:p>
        </w:tc>
      </w:tr>
      <w:tr w:rsidR="00D728C8" w:rsidRPr="000863A5" w:rsidTr="00C3426D">
        <w:tc>
          <w:tcPr>
            <w:tcW w:w="8771" w:type="dxa"/>
            <w:tcBorders>
              <w:top w:val="single" w:sz="6" w:space="0" w:color="78A22F"/>
              <w:left w:val="nil"/>
              <w:bottom w:val="nil"/>
              <w:right w:val="nil"/>
            </w:tcBorders>
          </w:tcPr>
          <w:p w:rsidR="00D728C8" w:rsidRPr="00626D32" w:rsidRDefault="00D728C8" w:rsidP="00C3426D">
            <w:pPr>
              <w:pStyle w:val="BoxSpaceBelow"/>
            </w:pPr>
          </w:p>
        </w:tc>
      </w:tr>
    </w:tbl>
    <w:p w:rsidR="00320815" w:rsidRPr="000E768B" w:rsidRDefault="001E7871" w:rsidP="00320815">
      <w:pPr>
        <w:pStyle w:val="BodyText"/>
      </w:pPr>
      <w:r w:rsidRPr="001E7871">
        <w:t xml:space="preserve">This chapter reports on the performance of </w:t>
      </w:r>
      <w:r>
        <w:t>p</w:t>
      </w:r>
      <w:r w:rsidR="00320815">
        <w:t xml:space="preserve">rimary and community </w:t>
      </w:r>
      <w:r w:rsidR="00320815" w:rsidRPr="00C8787E">
        <w:t>health</w:t>
      </w:r>
      <w:r w:rsidR="00320815">
        <w:t xml:space="preserve"> services</w:t>
      </w:r>
      <w:r w:rsidR="002A0011">
        <w:t xml:space="preserve"> which </w:t>
      </w:r>
      <w:r w:rsidR="00320815">
        <w:t xml:space="preserve">include general practice, </w:t>
      </w:r>
      <w:r w:rsidR="0095054D">
        <w:t>pharmaceutical services</w:t>
      </w:r>
      <w:r w:rsidR="001412F3">
        <w:t xml:space="preserve">, dentistry, </w:t>
      </w:r>
      <w:r w:rsidR="00320815">
        <w:t xml:space="preserve">allied health services, </w:t>
      </w:r>
      <w:r w:rsidR="0095054D">
        <w:t xml:space="preserve">maternal and child health, </w:t>
      </w:r>
      <w:r w:rsidR="00320815">
        <w:t>alcohol and other dru</w:t>
      </w:r>
      <w:r w:rsidR="00361262">
        <w:t>g treatment and other services.</w:t>
      </w:r>
      <w:r w:rsidR="00A9633A" w:rsidRPr="00320815">
        <w:t xml:space="preserve"> </w:t>
      </w:r>
      <w:r w:rsidR="002A0011">
        <w:t>T</w:t>
      </w:r>
      <w:r w:rsidR="00414281">
        <w:t xml:space="preserve">his chapter does not </w:t>
      </w:r>
      <w:r w:rsidR="002A0011">
        <w:t>include</w:t>
      </w:r>
      <w:r w:rsidR="00414281">
        <w:t>:</w:t>
      </w:r>
    </w:p>
    <w:p w:rsidR="00320815" w:rsidRDefault="00320815" w:rsidP="00320815">
      <w:pPr>
        <w:pStyle w:val="ListBullet"/>
      </w:pPr>
      <w:r>
        <w:t xml:space="preserve">public hospital emergency departments and </w:t>
      </w:r>
      <w:r w:rsidRPr="00C8787E">
        <w:t>outpatient</w:t>
      </w:r>
      <w:r>
        <w:t xml:space="preserve"> services (reported in chapter </w:t>
      </w:r>
      <w:r w:rsidRPr="00BB1180">
        <w:t>1</w:t>
      </w:r>
      <w:r w:rsidR="00BB1180">
        <w:t>2</w:t>
      </w:r>
      <w:r>
        <w:t>, ‘Public hospitals’)</w:t>
      </w:r>
    </w:p>
    <w:p w:rsidR="00320815" w:rsidRDefault="00320815" w:rsidP="00320815">
      <w:pPr>
        <w:pStyle w:val="ListBullet"/>
      </w:pPr>
      <w:r>
        <w:t>community mental health services (reported in chapter </w:t>
      </w:r>
      <w:r w:rsidRPr="00BB1180">
        <w:t>1</w:t>
      </w:r>
      <w:r w:rsidR="00BB1180">
        <w:t>3</w:t>
      </w:r>
      <w:r>
        <w:t>, ‘</w:t>
      </w:r>
      <w:r w:rsidRPr="004D7297">
        <w:t>Mental health management</w:t>
      </w:r>
      <w:r>
        <w:t>’)</w:t>
      </w:r>
    </w:p>
    <w:p w:rsidR="00320815" w:rsidRDefault="00320815" w:rsidP="00320815">
      <w:pPr>
        <w:pStyle w:val="ListBullet"/>
      </w:pPr>
      <w:r>
        <w:t>Home and Community Care program services (reported in chapter </w:t>
      </w:r>
      <w:r w:rsidRPr="00BB1180">
        <w:t>1</w:t>
      </w:r>
      <w:r w:rsidR="00BB1180">
        <w:t>4</w:t>
      </w:r>
      <w:r>
        <w:t>, ‘Aged care’</w:t>
      </w:r>
      <w:r w:rsidRPr="0091167E">
        <w:t xml:space="preserve"> </w:t>
      </w:r>
      <w:r>
        <w:t xml:space="preserve">and chapter </w:t>
      </w:r>
      <w:r w:rsidRPr="00BB1180">
        <w:t>1</w:t>
      </w:r>
      <w:r w:rsidR="00BB1180">
        <w:t>5</w:t>
      </w:r>
      <w:r>
        <w:t>, ‘Services for people with disability’).</w:t>
      </w:r>
    </w:p>
    <w:p w:rsidR="00320815" w:rsidRPr="00E52E8A" w:rsidRDefault="00320815" w:rsidP="00320815">
      <w:pPr>
        <w:pStyle w:val="BodyText"/>
      </w:pPr>
      <w:r w:rsidRPr="00320815">
        <w:t>All abbreviations used in this Report are available in a complete list in volume A: Approach to performance reporting.</w:t>
      </w:r>
    </w:p>
    <w:p w:rsidR="00320815" w:rsidRPr="00BC1CC1" w:rsidRDefault="00C31CF2" w:rsidP="00320815">
      <w:pPr>
        <w:pStyle w:val="Heading2"/>
      </w:pPr>
      <w:bookmarkStart w:id="5" w:name="_Toc463966141"/>
      <w:r>
        <w:lastRenderedPageBreak/>
        <w:t>10.</w:t>
      </w:r>
      <w:r w:rsidR="008F09D3">
        <w:rPr>
          <w:noProof/>
        </w:rPr>
        <w:t>1</w:t>
      </w:r>
      <w:r>
        <w:tab/>
      </w:r>
      <w:r w:rsidR="00320815" w:rsidRPr="00BC1CC1">
        <w:t>Profile of primary and community health</w:t>
      </w:r>
      <w:bookmarkEnd w:id="5"/>
    </w:p>
    <w:p w:rsidR="00320815" w:rsidRDefault="003668EB" w:rsidP="00320815">
      <w:pPr>
        <w:pStyle w:val="Heading3"/>
      </w:pPr>
      <w:r>
        <w:t>R</w:t>
      </w:r>
      <w:r w:rsidR="00320815">
        <w:t>oles and responsibilities</w:t>
      </w:r>
    </w:p>
    <w:p w:rsidR="00320815" w:rsidRDefault="0006360D" w:rsidP="00320815">
      <w:pPr>
        <w:pStyle w:val="BodyText"/>
      </w:pPr>
      <w:r>
        <w:t>The primary and community health sector is the most frequently used part of Australia’s healthcare system</w:t>
      </w:r>
      <w:r w:rsidRPr="00590746">
        <w:t xml:space="preserve">. </w:t>
      </w:r>
      <w:r w:rsidR="00320815" w:rsidRPr="000127B7">
        <w:t xml:space="preserve">Primary and community healthcare services are delivered by a range of </w:t>
      </w:r>
      <w:r w:rsidR="00320815" w:rsidRPr="003668EB">
        <w:t>health and allied health professionals in various private, not</w:t>
      </w:r>
      <w:r w:rsidR="0064097A">
        <w:noBreakHyphen/>
      </w:r>
      <w:r w:rsidR="00320815" w:rsidRPr="003668EB">
        <w:t>for</w:t>
      </w:r>
      <w:r w:rsidR="0064097A">
        <w:noBreakHyphen/>
      </w:r>
      <w:r w:rsidR="00320815" w:rsidRPr="003668EB">
        <w:t xml:space="preserve">profit and government service settings. </w:t>
      </w:r>
      <w:r w:rsidR="00320815">
        <w:t>Definitions for common health terms are provided in section 10.</w:t>
      </w:r>
      <w:r w:rsidR="00433B21">
        <w:t>4</w:t>
      </w:r>
      <w:r w:rsidR="00320815">
        <w:t>.</w:t>
      </w:r>
    </w:p>
    <w:p w:rsidR="00320815" w:rsidRDefault="00320815" w:rsidP="00320815">
      <w:pPr>
        <w:pStyle w:val="Heading4"/>
      </w:pPr>
      <w:r>
        <w:t>General practice</w:t>
      </w:r>
    </w:p>
    <w:p w:rsidR="00320815" w:rsidRDefault="00320815" w:rsidP="00B5665D">
      <w:pPr>
        <w:pStyle w:val="BodyText"/>
      </w:pPr>
      <w:r>
        <w:t xml:space="preserve">General practice is a major provider of primary healthcare in Australia. </w:t>
      </w:r>
      <w:r w:rsidR="00EC4CC7">
        <w:t>G</w:t>
      </w:r>
      <w:r w:rsidR="002A0011">
        <w:t xml:space="preserve">eneral </w:t>
      </w:r>
      <w:r w:rsidR="00EC4CC7">
        <w:t>P</w:t>
      </w:r>
      <w:r w:rsidR="002A0011">
        <w:t>ractice</w:t>
      </w:r>
      <w:r w:rsidR="00EC4CC7">
        <w:t xml:space="preserve"> services </w:t>
      </w:r>
      <w:r w:rsidR="00D40BC7" w:rsidRPr="00360D7C">
        <w:t>include preventative care</w:t>
      </w:r>
      <w:r w:rsidR="00D40BC7">
        <w:t xml:space="preserve"> and the</w:t>
      </w:r>
      <w:r w:rsidR="00D40BC7" w:rsidRPr="00360D7C">
        <w:t xml:space="preserve"> diagnosis and treatment of illness and injury, through direct service provision and/or referral to acute (hospital) or other healthcare services, as appropriate.</w:t>
      </w:r>
    </w:p>
    <w:p w:rsidR="00320815" w:rsidRDefault="00320815" w:rsidP="00320815">
      <w:pPr>
        <w:pStyle w:val="BodyText"/>
      </w:pPr>
      <w:r>
        <w:t>The Australian Government provides the majority of general practice income</w:t>
      </w:r>
      <w:r w:rsidR="00933C1A">
        <w:t xml:space="preserve">, </w:t>
      </w:r>
      <w:r>
        <w:t>through DHS Medicare</w:t>
      </w:r>
      <w:r w:rsidR="00933C1A">
        <w:t xml:space="preserve"> —</w:t>
      </w:r>
      <w:r>
        <w:t xml:space="preserve"> </w:t>
      </w:r>
      <w:r w:rsidR="000C65CB">
        <w:t>mainly as</w:t>
      </w:r>
      <w:r>
        <w:t xml:space="preserve"> fee</w:t>
      </w:r>
      <w:r w:rsidR="0064097A">
        <w:noBreakHyphen/>
      </w:r>
      <w:r>
        <w:t>for</w:t>
      </w:r>
      <w:r w:rsidR="0064097A">
        <w:noBreakHyphen/>
      </w:r>
      <w:r>
        <w:t>service payments via the Medicare Benefits Schedule (MBS)</w:t>
      </w:r>
      <w:r w:rsidR="00933C1A">
        <w:t xml:space="preserve"> — and the </w:t>
      </w:r>
      <w:r w:rsidR="00FE4E20">
        <w:t>Department of Veterans Affairs (</w:t>
      </w:r>
      <w:proofErr w:type="spellStart"/>
      <w:r w:rsidR="00933C1A">
        <w:t>DVA</w:t>
      </w:r>
      <w:proofErr w:type="spellEnd"/>
      <w:r w:rsidR="00FE4E20">
        <w:t>)</w:t>
      </w:r>
      <w:r>
        <w:t xml:space="preserve">. </w:t>
      </w:r>
      <w:r w:rsidR="00933C1A" w:rsidRPr="00B5665D">
        <w:t>Additional Australian Government funding is provided to influence the supply, regional distribution and quality of general practice services</w:t>
      </w:r>
      <w:r w:rsidR="00E50F79" w:rsidRPr="00B5665D">
        <w:t>,</w:t>
      </w:r>
      <w:r w:rsidR="00933C1A" w:rsidRPr="00B5665D">
        <w:t xml:space="preserve"> through initiatives such as the Practice Incentives Program (PIP) and </w:t>
      </w:r>
      <w:r w:rsidR="002A0011">
        <w:t>Primary Health Networks (</w:t>
      </w:r>
      <w:proofErr w:type="spellStart"/>
      <w:r w:rsidR="00FE4E20" w:rsidRPr="00B5665D">
        <w:t>PHNs</w:t>
      </w:r>
      <w:proofErr w:type="spellEnd"/>
      <w:r w:rsidR="002A0011">
        <w:t>)</w:t>
      </w:r>
      <w:r w:rsidR="00933C1A" w:rsidRPr="00B5665D">
        <w:t xml:space="preserve"> (Australian Government DHS 201</w:t>
      </w:r>
      <w:r w:rsidR="00C85CB7" w:rsidRPr="00B5665D">
        <w:t>5</w:t>
      </w:r>
      <w:r w:rsidR="00933C1A" w:rsidRPr="00B5665D">
        <w:t>)</w:t>
      </w:r>
      <w:r w:rsidR="00933C1A" w:rsidRPr="00933C1A">
        <w:t>.</w:t>
      </w:r>
      <w:r w:rsidR="00933C1A">
        <w:t xml:space="preserve"> </w:t>
      </w:r>
      <w:r w:rsidRPr="00C60B1C">
        <w:t xml:space="preserve">State and Territory governments also provide some funding </w:t>
      </w:r>
      <w:r w:rsidR="003E1BE8">
        <w:t xml:space="preserve">for such programs, </w:t>
      </w:r>
      <w:r w:rsidRPr="00C60B1C">
        <w:t xml:space="preserve">particularly </w:t>
      </w:r>
      <w:r w:rsidR="000C65CB">
        <w:t xml:space="preserve">in relation to </w:t>
      </w:r>
      <w:r w:rsidRPr="00C60B1C">
        <w:t>regional distribution</w:t>
      </w:r>
      <w:r w:rsidR="001713A0">
        <w:t xml:space="preserve"> of general practices</w:t>
      </w:r>
      <w:r w:rsidR="002A0011">
        <w:t xml:space="preserve"> (</w:t>
      </w:r>
      <w:r w:rsidR="002A0011" w:rsidRPr="007639D2">
        <w:t>to influence the availability of GPs in rural and remote areas</w:t>
      </w:r>
      <w:r w:rsidR="002A0011">
        <w:t>)</w:t>
      </w:r>
      <w:r w:rsidRPr="00C60B1C">
        <w:t>.</w:t>
      </w:r>
      <w:r w:rsidR="00912715">
        <w:t xml:space="preserve"> The remainder comes mainly from insurance schemes and patient contributions.</w:t>
      </w:r>
    </w:p>
    <w:p w:rsidR="00320815" w:rsidRDefault="00320815" w:rsidP="00320815">
      <w:pPr>
        <w:pStyle w:val="Heading4"/>
      </w:pPr>
      <w:r>
        <w:t xml:space="preserve">Pharmaceutical </w:t>
      </w:r>
      <w:r w:rsidR="0095054D">
        <w:t>services</w:t>
      </w:r>
    </w:p>
    <w:p w:rsidR="00320815" w:rsidRPr="00097C57" w:rsidRDefault="003B0B3C" w:rsidP="00804A94">
      <w:pPr>
        <w:pStyle w:val="BodyText"/>
      </w:pPr>
      <w:r w:rsidRPr="003B0B3C">
        <w:t>The Australian Government funded</w:t>
      </w:r>
      <w:r w:rsidR="0095054D" w:rsidRPr="0095054D">
        <w:t xml:space="preserve"> </w:t>
      </w:r>
      <w:r w:rsidR="006E2A74">
        <w:t>Pharmaceutical Benefits Scheme</w:t>
      </w:r>
      <w:r w:rsidR="006E2A74" w:rsidRPr="003B0B3C">
        <w:t xml:space="preserve"> </w:t>
      </w:r>
      <w:r w:rsidR="006E2A74">
        <w:t>(</w:t>
      </w:r>
      <w:r w:rsidRPr="003B0B3C">
        <w:t>PBS</w:t>
      </w:r>
      <w:r w:rsidR="006E2A74">
        <w:t>)</w:t>
      </w:r>
      <w:r w:rsidRPr="003B0B3C">
        <w:t xml:space="preserve"> </w:t>
      </w:r>
      <w:r w:rsidR="006E2A74">
        <w:t>a</w:t>
      </w:r>
      <w:r w:rsidRPr="003B0B3C">
        <w:t>i</w:t>
      </w:r>
      <w:r w:rsidR="006E2A74">
        <w:t>m</w:t>
      </w:r>
      <w:r w:rsidRPr="003B0B3C">
        <w:t xml:space="preserve">s to provide affordable, reliable and timely access to prescription medicines for all Australians. </w:t>
      </w:r>
      <w:r>
        <w:t>A</w:t>
      </w:r>
      <w:r w:rsidR="00320815" w:rsidRPr="002601B5">
        <w:t xml:space="preserve">round </w:t>
      </w:r>
      <w:r w:rsidR="00320815" w:rsidRPr="004D27CE">
        <w:t>80 </w:t>
      </w:r>
      <w:r w:rsidR="00320815" w:rsidRPr="002601B5">
        <w:t>per</w:t>
      </w:r>
      <w:r w:rsidR="00320815">
        <w:t xml:space="preserve"> cent of prescription </w:t>
      </w:r>
      <w:r w:rsidR="00320815" w:rsidRPr="003C3AB2">
        <w:t xml:space="preserve">medicines </w:t>
      </w:r>
      <w:r w:rsidR="000168C6">
        <w:t xml:space="preserve">are </w:t>
      </w:r>
      <w:r>
        <w:t xml:space="preserve">subsidised through </w:t>
      </w:r>
      <w:r w:rsidR="00320815" w:rsidRPr="003C3AB2">
        <w:t>the PBS (</w:t>
      </w:r>
      <w:r w:rsidR="00320815">
        <w:t>Department of Health</w:t>
      </w:r>
      <w:r w:rsidR="00320815" w:rsidRPr="003C3AB2">
        <w:t xml:space="preserve"> 2010). </w:t>
      </w:r>
      <w:r w:rsidRPr="002F29F6">
        <w:t xml:space="preserve">Users make a </w:t>
      </w:r>
      <w:proofErr w:type="spellStart"/>
      <w:r w:rsidRPr="002F29F6">
        <w:t>co</w:t>
      </w:r>
      <w:r w:rsidR="0064097A" w:rsidRPr="002F29F6">
        <w:noBreakHyphen/>
      </w:r>
      <w:r w:rsidRPr="002F29F6">
        <w:t>payment</w:t>
      </w:r>
      <w:proofErr w:type="spellEnd"/>
      <w:r w:rsidRPr="002F29F6">
        <w:t xml:space="preserve"> and the Australian Government pays the remaining cost of medicines eligible for the subsidy (Department of Health 201</w:t>
      </w:r>
      <w:r w:rsidR="002F29F6" w:rsidRPr="002F29F6">
        <w:t>6</w:t>
      </w:r>
      <w:r w:rsidRPr="002F29F6">
        <w:t>). Co</w:t>
      </w:r>
      <w:r w:rsidR="0064097A" w:rsidRPr="002F29F6">
        <w:noBreakHyphen/>
      </w:r>
      <w:r w:rsidRPr="002F29F6">
        <w:t>payments are subject to a safety net threshold.</w:t>
      </w:r>
    </w:p>
    <w:p w:rsidR="00320815" w:rsidRDefault="00320815" w:rsidP="00320815">
      <w:pPr>
        <w:pStyle w:val="BodyText"/>
      </w:pPr>
      <w:r>
        <w:t>The Repatriation Pharmaceutical Benefits Scheme (</w:t>
      </w:r>
      <w:proofErr w:type="spellStart"/>
      <w:r>
        <w:t>RPBS</w:t>
      </w:r>
      <w:proofErr w:type="spellEnd"/>
      <w:r>
        <w:t xml:space="preserve">) provides subsidised pharmaceutical medicines, dressings and other items to war veterans and war widows. </w:t>
      </w:r>
      <w:r w:rsidRPr="003B5698">
        <w:t xml:space="preserve">The </w:t>
      </w:r>
      <w:proofErr w:type="spellStart"/>
      <w:r w:rsidR="006E2A74">
        <w:t>RPBS</w:t>
      </w:r>
      <w:proofErr w:type="spellEnd"/>
      <w:r w:rsidR="006E2A74">
        <w:t xml:space="preserve"> is administered by the </w:t>
      </w:r>
      <w:proofErr w:type="spellStart"/>
      <w:r w:rsidR="006E2A74">
        <w:t>DVA</w:t>
      </w:r>
      <w:proofErr w:type="spellEnd"/>
      <w:r>
        <w:t>.</w:t>
      </w:r>
    </w:p>
    <w:p w:rsidR="000D5B1A" w:rsidRDefault="000D5B1A" w:rsidP="000D5B1A">
      <w:pPr>
        <w:pStyle w:val="Heading4"/>
      </w:pPr>
      <w:r>
        <w:lastRenderedPageBreak/>
        <w:t>Dental services</w:t>
      </w:r>
    </w:p>
    <w:p w:rsidR="00B5216F" w:rsidRPr="00097C57" w:rsidRDefault="000D5B1A" w:rsidP="00A9633A">
      <w:pPr>
        <w:pStyle w:val="BodyText"/>
        <w:tabs>
          <w:tab w:val="left" w:pos="6946"/>
          <w:tab w:val="left" w:pos="8222"/>
          <w:tab w:val="left" w:pos="8647"/>
        </w:tabs>
      </w:pPr>
      <w:r>
        <w:t xml:space="preserve">Australia has a mixed system of public and private dental healthcare. State and Territory governments have the main </w:t>
      </w:r>
      <w:r w:rsidRPr="00625FFC">
        <w:t xml:space="preserve">responsibility for </w:t>
      </w:r>
      <w:r w:rsidR="00144470" w:rsidRPr="00625FFC">
        <w:t xml:space="preserve">funding and </w:t>
      </w:r>
      <w:r w:rsidRPr="00625FFC">
        <w:t>delivery of major public dental programs</w:t>
      </w:r>
      <w:r w:rsidR="005822A8" w:rsidRPr="00625FFC">
        <w:t xml:space="preserve">, with </w:t>
      </w:r>
      <w:r w:rsidRPr="00625FFC">
        <w:t>public dental services primarily available to children and disadvantaged adults. The private sector receives funding to provide some public dental services</w:t>
      </w:r>
      <w:r w:rsidR="005822A8" w:rsidRPr="00625FFC">
        <w:t>,</w:t>
      </w:r>
      <w:r w:rsidRPr="00625FFC">
        <w:t xml:space="preserve"> from the Australian Government through the </w:t>
      </w:r>
      <w:proofErr w:type="spellStart"/>
      <w:r w:rsidRPr="00625FFC">
        <w:t>DVA</w:t>
      </w:r>
      <w:proofErr w:type="spellEnd"/>
      <w:r w:rsidRPr="00625FFC">
        <w:t xml:space="preserve"> and </w:t>
      </w:r>
      <w:r w:rsidR="00DB0CB7" w:rsidRPr="00625FFC">
        <w:t>the Dental Benefits Schedule</w:t>
      </w:r>
      <w:r w:rsidRPr="00625FFC">
        <w:t>,</w:t>
      </w:r>
      <w:r>
        <w:t xml:space="preserve"> and from State and Territory governments through dental voucher systems.</w:t>
      </w:r>
      <w:r w:rsidR="00E71A78">
        <w:t xml:space="preserve"> The Australian Government also </w:t>
      </w:r>
      <w:r w:rsidR="004A2B2E" w:rsidRPr="00654CBF">
        <w:t>supports</w:t>
      </w:r>
      <w:r w:rsidR="00E71A78">
        <w:t xml:space="preserve"> private dental services through the private health insurance rebate.</w:t>
      </w:r>
    </w:p>
    <w:p w:rsidR="00043B2C" w:rsidRDefault="00043B2C" w:rsidP="00B5216F">
      <w:pPr>
        <w:pStyle w:val="Heading4"/>
      </w:pPr>
      <w:r>
        <w:t>Allied health services</w:t>
      </w:r>
    </w:p>
    <w:p w:rsidR="00043B2C" w:rsidRPr="00A9633A" w:rsidRDefault="00043B2C" w:rsidP="00625FFC">
      <w:pPr>
        <w:pStyle w:val="BodyText"/>
        <w:tabs>
          <w:tab w:val="left" w:pos="7513"/>
        </w:tabs>
      </w:pPr>
      <w:r>
        <w:t>Allied health services include, but are not limited to, physiotherapy, psychology, occupational therapy, audiology, podiatry and osteopathy. They are delivered mainly in the private sector.</w:t>
      </w:r>
      <w:r w:rsidR="00A941E3">
        <w:t xml:space="preserve"> Some government funding of private allied health services</w:t>
      </w:r>
      <w:r>
        <w:t xml:space="preserve"> </w:t>
      </w:r>
      <w:r w:rsidR="00A941E3">
        <w:t xml:space="preserve">is provided through insurance schemes and the private health insurance rebate. </w:t>
      </w:r>
      <w:r>
        <w:t>The Australian Government makes some allied health services available under the MBS to patients with particular needs — for example, people with chronic conditions and complex care needs</w:t>
      </w:r>
      <w:r w:rsidRPr="00865E22">
        <w:t>.</w:t>
      </w:r>
      <w:r w:rsidR="009032B8">
        <w:t xml:space="preserve"> </w:t>
      </w:r>
      <w:r w:rsidR="0072069A" w:rsidRPr="005D3CD2">
        <w:t>Employment data for</w:t>
      </w:r>
      <w:r w:rsidRPr="005D3CD2">
        <w:t xml:space="preserve"> occupational therapists and psychologists working in the public</w:t>
      </w:r>
      <w:r w:rsidR="00E73B70" w:rsidRPr="005D3CD2">
        <w:t xml:space="preserve"> sector </w:t>
      </w:r>
      <w:r w:rsidR="0072069A" w:rsidRPr="005D3CD2">
        <w:t xml:space="preserve">are presented in </w:t>
      </w:r>
      <w:r w:rsidR="00131ECB" w:rsidRPr="005D3CD2">
        <w:t xml:space="preserve">table </w:t>
      </w:r>
      <w:proofErr w:type="spellStart"/>
      <w:r w:rsidR="00131ECB" w:rsidRPr="005D3CD2">
        <w:t>10A.2</w:t>
      </w:r>
      <w:r w:rsidR="00310DF8">
        <w:t>6</w:t>
      </w:r>
      <w:proofErr w:type="spellEnd"/>
      <w:r w:rsidR="000410BE" w:rsidRPr="005D3CD2">
        <w:t>.</w:t>
      </w:r>
    </w:p>
    <w:p w:rsidR="00320815" w:rsidRDefault="00320815" w:rsidP="00320815">
      <w:pPr>
        <w:pStyle w:val="Heading4"/>
      </w:pPr>
      <w:r>
        <w:t>Community health services</w:t>
      </w:r>
    </w:p>
    <w:p w:rsidR="006C1BC1" w:rsidRDefault="00320815" w:rsidP="00320815">
      <w:pPr>
        <w:pStyle w:val="BodyText"/>
      </w:pPr>
      <w:r>
        <w:t xml:space="preserve">Community health services </w:t>
      </w:r>
      <w:r w:rsidR="006C1BC1">
        <w:t>generally</w:t>
      </w:r>
      <w:r>
        <w:t xml:space="preserve"> comprise multidisciplinary teams of health and allied health professionals</w:t>
      </w:r>
      <w:r w:rsidR="009032B8">
        <w:t xml:space="preserve"> and</w:t>
      </w:r>
      <w:r w:rsidR="006360DB">
        <w:t xml:space="preserve"> </w:t>
      </w:r>
      <w:r>
        <w:t xml:space="preserve">aim to protect the health of </w:t>
      </w:r>
      <w:r w:rsidR="006E2A74">
        <w:t>people</w:t>
      </w:r>
      <w:r>
        <w:t xml:space="preserve"> </w:t>
      </w:r>
      <w:r w:rsidR="006C1BC1">
        <w:t>who experience barriers that impede access to private sector primary and community health services</w:t>
      </w:r>
      <w:r>
        <w:t xml:space="preserve">. </w:t>
      </w:r>
      <w:r w:rsidR="006C1BC1">
        <w:t xml:space="preserve">Governments (including local governments) provide services directly or </w:t>
      </w:r>
      <w:r w:rsidR="00740998">
        <w:t>indirectly</w:t>
      </w:r>
      <w:r w:rsidR="006360DB">
        <w:t xml:space="preserve"> through</w:t>
      </w:r>
      <w:r w:rsidR="00740998">
        <w:t xml:space="preserve"> </w:t>
      </w:r>
      <w:r w:rsidR="006C1BC1">
        <w:t>fund</w:t>
      </w:r>
      <w:r w:rsidR="00740998">
        <w:t>ing</w:t>
      </w:r>
      <w:r w:rsidR="006C1BC1">
        <w:t xml:space="preserve"> </w:t>
      </w:r>
      <w:r w:rsidR="00AB410D">
        <w:t>of</w:t>
      </w:r>
      <w:r w:rsidR="00043B2C">
        <w:t xml:space="preserve"> </w:t>
      </w:r>
      <w:r w:rsidR="00AB410D">
        <w:t xml:space="preserve">service </w:t>
      </w:r>
      <w:r w:rsidR="006C1BC1">
        <w:t xml:space="preserve">provision </w:t>
      </w:r>
      <w:r w:rsidR="006360DB">
        <w:t>by</w:t>
      </w:r>
      <w:r w:rsidR="006C1BC1">
        <w:t xml:space="preserve"> a local health service or community organisation. </w:t>
      </w:r>
      <w:r>
        <w:t xml:space="preserve">There is no national strategy for community health </w:t>
      </w:r>
      <w:r w:rsidR="003B0B3C">
        <w:t xml:space="preserve">services </w:t>
      </w:r>
      <w:r>
        <w:t>and there is considerable variation in the services provided across jurisdictions.</w:t>
      </w:r>
    </w:p>
    <w:p w:rsidR="00E71402" w:rsidRPr="00097C57" w:rsidRDefault="003B0B3C" w:rsidP="00320815">
      <w:pPr>
        <w:pStyle w:val="BodyText"/>
      </w:pPr>
      <w:r w:rsidRPr="003B0B3C">
        <w:t xml:space="preserve">State and Territory governments are responsible for most community health services. </w:t>
      </w:r>
      <w:r w:rsidR="008F0CF4">
        <w:t xml:space="preserve">Those serving </w:t>
      </w:r>
      <w:r w:rsidR="008F0CF4" w:rsidRPr="00CF7620">
        <w:t xml:space="preserve">Aboriginal and Torres Strait Islander </w:t>
      </w:r>
      <w:r w:rsidR="008F0CF4">
        <w:t>communities are mainly the responsibility of t</w:t>
      </w:r>
      <w:r w:rsidR="00320815" w:rsidRPr="00A67CAE">
        <w:t>he Australian Government</w:t>
      </w:r>
      <w:r w:rsidR="00E71402">
        <w:t xml:space="preserve"> (State and Territory governments provide some funding)</w:t>
      </w:r>
      <w:r w:rsidR="000410BE">
        <w:t>.</w:t>
      </w:r>
    </w:p>
    <w:p w:rsidR="00FA0F7A" w:rsidRDefault="00FA0F7A" w:rsidP="005B5D79">
      <w:pPr>
        <w:pStyle w:val="Heading4"/>
      </w:pPr>
      <w:r>
        <w:t>Maternal and child health</w:t>
      </w:r>
    </w:p>
    <w:p w:rsidR="00FA0F7A" w:rsidRPr="00097C57" w:rsidRDefault="00FA0F7A" w:rsidP="00FA0F7A">
      <w:pPr>
        <w:pStyle w:val="BodyText"/>
      </w:pPr>
      <w:r>
        <w:t xml:space="preserve">Maternal and child health </w:t>
      </w:r>
      <w:r w:rsidR="001412F3">
        <w:t>services</w:t>
      </w:r>
      <w:r>
        <w:t xml:space="preserve"> are funded by State and Territory governments</w:t>
      </w:r>
      <w:r w:rsidR="005B5D79">
        <w:t>. They provide</w:t>
      </w:r>
      <w:r w:rsidR="001412F3">
        <w:t xml:space="preserve"> services including</w:t>
      </w:r>
      <w:r>
        <w:t xml:space="preserve">: parenting support (including antenatal and postnatal programs); early childhood nursing programs; disease prevention programs (including childhood immunisations); and early intervention and treatment programs related to child development and health. Some jurisdictions also provide specialist programs through child </w:t>
      </w:r>
      <w:r>
        <w:lastRenderedPageBreak/>
        <w:t>health services, including hearing screening programs, and mothers a</w:t>
      </w:r>
      <w:r w:rsidR="005C1A64">
        <w:t>nd babies residential programs.</w:t>
      </w:r>
    </w:p>
    <w:p w:rsidR="001C74ED" w:rsidRDefault="001C74ED" w:rsidP="00A62043">
      <w:pPr>
        <w:pStyle w:val="Heading4"/>
      </w:pPr>
      <w:r>
        <w:t xml:space="preserve">Alcohol and other drug treatment </w:t>
      </w:r>
    </w:p>
    <w:p w:rsidR="001C74ED" w:rsidRPr="00944E91" w:rsidRDefault="001C74ED" w:rsidP="001C74ED">
      <w:pPr>
        <w:pStyle w:val="BodyText"/>
      </w:pPr>
      <w:r w:rsidRPr="00BF7362">
        <w:t xml:space="preserve">Alcohol and other drug treatment activities range from a brief intervention to </w:t>
      </w:r>
      <w:r w:rsidRPr="00BF7362">
        <w:br/>
        <w:t>long</w:t>
      </w:r>
      <w:r w:rsidR="0064097A">
        <w:noBreakHyphen/>
      </w:r>
      <w:r w:rsidRPr="00BF7362">
        <w:t>term residential treatment. Types of treatment include detoxification, pharmacological treatment,</w:t>
      </w:r>
      <w:r>
        <w:t xml:space="preserve"> counselling and rehabilitation.</w:t>
      </w:r>
    </w:p>
    <w:p w:rsidR="00320815" w:rsidRDefault="00320815" w:rsidP="00320815">
      <w:pPr>
        <w:pStyle w:val="Heading3"/>
      </w:pPr>
      <w:r>
        <w:t>Funding</w:t>
      </w:r>
    </w:p>
    <w:p w:rsidR="00FE4E20" w:rsidRPr="00097C57" w:rsidRDefault="006A2179" w:rsidP="00320815">
      <w:pPr>
        <w:pStyle w:val="BodyText"/>
      </w:pPr>
      <w:r w:rsidRPr="000410BE">
        <w:t>I</w:t>
      </w:r>
      <w:r w:rsidR="00FE4E20" w:rsidRPr="000410BE">
        <w:t xml:space="preserve">n </w:t>
      </w:r>
      <w:r w:rsidR="00FE4E20" w:rsidRPr="00EE4287">
        <w:t>201</w:t>
      </w:r>
      <w:r w:rsidR="000410BE" w:rsidRPr="00EE4287">
        <w:t>4</w:t>
      </w:r>
      <w:r w:rsidR="0064097A" w:rsidRPr="00EE4287">
        <w:noBreakHyphen/>
      </w:r>
      <w:r w:rsidR="00FE4E20" w:rsidRPr="00EE4287">
        <w:t>1</w:t>
      </w:r>
      <w:r w:rsidR="000410BE" w:rsidRPr="00EE4287">
        <w:t>5</w:t>
      </w:r>
      <w:r w:rsidR="00B61BD8" w:rsidRPr="000410BE">
        <w:t>, government recurrent expenditure on primary and community health services (excluding public health) was $</w:t>
      </w:r>
      <w:r w:rsidR="002F644C">
        <w:t>29</w:t>
      </w:r>
      <w:r w:rsidR="00B61BD8" w:rsidRPr="000410BE">
        <w:t>.</w:t>
      </w:r>
      <w:r w:rsidR="002F644C">
        <w:t>9</w:t>
      </w:r>
      <w:r w:rsidR="00B61BD8" w:rsidRPr="000410BE">
        <w:t xml:space="preserve"> billion, of which State, Territory and local governments provided </w:t>
      </w:r>
      <w:r w:rsidR="002F644C">
        <w:t>23</w:t>
      </w:r>
      <w:r w:rsidR="00B61BD8" w:rsidRPr="000410BE">
        <w:t>.</w:t>
      </w:r>
      <w:r w:rsidR="002F644C">
        <w:t>9</w:t>
      </w:r>
      <w:r w:rsidR="00B61BD8" w:rsidRPr="000410BE">
        <w:t xml:space="preserve"> per cent and the Australian G</w:t>
      </w:r>
      <w:r w:rsidR="00CE3FAD" w:rsidRPr="000410BE">
        <w:t xml:space="preserve">overnment </w:t>
      </w:r>
      <w:r w:rsidR="002F644C">
        <w:t>76</w:t>
      </w:r>
      <w:r w:rsidR="00CE3FAD" w:rsidRPr="000410BE">
        <w:t>.</w:t>
      </w:r>
      <w:r w:rsidR="002F644C">
        <w:t>1</w:t>
      </w:r>
      <w:r w:rsidR="00CE3FAD" w:rsidRPr="000410BE">
        <w:t xml:space="preserve"> per cent (table</w:t>
      </w:r>
      <w:r w:rsidR="00A05362" w:rsidRPr="000410BE">
        <w:t> </w:t>
      </w:r>
      <w:r w:rsidR="00B61BD8" w:rsidRPr="000410BE">
        <w:t>10.1).</w:t>
      </w:r>
    </w:p>
    <w:p w:rsidR="00991D37" w:rsidRDefault="00991D37" w:rsidP="005B1BD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991D37" w:rsidTr="005B1BD6">
        <w:tc>
          <w:tcPr>
            <w:tcW w:w="8771" w:type="dxa"/>
            <w:tcBorders>
              <w:top w:val="single" w:sz="6" w:space="0" w:color="78A22F"/>
              <w:left w:val="nil"/>
              <w:bottom w:val="nil"/>
              <w:right w:val="nil"/>
            </w:tcBorders>
            <w:shd w:val="clear" w:color="auto" w:fill="auto"/>
          </w:tcPr>
          <w:p w:rsidR="00991D37" w:rsidRPr="00784A05" w:rsidRDefault="00991D37" w:rsidP="00EE4287">
            <w:pPr>
              <w:pStyle w:val="TableTitle"/>
            </w:pPr>
            <w:r>
              <w:rPr>
                <w:b w:val="0"/>
              </w:rPr>
              <w:t>Table 10.</w:t>
            </w:r>
            <w:r w:rsidR="008F09D3">
              <w:rPr>
                <w:b w:val="0"/>
                <w:noProof/>
              </w:rPr>
              <w:t>1</w:t>
            </w:r>
            <w:r>
              <w:tab/>
            </w:r>
            <w:r w:rsidRPr="000410BE">
              <w:t xml:space="preserve">Estimated funding on primary healthcare, </w:t>
            </w:r>
            <w:r w:rsidR="00EE4287" w:rsidRPr="00EE4287">
              <w:t>2014</w:t>
            </w:r>
            <w:r w:rsidRPr="00EE4287">
              <w:noBreakHyphen/>
            </w:r>
            <w:r w:rsidR="00EE4287" w:rsidRPr="00EE4287">
              <w:t>15</w:t>
            </w:r>
            <w:r w:rsidR="00EE4287" w:rsidRPr="000410BE">
              <w:t xml:space="preserve"> </w:t>
            </w:r>
            <w:r w:rsidRPr="000410BE">
              <w:t>($ million)</w:t>
            </w:r>
            <w:r w:rsidRPr="000410BE">
              <w:rPr>
                <w:rStyle w:val="NoteLabel"/>
                <w:b/>
              </w:rPr>
              <w:t>a,</w:t>
            </w:r>
            <w:r w:rsidR="004E01CB">
              <w:rPr>
                <w:rStyle w:val="NoteLabel"/>
                <w:b/>
              </w:rPr>
              <w:t xml:space="preserve"> </w:t>
            </w:r>
            <w:r w:rsidRPr="000410BE">
              <w:rPr>
                <w:rStyle w:val="NoteLabel"/>
                <w:b/>
              </w:rPr>
              <w:t>b</w:t>
            </w:r>
          </w:p>
        </w:tc>
      </w:tr>
      <w:tr w:rsidR="00991D37" w:rsidTr="005B1BD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6"/>
              <w:gridCol w:w="6"/>
              <w:gridCol w:w="6"/>
            </w:tblGrid>
            <w:tr w:rsidR="00991D37" w:rsidTr="00991D37">
              <w:tc>
                <w:tcPr>
                  <w:tcW w:w="4993" w:type="pct"/>
                  <w:tcBorders>
                    <w:top w:val="single" w:sz="6" w:space="0" w:color="BFBFBF"/>
                    <w:bottom w:val="single" w:sz="6" w:space="0" w:color="BFBFBF"/>
                  </w:tcBorders>
                  <w:shd w:val="clear" w:color="auto" w:fill="auto"/>
                  <w:tcMar>
                    <w:top w:w="28" w:type="dxa"/>
                  </w:tcMar>
                </w:tcPr>
                <w:tbl>
                  <w:tblPr>
                    <w:tblpPr w:leftFromText="180" w:rightFromText="180" w:vertAnchor="text" w:horzAnchor="margin" w:tblpY="-268"/>
                    <w:tblOverlap w:val="never"/>
                    <w:tblW w:w="8506" w:type="dxa"/>
                    <w:tblLook w:val="04A0" w:firstRow="1" w:lastRow="0" w:firstColumn="1" w:lastColumn="0" w:noHBand="0" w:noVBand="1"/>
                  </w:tblPr>
                  <w:tblGrid>
                    <w:gridCol w:w="1113"/>
                    <w:gridCol w:w="715"/>
                    <w:gridCol w:w="893"/>
                    <w:gridCol w:w="733"/>
                    <w:gridCol w:w="805"/>
                    <w:gridCol w:w="990"/>
                    <w:gridCol w:w="1133"/>
                    <w:gridCol w:w="991"/>
                    <w:gridCol w:w="1133"/>
                  </w:tblGrid>
                  <w:tr w:rsidR="00991D37" w:rsidRPr="00887505" w:rsidTr="00466ECB">
                    <w:trPr>
                      <w:trHeight w:val="347"/>
                    </w:trPr>
                    <w:tc>
                      <w:tcPr>
                        <w:tcW w:w="1112" w:type="dxa"/>
                        <w:tcBorders>
                          <w:left w:val="nil"/>
                          <w:right w:val="nil"/>
                        </w:tcBorders>
                        <w:shd w:val="clear" w:color="auto" w:fill="auto"/>
                        <w:noWrap/>
                      </w:tcPr>
                      <w:p w:rsidR="00991D37" w:rsidRPr="00887505" w:rsidRDefault="00991D37" w:rsidP="005B1BD6">
                        <w:pPr>
                          <w:pStyle w:val="TableColumnHeading"/>
                          <w:spacing w:before="0" w:afterLines="40" w:after="96"/>
                          <w:ind w:right="57"/>
                          <w:jc w:val="left"/>
                          <w:rPr>
                            <w:highlight w:val="yellow"/>
                          </w:rPr>
                        </w:pPr>
                      </w:p>
                    </w:tc>
                    <w:tc>
                      <w:tcPr>
                        <w:tcW w:w="3142" w:type="dxa"/>
                        <w:gridSpan w:val="4"/>
                        <w:tcBorders>
                          <w:left w:val="nil"/>
                          <w:bottom w:val="single" w:sz="4" w:space="0" w:color="BFBFBF" w:themeColor="background2"/>
                          <w:right w:val="nil"/>
                        </w:tcBorders>
                        <w:shd w:val="clear" w:color="auto" w:fill="auto"/>
                      </w:tcPr>
                      <w:p w:rsidR="00991D37" w:rsidRPr="000410BE" w:rsidRDefault="00991D37" w:rsidP="005B1BD6">
                        <w:pPr>
                          <w:pStyle w:val="TableColumnHeading"/>
                          <w:jc w:val="center"/>
                          <w:rPr>
                            <w:sz w:val="16"/>
                            <w:szCs w:val="16"/>
                          </w:rPr>
                        </w:pPr>
                        <w:r w:rsidRPr="000410BE">
                          <w:rPr>
                            <w:sz w:val="16"/>
                            <w:szCs w:val="16"/>
                          </w:rPr>
                          <w:t>Australian Government</w:t>
                        </w:r>
                      </w:p>
                    </w:tc>
                    <w:tc>
                      <w:tcPr>
                        <w:tcW w:w="992" w:type="dxa"/>
                        <w:vMerge w:val="restart"/>
                        <w:tcBorders>
                          <w:left w:val="nil"/>
                          <w:right w:val="nil"/>
                        </w:tcBorders>
                        <w:shd w:val="clear" w:color="auto" w:fill="auto"/>
                        <w:vAlign w:val="bottom"/>
                      </w:tcPr>
                      <w:p w:rsidR="00991D37" w:rsidRPr="000410BE" w:rsidRDefault="00991D37" w:rsidP="005B1BD6">
                        <w:pPr>
                          <w:pStyle w:val="TableColumnHeading"/>
                          <w:ind w:left="-108" w:right="0"/>
                        </w:pPr>
                        <w:r w:rsidRPr="000410BE">
                          <w:rPr>
                            <w:sz w:val="16"/>
                            <w:szCs w:val="16"/>
                          </w:rPr>
                          <w:t>State, Territory and local government</w:t>
                        </w:r>
                      </w:p>
                    </w:tc>
                    <w:tc>
                      <w:tcPr>
                        <w:tcW w:w="1134" w:type="dxa"/>
                        <w:vMerge w:val="restart"/>
                        <w:tcBorders>
                          <w:left w:val="nil"/>
                          <w:right w:val="nil"/>
                        </w:tcBorders>
                        <w:shd w:val="clear" w:color="auto" w:fill="auto"/>
                        <w:vAlign w:val="bottom"/>
                      </w:tcPr>
                      <w:p w:rsidR="00991D37" w:rsidRPr="000410BE" w:rsidRDefault="00991D37" w:rsidP="005B1BD6">
                        <w:pPr>
                          <w:pStyle w:val="TableColumnHeading"/>
                          <w:ind w:left="0" w:right="57"/>
                        </w:pPr>
                        <w:r w:rsidRPr="000410BE">
                          <w:rPr>
                            <w:sz w:val="16"/>
                            <w:szCs w:val="16"/>
                          </w:rPr>
                          <w:t>Total government</w:t>
                        </w:r>
                      </w:p>
                    </w:tc>
                    <w:tc>
                      <w:tcPr>
                        <w:tcW w:w="992" w:type="dxa"/>
                        <w:vMerge w:val="restart"/>
                        <w:tcBorders>
                          <w:left w:val="nil"/>
                          <w:right w:val="nil"/>
                        </w:tcBorders>
                        <w:shd w:val="clear" w:color="auto" w:fill="auto"/>
                        <w:vAlign w:val="bottom"/>
                      </w:tcPr>
                      <w:p w:rsidR="00991D37" w:rsidRPr="000410BE" w:rsidRDefault="00991D37" w:rsidP="005B1BD6">
                        <w:pPr>
                          <w:pStyle w:val="TableColumnHeading"/>
                          <w:ind w:left="-108" w:right="28"/>
                        </w:pPr>
                        <w:r w:rsidRPr="000410BE">
                          <w:rPr>
                            <w:sz w:val="16"/>
                            <w:szCs w:val="16"/>
                          </w:rPr>
                          <w:t>Non</w:t>
                        </w:r>
                        <w:r w:rsidRPr="000410BE">
                          <w:rPr>
                            <w:sz w:val="16"/>
                            <w:szCs w:val="16"/>
                          </w:rPr>
                          <w:noBreakHyphen/>
                        </w:r>
                        <w:r w:rsidRPr="000410BE">
                          <w:rPr>
                            <w:sz w:val="16"/>
                            <w:szCs w:val="16"/>
                          </w:rPr>
                          <w:br/>
                          <w:t>government</w:t>
                        </w:r>
                      </w:p>
                    </w:tc>
                    <w:tc>
                      <w:tcPr>
                        <w:tcW w:w="1134" w:type="dxa"/>
                        <w:vMerge w:val="restart"/>
                        <w:tcBorders>
                          <w:left w:val="nil"/>
                          <w:right w:val="nil"/>
                        </w:tcBorders>
                        <w:shd w:val="clear" w:color="auto" w:fill="auto"/>
                        <w:vAlign w:val="bottom"/>
                      </w:tcPr>
                      <w:p w:rsidR="00991D37" w:rsidRPr="000410BE" w:rsidRDefault="00991D37" w:rsidP="005B1BD6">
                        <w:pPr>
                          <w:pStyle w:val="TableColumnHeading"/>
                          <w:ind w:left="0" w:right="57"/>
                        </w:pPr>
                        <w:r w:rsidRPr="000410BE">
                          <w:rPr>
                            <w:sz w:val="16"/>
                            <w:szCs w:val="16"/>
                          </w:rPr>
                          <w:t>Total government</w:t>
                        </w:r>
                        <w:r w:rsidRPr="000410BE">
                          <w:rPr>
                            <w:sz w:val="16"/>
                            <w:szCs w:val="16"/>
                          </w:rPr>
                          <w:br/>
                          <w:t xml:space="preserve">and </w:t>
                        </w:r>
                        <w:proofErr w:type="spellStart"/>
                        <w:r w:rsidRPr="000410BE">
                          <w:rPr>
                            <w:sz w:val="16"/>
                            <w:szCs w:val="16"/>
                          </w:rPr>
                          <w:t>non</w:t>
                        </w:r>
                        <w:proofErr w:type="spellEnd"/>
                        <w:r w:rsidRPr="000410BE">
                          <w:rPr>
                            <w:sz w:val="16"/>
                            <w:szCs w:val="16"/>
                          </w:rPr>
                          <w:noBreakHyphen/>
                        </w:r>
                        <w:r w:rsidRPr="000410BE">
                          <w:rPr>
                            <w:sz w:val="16"/>
                            <w:szCs w:val="16"/>
                          </w:rPr>
                          <w:br/>
                          <w:t>government</w:t>
                        </w:r>
                      </w:p>
                    </w:tc>
                  </w:tr>
                  <w:tr w:rsidR="00991D37" w:rsidRPr="00887505" w:rsidTr="00466ECB">
                    <w:trPr>
                      <w:trHeight w:val="820"/>
                    </w:trPr>
                    <w:tc>
                      <w:tcPr>
                        <w:tcW w:w="1112" w:type="dxa"/>
                        <w:tcBorders>
                          <w:left w:val="nil"/>
                          <w:bottom w:val="single" w:sz="4" w:space="0" w:color="BFBFBF" w:themeColor="background2"/>
                          <w:right w:val="nil"/>
                        </w:tcBorders>
                        <w:shd w:val="clear" w:color="auto" w:fill="auto"/>
                        <w:vAlign w:val="bottom"/>
                        <w:hideMark/>
                      </w:tcPr>
                      <w:p w:rsidR="00991D37" w:rsidRPr="000410BE" w:rsidRDefault="00991D37" w:rsidP="005B1BD6">
                        <w:pPr>
                          <w:pStyle w:val="TableColumnHeading"/>
                          <w:jc w:val="left"/>
                        </w:pPr>
                      </w:p>
                    </w:tc>
                    <w:tc>
                      <w:tcPr>
                        <w:tcW w:w="731"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991D37" w:rsidRPr="000410BE" w:rsidRDefault="00991D37" w:rsidP="005B1BD6">
                        <w:pPr>
                          <w:pStyle w:val="TableColumnHeading"/>
                          <w:ind w:left="0" w:right="57"/>
                          <w:rPr>
                            <w:sz w:val="16"/>
                            <w:szCs w:val="16"/>
                          </w:rPr>
                        </w:pPr>
                        <w:proofErr w:type="spellStart"/>
                        <w:r w:rsidRPr="000410BE">
                          <w:rPr>
                            <w:sz w:val="16"/>
                            <w:szCs w:val="16"/>
                          </w:rPr>
                          <w:t>DVA</w:t>
                        </w:r>
                        <w:proofErr w:type="spellEnd"/>
                      </w:p>
                    </w:tc>
                    <w:tc>
                      <w:tcPr>
                        <w:tcW w:w="851"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991D37" w:rsidRPr="000410BE" w:rsidRDefault="00991D37" w:rsidP="005B1BD6">
                        <w:pPr>
                          <w:pStyle w:val="TableColumnHeading"/>
                          <w:ind w:left="0" w:right="57"/>
                          <w:rPr>
                            <w:sz w:val="16"/>
                            <w:szCs w:val="16"/>
                          </w:rPr>
                        </w:pPr>
                        <w:r w:rsidRPr="000410BE">
                          <w:rPr>
                            <w:sz w:val="16"/>
                            <w:szCs w:val="16"/>
                          </w:rPr>
                          <w:t xml:space="preserve">Department of Health </w:t>
                        </w:r>
                        <w:r w:rsidRPr="000410BE">
                          <w:rPr>
                            <w:sz w:val="16"/>
                            <w:szCs w:val="16"/>
                          </w:rPr>
                          <w:br/>
                          <w:t>and other</w:t>
                        </w:r>
                      </w:p>
                    </w:tc>
                    <w:tc>
                      <w:tcPr>
                        <w:tcW w:w="735"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991D37" w:rsidRPr="000410BE" w:rsidRDefault="00991D37" w:rsidP="005B1BD6">
                        <w:pPr>
                          <w:pStyle w:val="TableColumnHeading"/>
                          <w:ind w:left="0" w:right="57"/>
                          <w:rPr>
                            <w:sz w:val="16"/>
                            <w:szCs w:val="16"/>
                          </w:rPr>
                        </w:pPr>
                        <w:r w:rsidRPr="000410BE">
                          <w:rPr>
                            <w:sz w:val="16"/>
                            <w:szCs w:val="16"/>
                          </w:rPr>
                          <w:t>Premium rebates</w:t>
                        </w:r>
                      </w:p>
                    </w:tc>
                    <w:tc>
                      <w:tcPr>
                        <w:tcW w:w="825" w:type="dxa"/>
                        <w:tcBorders>
                          <w:top w:val="single" w:sz="4" w:space="0" w:color="BFBFBF" w:themeColor="background2"/>
                          <w:left w:val="nil"/>
                          <w:bottom w:val="single" w:sz="4" w:space="0" w:color="BFBFBF" w:themeColor="background2"/>
                          <w:right w:val="nil"/>
                        </w:tcBorders>
                        <w:shd w:val="clear" w:color="auto" w:fill="auto"/>
                        <w:tcMar>
                          <w:left w:w="0" w:type="dxa"/>
                          <w:right w:w="57" w:type="dxa"/>
                        </w:tcMar>
                        <w:vAlign w:val="bottom"/>
                        <w:hideMark/>
                      </w:tcPr>
                      <w:p w:rsidR="00991D37" w:rsidRPr="000410BE" w:rsidRDefault="00991D37" w:rsidP="005B1BD6">
                        <w:pPr>
                          <w:pStyle w:val="TableColumnHeading"/>
                          <w:ind w:right="57"/>
                          <w:rPr>
                            <w:sz w:val="16"/>
                            <w:szCs w:val="16"/>
                          </w:rPr>
                        </w:pPr>
                      </w:p>
                      <w:p w:rsidR="00991D37" w:rsidRPr="000410BE" w:rsidRDefault="00991D37" w:rsidP="005B1BD6">
                        <w:pPr>
                          <w:pStyle w:val="TableColumnHeading"/>
                          <w:ind w:left="0" w:right="57"/>
                          <w:rPr>
                            <w:b/>
                            <w:sz w:val="16"/>
                            <w:szCs w:val="16"/>
                          </w:rPr>
                        </w:pPr>
                        <w:r w:rsidRPr="000410BE">
                          <w:rPr>
                            <w:sz w:val="16"/>
                            <w:szCs w:val="16"/>
                          </w:rPr>
                          <w:t xml:space="preserve">Total </w:t>
                        </w:r>
                      </w:p>
                    </w:tc>
                    <w:tc>
                      <w:tcPr>
                        <w:tcW w:w="992" w:type="dxa"/>
                        <w:vMerge/>
                        <w:tcBorders>
                          <w:left w:val="nil"/>
                          <w:right w:val="nil"/>
                        </w:tcBorders>
                        <w:shd w:val="clear" w:color="auto" w:fill="auto"/>
                        <w:tcMar>
                          <w:left w:w="0" w:type="dxa"/>
                          <w:right w:w="0" w:type="dxa"/>
                        </w:tcMar>
                        <w:vAlign w:val="bottom"/>
                        <w:hideMark/>
                      </w:tcPr>
                      <w:p w:rsidR="00991D37" w:rsidRPr="000410BE" w:rsidRDefault="00991D37" w:rsidP="005B1BD6">
                        <w:pPr>
                          <w:pStyle w:val="TableColumnHeading"/>
                          <w:ind w:left="0" w:right="28"/>
                          <w:rPr>
                            <w:sz w:val="16"/>
                            <w:szCs w:val="16"/>
                          </w:rPr>
                        </w:pPr>
                      </w:p>
                    </w:tc>
                    <w:tc>
                      <w:tcPr>
                        <w:tcW w:w="1134" w:type="dxa"/>
                        <w:vMerge/>
                        <w:tcBorders>
                          <w:left w:val="nil"/>
                          <w:right w:val="nil"/>
                        </w:tcBorders>
                        <w:shd w:val="clear" w:color="auto" w:fill="auto"/>
                        <w:tcMar>
                          <w:left w:w="0" w:type="dxa"/>
                          <w:right w:w="0" w:type="dxa"/>
                        </w:tcMar>
                        <w:vAlign w:val="bottom"/>
                        <w:hideMark/>
                      </w:tcPr>
                      <w:p w:rsidR="00991D37" w:rsidRPr="000410BE" w:rsidRDefault="00991D37" w:rsidP="005B1BD6">
                        <w:pPr>
                          <w:pStyle w:val="TableColumnHeading"/>
                          <w:ind w:left="0" w:right="28"/>
                          <w:rPr>
                            <w:sz w:val="16"/>
                            <w:szCs w:val="16"/>
                          </w:rPr>
                        </w:pPr>
                      </w:p>
                    </w:tc>
                    <w:tc>
                      <w:tcPr>
                        <w:tcW w:w="992" w:type="dxa"/>
                        <w:vMerge/>
                        <w:tcBorders>
                          <w:left w:val="nil"/>
                          <w:right w:val="nil"/>
                        </w:tcBorders>
                        <w:shd w:val="clear" w:color="auto" w:fill="auto"/>
                        <w:tcMar>
                          <w:left w:w="0" w:type="dxa"/>
                          <w:right w:w="0" w:type="dxa"/>
                        </w:tcMar>
                        <w:vAlign w:val="bottom"/>
                        <w:hideMark/>
                      </w:tcPr>
                      <w:p w:rsidR="00991D37" w:rsidRPr="000410BE" w:rsidRDefault="00991D37" w:rsidP="005B1BD6">
                        <w:pPr>
                          <w:pStyle w:val="TableColumnHeading"/>
                          <w:ind w:left="0" w:right="28"/>
                          <w:rPr>
                            <w:sz w:val="16"/>
                            <w:szCs w:val="16"/>
                          </w:rPr>
                        </w:pPr>
                      </w:p>
                    </w:tc>
                    <w:tc>
                      <w:tcPr>
                        <w:tcW w:w="1134" w:type="dxa"/>
                        <w:vMerge/>
                        <w:tcBorders>
                          <w:left w:val="nil"/>
                          <w:right w:val="nil"/>
                        </w:tcBorders>
                        <w:shd w:val="clear" w:color="auto" w:fill="auto"/>
                        <w:tcMar>
                          <w:left w:w="0" w:type="dxa"/>
                          <w:right w:w="0" w:type="dxa"/>
                        </w:tcMar>
                        <w:vAlign w:val="bottom"/>
                        <w:hideMark/>
                      </w:tcPr>
                      <w:p w:rsidR="00991D37" w:rsidRPr="000410BE" w:rsidRDefault="00991D37" w:rsidP="005B1BD6">
                        <w:pPr>
                          <w:pStyle w:val="TableColumnHeading"/>
                          <w:ind w:left="0" w:right="28"/>
                          <w:rPr>
                            <w:sz w:val="16"/>
                            <w:szCs w:val="16"/>
                          </w:rPr>
                        </w:pPr>
                      </w:p>
                    </w:tc>
                  </w:tr>
                  <w:tr w:rsidR="002F644C" w:rsidRPr="00887505" w:rsidTr="00466ECB">
                    <w:trPr>
                      <w:trHeight w:val="300"/>
                    </w:trPr>
                    <w:tc>
                      <w:tcPr>
                        <w:tcW w:w="1112" w:type="dxa"/>
                        <w:tcBorders>
                          <w:top w:val="single" w:sz="4" w:space="0" w:color="BFBFBF" w:themeColor="background2"/>
                          <w:left w:val="nil"/>
                          <w:bottom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ight="113"/>
                          <w:rPr>
                            <w:rFonts w:ascii="Arial" w:hAnsi="Arial" w:cs="Arial"/>
                            <w:color w:val="000000"/>
                            <w:sz w:val="18"/>
                            <w:szCs w:val="18"/>
                          </w:rPr>
                        </w:pPr>
                        <w:proofErr w:type="spellStart"/>
                        <w:r w:rsidRPr="000410BE">
                          <w:rPr>
                            <w:rFonts w:ascii="Arial" w:hAnsi="Arial" w:cs="Arial"/>
                            <w:color w:val="000000"/>
                            <w:sz w:val="18"/>
                            <w:szCs w:val="18"/>
                          </w:rPr>
                          <w:t>Unreferred</w:t>
                        </w:r>
                        <w:proofErr w:type="spellEnd"/>
                        <w:r w:rsidRPr="000410BE">
                          <w:rPr>
                            <w:rFonts w:ascii="Arial" w:hAnsi="Arial" w:cs="Arial"/>
                            <w:color w:val="000000"/>
                            <w:sz w:val="18"/>
                            <w:szCs w:val="18"/>
                          </w:rPr>
                          <w:t xml:space="preserve"> medical services</w:t>
                        </w:r>
                      </w:p>
                    </w:tc>
                    <w:tc>
                      <w:tcPr>
                        <w:tcW w:w="731"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840</w:t>
                        </w:r>
                      </w:p>
                    </w:tc>
                    <w:tc>
                      <w:tcPr>
                        <w:tcW w:w="851"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8 376</w:t>
                        </w:r>
                      </w:p>
                    </w:tc>
                    <w:tc>
                      <w:tcPr>
                        <w:tcW w:w="735"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w:t>
                        </w:r>
                      </w:p>
                    </w:tc>
                    <w:tc>
                      <w:tcPr>
                        <w:tcW w:w="825"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9 216</w:t>
                        </w:r>
                      </w:p>
                    </w:tc>
                    <w:tc>
                      <w:tcPr>
                        <w:tcW w:w="992"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w:t>
                        </w:r>
                      </w:p>
                    </w:tc>
                    <w:tc>
                      <w:tcPr>
                        <w:tcW w:w="1134"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9 216</w:t>
                        </w:r>
                      </w:p>
                    </w:tc>
                    <w:tc>
                      <w:tcPr>
                        <w:tcW w:w="992"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1 814</w:t>
                        </w:r>
                      </w:p>
                    </w:tc>
                    <w:tc>
                      <w:tcPr>
                        <w:tcW w:w="1134" w:type="dxa"/>
                        <w:tcBorders>
                          <w:top w:val="single" w:sz="4" w:space="0" w:color="BFBFBF" w:themeColor="background2"/>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11 031</w:t>
                        </w:r>
                      </w:p>
                    </w:tc>
                  </w:tr>
                  <w:tr w:rsidR="002F644C" w:rsidRPr="00887505" w:rsidTr="002F644C">
                    <w:trPr>
                      <w:trHeight w:val="300"/>
                    </w:trPr>
                    <w:tc>
                      <w:tcPr>
                        <w:tcW w:w="1112" w:type="dxa"/>
                        <w:tcBorders>
                          <w:top w:val="nil"/>
                          <w:left w:val="nil"/>
                          <w:bottom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ight="113"/>
                          <w:rPr>
                            <w:rFonts w:ascii="Arial" w:hAnsi="Arial" w:cs="Arial"/>
                            <w:color w:val="000000"/>
                            <w:sz w:val="18"/>
                            <w:szCs w:val="18"/>
                          </w:rPr>
                        </w:pPr>
                        <w:r w:rsidRPr="000410BE">
                          <w:rPr>
                            <w:rFonts w:ascii="Arial" w:hAnsi="Arial" w:cs="Arial"/>
                            <w:color w:val="000000"/>
                            <w:sz w:val="18"/>
                            <w:szCs w:val="18"/>
                          </w:rPr>
                          <w:t>Dental services</w:t>
                        </w:r>
                      </w:p>
                    </w:tc>
                    <w:tc>
                      <w:tcPr>
                        <w:tcW w:w="73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96</w:t>
                        </w:r>
                      </w:p>
                    </w:tc>
                    <w:tc>
                      <w:tcPr>
                        <w:tcW w:w="85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788</w:t>
                        </w:r>
                      </w:p>
                    </w:tc>
                    <w:tc>
                      <w:tcPr>
                        <w:tcW w:w="73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681</w:t>
                        </w:r>
                      </w:p>
                    </w:tc>
                    <w:tc>
                      <w:tcPr>
                        <w:tcW w:w="82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1 565</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713</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2 279</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7 285</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9 564</w:t>
                        </w:r>
                      </w:p>
                    </w:tc>
                  </w:tr>
                  <w:tr w:rsidR="002F644C" w:rsidRPr="00887505" w:rsidTr="002F644C">
                    <w:trPr>
                      <w:trHeight w:val="300"/>
                    </w:trPr>
                    <w:tc>
                      <w:tcPr>
                        <w:tcW w:w="1112" w:type="dxa"/>
                        <w:tcBorders>
                          <w:top w:val="nil"/>
                          <w:left w:val="nil"/>
                          <w:bottom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Pr>
                            <w:rFonts w:ascii="Arial" w:hAnsi="Arial" w:cs="Arial"/>
                            <w:color w:val="000000"/>
                            <w:sz w:val="18"/>
                            <w:szCs w:val="18"/>
                          </w:rPr>
                        </w:pPr>
                        <w:r w:rsidRPr="000410BE">
                          <w:rPr>
                            <w:rFonts w:ascii="Arial" w:hAnsi="Arial" w:cs="Arial"/>
                            <w:color w:val="000000"/>
                            <w:sz w:val="18"/>
                            <w:szCs w:val="18"/>
                          </w:rPr>
                          <w:t>Other health practitioners</w:t>
                        </w:r>
                      </w:p>
                    </w:tc>
                    <w:tc>
                      <w:tcPr>
                        <w:tcW w:w="73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235</w:t>
                        </w:r>
                      </w:p>
                    </w:tc>
                    <w:tc>
                      <w:tcPr>
                        <w:tcW w:w="85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1 355</w:t>
                        </w:r>
                      </w:p>
                    </w:tc>
                    <w:tc>
                      <w:tcPr>
                        <w:tcW w:w="73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317</w:t>
                        </w:r>
                      </w:p>
                    </w:tc>
                    <w:tc>
                      <w:tcPr>
                        <w:tcW w:w="82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1 907</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1 915</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3 638</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5 552</w:t>
                        </w:r>
                      </w:p>
                    </w:tc>
                  </w:tr>
                  <w:tr w:rsidR="002F644C" w:rsidRPr="00887505" w:rsidTr="002F644C">
                    <w:trPr>
                      <w:trHeight w:val="300"/>
                    </w:trPr>
                    <w:tc>
                      <w:tcPr>
                        <w:tcW w:w="1112" w:type="dxa"/>
                        <w:tcBorders>
                          <w:top w:val="nil"/>
                          <w:left w:val="nil"/>
                          <w:bottom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Pr>
                            <w:rFonts w:ascii="Arial" w:hAnsi="Arial" w:cs="Arial"/>
                            <w:color w:val="000000"/>
                            <w:sz w:val="18"/>
                            <w:szCs w:val="18"/>
                          </w:rPr>
                        </w:pPr>
                        <w:r w:rsidRPr="000410BE">
                          <w:rPr>
                            <w:rFonts w:ascii="Arial" w:hAnsi="Arial" w:cs="Arial"/>
                            <w:color w:val="000000"/>
                            <w:sz w:val="18"/>
                            <w:szCs w:val="18"/>
                          </w:rPr>
                          <w:t>Community health and other</w:t>
                        </w:r>
                      </w:p>
                    </w:tc>
                    <w:tc>
                      <w:tcPr>
                        <w:tcW w:w="73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w:t>
                        </w:r>
                      </w:p>
                    </w:tc>
                    <w:tc>
                      <w:tcPr>
                        <w:tcW w:w="85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1 242</w:t>
                        </w:r>
                      </w:p>
                    </w:tc>
                    <w:tc>
                      <w:tcPr>
                        <w:tcW w:w="735" w:type="dxa"/>
                        <w:tcBorders>
                          <w:top w:val="nil"/>
                          <w:left w:val="nil"/>
                          <w:bottom w:val="nil"/>
                          <w:right w:val="nil"/>
                        </w:tcBorders>
                        <w:shd w:val="clear" w:color="auto" w:fill="auto"/>
                        <w:tcMar>
                          <w:left w:w="57" w:type="dxa"/>
                          <w:right w:w="57" w:type="dxa"/>
                        </w:tcMar>
                        <w:vAlign w:val="center"/>
                      </w:tcPr>
                      <w:p w:rsidR="002F644C" w:rsidRDefault="006B1C25">
                        <w:pPr>
                          <w:jc w:val="right"/>
                          <w:rPr>
                            <w:rFonts w:ascii="Arial" w:hAnsi="Arial" w:cs="Arial"/>
                            <w:sz w:val="20"/>
                            <w:szCs w:val="20"/>
                          </w:rPr>
                        </w:pPr>
                        <w:r>
                          <w:rPr>
                            <w:rFonts w:ascii="Arial" w:hAnsi="Arial" w:cs="Arial"/>
                            <w:sz w:val="20"/>
                            <w:szCs w:val="20"/>
                          </w:rPr>
                          <w:t>–</w:t>
                        </w:r>
                      </w:p>
                    </w:tc>
                    <w:tc>
                      <w:tcPr>
                        <w:tcW w:w="82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1 243</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6 419</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7 662</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469</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8 131</w:t>
                        </w:r>
                      </w:p>
                    </w:tc>
                  </w:tr>
                  <w:tr w:rsidR="002F644C" w:rsidRPr="00887505" w:rsidTr="002F644C">
                    <w:trPr>
                      <w:trHeight w:val="300"/>
                    </w:trPr>
                    <w:tc>
                      <w:tcPr>
                        <w:tcW w:w="1112" w:type="dxa"/>
                        <w:tcBorders>
                          <w:top w:val="nil"/>
                          <w:left w:val="nil"/>
                          <w:bottom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Pr>
                            <w:rFonts w:ascii="Arial" w:hAnsi="Arial" w:cs="Arial"/>
                            <w:color w:val="000000"/>
                            <w:sz w:val="18"/>
                            <w:szCs w:val="18"/>
                          </w:rPr>
                        </w:pPr>
                        <w:r w:rsidRPr="000410BE">
                          <w:rPr>
                            <w:rFonts w:ascii="Arial" w:hAnsi="Arial" w:cs="Arial"/>
                            <w:color w:val="000000"/>
                            <w:sz w:val="18"/>
                            <w:szCs w:val="18"/>
                          </w:rPr>
                          <w:t>Benefit</w:t>
                        </w:r>
                        <w:r w:rsidRPr="000410BE">
                          <w:rPr>
                            <w:rFonts w:ascii="Arial" w:hAnsi="Arial" w:cs="Arial"/>
                            <w:color w:val="000000"/>
                            <w:sz w:val="18"/>
                            <w:szCs w:val="18"/>
                          </w:rPr>
                          <w:noBreakHyphen/>
                          <w:t>paid medications</w:t>
                        </w:r>
                      </w:p>
                    </w:tc>
                    <w:tc>
                      <w:tcPr>
                        <w:tcW w:w="73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363</w:t>
                        </w:r>
                      </w:p>
                    </w:tc>
                    <w:tc>
                      <w:tcPr>
                        <w:tcW w:w="851"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7 899</w:t>
                        </w:r>
                      </w:p>
                    </w:tc>
                    <w:tc>
                      <w:tcPr>
                        <w:tcW w:w="73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w:t>
                        </w:r>
                      </w:p>
                    </w:tc>
                    <w:tc>
                      <w:tcPr>
                        <w:tcW w:w="825"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8 262</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w:t>
                        </w:r>
                        <w:r w:rsidR="006B1C25">
                          <w:rPr>
                            <w:rFonts w:ascii="Arial" w:hAnsi="Arial" w:cs="Arial"/>
                            <w:sz w:val="20"/>
                            <w:szCs w:val="20"/>
                          </w:rPr>
                          <w:t>.</w:t>
                        </w:r>
                        <w:r>
                          <w:rPr>
                            <w:rFonts w:ascii="Arial" w:hAnsi="Arial" w:cs="Arial"/>
                            <w:sz w:val="20"/>
                            <w:szCs w:val="20"/>
                          </w:rPr>
                          <w:t>.</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8 262</w:t>
                        </w:r>
                      </w:p>
                    </w:tc>
                    <w:tc>
                      <w:tcPr>
                        <w:tcW w:w="992"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1 513</w:t>
                        </w:r>
                      </w:p>
                    </w:tc>
                    <w:tc>
                      <w:tcPr>
                        <w:tcW w:w="1134" w:type="dxa"/>
                        <w:tcBorders>
                          <w:top w:val="nil"/>
                          <w:left w:val="nil"/>
                          <w:bottom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9 775</w:t>
                        </w:r>
                      </w:p>
                    </w:tc>
                  </w:tr>
                  <w:tr w:rsidR="002F644C" w:rsidRPr="00887505" w:rsidTr="00AF1FFA">
                    <w:trPr>
                      <w:trHeight w:val="300"/>
                    </w:trPr>
                    <w:tc>
                      <w:tcPr>
                        <w:tcW w:w="1112" w:type="dxa"/>
                        <w:tcBorders>
                          <w:top w:val="nil"/>
                          <w:left w:val="nil"/>
                          <w:right w:val="nil"/>
                        </w:tcBorders>
                        <w:shd w:val="clear" w:color="auto" w:fill="auto"/>
                        <w:tcMar>
                          <w:left w:w="57" w:type="dxa"/>
                          <w:right w:w="57" w:type="dxa"/>
                        </w:tcMar>
                        <w:vAlign w:val="bottom"/>
                        <w:hideMark/>
                      </w:tcPr>
                      <w:p w:rsidR="002F644C" w:rsidRPr="000410BE" w:rsidRDefault="002F644C" w:rsidP="005B1BD6">
                        <w:pPr>
                          <w:keepNext/>
                          <w:keepLines/>
                          <w:spacing w:after="40" w:line="200" w:lineRule="atLeast"/>
                          <w:ind w:left="6"/>
                          <w:rPr>
                            <w:rFonts w:ascii="Arial" w:hAnsi="Arial" w:cs="Arial"/>
                            <w:color w:val="000000"/>
                            <w:sz w:val="18"/>
                            <w:szCs w:val="18"/>
                          </w:rPr>
                        </w:pPr>
                        <w:r w:rsidRPr="000410BE">
                          <w:rPr>
                            <w:rFonts w:ascii="Arial" w:hAnsi="Arial" w:cs="Arial"/>
                            <w:color w:val="000000"/>
                            <w:sz w:val="18"/>
                            <w:szCs w:val="18"/>
                          </w:rPr>
                          <w:t>All other medications</w:t>
                        </w:r>
                      </w:p>
                    </w:tc>
                    <w:tc>
                      <w:tcPr>
                        <w:tcW w:w="731"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w:t>
                        </w:r>
                      </w:p>
                    </w:tc>
                    <w:tc>
                      <w:tcPr>
                        <w:tcW w:w="851"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566</w:t>
                        </w:r>
                      </w:p>
                    </w:tc>
                    <w:tc>
                      <w:tcPr>
                        <w:tcW w:w="735"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19</w:t>
                        </w:r>
                      </w:p>
                    </w:tc>
                    <w:tc>
                      <w:tcPr>
                        <w:tcW w:w="825"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585</w:t>
                        </w:r>
                      </w:p>
                    </w:tc>
                    <w:tc>
                      <w:tcPr>
                        <w:tcW w:w="992"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w:t>
                        </w:r>
                      </w:p>
                    </w:tc>
                    <w:tc>
                      <w:tcPr>
                        <w:tcW w:w="1134"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585</w:t>
                        </w:r>
                      </w:p>
                    </w:tc>
                    <w:tc>
                      <w:tcPr>
                        <w:tcW w:w="992"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9 459</w:t>
                        </w:r>
                      </w:p>
                    </w:tc>
                    <w:tc>
                      <w:tcPr>
                        <w:tcW w:w="1134"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sz w:val="20"/>
                            <w:szCs w:val="20"/>
                          </w:rPr>
                        </w:pPr>
                        <w:r>
                          <w:rPr>
                            <w:rFonts w:ascii="Arial" w:hAnsi="Arial" w:cs="Arial"/>
                            <w:sz w:val="20"/>
                            <w:szCs w:val="20"/>
                          </w:rPr>
                          <w:t xml:space="preserve"> 10 044</w:t>
                        </w:r>
                      </w:p>
                    </w:tc>
                  </w:tr>
                  <w:tr w:rsidR="002F644C" w:rsidRPr="00887505" w:rsidTr="00AF1FFA">
                    <w:trPr>
                      <w:trHeight w:val="300"/>
                    </w:trPr>
                    <w:tc>
                      <w:tcPr>
                        <w:tcW w:w="1112" w:type="dxa"/>
                        <w:tcBorders>
                          <w:top w:val="nil"/>
                          <w:left w:val="nil"/>
                          <w:right w:val="nil"/>
                        </w:tcBorders>
                        <w:shd w:val="clear" w:color="auto" w:fill="auto"/>
                        <w:tcMar>
                          <w:left w:w="57" w:type="dxa"/>
                          <w:right w:w="57" w:type="dxa"/>
                        </w:tcMar>
                        <w:vAlign w:val="bottom"/>
                      </w:tcPr>
                      <w:p w:rsidR="002F644C" w:rsidRPr="000410BE" w:rsidRDefault="002F644C" w:rsidP="005B1BD6">
                        <w:pPr>
                          <w:keepNext/>
                          <w:keepLines/>
                          <w:spacing w:before="40" w:after="60" w:line="200" w:lineRule="atLeast"/>
                          <w:ind w:left="6" w:right="113"/>
                          <w:rPr>
                            <w:rFonts w:ascii="Arial" w:hAnsi="Arial" w:cs="Arial"/>
                            <w:b/>
                            <w:color w:val="000000"/>
                            <w:sz w:val="18"/>
                            <w:szCs w:val="18"/>
                          </w:rPr>
                        </w:pPr>
                        <w:r w:rsidRPr="000410BE">
                          <w:rPr>
                            <w:rFonts w:ascii="Arial" w:hAnsi="Arial" w:cs="Arial"/>
                            <w:b/>
                            <w:color w:val="000000"/>
                            <w:sz w:val="18"/>
                            <w:szCs w:val="18"/>
                          </w:rPr>
                          <w:t>Total</w:t>
                        </w:r>
                      </w:p>
                    </w:tc>
                    <w:tc>
                      <w:tcPr>
                        <w:tcW w:w="731"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1 535</w:t>
                        </w:r>
                      </w:p>
                    </w:tc>
                    <w:tc>
                      <w:tcPr>
                        <w:tcW w:w="851"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20 226</w:t>
                        </w:r>
                      </w:p>
                    </w:tc>
                    <w:tc>
                      <w:tcPr>
                        <w:tcW w:w="735"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1 017</w:t>
                        </w:r>
                      </w:p>
                    </w:tc>
                    <w:tc>
                      <w:tcPr>
                        <w:tcW w:w="825"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22 778</w:t>
                        </w:r>
                      </w:p>
                    </w:tc>
                    <w:tc>
                      <w:tcPr>
                        <w:tcW w:w="992"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7 140</w:t>
                        </w:r>
                      </w:p>
                    </w:tc>
                    <w:tc>
                      <w:tcPr>
                        <w:tcW w:w="1134"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29 919</w:t>
                        </w:r>
                      </w:p>
                    </w:tc>
                    <w:tc>
                      <w:tcPr>
                        <w:tcW w:w="992"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24 178</w:t>
                        </w:r>
                      </w:p>
                    </w:tc>
                    <w:tc>
                      <w:tcPr>
                        <w:tcW w:w="1134" w:type="dxa"/>
                        <w:tcBorders>
                          <w:top w:val="nil"/>
                          <w:left w:val="nil"/>
                          <w:right w:val="nil"/>
                        </w:tcBorders>
                        <w:shd w:val="clear" w:color="auto" w:fill="auto"/>
                        <w:tcMar>
                          <w:left w:w="57" w:type="dxa"/>
                          <w:right w:w="57" w:type="dxa"/>
                        </w:tcMar>
                        <w:vAlign w:val="center"/>
                      </w:tcPr>
                      <w:p w:rsidR="002F644C" w:rsidRDefault="002F644C">
                        <w:pPr>
                          <w:jc w:val="right"/>
                          <w:rPr>
                            <w:rFonts w:ascii="Arial" w:hAnsi="Arial" w:cs="Arial"/>
                            <w:b/>
                            <w:bCs/>
                            <w:sz w:val="20"/>
                            <w:szCs w:val="20"/>
                          </w:rPr>
                        </w:pPr>
                        <w:r>
                          <w:rPr>
                            <w:rFonts w:ascii="Arial" w:hAnsi="Arial" w:cs="Arial"/>
                            <w:b/>
                            <w:bCs/>
                            <w:sz w:val="20"/>
                            <w:szCs w:val="20"/>
                          </w:rPr>
                          <w:t xml:space="preserve"> 54 097</w:t>
                        </w:r>
                      </w:p>
                    </w:tc>
                  </w:tr>
                </w:tbl>
                <w:p w:rsidR="00991D37" w:rsidRDefault="00991D37" w:rsidP="005B1BD6">
                  <w:pPr>
                    <w:pStyle w:val="TableColumnHeading"/>
                    <w:jc w:val="left"/>
                  </w:pPr>
                </w:p>
              </w:tc>
              <w:tc>
                <w:tcPr>
                  <w:tcW w:w="4" w:type="pct"/>
                  <w:tcBorders>
                    <w:top w:val="single" w:sz="6" w:space="0" w:color="BFBFBF"/>
                    <w:bottom w:val="single" w:sz="6" w:space="0" w:color="BFBFBF"/>
                  </w:tcBorders>
                  <w:shd w:val="clear" w:color="auto" w:fill="auto"/>
                  <w:tcMar>
                    <w:top w:w="28" w:type="dxa"/>
                  </w:tcMar>
                </w:tcPr>
                <w:p w:rsidR="00991D37" w:rsidRDefault="00991D37" w:rsidP="005B1BD6">
                  <w:pPr>
                    <w:pStyle w:val="TableColumnHeading"/>
                  </w:pPr>
                </w:p>
              </w:tc>
              <w:tc>
                <w:tcPr>
                  <w:tcW w:w="4" w:type="pct"/>
                  <w:tcBorders>
                    <w:top w:val="single" w:sz="6" w:space="0" w:color="BFBFBF"/>
                    <w:bottom w:val="single" w:sz="6" w:space="0" w:color="BFBFBF"/>
                  </w:tcBorders>
                  <w:shd w:val="clear" w:color="auto" w:fill="auto"/>
                  <w:tcMar>
                    <w:top w:w="28" w:type="dxa"/>
                  </w:tcMar>
                </w:tcPr>
                <w:p w:rsidR="00991D37" w:rsidRDefault="00991D37" w:rsidP="005B1BD6">
                  <w:pPr>
                    <w:pStyle w:val="TableColumnHeading"/>
                    <w:ind w:right="28"/>
                  </w:pPr>
                </w:p>
              </w:tc>
            </w:tr>
          </w:tbl>
          <w:p w:rsidR="00991D37" w:rsidRDefault="00991D37" w:rsidP="005B1BD6">
            <w:pPr>
              <w:pStyle w:val="Box"/>
            </w:pPr>
          </w:p>
        </w:tc>
      </w:tr>
      <w:tr w:rsidR="00991D37" w:rsidTr="005B1BD6">
        <w:trPr>
          <w:cantSplit/>
        </w:trPr>
        <w:tc>
          <w:tcPr>
            <w:tcW w:w="8771" w:type="dxa"/>
            <w:tcBorders>
              <w:top w:val="nil"/>
              <w:left w:val="nil"/>
              <w:bottom w:val="nil"/>
              <w:right w:val="nil"/>
            </w:tcBorders>
            <w:shd w:val="clear" w:color="auto" w:fill="auto"/>
          </w:tcPr>
          <w:p w:rsidR="00991D37" w:rsidRDefault="00991D37" w:rsidP="00991D37">
            <w:pPr>
              <w:pStyle w:val="Note"/>
              <w:rPr>
                <w:i/>
              </w:rPr>
            </w:pPr>
            <w:r w:rsidRPr="008E77FE">
              <w:rPr>
                <w:rStyle w:val="NoteLabel"/>
              </w:rPr>
              <w:t>a</w:t>
            </w:r>
            <w:r>
              <w:t xml:space="preserve"> S</w:t>
            </w:r>
            <w:r w:rsidRPr="00660F67">
              <w:t>ee</w:t>
            </w:r>
            <w:r>
              <w:rPr>
                <w:rStyle w:val="NoteLabel"/>
              </w:rPr>
              <w:t xml:space="preserve"> </w:t>
            </w:r>
            <w:r>
              <w:t xml:space="preserve">table </w:t>
            </w:r>
            <w:proofErr w:type="spellStart"/>
            <w:r>
              <w:t>10A.1</w:t>
            </w:r>
            <w:proofErr w:type="spellEnd"/>
            <w:r w:rsidRPr="00660F67">
              <w:t xml:space="preserve"> </w:t>
            </w:r>
            <w:r>
              <w:t>f</w:t>
            </w:r>
            <w:r w:rsidRPr="00660F67">
              <w:t xml:space="preserve">or </w:t>
            </w:r>
            <w:r>
              <w:t xml:space="preserve">detailed footnotes and caveats. </w:t>
            </w:r>
            <w:r>
              <w:rPr>
                <w:rStyle w:val="NoteLabel"/>
              </w:rPr>
              <w:t>b</w:t>
            </w:r>
            <w:r w:rsidRPr="00311C28">
              <w:t xml:space="preserve"> Totals may not add due to rounding.</w:t>
            </w:r>
            <w:r>
              <w:t xml:space="preserve"> </w:t>
            </w:r>
            <w:r>
              <w:br/>
              <w:t>– N</w:t>
            </w:r>
            <w:r w:rsidRPr="00D90CE9">
              <w:t>il or rounded to zero.</w:t>
            </w:r>
            <w:r w:rsidR="006B1C25">
              <w:t xml:space="preserve"> .. Not applicable.</w:t>
            </w:r>
          </w:p>
        </w:tc>
      </w:tr>
      <w:tr w:rsidR="00991D37" w:rsidTr="005B1BD6">
        <w:trPr>
          <w:cantSplit/>
        </w:trPr>
        <w:tc>
          <w:tcPr>
            <w:tcW w:w="8771" w:type="dxa"/>
            <w:tcBorders>
              <w:top w:val="nil"/>
              <w:left w:val="nil"/>
              <w:bottom w:val="nil"/>
              <w:right w:val="nil"/>
            </w:tcBorders>
            <w:shd w:val="clear" w:color="auto" w:fill="auto"/>
          </w:tcPr>
          <w:p w:rsidR="00991D37" w:rsidRDefault="00991D37" w:rsidP="00B80EFF">
            <w:pPr>
              <w:pStyle w:val="Source"/>
            </w:pPr>
            <w:r>
              <w:rPr>
                <w:i/>
              </w:rPr>
              <w:t>Source</w:t>
            </w:r>
            <w:r w:rsidRPr="007416CA">
              <w:t>:</w:t>
            </w:r>
            <w:r>
              <w:t xml:space="preserve"> </w:t>
            </w:r>
            <w:proofErr w:type="spellStart"/>
            <w:r w:rsidRPr="00EC43AC">
              <w:t>AIHW</w:t>
            </w:r>
            <w:proofErr w:type="spellEnd"/>
            <w:r w:rsidRPr="00EC43AC">
              <w:t xml:space="preserve"> (Australian Institute of Health and Welfare) </w:t>
            </w:r>
            <w:r>
              <w:t>(</w:t>
            </w:r>
            <w:r w:rsidRPr="00970679">
              <w:t>201</w:t>
            </w:r>
            <w:r w:rsidR="00B80EFF">
              <w:t>6</w:t>
            </w:r>
            <w:r>
              <w:t>)</w:t>
            </w:r>
            <w:r w:rsidRPr="00970679">
              <w:t xml:space="preserve">, </w:t>
            </w:r>
            <w:r w:rsidRPr="003C495B">
              <w:rPr>
                <w:i/>
              </w:rPr>
              <w:t>Health Expenditure Australia 201</w:t>
            </w:r>
            <w:r w:rsidR="00B80EFF">
              <w:rPr>
                <w:i/>
              </w:rPr>
              <w:t>4</w:t>
            </w:r>
            <w:r>
              <w:rPr>
                <w:i/>
              </w:rPr>
              <w:noBreakHyphen/>
            </w:r>
            <w:r w:rsidRPr="003C495B">
              <w:rPr>
                <w:i/>
              </w:rPr>
              <w:t>1</w:t>
            </w:r>
            <w:r w:rsidR="00B80EFF">
              <w:rPr>
                <w:i/>
              </w:rPr>
              <w:t>5</w:t>
            </w:r>
            <w:r w:rsidRPr="00970679">
              <w:t xml:space="preserve">, </w:t>
            </w:r>
            <w:r>
              <w:t xml:space="preserve">Cat. no. </w:t>
            </w:r>
            <w:proofErr w:type="spellStart"/>
            <w:r>
              <w:t>HWE</w:t>
            </w:r>
            <w:proofErr w:type="spellEnd"/>
            <w:r>
              <w:t xml:space="preserve"> </w:t>
            </w:r>
            <w:r w:rsidR="00B80EFF">
              <w:t>67</w:t>
            </w:r>
            <w:r>
              <w:t xml:space="preserve">; table </w:t>
            </w:r>
            <w:proofErr w:type="spellStart"/>
            <w:r>
              <w:t>10A.1</w:t>
            </w:r>
            <w:proofErr w:type="spellEnd"/>
            <w:r>
              <w:t>.</w:t>
            </w:r>
          </w:p>
        </w:tc>
      </w:tr>
      <w:tr w:rsidR="00991D37" w:rsidTr="005B1BD6">
        <w:trPr>
          <w:cantSplit/>
        </w:trPr>
        <w:tc>
          <w:tcPr>
            <w:tcW w:w="8771" w:type="dxa"/>
            <w:tcBorders>
              <w:top w:val="nil"/>
              <w:left w:val="nil"/>
              <w:bottom w:val="single" w:sz="6" w:space="0" w:color="78A22F"/>
              <w:right w:val="nil"/>
            </w:tcBorders>
            <w:shd w:val="clear" w:color="auto" w:fill="auto"/>
          </w:tcPr>
          <w:p w:rsidR="00991D37" w:rsidRDefault="00991D37" w:rsidP="005B1BD6">
            <w:pPr>
              <w:pStyle w:val="Box"/>
              <w:spacing w:before="0" w:line="120" w:lineRule="exact"/>
            </w:pPr>
          </w:p>
        </w:tc>
      </w:tr>
      <w:tr w:rsidR="00991D37" w:rsidRPr="000863A5" w:rsidTr="005B1BD6">
        <w:tc>
          <w:tcPr>
            <w:tcW w:w="8771" w:type="dxa"/>
            <w:tcBorders>
              <w:top w:val="single" w:sz="6" w:space="0" w:color="78A22F"/>
              <w:left w:val="nil"/>
              <w:bottom w:val="nil"/>
              <w:right w:val="nil"/>
            </w:tcBorders>
          </w:tcPr>
          <w:p w:rsidR="00991D37" w:rsidRPr="00626D32" w:rsidRDefault="00991D37" w:rsidP="005B1BD6">
            <w:pPr>
              <w:pStyle w:val="BoxSpaceBelow"/>
            </w:pPr>
          </w:p>
        </w:tc>
      </w:tr>
    </w:tbl>
    <w:p w:rsidR="00320815" w:rsidRDefault="00320815" w:rsidP="00320815">
      <w:pPr>
        <w:pStyle w:val="Heading4"/>
      </w:pPr>
      <w:r>
        <w:lastRenderedPageBreak/>
        <w:t>General practice</w:t>
      </w:r>
    </w:p>
    <w:p w:rsidR="00F16606" w:rsidRPr="00115C8A" w:rsidRDefault="00F16606" w:rsidP="00710AF2">
      <w:pPr>
        <w:pStyle w:val="BodyText"/>
      </w:pPr>
      <w:r w:rsidRPr="000410BE">
        <w:t xml:space="preserve">Australian Government total expenditure on general practice in </w:t>
      </w:r>
      <w:r w:rsidR="00EE4287" w:rsidRPr="000410BE">
        <w:t>201</w:t>
      </w:r>
      <w:r w:rsidR="00EE4287">
        <w:t>5</w:t>
      </w:r>
      <w:r w:rsidR="0064097A" w:rsidRPr="000410BE">
        <w:noBreakHyphen/>
      </w:r>
      <w:r w:rsidR="00EE4287" w:rsidRPr="000410BE">
        <w:t>1</w:t>
      </w:r>
      <w:r w:rsidR="00EE4287">
        <w:t>6</w:t>
      </w:r>
      <w:r w:rsidR="00EE4287" w:rsidRPr="000410BE">
        <w:t xml:space="preserve"> </w:t>
      </w:r>
      <w:r w:rsidRPr="000410BE">
        <w:t>was $</w:t>
      </w:r>
      <w:r w:rsidR="002F644C">
        <w:t>8</w:t>
      </w:r>
      <w:r w:rsidRPr="000410BE">
        <w:t>.</w:t>
      </w:r>
      <w:r w:rsidR="002F644C">
        <w:t>7</w:t>
      </w:r>
      <w:r w:rsidRPr="000410BE">
        <w:t> billion</w:t>
      </w:r>
      <w:r w:rsidR="00C83F97">
        <w:t>,</w:t>
      </w:r>
      <w:r w:rsidRPr="000410BE">
        <w:t xml:space="preserve"> or $</w:t>
      </w:r>
      <w:r w:rsidR="002F644C">
        <w:t>365</w:t>
      </w:r>
      <w:r w:rsidRPr="000410BE">
        <w:t xml:space="preserve"> per person (table </w:t>
      </w:r>
      <w:proofErr w:type="spellStart"/>
      <w:r w:rsidRPr="000410BE">
        <w:t>10A.</w:t>
      </w:r>
      <w:r w:rsidR="00310DF8">
        <w:t>2</w:t>
      </w:r>
      <w:proofErr w:type="spellEnd"/>
      <w:r w:rsidRPr="000410BE">
        <w:t>)</w:t>
      </w:r>
      <w:r w:rsidR="00C83F97">
        <w:t xml:space="preserve">, of which </w:t>
      </w:r>
      <w:r w:rsidR="002F644C">
        <w:t>93</w:t>
      </w:r>
      <w:r w:rsidR="00C83F97" w:rsidRPr="000410BE">
        <w:t>.</w:t>
      </w:r>
      <w:r w:rsidR="002F644C">
        <w:t>4</w:t>
      </w:r>
      <w:r w:rsidR="00C83F97" w:rsidRPr="000410BE">
        <w:t xml:space="preserve"> per cent </w:t>
      </w:r>
      <w:r w:rsidR="00C83F97">
        <w:t xml:space="preserve">was </w:t>
      </w:r>
      <w:r w:rsidRPr="000410BE">
        <w:t>fee</w:t>
      </w:r>
      <w:r w:rsidR="0064097A" w:rsidRPr="000410BE">
        <w:noBreakHyphen/>
      </w:r>
      <w:r w:rsidRPr="000410BE">
        <w:t>for</w:t>
      </w:r>
      <w:r w:rsidR="0064097A" w:rsidRPr="000410BE">
        <w:noBreakHyphen/>
      </w:r>
      <w:r w:rsidRPr="000410BE">
        <w:t xml:space="preserve">service expenditure through DHS Medicare and the </w:t>
      </w:r>
      <w:proofErr w:type="spellStart"/>
      <w:r w:rsidRPr="000410BE">
        <w:t>DVA</w:t>
      </w:r>
      <w:proofErr w:type="spellEnd"/>
      <w:r w:rsidRPr="00625FFC">
        <w:t>.</w:t>
      </w:r>
    </w:p>
    <w:p w:rsidR="00320815" w:rsidRPr="00C052BA" w:rsidRDefault="00320815" w:rsidP="00320815">
      <w:pPr>
        <w:pStyle w:val="BodyText"/>
      </w:pPr>
      <w:r w:rsidRPr="00B61A9C">
        <w:t>State and Territory government</w:t>
      </w:r>
      <w:r w:rsidR="00753B08">
        <w:t xml:space="preserve">s contribute funding to </w:t>
      </w:r>
      <w:r w:rsidRPr="00B61A9C">
        <w:t xml:space="preserve">general practice </w:t>
      </w:r>
      <w:r w:rsidR="00753B08">
        <w:t xml:space="preserve">mainly </w:t>
      </w:r>
      <w:r w:rsidRPr="00B61A9C">
        <w:t xml:space="preserve">through </w:t>
      </w:r>
      <w:r w:rsidR="00753B08" w:rsidRPr="00B61A9C">
        <w:t xml:space="preserve">support </w:t>
      </w:r>
      <w:r w:rsidRPr="00B61A9C">
        <w:t>programs</w:t>
      </w:r>
      <w:r w:rsidR="00753B08">
        <w:t xml:space="preserve"> such as</w:t>
      </w:r>
      <w:r w:rsidR="0064097A">
        <w:t xml:space="preserve"> </w:t>
      </w:r>
      <w:r w:rsidRPr="00B61A9C">
        <w:t xml:space="preserve">assistance with housing and relocation, education </w:t>
      </w:r>
      <w:r>
        <w:t>p</w:t>
      </w:r>
      <w:r w:rsidRPr="00B61A9C">
        <w:t>rograms and employment assistance for spouses and family members of doctors in rural areas</w:t>
      </w:r>
      <w:r w:rsidR="00753B08">
        <w:t>.</w:t>
      </w:r>
      <w:r w:rsidRPr="00B61A9C">
        <w:t xml:space="preserve"> </w:t>
      </w:r>
      <w:r w:rsidR="009032B8">
        <w:t>N</w:t>
      </w:r>
      <w:r w:rsidRPr="00B61A9C">
        <w:t>on</w:t>
      </w:r>
      <w:r>
        <w:noBreakHyphen/>
      </w:r>
      <w:r w:rsidRPr="00B61A9C">
        <w:t>government sources</w:t>
      </w:r>
      <w:r w:rsidR="009032B8">
        <w:t xml:space="preserve"> also contribute through</w:t>
      </w:r>
      <w:r w:rsidR="00753B08">
        <w:t xml:space="preserve"> </w:t>
      </w:r>
      <w:r w:rsidRPr="00B61A9C">
        <w:t xml:space="preserve">insurance </w:t>
      </w:r>
      <w:r w:rsidRPr="004372E4">
        <w:t>schemes (such as, workers compensation and third party insurance) and private</w:t>
      </w:r>
      <w:r w:rsidRPr="00B61A9C">
        <w:t xml:space="preserve"> individuals</w:t>
      </w:r>
      <w:r>
        <w:t>.</w:t>
      </w:r>
    </w:p>
    <w:p w:rsidR="00890B2C" w:rsidRDefault="00890B2C" w:rsidP="00320815">
      <w:pPr>
        <w:pStyle w:val="Heading4"/>
      </w:pPr>
      <w:r>
        <w:t>Pharmaceutical services</w:t>
      </w:r>
    </w:p>
    <w:p w:rsidR="000168C6" w:rsidRDefault="00890B2C" w:rsidP="00EC3D47">
      <w:pPr>
        <w:pStyle w:val="BodyText"/>
      </w:pPr>
      <w:r w:rsidRPr="007622FB">
        <w:t xml:space="preserve">Australian Government expenditure </w:t>
      </w:r>
      <w:r w:rsidR="000168C6" w:rsidRPr="007622FB">
        <w:t xml:space="preserve">through the PBS and </w:t>
      </w:r>
      <w:proofErr w:type="spellStart"/>
      <w:r w:rsidR="000168C6" w:rsidRPr="007622FB">
        <w:t>RPBS</w:t>
      </w:r>
      <w:proofErr w:type="spellEnd"/>
      <w:r w:rsidR="000168C6" w:rsidRPr="007622FB">
        <w:t xml:space="preserve"> </w:t>
      </w:r>
      <w:r w:rsidRPr="007622FB">
        <w:t xml:space="preserve">on </w:t>
      </w:r>
      <w:r w:rsidR="000168C6" w:rsidRPr="007622FB">
        <w:t xml:space="preserve">prescription </w:t>
      </w:r>
      <w:r w:rsidRPr="007622FB">
        <w:t>medic</w:t>
      </w:r>
      <w:r w:rsidR="00553DC8" w:rsidRPr="007622FB">
        <w:t>i</w:t>
      </w:r>
      <w:r w:rsidRPr="007622FB">
        <w:t>n</w:t>
      </w:r>
      <w:r w:rsidR="00553DC8" w:rsidRPr="007622FB">
        <w:t>e</w:t>
      </w:r>
      <w:r w:rsidRPr="007622FB">
        <w:t xml:space="preserve">s </w:t>
      </w:r>
      <w:r w:rsidR="000168C6" w:rsidRPr="007622FB">
        <w:t xml:space="preserve">filled at pharmacies </w:t>
      </w:r>
      <w:r w:rsidRPr="007622FB">
        <w:t>was around $</w:t>
      </w:r>
      <w:r w:rsidR="003417E4">
        <w:t>8</w:t>
      </w:r>
      <w:r w:rsidRPr="007622FB">
        <w:t>.</w:t>
      </w:r>
      <w:r w:rsidR="003417E4">
        <w:t>3</w:t>
      </w:r>
      <w:r w:rsidRPr="007622FB">
        <w:t> billion in 201</w:t>
      </w:r>
      <w:r w:rsidR="007622FB" w:rsidRPr="007622FB">
        <w:t>5</w:t>
      </w:r>
      <w:r w:rsidRPr="007622FB">
        <w:noBreakHyphen/>
        <w:t>1</w:t>
      </w:r>
      <w:r w:rsidR="007622FB" w:rsidRPr="007622FB">
        <w:t>6</w:t>
      </w:r>
      <w:r w:rsidR="000168C6" w:rsidRPr="007622FB">
        <w:t xml:space="preserve"> (tables </w:t>
      </w:r>
      <w:proofErr w:type="spellStart"/>
      <w:r w:rsidR="000168C6" w:rsidRPr="007622FB">
        <w:t>10A.</w:t>
      </w:r>
      <w:r w:rsidR="00310DF8">
        <w:t>3</w:t>
      </w:r>
      <w:proofErr w:type="spellEnd"/>
      <w:r w:rsidR="00C83F97">
        <w:t>-</w:t>
      </w:r>
      <w:r w:rsidR="00310DF8">
        <w:t>4</w:t>
      </w:r>
      <w:r w:rsidR="000168C6" w:rsidRPr="007622FB">
        <w:t>)</w:t>
      </w:r>
      <w:r w:rsidR="00C83F97">
        <w:t xml:space="preserve"> – </w:t>
      </w:r>
      <w:r w:rsidR="00AA6F6C" w:rsidRPr="002C3F55">
        <w:t>9</w:t>
      </w:r>
      <w:r w:rsidR="003417E4" w:rsidRPr="002C3F55">
        <w:t>6</w:t>
      </w:r>
      <w:r w:rsidR="00C83F97" w:rsidRPr="002C3F55">
        <w:t>.</w:t>
      </w:r>
      <w:r w:rsidR="00AA6F6C" w:rsidRPr="002C3F55">
        <w:t>2</w:t>
      </w:r>
      <w:r w:rsidR="00C83F97" w:rsidRPr="002C3F55">
        <w:t xml:space="preserve"> per cent</w:t>
      </w:r>
      <w:r w:rsidR="00C83F97">
        <w:t xml:space="preserve"> </w:t>
      </w:r>
      <w:r w:rsidRPr="007622FB">
        <w:t>through the PBS. PBS</w:t>
      </w:r>
      <w:r w:rsidR="00C83F97" w:rsidRPr="00C83F97">
        <w:t xml:space="preserve"> </w:t>
      </w:r>
      <w:r w:rsidR="00C83F97" w:rsidRPr="007622FB">
        <w:t>expenditure</w:t>
      </w:r>
      <w:r w:rsidR="00C83F97" w:rsidRPr="00C83F97">
        <w:t xml:space="preserve"> </w:t>
      </w:r>
      <w:r w:rsidR="00C83F97" w:rsidRPr="007622FB">
        <w:t>per person</w:t>
      </w:r>
      <w:r w:rsidR="00C83F97">
        <w:t xml:space="preserve"> was </w:t>
      </w:r>
      <w:r w:rsidRPr="007622FB">
        <w:t>$</w:t>
      </w:r>
      <w:r w:rsidR="003417E4">
        <w:t>332</w:t>
      </w:r>
      <w:r w:rsidR="00C83F97">
        <w:t xml:space="preserve">, representing a continued decrease from the 10-year peak in </w:t>
      </w:r>
      <w:r w:rsidRPr="007622FB">
        <w:t>20</w:t>
      </w:r>
      <w:r w:rsidR="001334CB">
        <w:t>09</w:t>
      </w:r>
      <w:r w:rsidR="0064097A" w:rsidRPr="007622FB">
        <w:noBreakHyphen/>
      </w:r>
      <w:r w:rsidRPr="007622FB">
        <w:t>1</w:t>
      </w:r>
      <w:r w:rsidR="001334CB">
        <w:t>0</w:t>
      </w:r>
      <w:r w:rsidRPr="007622FB">
        <w:t xml:space="preserve"> </w:t>
      </w:r>
      <w:r w:rsidR="00C83F97">
        <w:t>(</w:t>
      </w:r>
      <w:r w:rsidRPr="007622FB">
        <w:t>table</w:t>
      </w:r>
      <w:r w:rsidR="00B00053" w:rsidRPr="007622FB">
        <w:t> </w:t>
      </w:r>
      <w:proofErr w:type="spellStart"/>
      <w:r w:rsidR="00331430" w:rsidRPr="007622FB">
        <w:t>10A.</w:t>
      </w:r>
      <w:r w:rsidR="00310DF8">
        <w:t>3</w:t>
      </w:r>
      <w:proofErr w:type="spellEnd"/>
      <w:r w:rsidRPr="007622FB">
        <w:t xml:space="preserve">). </w:t>
      </w:r>
      <w:r w:rsidR="0085308E" w:rsidRPr="007622FB">
        <w:t xml:space="preserve">The proportion of PBS expenditure that is concessional fell from </w:t>
      </w:r>
      <w:r w:rsidR="003417E4">
        <w:t>80</w:t>
      </w:r>
      <w:r w:rsidR="0085308E" w:rsidRPr="007622FB">
        <w:t>.</w:t>
      </w:r>
      <w:r w:rsidR="003417E4">
        <w:t>4</w:t>
      </w:r>
      <w:r w:rsidR="0085308E" w:rsidRPr="007622FB">
        <w:t xml:space="preserve"> to </w:t>
      </w:r>
      <w:r w:rsidR="003417E4">
        <w:t>76</w:t>
      </w:r>
      <w:r w:rsidR="0085308E" w:rsidRPr="007622FB">
        <w:t>.</w:t>
      </w:r>
      <w:r w:rsidR="003417E4">
        <w:t>0</w:t>
      </w:r>
      <w:r w:rsidR="0085308E" w:rsidRPr="007622FB">
        <w:t> per cent in the period 20</w:t>
      </w:r>
      <w:r w:rsidR="00804A94" w:rsidRPr="007622FB">
        <w:t>0</w:t>
      </w:r>
      <w:r w:rsidR="006E3228">
        <w:t>6</w:t>
      </w:r>
      <w:r w:rsidR="0064097A" w:rsidRPr="007622FB">
        <w:noBreakHyphen/>
      </w:r>
      <w:r w:rsidR="00804A94" w:rsidRPr="007622FB">
        <w:t>0</w:t>
      </w:r>
      <w:r w:rsidR="006E3228">
        <w:t>7</w:t>
      </w:r>
      <w:r w:rsidR="00804A94" w:rsidRPr="007622FB">
        <w:t xml:space="preserve"> to 201</w:t>
      </w:r>
      <w:r w:rsidR="006E3228">
        <w:t>5</w:t>
      </w:r>
      <w:r w:rsidR="0064097A" w:rsidRPr="007622FB">
        <w:noBreakHyphen/>
      </w:r>
      <w:r w:rsidR="00804A94" w:rsidRPr="007622FB">
        <w:t>1</w:t>
      </w:r>
      <w:r w:rsidR="006E3228">
        <w:t>6</w:t>
      </w:r>
      <w:r w:rsidR="00804A94" w:rsidRPr="007622FB">
        <w:t xml:space="preserve"> (table </w:t>
      </w:r>
      <w:proofErr w:type="spellStart"/>
      <w:r w:rsidR="00804A94" w:rsidRPr="007622FB">
        <w:t>10A.</w:t>
      </w:r>
      <w:r w:rsidR="00310DF8">
        <w:t>3</w:t>
      </w:r>
      <w:proofErr w:type="spellEnd"/>
      <w:r w:rsidR="00804A94" w:rsidRPr="007622FB">
        <w:t>).</w:t>
      </w:r>
    </w:p>
    <w:p w:rsidR="00C504E9" w:rsidRPr="00097C57" w:rsidRDefault="000168C6" w:rsidP="00EC3D47">
      <w:pPr>
        <w:pStyle w:val="BodyText"/>
      </w:pPr>
      <w:r w:rsidRPr="00F72052">
        <w:t xml:space="preserve">The Australian Government </w:t>
      </w:r>
      <w:r w:rsidR="00C83F97">
        <w:t xml:space="preserve">separately </w:t>
      </w:r>
      <w:r w:rsidR="00887973" w:rsidRPr="00F72052">
        <w:t xml:space="preserve">funds </w:t>
      </w:r>
      <w:r w:rsidR="00C504E9" w:rsidRPr="00F72052">
        <w:t>the supply of PBS</w:t>
      </w:r>
      <w:r w:rsidR="00C504E9" w:rsidRPr="000168C6">
        <w:t xml:space="preserve"> medicines to Aboriginal and Torres Strait Islander primary healthcare services </w:t>
      </w:r>
      <w:r w:rsidR="00C83F97">
        <w:t>in remote and very remote areas. In 2015</w:t>
      </w:r>
      <w:r w:rsidR="00097C57">
        <w:noBreakHyphen/>
      </w:r>
      <w:r w:rsidR="00C83F97">
        <w:t xml:space="preserve">16, this was </w:t>
      </w:r>
      <w:r w:rsidR="00887973" w:rsidRPr="007622FB">
        <w:t>$</w:t>
      </w:r>
      <w:r w:rsidR="003417E4">
        <w:t>27</w:t>
      </w:r>
      <w:r w:rsidR="00887973" w:rsidRPr="007622FB">
        <w:t>.</w:t>
      </w:r>
      <w:r w:rsidR="003417E4">
        <w:t>9</w:t>
      </w:r>
      <w:r w:rsidR="00887973" w:rsidRPr="007622FB">
        <w:t xml:space="preserve"> million </w:t>
      </w:r>
      <w:r w:rsidR="00C83F97">
        <w:t xml:space="preserve">down </w:t>
      </w:r>
      <w:r w:rsidR="00887973" w:rsidRPr="007622FB">
        <w:t>from $</w:t>
      </w:r>
      <w:r w:rsidR="003417E4">
        <w:t>30</w:t>
      </w:r>
      <w:r w:rsidR="00887973" w:rsidRPr="007622FB">
        <w:t>.</w:t>
      </w:r>
      <w:r w:rsidR="003417E4">
        <w:t>1</w:t>
      </w:r>
      <w:r w:rsidR="00331430" w:rsidRPr="007622FB">
        <w:t xml:space="preserve"> million in </w:t>
      </w:r>
      <w:r w:rsidR="00331430" w:rsidRPr="00693B62">
        <w:t>201</w:t>
      </w:r>
      <w:r w:rsidR="00BC18FA" w:rsidRPr="00693B62">
        <w:t>4</w:t>
      </w:r>
      <w:r w:rsidR="0064097A" w:rsidRPr="00693B62">
        <w:noBreakHyphen/>
      </w:r>
      <w:r w:rsidR="00331430" w:rsidRPr="00693B62">
        <w:t>1</w:t>
      </w:r>
      <w:r w:rsidR="00BC18FA" w:rsidRPr="00693B62">
        <w:t>5</w:t>
      </w:r>
      <w:r w:rsidR="00331430" w:rsidRPr="007622FB">
        <w:t xml:space="preserve"> (table </w:t>
      </w:r>
      <w:proofErr w:type="spellStart"/>
      <w:r w:rsidR="00331430" w:rsidRPr="007622FB">
        <w:t>10A.</w:t>
      </w:r>
      <w:r w:rsidR="00310DF8">
        <w:t>5</w:t>
      </w:r>
      <w:proofErr w:type="spellEnd"/>
      <w:r w:rsidR="00887973" w:rsidRPr="007622FB">
        <w:t>)</w:t>
      </w:r>
      <w:r w:rsidR="00887973">
        <w:t>.</w:t>
      </w:r>
    </w:p>
    <w:p w:rsidR="00890B2C" w:rsidRDefault="00890B2C" w:rsidP="00320815">
      <w:pPr>
        <w:pStyle w:val="Heading4"/>
      </w:pPr>
      <w:r>
        <w:t>Dental services</w:t>
      </w:r>
    </w:p>
    <w:p w:rsidR="00890B2C" w:rsidRPr="00097C57" w:rsidRDefault="00890B2C" w:rsidP="00890B2C">
      <w:pPr>
        <w:pStyle w:val="BodyText"/>
      </w:pPr>
      <w:r w:rsidRPr="00890B2C">
        <w:t>Australian Government expenditure on dental services was $</w:t>
      </w:r>
      <w:r w:rsidR="00D61622">
        <w:t>1</w:t>
      </w:r>
      <w:r w:rsidRPr="00890B2C">
        <w:t>.</w:t>
      </w:r>
      <w:r w:rsidR="00327D4F">
        <w:t>6</w:t>
      </w:r>
      <w:r w:rsidRPr="00890B2C">
        <w:t xml:space="preserve"> billion in </w:t>
      </w:r>
      <w:r w:rsidRPr="007622FB">
        <w:t>201</w:t>
      </w:r>
      <w:r w:rsidR="007622FB" w:rsidRPr="007622FB">
        <w:t>4</w:t>
      </w:r>
      <w:r w:rsidR="0064097A" w:rsidRPr="007622FB">
        <w:noBreakHyphen/>
      </w:r>
      <w:r w:rsidRPr="007622FB">
        <w:t>1</w:t>
      </w:r>
      <w:r w:rsidR="007622FB">
        <w:t>5</w:t>
      </w:r>
      <w:r w:rsidRPr="00890B2C">
        <w:t xml:space="preserve">, of which </w:t>
      </w:r>
      <w:r w:rsidR="00327D4F">
        <w:t>56.5</w:t>
      </w:r>
      <w:r w:rsidRPr="00890B2C">
        <w:t xml:space="preserve"> per cent was through </w:t>
      </w:r>
      <w:proofErr w:type="spellStart"/>
      <w:r w:rsidRPr="00890B2C">
        <w:t>DVA</w:t>
      </w:r>
      <w:proofErr w:type="spellEnd"/>
      <w:r w:rsidRPr="00890B2C">
        <w:t xml:space="preserve"> and the Department of Health, and </w:t>
      </w:r>
      <w:r w:rsidR="00D61622">
        <w:t>43.5</w:t>
      </w:r>
      <w:r w:rsidRPr="00890B2C">
        <w:t xml:space="preserve"> per cent through private health insurance premium rebates</w:t>
      </w:r>
      <w:r>
        <w:t xml:space="preserve"> (table</w:t>
      </w:r>
      <w:r w:rsidR="00A93AC1">
        <w:t>s</w:t>
      </w:r>
      <w:r>
        <w:t xml:space="preserve"> 10.1</w:t>
      </w:r>
      <w:r w:rsidR="00A93AC1">
        <w:t xml:space="preserve"> and </w:t>
      </w:r>
      <w:proofErr w:type="spellStart"/>
      <w:r w:rsidR="00A93AC1">
        <w:t>10A.1</w:t>
      </w:r>
      <w:proofErr w:type="spellEnd"/>
      <w:r>
        <w:t>)</w:t>
      </w:r>
      <w:r w:rsidRPr="00890B2C">
        <w:t xml:space="preserve">. </w:t>
      </w:r>
      <w:r w:rsidRPr="007622FB">
        <w:t>State, Territory and local government expenditure on dental services was $</w:t>
      </w:r>
      <w:r w:rsidR="00327D4F">
        <w:t>713</w:t>
      </w:r>
      <w:r w:rsidRPr="007622FB">
        <w:t xml:space="preserve"> million in 201</w:t>
      </w:r>
      <w:r w:rsidR="007622FB" w:rsidRPr="007622FB">
        <w:t>4</w:t>
      </w:r>
      <w:r w:rsidR="0064097A" w:rsidRPr="007622FB">
        <w:noBreakHyphen/>
      </w:r>
      <w:r w:rsidRPr="007622FB">
        <w:t>1</w:t>
      </w:r>
      <w:r w:rsidR="007622FB" w:rsidRPr="007622FB">
        <w:t>5</w:t>
      </w:r>
      <w:r w:rsidRPr="007622FB">
        <w:t xml:space="preserve">. Dental expenditure data by </w:t>
      </w:r>
      <w:r w:rsidR="00B43185" w:rsidRPr="007622FB">
        <w:t>S</w:t>
      </w:r>
      <w:r w:rsidRPr="007622FB">
        <w:t xml:space="preserve">tate and </w:t>
      </w:r>
      <w:r w:rsidR="00B43185" w:rsidRPr="007622FB">
        <w:t>T</w:t>
      </w:r>
      <w:r w:rsidRPr="007622FB">
        <w:t xml:space="preserve">erritory are provided in table </w:t>
      </w:r>
      <w:proofErr w:type="spellStart"/>
      <w:r w:rsidRPr="007622FB">
        <w:t>10A.</w:t>
      </w:r>
      <w:r w:rsidR="005739A1">
        <w:t>6</w:t>
      </w:r>
      <w:proofErr w:type="spellEnd"/>
      <w:r w:rsidRPr="00890B2C">
        <w:t>.</w:t>
      </w:r>
    </w:p>
    <w:p w:rsidR="00320815" w:rsidRDefault="00320815" w:rsidP="00320815">
      <w:pPr>
        <w:pStyle w:val="Heading4"/>
      </w:pPr>
      <w:r>
        <w:t>Community health services</w:t>
      </w:r>
    </w:p>
    <w:p w:rsidR="00EC5DD2" w:rsidRPr="00097C57" w:rsidRDefault="00EC5DD2" w:rsidP="00EC5DD2">
      <w:pPr>
        <w:pStyle w:val="BodyText"/>
      </w:pPr>
      <w:r w:rsidRPr="007622FB">
        <w:t>In 201</w:t>
      </w:r>
      <w:r w:rsidR="007622FB" w:rsidRPr="007622FB">
        <w:t>4</w:t>
      </w:r>
      <w:r w:rsidR="0064097A" w:rsidRPr="007622FB">
        <w:noBreakHyphen/>
      </w:r>
      <w:r w:rsidRPr="007622FB">
        <w:t>1</w:t>
      </w:r>
      <w:r w:rsidR="007622FB" w:rsidRPr="007622FB">
        <w:t>5</w:t>
      </w:r>
      <w:r w:rsidRPr="007622FB">
        <w:t>, government expenditure on community health services was $</w:t>
      </w:r>
      <w:r w:rsidR="00D61622">
        <w:t>7</w:t>
      </w:r>
      <w:r w:rsidRPr="007622FB">
        <w:t>.</w:t>
      </w:r>
      <w:r w:rsidR="00D61622">
        <w:t>6</w:t>
      </w:r>
      <w:r w:rsidRPr="007622FB">
        <w:t xml:space="preserve"> billion, of which State, Territory and local governments provided </w:t>
      </w:r>
      <w:r w:rsidR="00D61622">
        <w:t>83</w:t>
      </w:r>
      <w:r w:rsidR="00242F8D" w:rsidRPr="007622FB">
        <w:t>.</w:t>
      </w:r>
      <w:r w:rsidR="00D61622">
        <w:t>8</w:t>
      </w:r>
      <w:r w:rsidRPr="007622FB">
        <w:t xml:space="preserve"> per cent and the Australian Government </w:t>
      </w:r>
      <w:r w:rsidR="00D61622">
        <w:t>16</w:t>
      </w:r>
      <w:r w:rsidR="00242F8D" w:rsidRPr="007622FB">
        <w:t>.</w:t>
      </w:r>
      <w:r w:rsidR="00D61622">
        <w:t>2</w:t>
      </w:r>
      <w:r w:rsidRPr="007622FB">
        <w:t xml:space="preserve"> per cent (</w:t>
      </w:r>
      <w:r w:rsidR="00E30864" w:rsidRPr="007622FB">
        <w:t xml:space="preserve">tables 10.1 and </w:t>
      </w:r>
      <w:proofErr w:type="spellStart"/>
      <w:r w:rsidR="00E30864" w:rsidRPr="007622FB">
        <w:t>10A.1</w:t>
      </w:r>
      <w:proofErr w:type="spellEnd"/>
      <w:r w:rsidRPr="007622FB">
        <w:t>).</w:t>
      </w:r>
      <w:r w:rsidR="007622FB">
        <w:t xml:space="preserve"> </w:t>
      </w:r>
      <w:r>
        <w:t xml:space="preserve">Australian Government expenditure on Aboriginal and Torres Strait Islander primary health care services was </w:t>
      </w:r>
      <w:r w:rsidRPr="007622FB">
        <w:t>$</w:t>
      </w:r>
      <w:r w:rsidR="00327D4F">
        <w:t>603.4</w:t>
      </w:r>
      <w:r w:rsidRPr="007622FB">
        <w:t xml:space="preserve"> million in 201</w:t>
      </w:r>
      <w:r w:rsidR="007622FB" w:rsidRPr="007622FB">
        <w:t>5</w:t>
      </w:r>
      <w:r w:rsidR="0064097A" w:rsidRPr="007622FB">
        <w:noBreakHyphen/>
      </w:r>
      <w:r w:rsidRPr="007622FB">
        <w:t>1</w:t>
      </w:r>
      <w:r w:rsidR="007622FB" w:rsidRPr="007622FB">
        <w:t>6</w:t>
      </w:r>
      <w:r w:rsidRPr="007622FB">
        <w:t xml:space="preserve"> (table </w:t>
      </w:r>
      <w:proofErr w:type="spellStart"/>
      <w:r w:rsidRPr="007622FB">
        <w:t>10A.</w:t>
      </w:r>
      <w:r w:rsidR="00310DF8">
        <w:t>7</w:t>
      </w:r>
      <w:proofErr w:type="spellEnd"/>
      <w:r w:rsidRPr="007622FB">
        <w:t>).</w:t>
      </w:r>
    </w:p>
    <w:p w:rsidR="00320815" w:rsidRDefault="00320815" w:rsidP="00320815">
      <w:pPr>
        <w:pStyle w:val="Heading3"/>
      </w:pPr>
      <w:r w:rsidRPr="00A56D0C">
        <w:lastRenderedPageBreak/>
        <w:t>Size and scope</w:t>
      </w:r>
    </w:p>
    <w:p w:rsidR="00320815" w:rsidRDefault="00320815" w:rsidP="00320815">
      <w:pPr>
        <w:pStyle w:val="Heading4"/>
      </w:pPr>
      <w:r>
        <w:t>General practice</w:t>
      </w:r>
    </w:p>
    <w:p w:rsidR="001F515F" w:rsidRPr="00097C57" w:rsidRDefault="006839A9" w:rsidP="00F72052">
      <w:pPr>
        <w:pStyle w:val="BodyText"/>
      </w:pPr>
      <w:r w:rsidRPr="005D25C7">
        <w:t xml:space="preserve">There </w:t>
      </w:r>
      <w:r w:rsidRPr="00F72052">
        <w:t xml:space="preserve">were </w:t>
      </w:r>
      <w:r w:rsidR="0029098C">
        <w:t>34</w:t>
      </w:r>
      <w:r w:rsidR="001B5FCF" w:rsidRPr="00353A51">
        <w:t> </w:t>
      </w:r>
      <w:r w:rsidR="0029098C">
        <w:t>605</w:t>
      </w:r>
      <w:r w:rsidRPr="00353A51">
        <w:t xml:space="preserve"> GPs</w:t>
      </w:r>
      <w:r w:rsidR="009E79A0" w:rsidRPr="00353A51">
        <w:t xml:space="preserve"> </w:t>
      </w:r>
      <w:r w:rsidRPr="00353A51">
        <w:t xml:space="preserve">— </w:t>
      </w:r>
      <w:r w:rsidR="0029098C">
        <w:t>23</w:t>
      </w:r>
      <w:r w:rsidR="001B5FCF" w:rsidRPr="00353A51">
        <w:t> </w:t>
      </w:r>
      <w:r w:rsidR="0029098C">
        <w:t>170</w:t>
      </w:r>
      <w:r w:rsidRPr="00353A51">
        <w:t xml:space="preserve"> on a </w:t>
      </w:r>
      <w:r w:rsidR="009E79A0" w:rsidRPr="00353A51">
        <w:t>F</w:t>
      </w:r>
      <w:r w:rsidRPr="00353A51">
        <w:t xml:space="preserve">ull </w:t>
      </w:r>
      <w:r w:rsidR="009E79A0" w:rsidRPr="00353A51">
        <w:t>S</w:t>
      </w:r>
      <w:r w:rsidR="00EA52DE" w:rsidRPr="00353A51">
        <w:t>ervice</w:t>
      </w:r>
      <w:r w:rsidR="009E79A0" w:rsidRPr="00353A51">
        <w:t xml:space="preserve"> E</w:t>
      </w:r>
      <w:r w:rsidRPr="00353A51">
        <w:t>quivalent (</w:t>
      </w:r>
      <w:proofErr w:type="spellStart"/>
      <w:r w:rsidRPr="00353A51">
        <w:t>F</w:t>
      </w:r>
      <w:r w:rsidR="001B5FCF" w:rsidRPr="00353A51">
        <w:t>S</w:t>
      </w:r>
      <w:r w:rsidRPr="00353A51">
        <w:t>E</w:t>
      </w:r>
      <w:proofErr w:type="spellEnd"/>
      <w:r w:rsidRPr="00353A51">
        <w:t>) basi</w:t>
      </w:r>
      <w:r w:rsidR="00A14A5B">
        <w:t xml:space="preserve">s — billing Medicare Australia for </w:t>
      </w:r>
      <w:r w:rsidR="00A14A5B" w:rsidRPr="00693B62">
        <w:t xml:space="preserve">around </w:t>
      </w:r>
      <w:r w:rsidR="00034B9B" w:rsidRPr="00693B62">
        <w:t>153</w:t>
      </w:r>
      <w:r w:rsidR="002C3F55" w:rsidRPr="00693B62">
        <w:t>.5</w:t>
      </w:r>
      <w:r w:rsidR="00034B9B" w:rsidRPr="00693B62">
        <w:t xml:space="preserve"> million</w:t>
      </w:r>
      <w:r w:rsidR="00A14A5B" w:rsidRPr="00693B62">
        <w:t xml:space="preserve"> services</w:t>
      </w:r>
      <w:r w:rsidRPr="00353A51">
        <w:t>, in 201</w:t>
      </w:r>
      <w:r w:rsidR="007622FB" w:rsidRPr="00353A51">
        <w:t>5</w:t>
      </w:r>
      <w:r w:rsidR="001B5FCF" w:rsidRPr="00353A51">
        <w:noBreakHyphen/>
      </w:r>
      <w:r w:rsidRPr="00353A51">
        <w:t>1</w:t>
      </w:r>
      <w:r w:rsidR="007622FB" w:rsidRPr="00353A51">
        <w:t>6</w:t>
      </w:r>
      <w:r w:rsidRPr="00353A51">
        <w:t xml:space="preserve"> (</w:t>
      </w:r>
      <w:r w:rsidR="002C3F55">
        <w:t xml:space="preserve">Department of Health and </w:t>
      </w:r>
      <w:proofErr w:type="spellStart"/>
      <w:r w:rsidR="002C3F55">
        <w:t>DVA</w:t>
      </w:r>
      <w:proofErr w:type="spellEnd"/>
      <w:r w:rsidR="002C3F55">
        <w:t xml:space="preserve"> unpublished;</w:t>
      </w:r>
      <w:r w:rsidR="002C3F55" w:rsidRPr="00353A51">
        <w:t xml:space="preserve"> </w:t>
      </w:r>
      <w:r w:rsidRPr="00353A51">
        <w:t>see section 10.</w:t>
      </w:r>
      <w:r w:rsidR="00403B3F" w:rsidRPr="00353A51">
        <w:t>4</w:t>
      </w:r>
      <w:r w:rsidRPr="00353A51">
        <w:t xml:space="preserve"> for a definition of </w:t>
      </w:r>
      <w:proofErr w:type="spellStart"/>
      <w:r w:rsidRPr="00353A51">
        <w:t>F</w:t>
      </w:r>
      <w:r w:rsidR="001B5FCF" w:rsidRPr="00353A51">
        <w:t>S</w:t>
      </w:r>
      <w:r w:rsidRPr="00353A51">
        <w:t>E</w:t>
      </w:r>
      <w:proofErr w:type="spellEnd"/>
      <w:r w:rsidRPr="00353A51">
        <w:t xml:space="preserve">). This equated to </w:t>
      </w:r>
      <w:r w:rsidR="0029098C">
        <w:t>96</w:t>
      </w:r>
      <w:r w:rsidR="001B5FCF" w:rsidRPr="00353A51">
        <w:t>.</w:t>
      </w:r>
      <w:r w:rsidR="0029098C">
        <w:t>8</w:t>
      </w:r>
      <w:r w:rsidRPr="00353A51">
        <w:t xml:space="preserve"> </w:t>
      </w:r>
      <w:proofErr w:type="spellStart"/>
      <w:r w:rsidRPr="00353A51">
        <w:t>F</w:t>
      </w:r>
      <w:r w:rsidR="001B5FCF" w:rsidRPr="00353A51">
        <w:t>S</w:t>
      </w:r>
      <w:r w:rsidRPr="00353A51">
        <w:t>E</w:t>
      </w:r>
      <w:proofErr w:type="spellEnd"/>
      <w:r w:rsidRPr="00353A51">
        <w:t xml:space="preserve"> GPs per 100 000 people</w:t>
      </w:r>
      <w:r w:rsidR="00AA2E71">
        <w:t xml:space="preserve"> delivering around </w:t>
      </w:r>
      <w:r w:rsidR="0029098C" w:rsidRPr="00034B9B">
        <w:t>6</w:t>
      </w:r>
      <w:r w:rsidR="00034B9B">
        <w:t>416</w:t>
      </w:r>
      <w:r w:rsidR="00AA2E71">
        <w:t xml:space="preserve"> services per 1000 population</w:t>
      </w:r>
      <w:r w:rsidR="00E71402" w:rsidRPr="00353A51">
        <w:t xml:space="preserve">. </w:t>
      </w:r>
      <w:r w:rsidR="00AA2E71">
        <w:t>Nationally, r</w:t>
      </w:r>
      <w:r w:rsidR="002C3F55">
        <w:t xml:space="preserve">ates </w:t>
      </w:r>
      <w:r w:rsidR="00E71402" w:rsidRPr="00353A51">
        <w:t>have increased</w:t>
      </w:r>
      <w:r w:rsidR="00AA2E71">
        <w:t xml:space="preserve"> from 2011</w:t>
      </w:r>
      <w:r w:rsidR="00097C57">
        <w:noBreakHyphen/>
      </w:r>
      <w:r w:rsidR="00AA2E71">
        <w:t>12 to 2015</w:t>
      </w:r>
      <w:r w:rsidR="00097C57">
        <w:noBreakHyphen/>
      </w:r>
      <w:r w:rsidR="00AA2E71">
        <w:t>16</w:t>
      </w:r>
      <w:r w:rsidR="00B82F00" w:rsidRPr="00353A51">
        <w:t>,</w:t>
      </w:r>
      <w:r w:rsidR="00AA2E71">
        <w:t xml:space="preserve"> for GP availability and services provided</w:t>
      </w:r>
      <w:r w:rsidR="00AA2E71" w:rsidRPr="00353A51">
        <w:t xml:space="preserve"> </w:t>
      </w:r>
      <w:r w:rsidRPr="00353A51">
        <w:t>(</w:t>
      </w:r>
      <w:r w:rsidR="009E79A0" w:rsidRPr="00353A51">
        <w:t>figure</w:t>
      </w:r>
      <w:r w:rsidR="00AA2E71">
        <w:t>s</w:t>
      </w:r>
      <w:r w:rsidR="009E79A0" w:rsidRPr="00353A51">
        <w:t> </w:t>
      </w:r>
      <w:r w:rsidRPr="00353A51">
        <w:t>10.</w:t>
      </w:r>
      <w:r w:rsidR="00921B5A">
        <w:t>1</w:t>
      </w:r>
      <w:r w:rsidR="002C28AE" w:rsidRPr="00353A51">
        <w:t xml:space="preserve"> and</w:t>
      </w:r>
      <w:r w:rsidRPr="00353A51">
        <w:t xml:space="preserve"> 10.</w:t>
      </w:r>
      <w:r w:rsidR="00AA2E71">
        <w:t>2</w:t>
      </w:r>
      <w:r w:rsidR="001F515F" w:rsidRPr="00353A51">
        <w:t>)</w:t>
      </w:r>
      <w:r w:rsidR="001F515F">
        <w:t>.</w:t>
      </w:r>
    </w:p>
    <w:p w:rsidR="00AD7F68" w:rsidRDefault="00AD7F68"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7F68" w:rsidTr="00032E36">
        <w:tc>
          <w:tcPr>
            <w:tcW w:w="8771" w:type="dxa"/>
            <w:tcBorders>
              <w:top w:val="single" w:sz="6" w:space="0" w:color="78A22F"/>
              <w:left w:val="nil"/>
              <w:bottom w:val="nil"/>
              <w:right w:val="nil"/>
            </w:tcBorders>
            <w:shd w:val="clear" w:color="auto" w:fill="auto"/>
          </w:tcPr>
          <w:p w:rsidR="00AD7F68" w:rsidRPr="00176D3F" w:rsidRDefault="00AD7F68" w:rsidP="00AD7F68">
            <w:pPr>
              <w:pStyle w:val="FigureTitle"/>
            </w:pPr>
            <w:r w:rsidRPr="00784A05">
              <w:rPr>
                <w:b w:val="0"/>
              </w:rPr>
              <w:t xml:space="preserve">Figure </w:t>
            </w:r>
            <w:r>
              <w:rPr>
                <w:b w:val="0"/>
              </w:rPr>
              <w:t>10.</w:t>
            </w:r>
            <w:r w:rsidR="008F09D3">
              <w:rPr>
                <w:b w:val="0"/>
                <w:noProof/>
              </w:rPr>
              <w:t>1</w:t>
            </w:r>
            <w:r>
              <w:tab/>
              <w:t>Availability of GPs</w:t>
            </w:r>
            <w:r w:rsidRPr="00E23C58">
              <w:rPr>
                <w:rStyle w:val="NoteLabel"/>
                <w:b/>
              </w:rPr>
              <w:t>a</w:t>
            </w:r>
          </w:p>
        </w:tc>
      </w:tr>
      <w:tr w:rsidR="00AD7F68" w:rsidTr="00032E36">
        <w:tc>
          <w:tcPr>
            <w:tcW w:w="8771" w:type="dxa"/>
            <w:tcBorders>
              <w:top w:val="nil"/>
              <w:left w:val="nil"/>
              <w:bottom w:val="nil"/>
              <w:right w:val="nil"/>
            </w:tcBorders>
            <w:shd w:val="clear" w:color="auto" w:fill="auto"/>
            <w:tcMar>
              <w:top w:w="28" w:type="dxa"/>
              <w:bottom w:w="28" w:type="dxa"/>
            </w:tcMar>
          </w:tcPr>
          <w:p w:rsidR="00AD7F68" w:rsidRDefault="00E2697F" w:rsidP="00032E36">
            <w:pPr>
              <w:pStyle w:val="Figure"/>
            </w:pPr>
            <w:r>
              <w:rPr>
                <w:noProof/>
              </w:rPr>
              <w:drawing>
                <wp:inline distT="0" distB="0" distL="0" distR="0" wp14:anchorId="3BB80B2B" wp14:editId="1E914272">
                  <wp:extent cx="5353050" cy="2971800"/>
                  <wp:effectExtent l="0" t="0" r="0" b="0"/>
                  <wp:docPr id="6" name="Picture 6" descr="Figure 10.1 Availability of GP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53050" cy="2971800"/>
                          </a:xfrm>
                          <a:prstGeom prst="rect">
                            <a:avLst/>
                          </a:prstGeom>
                          <a:noFill/>
                          <a:ln>
                            <a:noFill/>
                          </a:ln>
                        </pic:spPr>
                      </pic:pic>
                    </a:graphicData>
                  </a:graphic>
                </wp:inline>
              </w:drawing>
            </w:r>
          </w:p>
        </w:tc>
      </w:tr>
      <w:tr w:rsidR="00AD7F68" w:rsidRPr="00176D3F" w:rsidTr="00032E36">
        <w:tc>
          <w:tcPr>
            <w:tcW w:w="8771" w:type="dxa"/>
            <w:tcBorders>
              <w:top w:val="nil"/>
              <w:left w:val="nil"/>
              <w:bottom w:val="nil"/>
              <w:right w:val="nil"/>
            </w:tcBorders>
            <w:shd w:val="clear" w:color="auto" w:fill="auto"/>
          </w:tcPr>
          <w:p w:rsidR="00AD7F68" w:rsidRPr="00176D3F" w:rsidRDefault="00AD7F68" w:rsidP="00310DF8">
            <w:pPr>
              <w:pStyle w:val="Note"/>
            </w:pPr>
            <w:r>
              <w:rPr>
                <w:rStyle w:val="NoteLabel"/>
              </w:rPr>
              <w:t>a</w:t>
            </w:r>
            <w:r>
              <w:t xml:space="preserve"> </w:t>
            </w:r>
            <w:r w:rsidRPr="00F333AC">
              <w:t xml:space="preserve">See </w:t>
            </w:r>
            <w:r w:rsidRPr="00353A51">
              <w:t>table </w:t>
            </w:r>
            <w:proofErr w:type="spellStart"/>
            <w:r w:rsidRPr="00353A51">
              <w:t>10A.</w:t>
            </w:r>
            <w:r w:rsidR="00310DF8">
              <w:t>8</w:t>
            </w:r>
            <w:proofErr w:type="spellEnd"/>
            <w:r>
              <w:t xml:space="preserve"> for detailed footnotes and caveats.</w:t>
            </w:r>
          </w:p>
        </w:tc>
      </w:tr>
      <w:tr w:rsidR="00AD7F68" w:rsidRPr="00176D3F" w:rsidTr="00032E36">
        <w:tc>
          <w:tcPr>
            <w:tcW w:w="8771" w:type="dxa"/>
            <w:tcBorders>
              <w:top w:val="nil"/>
              <w:left w:val="nil"/>
              <w:bottom w:val="nil"/>
              <w:right w:val="nil"/>
            </w:tcBorders>
            <w:shd w:val="clear" w:color="auto" w:fill="auto"/>
          </w:tcPr>
          <w:p w:rsidR="00AD7F68" w:rsidRPr="00176D3F" w:rsidRDefault="00AD7F68" w:rsidP="00310DF8">
            <w:pPr>
              <w:pStyle w:val="Source"/>
            </w:pPr>
            <w:r w:rsidRPr="006414C2">
              <w:rPr>
                <w:i/>
              </w:rPr>
              <w:t>Source</w:t>
            </w:r>
            <w:r>
              <w:t>: Department of Health</w:t>
            </w:r>
            <w:r w:rsidRPr="006414C2">
              <w:t xml:space="preserve"> (unpublished)</w:t>
            </w:r>
            <w:r w:rsidRPr="007B2E2E">
              <w:t xml:space="preserve"> MBS </w:t>
            </w:r>
            <w:r>
              <w:t>Statistics</w:t>
            </w:r>
            <w:r w:rsidRPr="006414C2">
              <w:t xml:space="preserve">; </w:t>
            </w:r>
            <w:r w:rsidRPr="00353A51">
              <w:t>table </w:t>
            </w:r>
            <w:proofErr w:type="spellStart"/>
            <w:r w:rsidRPr="00353A51">
              <w:t>10A.</w:t>
            </w:r>
            <w:r w:rsidR="00310DF8">
              <w:t>8</w:t>
            </w:r>
            <w:proofErr w:type="spellEnd"/>
            <w:r w:rsidRPr="00CE2293">
              <w:t>.</w:t>
            </w:r>
            <w:r w:rsidRPr="00176D3F">
              <w:t xml:space="preserve"> </w:t>
            </w:r>
          </w:p>
        </w:tc>
      </w:tr>
      <w:tr w:rsidR="00AD7F68" w:rsidTr="00032E36">
        <w:tc>
          <w:tcPr>
            <w:tcW w:w="8771" w:type="dxa"/>
            <w:tcBorders>
              <w:top w:val="nil"/>
              <w:left w:val="nil"/>
              <w:bottom w:val="single" w:sz="6" w:space="0" w:color="78A22F"/>
              <w:right w:val="nil"/>
            </w:tcBorders>
            <w:shd w:val="clear" w:color="auto" w:fill="auto"/>
          </w:tcPr>
          <w:p w:rsidR="00AD7F68" w:rsidRDefault="00AD7F68" w:rsidP="00032E36">
            <w:pPr>
              <w:pStyle w:val="Figurespace"/>
            </w:pPr>
          </w:p>
        </w:tc>
      </w:tr>
      <w:tr w:rsidR="00AD7F68" w:rsidRPr="000863A5" w:rsidTr="00032E36">
        <w:tc>
          <w:tcPr>
            <w:tcW w:w="8771" w:type="dxa"/>
            <w:tcBorders>
              <w:top w:val="single" w:sz="6" w:space="0" w:color="78A22F"/>
              <w:left w:val="nil"/>
              <w:bottom w:val="nil"/>
              <w:right w:val="nil"/>
            </w:tcBorders>
          </w:tcPr>
          <w:p w:rsidR="00AD7F68" w:rsidRPr="00626D32" w:rsidRDefault="00AD7F68" w:rsidP="00032E36">
            <w:pPr>
              <w:pStyle w:val="BoxSpaceBelow"/>
            </w:pPr>
          </w:p>
        </w:tc>
      </w:tr>
    </w:tbl>
    <w:p w:rsidR="00DA2FE1" w:rsidRDefault="00DA2FE1"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2FE1" w:rsidTr="00032E36">
        <w:tc>
          <w:tcPr>
            <w:tcW w:w="8771" w:type="dxa"/>
            <w:tcBorders>
              <w:top w:val="single" w:sz="6" w:space="0" w:color="78A22F"/>
              <w:left w:val="nil"/>
              <w:bottom w:val="nil"/>
              <w:right w:val="nil"/>
            </w:tcBorders>
            <w:shd w:val="clear" w:color="auto" w:fill="auto"/>
          </w:tcPr>
          <w:p w:rsidR="00DA2FE1" w:rsidRPr="00176D3F" w:rsidRDefault="00DA2FE1" w:rsidP="00DA2FE1">
            <w:pPr>
              <w:pStyle w:val="FigureTitle"/>
            </w:pPr>
            <w:r w:rsidRPr="00784A05">
              <w:rPr>
                <w:b w:val="0"/>
              </w:rPr>
              <w:t xml:space="preserve">Figure </w:t>
            </w:r>
            <w:r w:rsidR="00921B5A">
              <w:rPr>
                <w:b w:val="0"/>
              </w:rPr>
              <w:t>10.</w:t>
            </w:r>
            <w:r w:rsidR="008F09D3">
              <w:rPr>
                <w:b w:val="0"/>
                <w:noProof/>
              </w:rPr>
              <w:t>2</w:t>
            </w:r>
            <w:r>
              <w:tab/>
            </w:r>
            <w:r w:rsidRPr="003A7BFE">
              <w:t>GP type service use</w:t>
            </w:r>
            <w:r>
              <w:rPr>
                <w:rStyle w:val="NoteLabel"/>
                <w:b/>
              </w:rPr>
              <w:t>a</w:t>
            </w:r>
          </w:p>
        </w:tc>
      </w:tr>
      <w:tr w:rsidR="00DA2FE1" w:rsidTr="00032E3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DA2FE1" w:rsidTr="00034B9B">
              <w:trPr>
                <w:jc w:val="center"/>
              </w:trPr>
              <w:tc>
                <w:tcPr>
                  <w:tcW w:w="8504" w:type="dxa"/>
                  <w:tcBorders>
                    <w:top w:val="nil"/>
                    <w:bottom w:val="nil"/>
                  </w:tcBorders>
                </w:tcPr>
                <w:p w:rsidR="00DA2FE1" w:rsidRDefault="00E2697F" w:rsidP="00032E36">
                  <w:pPr>
                    <w:pStyle w:val="Figure"/>
                    <w:spacing w:before="60" w:after="60"/>
                  </w:pPr>
                  <w:r>
                    <w:rPr>
                      <w:noProof/>
                    </w:rPr>
                    <w:drawing>
                      <wp:inline distT="0" distB="0" distL="0" distR="0" wp14:anchorId="45AED060" wp14:editId="5E7CDF38">
                        <wp:extent cx="5257800" cy="2790825"/>
                        <wp:effectExtent l="0" t="0" r="0" b="9525"/>
                        <wp:docPr id="7" name="Picture 7" descr="Figure 10.2 GP type service u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0" cy="2790825"/>
                                </a:xfrm>
                                <a:prstGeom prst="rect">
                                  <a:avLst/>
                                </a:prstGeom>
                                <a:noFill/>
                                <a:ln>
                                  <a:noFill/>
                                </a:ln>
                              </pic:spPr>
                            </pic:pic>
                          </a:graphicData>
                        </a:graphic>
                      </wp:inline>
                    </w:drawing>
                  </w:r>
                </w:p>
              </w:tc>
            </w:tr>
          </w:tbl>
          <w:p w:rsidR="00DA2FE1" w:rsidRDefault="00DA2FE1" w:rsidP="00032E36">
            <w:pPr>
              <w:pStyle w:val="Figure"/>
            </w:pPr>
          </w:p>
        </w:tc>
      </w:tr>
      <w:tr w:rsidR="00DA2FE1" w:rsidRPr="00176D3F" w:rsidTr="00032E36">
        <w:tc>
          <w:tcPr>
            <w:tcW w:w="8771" w:type="dxa"/>
            <w:tcBorders>
              <w:top w:val="nil"/>
              <w:left w:val="nil"/>
              <w:bottom w:val="nil"/>
              <w:right w:val="nil"/>
            </w:tcBorders>
            <w:shd w:val="clear" w:color="auto" w:fill="auto"/>
          </w:tcPr>
          <w:p w:rsidR="00DA2FE1" w:rsidRPr="00154FD3" w:rsidRDefault="00DA2FE1" w:rsidP="00310DF8">
            <w:pPr>
              <w:pStyle w:val="Note"/>
              <w:keepNext/>
              <w:rPr>
                <w:color w:val="FF0000"/>
              </w:rPr>
            </w:pPr>
            <w:r>
              <w:rPr>
                <w:rStyle w:val="NoteLabel"/>
              </w:rPr>
              <w:t>a</w:t>
            </w:r>
            <w:r>
              <w:t xml:space="preserve"> </w:t>
            </w:r>
            <w:r w:rsidRPr="00023056">
              <w:t xml:space="preserve">See </w:t>
            </w:r>
            <w:r w:rsidRPr="00353A51">
              <w:t xml:space="preserve">table </w:t>
            </w:r>
            <w:proofErr w:type="spellStart"/>
            <w:r w:rsidRPr="00353A51">
              <w:t>10A.</w:t>
            </w:r>
            <w:r w:rsidR="00310DF8">
              <w:t>9</w:t>
            </w:r>
            <w:proofErr w:type="spellEnd"/>
            <w:r w:rsidRPr="00023056">
              <w:t xml:space="preserve"> for </w:t>
            </w:r>
            <w:r>
              <w:t>detailed footnotes and caveats</w:t>
            </w:r>
            <w:r w:rsidRPr="00023056">
              <w:t>.</w:t>
            </w:r>
          </w:p>
        </w:tc>
      </w:tr>
      <w:tr w:rsidR="00DA2FE1" w:rsidRPr="00176D3F" w:rsidTr="00032E36">
        <w:tc>
          <w:tcPr>
            <w:tcW w:w="8771" w:type="dxa"/>
            <w:tcBorders>
              <w:top w:val="nil"/>
              <w:left w:val="nil"/>
              <w:bottom w:val="nil"/>
              <w:right w:val="nil"/>
            </w:tcBorders>
            <w:shd w:val="clear" w:color="auto" w:fill="auto"/>
          </w:tcPr>
          <w:p w:rsidR="00DA2FE1" w:rsidRPr="00176D3F" w:rsidRDefault="00DA2FE1" w:rsidP="00310DF8">
            <w:pPr>
              <w:pStyle w:val="Source"/>
              <w:keepNext/>
            </w:pPr>
            <w:r w:rsidRPr="003575BF">
              <w:rPr>
                <w:i/>
              </w:rPr>
              <w:t>Source</w:t>
            </w:r>
            <w:r w:rsidRPr="003575BF">
              <w:t xml:space="preserve">: </w:t>
            </w:r>
            <w:r>
              <w:t>Department of Health</w:t>
            </w:r>
            <w:r w:rsidRPr="003575BF">
              <w:t xml:space="preserve"> (unpublished) MBS Statistics; </w:t>
            </w:r>
            <w:proofErr w:type="spellStart"/>
            <w:r w:rsidRPr="003575BF">
              <w:t>DVA</w:t>
            </w:r>
            <w:proofErr w:type="spellEnd"/>
            <w:r w:rsidRPr="003575BF">
              <w:t xml:space="preserve"> (unpublished) </w:t>
            </w:r>
            <w:proofErr w:type="spellStart"/>
            <w:r w:rsidRPr="00CF6AA1">
              <w:t>DVA</w:t>
            </w:r>
            <w:proofErr w:type="spellEnd"/>
            <w:r w:rsidRPr="00CF6AA1">
              <w:t xml:space="preserve"> data collection</w:t>
            </w:r>
            <w:r>
              <w:t xml:space="preserve">; </w:t>
            </w:r>
            <w:r w:rsidRPr="003575BF">
              <w:t xml:space="preserve">ABS (unpublished) </w:t>
            </w:r>
            <w:r w:rsidRPr="003575BF">
              <w:rPr>
                <w:i/>
              </w:rPr>
              <w:t>Australian demographic statistics</w:t>
            </w:r>
            <w:r w:rsidRPr="003575BF">
              <w:t xml:space="preserve">, Cat. no. 3101.0; </w:t>
            </w:r>
            <w:r w:rsidRPr="00353A51">
              <w:t>table </w:t>
            </w:r>
            <w:proofErr w:type="spellStart"/>
            <w:r w:rsidRPr="00353A51">
              <w:t>10A.</w:t>
            </w:r>
            <w:r w:rsidR="00310DF8">
              <w:t>9</w:t>
            </w:r>
            <w:proofErr w:type="spellEnd"/>
            <w:r w:rsidRPr="003575BF">
              <w:t>.</w:t>
            </w:r>
          </w:p>
        </w:tc>
      </w:tr>
      <w:tr w:rsidR="00DA2FE1" w:rsidTr="00032E36">
        <w:tc>
          <w:tcPr>
            <w:tcW w:w="8771" w:type="dxa"/>
            <w:tcBorders>
              <w:top w:val="nil"/>
              <w:left w:val="nil"/>
              <w:bottom w:val="single" w:sz="6" w:space="0" w:color="78A22F"/>
              <w:right w:val="nil"/>
            </w:tcBorders>
            <w:shd w:val="clear" w:color="auto" w:fill="auto"/>
          </w:tcPr>
          <w:p w:rsidR="00DA2FE1" w:rsidRDefault="00DA2FE1" w:rsidP="00032E36">
            <w:pPr>
              <w:pStyle w:val="Figurespace"/>
            </w:pPr>
          </w:p>
        </w:tc>
      </w:tr>
      <w:tr w:rsidR="00DA2FE1" w:rsidRPr="000863A5" w:rsidTr="00032E36">
        <w:tc>
          <w:tcPr>
            <w:tcW w:w="8771" w:type="dxa"/>
            <w:tcBorders>
              <w:top w:val="single" w:sz="6" w:space="0" w:color="78A22F"/>
              <w:left w:val="nil"/>
              <w:bottom w:val="nil"/>
              <w:right w:val="nil"/>
            </w:tcBorders>
          </w:tcPr>
          <w:p w:rsidR="00DA2FE1" w:rsidRPr="00626D32" w:rsidRDefault="00DA2FE1" w:rsidP="00032E36">
            <w:pPr>
              <w:pStyle w:val="BoxSpaceBelow"/>
            </w:pPr>
          </w:p>
        </w:tc>
      </w:tr>
    </w:tbl>
    <w:p w:rsidR="006839A9" w:rsidRDefault="006839A9" w:rsidP="006839A9">
      <w:pPr>
        <w:pStyle w:val="Heading4"/>
      </w:pPr>
      <w:r>
        <w:t>Pharmaceutical Benefits Scheme and Repatriation Pharmaceutical Benefits Scheme</w:t>
      </w:r>
    </w:p>
    <w:p w:rsidR="006839A9" w:rsidRPr="00115C8A" w:rsidRDefault="006839A9" w:rsidP="00A9633A">
      <w:pPr>
        <w:pStyle w:val="BodyText"/>
      </w:pPr>
      <w:r w:rsidRPr="00353A51">
        <w:t xml:space="preserve">Around </w:t>
      </w:r>
      <w:r w:rsidR="0029098C">
        <w:t>20</w:t>
      </w:r>
      <w:r w:rsidR="00574949">
        <w:t>8</w:t>
      </w:r>
      <w:r w:rsidRPr="00353A51">
        <w:t xml:space="preserve"> million services — </w:t>
      </w:r>
      <w:r w:rsidR="0029098C">
        <w:t>91</w:t>
      </w:r>
      <w:r w:rsidRPr="00353A51">
        <w:t>.</w:t>
      </w:r>
      <w:r w:rsidR="0029098C">
        <w:t>7</w:t>
      </w:r>
      <w:r w:rsidRPr="00353A51">
        <w:t xml:space="preserve"> per cent of which were concessional — were provided under the PBS in 201</w:t>
      </w:r>
      <w:r w:rsidR="00353A51" w:rsidRPr="00353A51">
        <w:t>5</w:t>
      </w:r>
      <w:r w:rsidRPr="00353A51">
        <w:noBreakHyphen/>
        <w:t>1</w:t>
      </w:r>
      <w:r w:rsidR="00353A51" w:rsidRPr="00353A51">
        <w:t>6</w:t>
      </w:r>
      <w:r w:rsidR="00AA2E71">
        <w:t>,</w:t>
      </w:r>
      <w:r w:rsidRPr="00353A51">
        <w:t xml:space="preserve"> </w:t>
      </w:r>
      <w:r w:rsidR="00AA2E71">
        <w:t xml:space="preserve">equating to </w:t>
      </w:r>
      <w:r w:rsidR="0029098C">
        <w:t>8</w:t>
      </w:r>
      <w:r w:rsidR="00AA2E71">
        <w:t>.</w:t>
      </w:r>
      <w:r w:rsidR="0029098C">
        <w:t>7</w:t>
      </w:r>
      <w:r w:rsidR="00AA2E71" w:rsidRPr="004F4413">
        <w:t xml:space="preserve"> </w:t>
      </w:r>
      <w:r w:rsidR="00AA2E71">
        <w:t xml:space="preserve">per </w:t>
      </w:r>
      <w:r w:rsidR="00AA2E71" w:rsidRPr="004F4413">
        <w:t>person</w:t>
      </w:r>
      <w:r w:rsidR="00AA2E71" w:rsidRPr="00353A51">
        <w:t xml:space="preserve"> </w:t>
      </w:r>
      <w:r w:rsidRPr="00353A51">
        <w:t>(table</w:t>
      </w:r>
      <w:r w:rsidR="00034D84" w:rsidRPr="00353A51">
        <w:t>s</w:t>
      </w:r>
      <w:r w:rsidRPr="00353A51">
        <w:t xml:space="preserve"> </w:t>
      </w:r>
      <w:proofErr w:type="spellStart"/>
      <w:r w:rsidRPr="00353A51">
        <w:t>10</w:t>
      </w:r>
      <w:r w:rsidR="00034D84" w:rsidRPr="00353A51">
        <w:t>A</w:t>
      </w:r>
      <w:r w:rsidRPr="00353A51">
        <w:t>.</w:t>
      </w:r>
      <w:r w:rsidR="00034D84" w:rsidRPr="00353A51">
        <w:t>1</w:t>
      </w:r>
      <w:r w:rsidR="00D9389A">
        <w:t>0</w:t>
      </w:r>
      <w:proofErr w:type="spellEnd"/>
      <w:r w:rsidR="00AA2E71">
        <w:t>-</w:t>
      </w:r>
      <w:r w:rsidR="00034D84" w:rsidRPr="00353A51">
        <w:t>1</w:t>
      </w:r>
      <w:r w:rsidR="00D9389A">
        <w:t>1</w:t>
      </w:r>
      <w:r w:rsidRPr="00353A51">
        <w:t>)</w:t>
      </w:r>
      <w:r>
        <w:t xml:space="preserve">. A further </w:t>
      </w:r>
      <w:r w:rsidR="00FF4230">
        <w:t>10</w:t>
      </w:r>
      <w:r w:rsidR="00574949">
        <w:t>.5</w:t>
      </w:r>
      <w:r>
        <w:t xml:space="preserve"> million services were provided under the </w:t>
      </w:r>
      <w:proofErr w:type="spellStart"/>
      <w:r>
        <w:t>RPBS</w:t>
      </w:r>
      <w:proofErr w:type="spellEnd"/>
      <w:r>
        <w:t xml:space="preserve"> in the same period</w:t>
      </w:r>
      <w:r w:rsidRPr="000B1FC8">
        <w:t>.</w:t>
      </w:r>
    </w:p>
    <w:p w:rsidR="00672743" w:rsidRDefault="00672743" w:rsidP="00672743">
      <w:pPr>
        <w:pStyle w:val="Heading4"/>
      </w:pPr>
      <w:r>
        <w:t>Public dental services</w:t>
      </w:r>
    </w:p>
    <w:p w:rsidR="00BE409C" w:rsidRPr="00097C57" w:rsidRDefault="00BE409C" w:rsidP="00693B62">
      <w:pPr>
        <w:pStyle w:val="BodyText"/>
      </w:pPr>
      <w:r w:rsidRPr="00DC732A">
        <w:t xml:space="preserve">Nationally, </w:t>
      </w:r>
      <w:r w:rsidR="00DC732A" w:rsidRPr="00DC732A">
        <w:t>97.8</w:t>
      </w:r>
      <w:r w:rsidRPr="00DC732A">
        <w:t xml:space="preserve"> per 1000 people </w:t>
      </w:r>
      <w:r w:rsidR="00A710F7">
        <w:t xml:space="preserve">accessed </w:t>
      </w:r>
      <w:r w:rsidR="00A710F7" w:rsidRPr="00DC732A">
        <w:t xml:space="preserve">public dental services </w:t>
      </w:r>
      <w:r w:rsidRPr="00DC732A">
        <w:t>in 201</w:t>
      </w:r>
      <w:r w:rsidR="00DC732A" w:rsidRPr="00DC732A">
        <w:t>3</w:t>
      </w:r>
      <w:r w:rsidRPr="00DC732A">
        <w:t xml:space="preserve">. Of these, around </w:t>
      </w:r>
      <w:r w:rsidR="00DC732A" w:rsidRPr="00DC732A">
        <w:t>23</w:t>
      </w:r>
      <w:r w:rsidRPr="00DC732A">
        <w:t xml:space="preserve"> per cent </w:t>
      </w:r>
      <w:r w:rsidR="00A710F7">
        <w:t>accessed</w:t>
      </w:r>
      <w:r w:rsidRPr="00DC732A">
        <w:t xml:space="preserve"> emergency services</w:t>
      </w:r>
      <w:r w:rsidR="002A7216">
        <w:t xml:space="preserve"> </w:t>
      </w:r>
      <w:r w:rsidR="002A7216" w:rsidRPr="00A710F7">
        <w:t>(</w:t>
      </w:r>
      <w:proofErr w:type="spellStart"/>
      <w:r w:rsidR="002A7216" w:rsidRPr="00A710F7">
        <w:t>AIHW</w:t>
      </w:r>
      <w:proofErr w:type="spellEnd"/>
      <w:r w:rsidR="002A7216" w:rsidRPr="00A710F7">
        <w:t xml:space="preserve">, </w:t>
      </w:r>
      <w:r w:rsidR="001D5FA4" w:rsidRPr="00A710F7">
        <w:t>unpublished</w:t>
      </w:r>
      <w:r w:rsidR="002A7216" w:rsidRPr="00A710F7">
        <w:t>)</w:t>
      </w:r>
      <w:r w:rsidRPr="00A710F7">
        <w:t>.</w:t>
      </w:r>
    </w:p>
    <w:p w:rsidR="00320815" w:rsidRDefault="00320815" w:rsidP="00320815">
      <w:pPr>
        <w:pStyle w:val="Heading4"/>
      </w:pPr>
      <w:r w:rsidRPr="00554031">
        <w:t>Community health services</w:t>
      </w:r>
    </w:p>
    <w:p w:rsidR="00EE4F7D" w:rsidRPr="00097C57" w:rsidRDefault="009D44C6" w:rsidP="004B1F16">
      <w:pPr>
        <w:pStyle w:val="BodyText"/>
      </w:pPr>
      <w:r>
        <w:t>There is no national data collection for community health services other than Aboriginal and Torres Strait Islander primary health care services.</w:t>
      </w:r>
      <w:r w:rsidR="00FD5488">
        <w:t xml:space="preserve"> </w:t>
      </w:r>
      <w:r w:rsidR="000C1808">
        <w:t>In 2014-15, there were</w:t>
      </w:r>
      <w:r w:rsidR="005822A8">
        <w:t xml:space="preserve"> </w:t>
      </w:r>
      <w:r w:rsidR="00FF4230">
        <w:t>203</w:t>
      </w:r>
      <w:r w:rsidR="005822A8">
        <w:t xml:space="preserve"> Aboriginal and Torres Strait Islander primary healthcare services</w:t>
      </w:r>
      <w:r w:rsidR="00A366CB">
        <w:t xml:space="preserve"> </w:t>
      </w:r>
      <w:r w:rsidR="000C1808">
        <w:t xml:space="preserve">with </w:t>
      </w:r>
      <w:r w:rsidR="00FF4230">
        <w:t>45.</w:t>
      </w:r>
      <w:r w:rsidR="00574949">
        <w:t>8</w:t>
      </w:r>
      <w:r w:rsidR="00EE4F7D" w:rsidRPr="00EE4F7D">
        <w:t xml:space="preserve"> per cent located in remote or very remote areas (table </w:t>
      </w:r>
      <w:proofErr w:type="spellStart"/>
      <w:r w:rsidR="00EE4F7D" w:rsidRPr="00353A51">
        <w:t>10A.1</w:t>
      </w:r>
      <w:r w:rsidR="007455A4">
        <w:t>4</w:t>
      </w:r>
      <w:proofErr w:type="spellEnd"/>
      <w:r w:rsidR="00EE4F7D" w:rsidRPr="00EE4F7D">
        <w:t>)</w:t>
      </w:r>
      <w:r w:rsidR="00FD5488">
        <w:t>.</w:t>
      </w:r>
      <w:r w:rsidR="005822A8">
        <w:t xml:space="preserve"> </w:t>
      </w:r>
      <w:r w:rsidR="00FD5488">
        <w:t>O</w:t>
      </w:r>
      <w:r w:rsidR="005822A8">
        <w:t xml:space="preserve">f the </w:t>
      </w:r>
      <w:r w:rsidR="00FF4230">
        <w:t>3</w:t>
      </w:r>
      <w:r w:rsidR="005B6A2E" w:rsidRPr="005B6A2E">
        <w:t>.</w:t>
      </w:r>
      <w:r w:rsidR="00FF4230">
        <w:t>5</w:t>
      </w:r>
      <w:r w:rsidR="005B6A2E" w:rsidRPr="005B6A2E">
        <w:t xml:space="preserve"> million episodes of healthcare provided</w:t>
      </w:r>
      <w:r w:rsidR="00FD5488">
        <w:t>,</w:t>
      </w:r>
      <w:r w:rsidR="005822A8">
        <w:t xml:space="preserve"> </w:t>
      </w:r>
      <w:r w:rsidR="00FF4230">
        <w:t>45</w:t>
      </w:r>
      <w:r w:rsidR="005B6A2E" w:rsidRPr="005B6A2E">
        <w:t>.</w:t>
      </w:r>
      <w:r w:rsidR="00574949">
        <w:t>6</w:t>
      </w:r>
      <w:r w:rsidR="005B6A2E" w:rsidRPr="005B6A2E">
        <w:t xml:space="preserve"> per cent were</w:t>
      </w:r>
      <w:r w:rsidR="005822A8">
        <w:t xml:space="preserve"> provided</w:t>
      </w:r>
      <w:r w:rsidR="005B6A2E" w:rsidRPr="005B6A2E">
        <w:t xml:space="preserve"> in remote or very remote areas (</w:t>
      </w:r>
      <w:r w:rsidR="005B6A2E" w:rsidRPr="00353A51">
        <w:t>table</w:t>
      </w:r>
      <w:r w:rsidR="004E01CB" w:rsidRPr="00353A51">
        <w:t> </w:t>
      </w:r>
      <w:proofErr w:type="spellStart"/>
      <w:r w:rsidR="005B6A2E" w:rsidRPr="00353A51">
        <w:t>10A.1</w:t>
      </w:r>
      <w:r w:rsidR="007455A4">
        <w:t>4</w:t>
      </w:r>
      <w:proofErr w:type="spellEnd"/>
      <w:r w:rsidR="005B6A2E" w:rsidRPr="005B6A2E">
        <w:t>).</w:t>
      </w:r>
      <w:r w:rsidR="000C1808" w:rsidRPr="000C1808">
        <w:t xml:space="preserve"> </w:t>
      </w:r>
      <w:r w:rsidR="000C1808">
        <w:t xml:space="preserve">Staffing numbers are reported in table </w:t>
      </w:r>
      <w:proofErr w:type="spellStart"/>
      <w:r w:rsidR="000C1808">
        <w:t>10A.1</w:t>
      </w:r>
      <w:r w:rsidR="007455A4">
        <w:t>7</w:t>
      </w:r>
      <w:proofErr w:type="spellEnd"/>
      <w:r w:rsidR="000C1808">
        <w:t>.</w:t>
      </w:r>
    </w:p>
    <w:p w:rsidR="00320815" w:rsidRPr="00097C57" w:rsidRDefault="00320815" w:rsidP="00724202">
      <w:pPr>
        <w:pStyle w:val="Heading4"/>
        <w:rPr>
          <w:rFonts w:ascii="Times New Roman" w:hAnsi="Times New Roman"/>
        </w:rPr>
      </w:pPr>
      <w:r w:rsidRPr="003D0F55">
        <w:lastRenderedPageBreak/>
        <w:t>Alcohol and other drug treatment</w:t>
      </w:r>
      <w:r w:rsidR="000C1808">
        <w:t xml:space="preserve"> services</w:t>
      </w:r>
    </w:p>
    <w:p w:rsidR="00BF7362" w:rsidRPr="00097C57" w:rsidRDefault="00921B87" w:rsidP="00097C57">
      <w:pPr>
        <w:pStyle w:val="BodyText"/>
      </w:pPr>
      <w:r>
        <w:t>Data for a</w:t>
      </w:r>
      <w:r w:rsidR="00BF7362" w:rsidRPr="0096618F">
        <w:t xml:space="preserve"> total </w:t>
      </w:r>
      <w:r w:rsidR="00BF7362" w:rsidRPr="00330023">
        <w:t>of</w:t>
      </w:r>
      <w:r w:rsidR="00BF7362">
        <w:t xml:space="preserve"> </w:t>
      </w:r>
      <w:r w:rsidR="00F364A7" w:rsidRPr="00F364A7">
        <w:t>843</w:t>
      </w:r>
      <w:r w:rsidR="00BF7362" w:rsidRPr="00F364A7">
        <w:t xml:space="preserve"> alcohol and other drug treatment agencies </w:t>
      </w:r>
      <w:r w:rsidRPr="00F364A7">
        <w:t xml:space="preserve">were </w:t>
      </w:r>
      <w:r w:rsidR="00BF7362" w:rsidRPr="00F364A7">
        <w:t xml:space="preserve">reported </w:t>
      </w:r>
      <w:r w:rsidRPr="00F364A7">
        <w:t xml:space="preserve">for </w:t>
      </w:r>
      <w:r w:rsidR="00BF7362" w:rsidRPr="00F364A7">
        <w:t>201</w:t>
      </w:r>
      <w:r w:rsidR="00F364A7" w:rsidRPr="00F364A7">
        <w:t>4</w:t>
      </w:r>
      <w:r w:rsidR="001C74ED" w:rsidRPr="00F364A7">
        <w:noBreakHyphen/>
      </w:r>
      <w:r w:rsidR="00BF7362" w:rsidRPr="00F364A7">
        <w:t>1</w:t>
      </w:r>
      <w:r w:rsidR="00F364A7" w:rsidRPr="00F364A7">
        <w:t>5</w:t>
      </w:r>
      <w:r w:rsidR="001C74ED" w:rsidRPr="00F364A7">
        <w:t xml:space="preserve">, with </w:t>
      </w:r>
      <w:r w:rsidR="00BF7362" w:rsidRPr="00F364A7">
        <w:t>4</w:t>
      </w:r>
      <w:r w:rsidR="00F364A7" w:rsidRPr="00F364A7">
        <w:t>1</w:t>
      </w:r>
      <w:r w:rsidR="00BF7362" w:rsidRPr="00F364A7">
        <w:t>.</w:t>
      </w:r>
      <w:r w:rsidR="00F364A7" w:rsidRPr="00F364A7">
        <w:t>8</w:t>
      </w:r>
      <w:r w:rsidR="00BF7362" w:rsidRPr="00F364A7">
        <w:t> per cent identified as government providers (</w:t>
      </w:r>
      <w:r w:rsidR="00BF7362" w:rsidRPr="00353A51">
        <w:t>table </w:t>
      </w:r>
      <w:proofErr w:type="spellStart"/>
      <w:r w:rsidR="00BF7362" w:rsidRPr="00353A51">
        <w:t>10A.1</w:t>
      </w:r>
      <w:r w:rsidR="001F6064">
        <w:t>2</w:t>
      </w:r>
      <w:proofErr w:type="spellEnd"/>
      <w:r w:rsidR="00BF7362" w:rsidRPr="00F364A7">
        <w:t>). There were 1</w:t>
      </w:r>
      <w:r w:rsidR="00BE069E">
        <w:t>7</w:t>
      </w:r>
      <w:r w:rsidR="00BF7362" w:rsidRPr="00F364A7">
        <w:t>0 </w:t>
      </w:r>
      <w:r w:rsidR="00BE069E" w:rsidRPr="00F364A7">
        <w:t>3</w:t>
      </w:r>
      <w:r w:rsidR="00BE069E">
        <w:t>6</w:t>
      </w:r>
      <w:r w:rsidR="00BF7362" w:rsidRPr="00F364A7">
        <w:t>7 reported closed treatment episodes in 201</w:t>
      </w:r>
      <w:r w:rsidR="00574949">
        <w:t>4</w:t>
      </w:r>
      <w:r w:rsidR="0064097A" w:rsidRPr="00F364A7">
        <w:noBreakHyphen/>
      </w:r>
      <w:r w:rsidR="00BF7362" w:rsidRPr="00F364A7">
        <w:t>1</w:t>
      </w:r>
      <w:r w:rsidR="00574949">
        <w:t>5</w:t>
      </w:r>
      <w:r w:rsidR="00BF7362" w:rsidRPr="00F364A7">
        <w:t xml:space="preserve"> (</w:t>
      </w:r>
      <w:r w:rsidR="00BF7362" w:rsidRPr="00353A51">
        <w:t xml:space="preserve">table </w:t>
      </w:r>
      <w:proofErr w:type="spellStart"/>
      <w:r w:rsidR="00BF7362" w:rsidRPr="00353A51">
        <w:t>10A.1</w:t>
      </w:r>
      <w:r w:rsidR="001F6064">
        <w:t>2</w:t>
      </w:r>
      <w:proofErr w:type="spellEnd"/>
      <w:r w:rsidR="00BF7362" w:rsidRPr="00F364A7">
        <w:t>) (see section 10.</w:t>
      </w:r>
      <w:r w:rsidR="00403B3F" w:rsidRPr="00F364A7">
        <w:t>4</w:t>
      </w:r>
      <w:r w:rsidR="00BF7362" w:rsidRPr="00F364A7">
        <w:t xml:space="preserve"> for a definition</w:t>
      </w:r>
      <w:r w:rsidR="00BF7362" w:rsidRPr="00B12D49">
        <w:t xml:space="preserve"> </w:t>
      </w:r>
      <w:r w:rsidR="000C1808">
        <w:t>of a closed treatment episode).</w:t>
      </w:r>
    </w:p>
    <w:p w:rsidR="00A43D54" w:rsidRPr="00BC1CC1" w:rsidRDefault="00C31CF2" w:rsidP="004E01CB">
      <w:pPr>
        <w:pStyle w:val="Heading2"/>
      </w:pPr>
      <w:bookmarkStart w:id="6" w:name="_Toc208034412"/>
      <w:bookmarkStart w:id="7" w:name="_Toc274941100"/>
      <w:bookmarkStart w:id="8" w:name="_Toc396916147"/>
      <w:bookmarkStart w:id="9" w:name="_Toc463966142"/>
      <w:r w:rsidRPr="00097C57">
        <w:t>10.</w:t>
      </w:r>
      <w:r w:rsidR="008F09D3">
        <w:rPr>
          <w:noProof/>
        </w:rPr>
        <w:t>2</w:t>
      </w:r>
      <w:r>
        <w:tab/>
      </w:r>
      <w:r w:rsidR="00FD18CA" w:rsidRPr="00BC1CC1">
        <w:t>Framework of performance indicators</w:t>
      </w:r>
      <w:bookmarkEnd w:id="6"/>
      <w:bookmarkEnd w:id="7"/>
      <w:bookmarkEnd w:id="8"/>
      <w:bookmarkEnd w:id="9"/>
    </w:p>
    <w:p w:rsidR="002C6F35" w:rsidRDefault="00FD18CA" w:rsidP="004064E7">
      <w:pPr>
        <w:pStyle w:val="BodyText"/>
      </w:pPr>
      <w:r w:rsidRPr="00FD18CA">
        <w:t xml:space="preserve">The performance indicator framework is based on </w:t>
      </w:r>
      <w:r w:rsidR="0098232E">
        <w:t>common</w:t>
      </w:r>
      <w:r w:rsidRPr="00FD18CA">
        <w:t xml:space="preserve"> objectives for primary and community health (box</w:t>
      </w:r>
      <w:r>
        <w:t> </w:t>
      </w:r>
      <w:r w:rsidR="007300C3">
        <w:t>1</w:t>
      </w:r>
      <w:r w:rsidR="00897589">
        <w:t>0</w:t>
      </w:r>
      <w:r w:rsidR="007300C3">
        <w:t>.1</w:t>
      </w:r>
      <w:r w:rsidR="004064E7">
        <w:t>).</w:t>
      </w:r>
    </w:p>
    <w:p w:rsidR="00066013" w:rsidRDefault="000660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66013" w:rsidTr="00AD3FCC">
        <w:tc>
          <w:tcPr>
            <w:tcW w:w="8771" w:type="dxa"/>
            <w:tcBorders>
              <w:top w:val="single" w:sz="6" w:space="0" w:color="78A22F"/>
              <w:left w:val="nil"/>
              <w:bottom w:val="nil"/>
              <w:right w:val="nil"/>
            </w:tcBorders>
            <w:shd w:val="clear" w:color="auto" w:fill="F2F2F2"/>
          </w:tcPr>
          <w:p w:rsidR="00066013" w:rsidRDefault="00066013" w:rsidP="00A021FA">
            <w:pPr>
              <w:pStyle w:val="BoxTitle"/>
            </w:pPr>
            <w:r>
              <w:rPr>
                <w:b w:val="0"/>
              </w:rPr>
              <w:t>Box 10.</w:t>
            </w:r>
            <w:r w:rsidR="008F09D3">
              <w:rPr>
                <w:b w:val="0"/>
                <w:noProof/>
              </w:rPr>
              <w:t>1</w:t>
            </w:r>
            <w:r>
              <w:tab/>
            </w:r>
            <w:r w:rsidRPr="00A22E1F">
              <w:t>Objectives for primary and community health</w:t>
            </w:r>
          </w:p>
        </w:tc>
      </w:tr>
      <w:tr w:rsidR="00066013" w:rsidTr="00AD3FCC">
        <w:trPr>
          <w:cantSplit/>
        </w:trPr>
        <w:tc>
          <w:tcPr>
            <w:tcW w:w="8771" w:type="dxa"/>
            <w:tcBorders>
              <w:top w:val="nil"/>
              <w:left w:val="nil"/>
              <w:bottom w:val="nil"/>
              <w:right w:val="nil"/>
            </w:tcBorders>
            <w:shd w:val="clear" w:color="auto" w:fill="F2F2F2"/>
          </w:tcPr>
          <w:p w:rsidR="00066013" w:rsidRPr="003376E6" w:rsidRDefault="00A021FA" w:rsidP="00066013">
            <w:pPr>
              <w:pStyle w:val="Box"/>
            </w:pPr>
            <w:r>
              <w:t>Primary and community health services aim to promote health and prevent illness, and to manage illness and injury effectively in the community, by providing universal access to primary healthcare that is</w:t>
            </w:r>
            <w:r w:rsidR="00066013">
              <w:t>:</w:t>
            </w:r>
          </w:p>
          <w:p w:rsidR="00A021FA" w:rsidRDefault="00A021FA" w:rsidP="00066013">
            <w:pPr>
              <w:pStyle w:val="BoxListBullet"/>
            </w:pPr>
            <w:r>
              <w:t xml:space="preserve">timely, affordable and accessible </w:t>
            </w:r>
          </w:p>
          <w:p w:rsidR="00066013" w:rsidRDefault="00A021FA" w:rsidP="00066013">
            <w:pPr>
              <w:pStyle w:val="BoxListBullet"/>
            </w:pPr>
            <w:r>
              <w:t>appropriate and responsive to meet the needs of individuals throughout their lifespan and communities</w:t>
            </w:r>
          </w:p>
          <w:p w:rsidR="0040298E" w:rsidRDefault="0040298E" w:rsidP="00066013">
            <w:pPr>
              <w:pStyle w:val="BoxListBullet"/>
            </w:pPr>
            <w:r>
              <w:t>high quality and safe</w:t>
            </w:r>
          </w:p>
          <w:p w:rsidR="00066013" w:rsidRDefault="00A021FA" w:rsidP="00066013">
            <w:pPr>
              <w:pStyle w:val="BoxListBullet"/>
            </w:pPr>
            <w:proofErr w:type="spellStart"/>
            <w:r>
              <w:t>well co-ordinated</w:t>
            </w:r>
            <w:proofErr w:type="spellEnd"/>
            <w:r>
              <w:t xml:space="preserve"> to ensure continuity of care where more than one service type, and/or ongoing service provision is required</w:t>
            </w:r>
          </w:p>
          <w:p w:rsidR="00066013" w:rsidRDefault="00A021FA" w:rsidP="00066013">
            <w:pPr>
              <w:pStyle w:val="BoxListBullet"/>
            </w:pPr>
            <w:r>
              <w:t>sustainable in terms of workforce, infrastructure, innovation and capacity to respond to emerging needs.</w:t>
            </w:r>
          </w:p>
          <w:p w:rsidR="00066013" w:rsidRPr="007C772D" w:rsidRDefault="00A021FA" w:rsidP="0085004F">
            <w:pPr>
              <w:pStyle w:val="Box"/>
              <w:rPr>
                <w:rStyle w:val="DraftingNote"/>
              </w:rPr>
            </w:pPr>
            <w:r>
              <w:t>Governments aim for primary and community health services to meet these objectives in an equitable and efficient manner.</w:t>
            </w:r>
          </w:p>
        </w:tc>
      </w:tr>
      <w:tr w:rsidR="00066013" w:rsidTr="00AD3FCC">
        <w:trPr>
          <w:cantSplit/>
        </w:trPr>
        <w:tc>
          <w:tcPr>
            <w:tcW w:w="8771" w:type="dxa"/>
            <w:tcBorders>
              <w:top w:val="nil"/>
              <w:left w:val="nil"/>
              <w:bottom w:val="single" w:sz="6" w:space="0" w:color="78A22F"/>
              <w:right w:val="nil"/>
            </w:tcBorders>
            <w:shd w:val="clear" w:color="auto" w:fill="F2F2F2"/>
          </w:tcPr>
          <w:p w:rsidR="00066013" w:rsidRDefault="00066013">
            <w:pPr>
              <w:pStyle w:val="Box"/>
              <w:spacing w:before="0" w:line="120" w:lineRule="exact"/>
            </w:pPr>
          </w:p>
        </w:tc>
      </w:tr>
      <w:tr w:rsidR="00066013" w:rsidRPr="000863A5" w:rsidTr="00AD3FCC">
        <w:tc>
          <w:tcPr>
            <w:tcW w:w="8771" w:type="dxa"/>
            <w:tcBorders>
              <w:top w:val="single" w:sz="6" w:space="0" w:color="78A22F"/>
              <w:left w:val="nil"/>
              <w:bottom w:val="nil"/>
              <w:right w:val="nil"/>
            </w:tcBorders>
          </w:tcPr>
          <w:p w:rsidR="00066013" w:rsidRPr="00626D32" w:rsidRDefault="00066013" w:rsidP="00AD3FCC">
            <w:pPr>
              <w:pStyle w:val="BoxSpaceBelow"/>
            </w:pPr>
          </w:p>
        </w:tc>
      </w:tr>
    </w:tbl>
    <w:p w:rsidR="00D451D8" w:rsidRDefault="00631BB6" w:rsidP="00E52E8A">
      <w:pPr>
        <w:pStyle w:val="BodyText"/>
      </w:pPr>
      <w:r w:rsidRPr="00FD18CA">
        <w:t xml:space="preserve">The performance indicator framework </w:t>
      </w:r>
      <w:r>
        <w:t xml:space="preserve">provides information on equity, efficiency and effectiveness, and distinguishes the outputs and outcomes of </w:t>
      </w:r>
      <w:r w:rsidR="005C08B7">
        <w:t xml:space="preserve">primary and community </w:t>
      </w:r>
      <w:r>
        <w:t xml:space="preserve">health services </w:t>
      </w:r>
      <w:r w:rsidRPr="00FD18CA">
        <w:t>(</w:t>
      </w:r>
      <w:r w:rsidR="00897589">
        <w:t>figure 10.</w:t>
      </w:r>
      <w:r w:rsidR="000D503D">
        <w:t>3</w:t>
      </w:r>
      <w:r w:rsidRPr="00EA5ED5">
        <w:t>).</w:t>
      </w:r>
      <w:r w:rsidRPr="00FD18CA">
        <w:t xml:space="preserve"> The performance indicator framework shows which data are </w:t>
      </w:r>
      <w:r w:rsidR="008C0EB9">
        <w:t xml:space="preserve">complete and </w:t>
      </w:r>
      <w:r w:rsidRPr="00FD18CA">
        <w:t xml:space="preserve">comparable in the </w:t>
      </w:r>
      <w:r w:rsidRPr="00597DC3">
        <w:t>201</w:t>
      </w:r>
      <w:r w:rsidR="007C706B">
        <w:t>7</w:t>
      </w:r>
      <w:r>
        <w:t> </w:t>
      </w:r>
      <w:r w:rsidRPr="00FD18CA">
        <w:t>Report</w:t>
      </w:r>
      <w:r w:rsidRPr="00EA5ED5">
        <w:t>.</w:t>
      </w:r>
      <w:r w:rsidRPr="00FD18CA">
        <w:t xml:space="preserve"> </w:t>
      </w:r>
    </w:p>
    <w:p w:rsidR="00D11E5E" w:rsidRDefault="00631BB6" w:rsidP="00E52E8A">
      <w:pPr>
        <w:pStyle w:val="BodyText"/>
      </w:pPr>
      <w:r w:rsidRPr="00FD18CA">
        <w:t>For data that are not considered directly comparable, text includes relevant caveats and supporting commentary. Chapter</w:t>
      </w:r>
      <w:r>
        <w:t> </w:t>
      </w:r>
      <w:r w:rsidRPr="00FD18CA">
        <w:t>1 discusses d</w:t>
      </w:r>
      <w:r w:rsidR="00DE31B7">
        <w:t xml:space="preserve">ata comparability, </w:t>
      </w:r>
      <w:r w:rsidR="002E00E7" w:rsidRPr="00CC4FB1">
        <w:t>data completeness</w:t>
      </w:r>
      <w:r w:rsidR="002E00E7" w:rsidRPr="002E00E7">
        <w:t xml:space="preserve"> </w:t>
      </w:r>
      <w:r w:rsidR="00DE31B7">
        <w:t xml:space="preserve">and information on data quality </w:t>
      </w:r>
      <w:r w:rsidR="00FE12D6">
        <w:t>from a Report</w:t>
      </w:r>
      <w:r w:rsidR="00DE31B7">
        <w:t xml:space="preserve"> </w:t>
      </w:r>
      <w:r w:rsidRPr="00FD18CA">
        <w:t>wide pers</w:t>
      </w:r>
      <w:r w:rsidR="001D6FDD">
        <w:t>pective</w:t>
      </w:r>
      <w:r w:rsidR="00301B94">
        <w:t>.</w:t>
      </w:r>
    </w:p>
    <w:p w:rsidR="007C706B" w:rsidRPr="00097C57" w:rsidRDefault="004B0922" w:rsidP="00416622">
      <w:pPr>
        <w:pStyle w:val="BodyText"/>
      </w:pPr>
      <w:r>
        <w:t xml:space="preserve">In addition to section 10.1, the Report’s </w:t>
      </w:r>
      <w:r w:rsidRPr="007D1F0C">
        <w:t xml:space="preserve">statistical context chapter </w:t>
      </w:r>
      <w:r w:rsidR="00D451D8">
        <w:t xml:space="preserve">(chapter 2) </w:t>
      </w:r>
      <w:r>
        <w:t xml:space="preserve">contains data that may assist in interpreting the performance indicators </w:t>
      </w:r>
      <w:bookmarkStart w:id="10" w:name="_Toc208034413"/>
      <w:bookmarkStart w:id="11" w:name="_Toc274941101"/>
      <w:bookmarkStart w:id="12" w:name="_Toc396916148"/>
      <w:r w:rsidR="00D451D8">
        <w:t>in this chapter.</w:t>
      </w:r>
    </w:p>
    <w:p w:rsidR="005813BE" w:rsidRPr="00097C57" w:rsidRDefault="005813BE" w:rsidP="00416622">
      <w:pPr>
        <w:pStyle w:val="BodyText"/>
      </w:pPr>
      <w:r w:rsidRPr="007C706B">
        <w:rPr>
          <w:rFonts w:eastAsiaTheme="minorHAnsi"/>
        </w:rPr>
        <w:t xml:space="preserve">Improvements to performance reporting for </w:t>
      </w:r>
      <w:r w:rsidR="007C706B" w:rsidRPr="007C706B">
        <w:rPr>
          <w:rFonts w:eastAsiaTheme="minorHAnsi"/>
        </w:rPr>
        <w:t>Primary and Community Health</w:t>
      </w:r>
      <w:r w:rsidRPr="007C706B">
        <w:rPr>
          <w:rFonts w:eastAsiaTheme="minorHAnsi"/>
        </w:rPr>
        <w:t xml:space="preserve"> are ongoing and will include identifying indicators to fill gaps in reporting against key objectives, </w:t>
      </w:r>
      <w:r w:rsidRPr="007C706B">
        <w:rPr>
          <w:rFonts w:eastAsiaTheme="minorHAnsi"/>
        </w:rPr>
        <w:lastRenderedPageBreak/>
        <w:t>improving the comparability and completeness of data and reviewing proxy indicators to see if more direct measures can be developed</w:t>
      </w:r>
      <w:r w:rsidR="007C706B">
        <w:rPr>
          <w:rFonts w:eastAsiaTheme="minorHAnsi"/>
        </w:rPr>
        <w:t>.</w:t>
      </w:r>
    </w:p>
    <w:p w:rsidR="00416622" w:rsidRDefault="00416622"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6622" w:rsidTr="00032E36">
        <w:tc>
          <w:tcPr>
            <w:tcW w:w="8771" w:type="dxa"/>
            <w:tcBorders>
              <w:top w:val="single" w:sz="6" w:space="0" w:color="78A22F"/>
              <w:left w:val="nil"/>
              <w:bottom w:val="nil"/>
              <w:right w:val="nil"/>
            </w:tcBorders>
            <w:shd w:val="clear" w:color="auto" w:fill="auto"/>
          </w:tcPr>
          <w:p w:rsidR="00416622" w:rsidRPr="00176D3F" w:rsidRDefault="00416622" w:rsidP="00416622">
            <w:pPr>
              <w:pStyle w:val="FigureTitle"/>
            </w:pPr>
            <w:r w:rsidRPr="00784A05">
              <w:rPr>
                <w:b w:val="0"/>
              </w:rPr>
              <w:t xml:space="preserve">Figure </w:t>
            </w:r>
            <w:r w:rsidR="000D503D">
              <w:rPr>
                <w:b w:val="0"/>
              </w:rPr>
              <w:t>10.</w:t>
            </w:r>
            <w:r w:rsidR="008F09D3">
              <w:rPr>
                <w:b w:val="0"/>
                <w:noProof/>
              </w:rPr>
              <w:t>3</w:t>
            </w:r>
            <w:r>
              <w:tab/>
            </w:r>
            <w:r w:rsidRPr="00416622">
              <w:t>Primary and community health performance indicator framework</w:t>
            </w:r>
          </w:p>
        </w:tc>
      </w:tr>
      <w:tr w:rsidR="00416622" w:rsidTr="00032E36">
        <w:tc>
          <w:tcPr>
            <w:tcW w:w="8771" w:type="dxa"/>
            <w:tcBorders>
              <w:top w:val="nil"/>
              <w:left w:val="nil"/>
              <w:bottom w:val="nil"/>
              <w:right w:val="nil"/>
            </w:tcBorders>
            <w:shd w:val="clear" w:color="auto" w:fill="auto"/>
            <w:tcMar>
              <w:top w:w="28" w:type="dxa"/>
              <w:bottom w:w="28" w:type="dxa"/>
            </w:tcMar>
          </w:tcPr>
          <w:p w:rsidR="00416622" w:rsidRDefault="00F53373" w:rsidP="00032E36">
            <w:pPr>
              <w:pStyle w:val="Figure"/>
            </w:pPr>
            <w:r w:rsidRPr="009E72F5">
              <w:rPr>
                <w:noProof/>
              </w:rPr>
              <w:drawing>
                <wp:inline distT="0" distB="0" distL="0" distR="0" wp14:anchorId="778C5A35" wp14:editId="5E6D8E8D">
                  <wp:extent cx="5086350" cy="7031365"/>
                  <wp:effectExtent l="0" t="0" r="0" b="0"/>
                  <wp:docPr id="2" name="Picture 2" descr="Figure 10.3 Primary and community health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1614" cy="7038642"/>
                          </a:xfrm>
                          <a:prstGeom prst="rect">
                            <a:avLst/>
                          </a:prstGeom>
                          <a:noFill/>
                          <a:ln>
                            <a:noFill/>
                          </a:ln>
                        </pic:spPr>
                      </pic:pic>
                    </a:graphicData>
                  </a:graphic>
                </wp:inline>
              </w:drawing>
            </w:r>
          </w:p>
        </w:tc>
      </w:tr>
      <w:tr w:rsidR="00416622" w:rsidTr="00032E36">
        <w:tc>
          <w:tcPr>
            <w:tcW w:w="8771" w:type="dxa"/>
            <w:tcBorders>
              <w:top w:val="nil"/>
              <w:left w:val="nil"/>
              <w:bottom w:val="single" w:sz="6" w:space="0" w:color="78A22F"/>
              <w:right w:val="nil"/>
            </w:tcBorders>
            <w:shd w:val="clear" w:color="auto" w:fill="auto"/>
          </w:tcPr>
          <w:p w:rsidR="00416622" w:rsidRDefault="00416622" w:rsidP="00032E36">
            <w:pPr>
              <w:pStyle w:val="Figurespace"/>
            </w:pPr>
          </w:p>
        </w:tc>
      </w:tr>
      <w:tr w:rsidR="00416622" w:rsidRPr="000863A5" w:rsidTr="00032E36">
        <w:tc>
          <w:tcPr>
            <w:tcW w:w="8771" w:type="dxa"/>
            <w:tcBorders>
              <w:top w:val="single" w:sz="6" w:space="0" w:color="78A22F"/>
              <w:left w:val="nil"/>
              <w:bottom w:val="nil"/>
              <w:right w:val="nil"/>
            </w:tcBorders>
          </w:tcPr>
          <w:p w:rsidR="00416622" w:rsidRPr="00626D32" w:rsidRDefault="00416622" w:rsidP="00032E36">
            <w:pPr>
              <w:pStyle w:val="BoxSpaceBelow"/>
            </w:pPr>
          </w:p>
        </w:tc>
      </w:tr>
    </w:tbl>
    <w:p w:rsidR="00B14170" w:rsidRPr="00BC1CC1" w:rsidRDefault="00C31CF2" w:rsidP="00BC1CC1">
      <w:pPr>
        <w:pStyle w:val="Heading2"/>
      </w:pPr>
      <w:bookmarkStart w:id="13" w:name="_Toc463966143"/>
      <w:r>
        <w:lastRenderedPageBreak/>
        <w:t>10.</w:t>
      </w:r>
      <w:r w:rsidR="008F09D3">
        <w:rPr>
          <w:noProof/>
        </w:rPr>
        <w:t>3</w:t>
      </w:r>
      <w:r>
        <w:tab/>
      </w:r>
      <w:r w:rsidR="00B14170" w:rsidRPr="00BC1CC1">
        <w:t>Key performance indicator results</w:t>
      </w:r>
      <w:bookmarkEnd w:id="10"/>
      <w:bookmarkEnd w:id="11"/>
      <w:bookmarkEnd w:id="12"/>
      <w:bookmarkEnd w:id="13"/>
    </w:p>
    <w:p w:rsidR="00B14170" w:rsidRDefault="00B14170" w:rsidP="009821EC">
      <w:pPr>
        <w:pStyle w:val="BodyText"/>
      </w:pPr>
      <w:r w:rsidRPr="00B14170">
        <w:t>Different delivery contexts, locations and</w:t>
      </w:r>
      <w:r w:rsidR="00DB4814">
        <w:t xml:space="preserve"> client factors</w:t>
      </w:r>
      <w:r w:rsidRPr="00B14170">
        <w:t xml:space="preserve"> may affect the equity, effectiveness and efficien</w:t>
      </w:r>
      <w:r>
        <w:t xml:space="preserve">cy </w:t>
      </w:r>
      <w:r w:rsidR="00786E59">
        <w:t>of</w:t>
      </w:r>
      <w:r w:rsidR="004A469F">
        <w:t xml:space="preserve"> primary and community </w:t>
      </w:r>
      <w:r w:rsidR="00786E59">
        <w:t>health services.</w:t>
      </w:r>
    </w:p>
    <w:p w:rsidR="00B14170" w:rsidRDefault="00B14170" w:rsidP="00B14170">
      <w:pPr>
        <w:pStyle w:val="Heading3"/>
      </w:pPr>
      <w:r w:rsidRPr="005A2F75">
        <w:t>Outputs</w:t>
      </w:r>
    </w:p>
    <w:p w:rsidR="00B14170" w:rsidRDefault="00B14170" w:rsidP="006A75CD">
      <w:pPr>
        <w:pStyle w:val="BodyText"/>
      </w:pPr>
      <w:r>
        <w:t>Outputs are the services delivered (while outcomes are the impact of these services on the status of an indi</w:t>
      </w:r>
      <w:r w:rsidR="00C85D1A">
        <w:t>vidual or group) (see chapter 1</w:t>
      </w:r>
      <w:r>
        <w:t>).</w:t>
      </w:r>
      <w:r w:rsidR="002511A2">
        <w:t xml:space="preserve"> </w:t>
      </w:r>
      <w:r w:rsidR="002511A2" w:rsidRPr="002511A2">
        <w:t>Output information is also critical for equitable, efficient and effective management of government services.</w:t>
      </w:r>
    </w:p>
    <w:p w:rsidR="00865E22" w:rsidRPr="00865E22" w:rsidRDefault="00B14170" w:rsidP="00865E22">
      <w:pPr>
        <w:pStyle w:val="Heading3"/>
      </w:pPr>
      <w:r>
        <w:t>Equity</w:t>
      </w:r>
    </w:p>
    <w:p w:rsidR="00B14170" w:rsidRDefault="00B14170" w:rsidP="00042D31">
      <w:pPr>
        <w:pStyle w:val="Heading4"/>
      </w:pPr>
      <w:r>
        <w:t>Access</w:t>
      </w:r>
      <w:r w:rsidR="001C74ED">
        <w:t xml:space="preserve"> — </w:t>
      </w:r>
      <w:r w:rsidRPr="00B14170">
        <w:t>Availability of PBS medicines</w:t>
      </w:r>
    </w:p>
    <w:p w:rsidR="007E10EF" w:rsidRDefault="007E10EF" w:rsidP="007E10EF">
      <w:pPr>
        <w:pStyle w:val="BodyText"/>
      </w:pPr>
      <w:r>
        <w:t xml:space="preserve">‘Availability of PBS medicines’ is an indicator of </w:t>
      </w:r>
      <w:r w:rsidR="004F50FD">
        <w:t xml:space="preserve">governments’ objective to provide </w:t>
      </w:r>
      <w:r>
        <w:t xml:space="preserve">access to </w:t>
      </w:r>
      <w:r w:rsidR="002C71F6">
        <w:t>PBS medicines</w:t>
      </w:r>
      <w:r w:rsidR="00627ED5">
        <w:t xml:space="preserve"> </w:t>
      </w:r>
      <w:r w:rsidR="000863B9">
        <w:t xml:space="preserve">in an equitable manner </w:t>
      </w:r>
      <w:r w:rsidR="00627ED5">
        <w:t>(</w:t>
      </w:r>
      <w:r w:rsidR="00897589">
        <w:t>box 10.</w:t>
      </w:r>
      <w:r w:rsidR="00445562" w:rsidRPr="00EA5ED5">
        <w:t>2</w:t>
      </w:r>
      <w:r w:rsidR="00105A71">
        <w:t>)</w:t>
      </w:r>
      <w:r>
        <w:t>.</w:t>
      </w:r>
    </w:p>
    <w:p w:rsidR="00AD3FCC" w:rsidRDefault="00AD3FC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3FCC" w:rsidTr="00AD3FCC">
        <w:tc>
          <w:tcPr>
            <w:tcW w:w="8771" w:type="dxa"/>
            <w:tcBorders>
              <w:top w:val="single" w:sz="6" w:space="0" w:color="78A22F"/>
              <w:left w:val="nil"/>
              <w:bottom w:val="nil"/>
              <w:right w:val="nil"/>
            </w:tcBorders>
            <w:shd w:val="clear" w:color="auto" w:fill="F2F2F2"/>
          </w:tcPr>
          <w:p w:rsidR="00AD3FCC" w:rsidRDefault="00AD3FCC">
            <w:pPr>
              <w:pStyle w:val="BoxTitle"/>
            </w:pPr>
            <w:r>
              <w:rPr>
                <w:b w:val="0"/>
              </w:rPr>
              <w:t xml:space="preserve">Box </w:t>
            </w:r>
            <w:bookmarkStart w:id="14" w:name="OLE_LINK1"/>
            <w:r>
              <w:rPr>
                <w:b w:val="0"/>
              </w:rPr>
              <w:t>10.</w:t>
            </w:r>
            <w:r w:rsidR="008F09D3">
              <w:rPr>
                <w:b w:val="0"/>
                <w:noProof/>
              </w:rPr>
              <w:t>2</w:t>
            </w:r>
            <w:bookmarkEnd w:id="14"/>
            <w:r>
              <w:tab/>
            </w:r>
            <w:r w:rsidRPr="00AD3FCC">
              <w:t>Availability of PBS medicines</w:t>
            </w:r>
          </w:p>
        </w:tc>
      </w:tr>
      <w:tr w:rsidR="00AD3FCC" w:rsidTr="00AD3FCC">
        <w:trPr>
          <w:cantSplit/>
        </w:trPr>
        <w:tc>
          <w:tcPr>
            <w:tcW w:w="8771" w:type="dxa"/>
            <w:tcBorders>
              <w:top w:val="nil"/>
              <w:left w:val="nil"/>
              <w:bottom w:val="nil"/>
              <w:right w:val="nil"/>
            </w:tcBorders>
            <w:shd w:val="clear" w:color="auto" w:fill="F2F2F2"/>
          </w:tcPr>
          <w:p w:rsidR="00AD3FCC" w:rsidRDefault="00AD3FCC" w:rsidP="00AD3FCC">
            <w:pPr>
              <w:pStyle w:val="Box"/>
            </w:pPr>
            <w:r>
              <w:t>‘Availability of PBS medicines’ is defined by three measures:</w:t>
            </w:r>
          </w:p>
          <w:p w:rsidR="00AD3FCC" w:rsidRDefault="00251DA6" w:rsidP="00AD3FCC">
            <w:pPr>
              <w:pStyle w:val="BoxListBullet"/>
            </w:pPr>
            <w:r>
              <w:t>A</w:t>
            </w:r>
            <w:r w:rsidR="00AD3FCC">
              <w:t xml:space="preserve">ccess to PBS medicines by region, defined as the ABS census population divided by the number of approved providers of PBS medicines, by </w:t>
            </w:r>
            <w:r w:rsidR="00AD3FCC" w:rsidRPr="0066193F">
              <w:t>Pharmacy Access/Remoteness Index of Australia (</w:t>
            </w:r>
            <w:proofErr w:type="spellStart"/>
            <w:r w:rsidR="00AD3FCC" w:rsidRPr="0066193F">
              <w:t>PhARIA</w:t>
            </w:r>
            <w:proofErr w:type="spellEnd"/>
            <w:r w:rsidR="00AD3FCC" w:rsidRPr="0066193F">
              <w:t>) area</w:t>
            </w:r>
          </w:p>
          <w:p w:rsidR="00AD3FCC" w:rsidRDefault="00AD3FCC" w:rsidP="00AD3FCC">
            <w:pPr>
              <w:pStyle w:val="BoxListBullet"/>
            </w:pPr>
            <w:r>
              <w:t xml:space="preserve">PBS expenditure per person by region, defined as expenditure on PBS medicines, divided by the </w:t>
            </w:r>
            <w:r w:rsidR="00251DA6">
              <w:t>ABS estimated resident population (</w:t>
            </w:r>
            <w:r>
              <w:t>ERP</w:t>
            </w:r>
            <w:r w:rsidR="00251DA6">
              <w:t>)</w:t>
            </w:r>
            <w:r>
              <w:t>, in urban and rural regions</w:t>
            </w:r>
          </w:p>
          <w:p w:rsidR="00D42182" w:rsidRDefault="00251DA6" w:rsidP="00D42182">
            <w:pPr>
              <w:pStyle w:val="BoxListBullet"/>
            </w:pPr>
            <w:r>
              <w:t>P</w:t>
            </w:r>
            <w:r w:rsidR="00AD3FCC" w:rsidRPr="00E86718">
              <w:t>roportion of PBS prescriptions filled at a concessional rate, defined as the number of PBS prescriptions filled at a concessional rate, divided by the total number of prescriptions filled.</w:t>
            </w:r>
          </w:p>
          <w:p w:rsidR="00D42182" w:rsidRDefault="00251DA6" w:rsidP="00D42182">
            <w:pPr>
              <w:pStyle w:val="Box"/>
            </w:pPr>
            <w:r>
              <w:t xml:space="preserve">Care should be taken in </w:t>
            </w:r>
            <w:r w:rsidR="00D42182">
              <w:t>interpret</w:t>
            </w:r>
            <w:r>
              <w:t>ing results</w:t>
            </w:r>
            <w:r w:rsidR="00D42182">
              <w:t xml:space="preserve">. </w:t>
            </w:r>
            <w:r>
              <w:t>For all three measures, a</w:t>
            </w:r>
            <w:r w:rsidR="00D42182">
              <w:t xml:space="preserve"> low or decreasing </w:t>
            </w:r>
            <w:r>
              <w:t>proportion</w:t>
            </w:r>
            <w:r w:rsidR="00D42182">
              <w:t xml:space="preserve"> may indicate </w:t>
            </w:r>
            <w:r>
              <w:t>improved availability of PBS medicines/prescriptions filled</w:t>
            </w:r>
            <w:r w:rsidR="00D42182">
              <w:t>. It is also important that there are not large discrepancies by region in these measures.</w:t>
            </w:r>
          </w:p>
          <w:p w:rsidR="00D40216" w:rsidRDefault="00D40216" w:rsidP="00D40216">
            <w:pPr>
              <w:pStyle w:val="Box"/>
            </w:pPr>
            <w:r>
              <w:t>This indicator does not provide information on whether the services are appropriate for the needs of the people receiving them.</w:t>
            </w:r>
          </w:p>
          <w:p w:rsidR="00D40216" w:rsidRDefault="00D40216" w:rsidP="00D40216">
            <w:pPr>
              <w:pStyle w:val="Box"/>
            </w:pPr>
            <w:r>
              <w:t>Data reported for this indicator are:</w:t>
            </w:r>
          </w:p>
          <w:p w:rsidR="00D40216" w:rsidRDefault="00D40216" w:rsidP="00D40216">
            <w:pPr>
              <w:pStyle w:val="BoxListBullet"/>
            </w:pPr>
            <w:r>
              <w:t xml:space="preserve">comparable (subject to caveats) </w:t>
            </w:r>
            <w:r w:rsidRPr="000F11C2">
              <w:t>across jurisdictions and over time</w:t>
            </w:r>
          </w:p>
          <w:p w:rsidR="00D42182" w:rsidRDefault="0085004F" w:rsidP="00251DA6">
            <w:pPr>
              <w:pStyle w:val="BoxListBullet"/>
            </w:pPr>
            <w:r>
              <w:t xml:space="preserve">complete (subject to caveats) </w:t>
            </w:r>
            <w:r w:rsidRPr="0040369B">
              <w:t>for the current reporting period</w:t>
            </w:r>
            <w:r>
              <w:t xml:space="preserve">. </w:t>
            </w:r>
            <w:r w:rsidRPr="004E1F10">
              <w:t xml:space="preserve">All required data are available for all jurisdictions for </w:t>
            </w:r>
            <w:r w:rsidRPr="0085004F">
              <w:t>201</w:t>
            </w:r>
            <w:r>
              <w:t>6</w:t>
            </w:r>
            <w:r w:rsidRPr="004E1F10">
              <w:t xml:space="preserve"> for </w:t>
            </w:r>
            <w:r>
              <w:t xml:space="preserve">the </w:t>
            </w:r>
            <w:r w:rsidR="00251DA6">
              <w:t>A</w:t>
            </w:r>
            <w:r w:rsidRPr="005D18C3">
              <w:t xml:space="preserve">ccess to PBS medicines by </w:t>
            </w:r>
            <w:r>
              <w:t>region</w:t>
            </w:r>
            <w:r w:rsidRPr="004E1F10">
              <w:t xml:space="preserve"> </w:t>
            </w:r>
            <w:r w:rsidR="00251DA6">
              <w:t xml:space="preserve">measure </w:t>
            </w:r>
            <w:r w:rsidRPr="004E1F10">
              <w:t xml:space="preserve">and for </w:t>
            </w:r>
            <w:r w:rsidRPr="0085004F">
              <w:t>2015</w:t>
            </w:r>
            <w:r w:rsidRPr="0085004F">
              <w:noBreakHyphen/>
              <w:t>1</w:t>
            </w:r>
            <w:r>
              <w:t>6</w:t>
            </w:r>
            <w:r w:rsidRPr="004E1F10">
              <w:t xml:space="preserve"> for the </w:t>
            </w:r>
            <w:r w:rsidR="00251DA6">
              <w:t xml:space="preserve">other two </w:t>
            </w:r>
            <w:r w:rsidRPr="004E1F10">
              <w:t>measure</w:t>
            </w:r>
            <w:r>
              <w:t>s.</w:t>
            </w:r>
          </w:p>
        </w:tc>
      </w:tr>
      <w:tr w:rsidR="00AD3FCC" w:rsidTr="00AD3FCC">
        <w:trPr>
          <w:cantSplit/>
        </w:trPr>
        <w:tc>
          <w:tcPr>
            <w:tcW w:w="8771" w:type="dxa"/>
            <w:tcBorders>
              <w:top w:val="nil"/>
              <w:left w:val="nil"/>
              <w:bottom w:val="single" w:sz="6" w:space="0" w:color="78A22F"/>
              <w:right w:val="nil"/>
            </w:tcBorders>
            <w:shd w:val="clear" w:color="auto" w:fill="F2F2F2"/>
          </w:tcPr>
          <w:p w:rsidR="00AD3FCC" w:rsidRDefault="00AD3FCC">
            <w:pPr>
              <w:pStyle w:val="Box"/>
              <w:spacing w:before="0" w:line="120" w:lineRule="exact"/>
            </w:pPr>
          </w:p>
        </w:tc>
      </w:tr>
      <w:tr w:rsidR="00AD3FCC" w:rsidRPr="000863A5" w:rsidTr="00AD3FCC">
        <w:tc>
          <w:tcPr>
            <w:tcW w:w="8771" w:type="dxa"/>
            <w:tcBorders>
              <w:top w:val="single" w:sz="6" w:space="0" w:color="78A22F"/>
              <w:left w:val="nil"/>
              <w:bottom w:val="nil"/>
              <w:right w:val="nil"/>
            </w:tcBorders>
          </w:tcPr>
          <w:p w:rsidR="00AD3FCC" w:rsidRPr="00626D32" w:rsidRDefault="00AD3FCC" w:rsidP="00AD3FCC">
            <w:pPr>
              <w:pStyle w:val="BoxSpaceBelow"/>
            </w:pPr>
          </w:p>
        </w:tc>
      </w:tr>
    </w:tbl>
    <w:p w:rsidR="00042D31" w:rsidRDefault="005A650F" w:rsidP="005A650F">
      <w:pPr>
        <w:pStyle w:val="BodyText"/>
      </w:pPr>
      <w:r w:rsidRPr="00683D74">
        <w:t>Across Australia</w:t>
      </w:r>
      <w:r w:rsidR="00DC5AB8" w:rsidRPr="00DC5AB8">
        <w:t xml:space="preserve"> </w:t>
      </w:r>
      <w:r w:rsidR="00DC5AB8">
        <w:t xml:space="preserve">in the period </w:t>
      </w:r>
      <w:r w:rsidR="00DC5AB8" w:rsidRPr="0085004F">
        <w:t>201</w:t>
      </w:r>
      <w:r w:rsidR="0085004F" w:rsidRPr="0085004F">
        <w:t>2</w:t>
      </w:r>
      <w:r w:rsidR="00DC5AB8" w:rsidRPr="0085004F">
        <w:t xml:space="preserve"> to 201</w:t>
      </w:r>
      <w:r w:rsidR="0085004F" w:rsidRPr="0085004F">
        <w:t>6</w:t>
      </w:r>
      <w:r w:rsidRPr="00683D74">
        <w:t xml:space="preserve">, </w:t>
      </w:r>
      <w:r w:rsidR="007C7E4B">
        <w:t xml:space="preserve">the number of people per pharmacy </w:t>
      </w:r>
      <w:r w:rsidR="005A1100">
        <w:t>de</w:t>
      </w:r>
      <w:r w:rsidR="00DC5AB8" w:rsidRPr="0085004F">
        <w:t>creased</w:t>
      </w:r>
      <w:r w:rsidR="00DC5AB8" w:rsidRPr="00097C57">
        <w:t xml:space="preserve"> </w:t>
      </w:r>
      <w:r w:rsidR="007C7E4B" w:rsidRPr="0085004F">
        <w:t xml:space="preserve">in urban areas </w:t>
      </w:r>
      <w:r w:rsidR="00DC5AB8" w:rsidRPr="0085004F">
        <w:t>(</w:t>
      </w:r>
      <w:r w:rsidR="007C7E4B" w:rsidRPr="0085004F">
        <w:t xml:space="preserve">from </w:t>
      </w:r>
      <w:r w:rsidR="00FF4230">
        <w:t>4</w:t>
      </w:r>
      <w:r w:rsidR="005A1100">
        <w:t>082</w:t>
      </w:r>
      <w:r w:rsidR="007C7E4B" w:rsidRPr="0085004F">
        <w:t xml:space="preserve"> to </w:t>
      </w:r>
      <w:r w:rsidR="005A1100">
        <w:t>3884</w:t>
      </w:r>
      <w:r w:rsidR="00DC5AB8" w:rsidRPr="0085004F">
        <w:t>)</w:t>
      </w:r>
      <w:r w:rsidR="007C7E4B" w:rsidRPr="0085004F">
        <w:t xml:space="preserve"> </w:t>
      </w:r>
      <w:r w:rsidR="00DC5AB8" w:rsidRPr="0085004F">
        <w:t>and</w:t>
      </w:r>
      <w:r w:rsidRPr="0085004F">
        <w:t xml:space="preserve"> rural areas </w:t>
      </w:r>
      <w:r w:rsidR="00DC5AB8" w:rsidRPr="0085004F">
        <w:t>(</w:t>
      </w:r>
      <w:r w:rsidRPr="0085004F">
        <w:t xml:space="preserve">from </w:t>
      </w:r>
      <w:r w:rsidR="005A1100">
        <w:t>4148</w:t>
      </w:r>
      <w:r w:rsidRPr="0085004F">
        <w:t xml:space="preserve"> to </w:t>
      </w:r>
      <w:r w:rsidR="005A1100">
        <w:t>3615</w:t>
      </w:r>
      <w:r w:rsidR="00DC5AB8" w:rsidRPr="0085004F">
        <w:t>)</w:t>
      </w:r>
      <w:r w:rsidR="007C7E4B" w:rsidRPr="0085004F">
        <w:t xml:space="preserve"> (</w:t>
      </w:r>
      <w:r w:rsidR="00DC5AB8" w:rsidRPr="0085004F">
        <w:t>table </w:t>
      </w:r>
      <w:proofErr w:type="spellStart"/>
      <w:r w:rsidR="007C7E4B" w:rsidRPr="0085004F">
        <w:t>10</w:t>
      </w:r>
      <w:r w:rsidR="00DC5AB8" w:rsidRPr="0085004F">
        <w:t>A</w:t>
      </w:r>
      <w:r w:rsidR="007C7E4B" w:rsidRPr="0085004F">
        <w:t>.</w:t>
      </w:r>
      <w:r w:rsidR="001F6064">
        <w:t>19</w:t>
      </w:r>
      <w:proofErr w:type="spellEnd"/>
      <w:r w:rsidR="007C7E4B" w:rsidRPr="0085004F">
        <w:t>).</w:t>
      </w:r>
      <w:r w:rsidR="007C7E4B">
        <w:t xml:space="preserve"> </w:t>
      </w:r>
      <w:r w:rsidR="007C7E4B">
        <w:lastRenderedPageBreak/>
        <w:t xml:space="preserve">Taking into account </w:t>
      </w:r>
      <w:r w:rsidR="00373EDC" w:rsidRPr="00373EDC">
        <w:t xml:space="preserve">the </w:t>
      </w:r>
      <w:r w:rsidR="005A1100">
        <w:t>19</w:t>
      </w:r>
      <w:r w:rsidR="00373EDC" w:rsidRPr="00373EDC">
        <w:t xml:space="preserve"> medical practitioners and </w:t>
      </w:r>
      <w:r w:rsidR="005A1100">
        <w:t>162</w:t>
      </w:r>
      <w:r w:rsidR="00373EDC" w:rsidRPr="00373EDC">
        <w:t xml:space="preserve"> </w:t>
      </w:r>
      <w:r w:rsidR="003A03FA">
        <w:t>Aboriginal and Torres Strait Islander</w:t>
      </w:r>
      <w:r w:rsidR="00373EDC" w:rsidRPr="00373EDC">
        <w:t xml:space="preserve"> primary health care services </w:t>
      </w:r>
      <w:r w:rsidR="00373EDC">
        <w:t xml:space="preserve">also </w:t>
      </w:r>
      <w:r w:rsidR="007C7E4B">
        <w:t xml:space="preserve">approved </w:t>
      </w:r>
      <w:r w:rsidR="00373EDC">
        <w:t xml:space="preserve">to provide PBS medicines to the community </w:t>
      </w:r>
      <w:r w:rsidR="00373EDC" w:rsidRPr="000F01E1">
        <w:t>in remote/very remote area</w:t>
      </w:r>
      <w:r w:rsidR="00373EDC">
        <w:t xml:space="preserve">s, </w:t>
      </w:r>
      <w:r w:rsidR="007C7E4B">
        <w:t>t</w:t>
      </w:r>
      <w:r w:rsidR="000F01E1">
        <w:t xml:space="preserve">here were </w:t>
      </w:r>
      <w:r w:rsidR="005A1100">
        <w:t>3065</w:t>
      </w:r>
      <w:r w:rsidR="00373EDC">
        <w:t xml:space="preserve"> people per </w:t>
      </w:r>
      <w:r w:rsidR="000F01E1">
        <w:t xml:space="preserve">PBS approved provider </w:t>
      </w:r>
      <w:r w:rsidR="00DE42F2">
        <w:t xml:space="preserve">in rural areas </w:t>
      </w:r>
      <w:r w:rsidR="000F01E1">
        <w:t xml:space="preserve">in </w:t>
      </w:r>
      <w:r w:rsidR="000F01E1" w:rsidRPr="0085004F">
        <w:t>201</w:t>
      </w:r>
      <w:r w:rsidR="0085004F">
        <w:t>6</w:t>
      </w:r>
      <w:r w:rsidR="00D1723E">
        <w:t xml:space="preserve"> </w:t>
      </w:r>
      <w:r w:rsidR="00D1723E" w:rsidRPr="0085004F">
        <w:t>(</w:t>
      </w:r>
      <w:r w:rsidR="00DC5AB8" w:rsidRPr="0085004F">
        <w:t>figure 10.</w:t>
      </w:r>
      <w:r w:rsidR="000D503D">
        <w:t>4</w:t>
      </w:r>
      <w:r w:rsidR="00DC5AB8" w:rsidRPr="0085004F">
        <w:t xml:space="preserve"> and </w:t>
      </w:r>
      <w:r w:rsidR="00D1723E" w:rsidRPr="0085004F">
        <w:t>table</w:t>
      </w:r>
      <w:r w:rsidR="004C6A16" w:rsidRPr="0085004F">
        <w:t xml:space="preserve"> </w:t>
      </w:r>
      <w:proofErr w:type="spellStart"/>
      <w:r w:rsidR="004C6A16" w:rsidRPr="0085004F">
        <w:t>10A.</w:t>
      </w:r>
      <w:r w:rsidR="001F6064">
        <w:t>18</w:t>
      </w:r>
      <w:proofErr w:type="spellEnd"/>
      <w:r w:rsidR="00D1723E" w:rsidRPr="0085004F">
        <w:t>)</w:t>
      </w:r>
      <w:r w:rsidR="007C7E4B">
        <w:t>.</w:t>
      </w:r>
      <w:r w:rsidR="0085004F" w:rsidRPr="0085004F">
        <w:t xml:space="preserve"> </w:t>
      </w:r>
      <w:r w:rsidR="0085004F" w:rsidRPr="0087773B">
        <w:t>Nationally, PBS expenditure per person was</w:t>
      </w:r>
      <w:r w:rsidR="0085004F">
        <w:t xml:space="preserve"> highest in inner regional areas and lowest in remote/very remote areas (</w:t>
      </w:r>
      <w:r w:rsidR="009227A5">
        <w:t>t</w:t>
      </w:r>
      <w:r w:rsidR="0085004F">
        <w:t xml:space="preserve">able </w:t>
      </w:r>
      <w:proofErr w:type="spellStart"/>
      <w:r w:rsidR="0085004F">
        <w:t>10A.</w:t>
      </w:r>
      <w:r w:rsidR="005A1100">
        <w:t>2</w:t>
      </w:r>
      <w:r w:rsidR="005739A1">
        <w:t>0</w:t>
      </w:r>
      <w:proofErr w:type="spellEnd"/>
      <w:r w:rsidR="0085004F">
        <w:t>).</w:t>
      </w:r>
    </w:p>
    <w:p w:rsidR="00416622" w:rsidRDefault="00416622"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6622" w:rsidTr="00032E36">
        <w:tc>
          <w:tcPr>
            <w:tcW w:w="8771" w:type="dxa"/>
            <w:tcBorders>
              <w:top w:val="single" w:sz="6" w:space="0" w:color="78A22F"/>
              <w:left w:val="nil"/>
              <w:bottom w:val="nil"/>
              <w:right w:val="nil"/>
            </w:tcBorders>
            <w:shd w:val="clear" w:color="auto" w:fill="auto"/>
          </w:tcPr>
          <w:p w:rsidR="00416622" w:rsidRPr="00176D3F" w:rsidRDefault="00416622" w:rsidP="004154F8">
            <w:pPr>
              <w:pStyle w:val="FigureTitle"/>
            </w:pPr>
            <w:r w:rsidRPr="00784A05">
              <w:rPr>
                <w:b w:val="0"/>
              </w:rPr>
              <w:t xml:space="preserve">Figure </w:t>
            </w:r>
            <w:r w:rsidR="000D503D">
              <w:rPr>
                <w:b w:val="0"/>
              </w:rPr>
              <w:t>10.</w:t>
            </w:r>
            <w:r w:rsidR="008F09D3">
              <w:rPr>
                <w:b w:val="0"/>
                <w:noProof/>
              </w:rPr>
              <w:t>4</w:t>
            </w:r>
            <w:r>
              <w:tab/>
              <w:t xml:space="preserve">People per approved PBS provider, </w:t>
            </w:r>
            <w:r w:rsidRPr="00E7511D">
              <w:t>201</w:t>
            </w:r>
            <w:r w:rsidR="00E7511D">
              <w:t>6</w:t>
            </w:r>
            <w:r w:rsidRPr="00201FD6">
              <w:rPr>
                <w:rStyle w:val="NoteLabel"/>
                <w:b/>
              </w:rPr>
              <w:t>a</w:t>
            </w:r>
            <w:r>
              <w:rPr>
                <w:rStyle w:val="NoteLabel"/>
                <w:b/>
              </w:rPr>
              <w:t>, b</w:t>
            </w:r>
          </w:p>
        </w:tc>
      </w:tr>
      <w:tr w:rsidR="00416622" w:rsidTr="00032E3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16622" w:rsidTr="00032E36">
              <w:trPr>
                <w:jc w:val="center"/>
              </w:trPr>
              <w:tc>
                <w:tcPr>
                  <w:tcW w:w="5000" w:type="pct"/>
                  <w:tcBorders>
                    <w:top w:val="nil"/>
                    <w:bottom w:val="nil"/>
                  </w:tcBorders>
                </w:tcPr>
                <w:p w:rsidR="00416622" w:rsidRDefault="00E2697F" w:rsidP="00032E36">
                  <w:pPr>
                    <w:pStyle w:val="Figure"/>
                    <w:spacing w:before="60" w:after="60"/>
                  </w:pPr>
                  <w:r>
                    <w:rPr>
                      <w:noProof/>
                    </w:rPr>
                    <w:drawing>
                      <wp:inline distT="0" distB="0" distL="0" distR="0" wp14:anchorId="2C029542" wp14:editId="7A24DD3D">
                        <wp:extent cx="5334000" cy="2790825"/>
                        <wp:effectExtent l="0" t="0" r="0" b="9525"/>
                        <wp:docPr id="8" name="Picture 8" descr="Figure 10.4 People per approved PBS provider,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0" cy="2790825"/>
                                </a:xfrm>
                                <a:prstGeom prst="rect">
                                  <a:avLst/>
                                </a:prstGeom>
                                <a:noFill/>
                                <a:ln>
                                  <a:noFill/>
                                </a:ln>
                              </pic:spPr>
                            </pic:pic>
                          </a:graphicData>
                        </a:graphic>
                      </wp:inline>
                    </w:drawing>
                  </w:r>
                </w:p>
              </w:tc>
            </w:tr>
          </w:tbl>
          <w:p w:rsidR="00416622" w:rsidRDefault="00416622" w:rsidP="00032E36">
            <w:pPr>
              <w:pStyle w:val="Figure"/>
            </w:pPr>
          </w:p>
        </w:tc>
      </w:tr>
      <w:tr w:rsidR="00416622" w:rsidRPr="00176D3F" w:rsidTr="00032E36">
        <w:tc>
          <w:tcPr>
            <w:tcW w:w="8771" w:type="dxa"/>
            <w:tcBorders>
              <w:top w:val="nil"/>
              <w:left w:val="nil"/>
              <w:bottom w:val="nil"/>
              <w:right w:val="nil"/>
            </w:tcBorders>
            <w:shd w:val="clear" w:color="auto" w:fill="auto"/>
          </w:tcPr>
          <w:p w:rsidR="00416622" w:rsidRPr="00176D3F" w:rsidRDefault="00416622" w:rsidP="001F6064">
            <w:pPr>
              <w:pStyle w:val="Note"/>
            </w:pPr>
            <w:r>
              <w:rPr>
                <w:rStyle w:val="NoteLabel"/>
              </w:rPr>
              <w:t>a</w:t>
            </w:r>
            <w:r>
              <w:sym w:font="Symbol" w:char="F020"/>
            </w:r>
            <w:r w:rsidRPr="00023056">
              <w:t xml:space="preserve"> See </w:t>
            </w:r>
            <w:r>
              <w:t xml:space="preserve">box 10.2 and </w:t>
            </w:r>
            <w:r w:rsidRPr="0085004F">
              <w:t xml:space="preserve">table </w:t>
            </w:r>
            <w:proofErr w:type="spellStart"/>
            <w:r w:rsidRPr="0085004F">
              <w:t>10A.</w:t>
            </w:r>
            <w:r w:rsidR="001F6064">
              <w:t>18</w:t>
            </w:r>
            <w:proofErr w:type="spellEnd"/>
            <w:r w:rsidRPr="00023056">
              <w:t xml:space="preserve"> for </w:t>
            </w:r>
            <w:r>
              <w:t xml:space="preserve">detailed definitions, footnotes and caveats. </w:t>
            </w:r>
            <w:r w:rsidRPr="0087773B">
              <w:rPr>
                <w:rStyle w:val="NoteLabel"/>
              </w:rPr>
              <w:t>b</w:t>
            </w:r>
            <w:r w:rsidRPr="00A55908">
              <w:sym w:font="Symbol" w:char="F020"/>
            </w:r>
            <w:r w:rsidRPr="00A55908">
              <w:t>The ACT has no rural areas</w:t>
            </w:r>
            <w:r>
              <w:t xml:space="preserve"> under the classification used</w:t>
            </w:r>
            <w:r w:rsidRPr="00A55908">
              <w:t>.</w:t>
            </w:r>
          </w:p>
        </w:tc>
      </w:tr>
      <w:tr w:rsidR="00416622" w:rsidRPr="00176D3F" w:rsidTr="00032E36">
        <w:tc>
          <w:tcPr>
            <w:tcW w:w="8771" w:type="dxa"/>
            <w:tcBorders>
              <w:top w:val="nil"/>
              <w:left w:val="nil"/>
              <w:bottom w:val="nil"/>
              <w:right w:val="nil"/>
            </w:tcBorders>
            <w:shd w:val="clear" w:color="auto" w:fill="auto"/>
          </w:tcPr>
          <w:p w:rsidR="00416622" w:rsidRPr="00176D3F" w:rsidRDefault="00416622" w:rsidP="001F6064">
            <w:pPr>
              <w:pStyle w:val="Source"/>
            </w:pPr>
            <w:r w:rsidRPr="0087773B">
              <w:rPr>
                <w:i/>
              </w:rPr>
              <w:t>Source</w:t>
            </w:r>
            <w:r w:rsidRPr="0087773B">
              <w:t xml:space="preserve">: </w:t>
            </w:r>
            <w:r>
              <w:t>Department of Health</w:t>
            </w:r>
            <w:r w:rsidRPr="0087773B">
              <w:t xml:space="preserve"> (unpublished) derived from</w:t>
            </w:r>
            <w:r>
              <w:t xml:space="preserve"> DHS </w:t>
            </w:r>
            <w:r w:rsidRPr="0087773B">
              <w:t xml:space="preserve">Medicare, </w:t>
            </w:r>
            <w:r w:rsidRPr="004D42BF">
              <w:t>ABS</w:t>
            </w:r>
            <w:r>
              <w:t xml:space="preserve"> (unpublished)</w:t>
            </w:r>
            <w:r w:rsidRPr="004D42BF">
              <w:t xml:space="preserve"> </w:t>
            </w:r>
            <w:r w:rsidRPr="004D42BF">
              <w:rPr>
                <w:i/>
              </w:rPr>
              <w:t>2011 Census of Population and Housing</w:t>
            </w:r>
            <w:r w:rsidRPr="004D42BF">
              <w:t xml:space="preserve"> and the University of Adelaide</w:t>
            </w:r>
            <w:r>
              <w:t>’</w:t>
            </w:r>
            <w:r w:rsidRPr="004D42BF">
              <w:t>s Australian Population and Migration Research Centre;</w:t>
            </w:r>
            <w:r w:rsidRPr="0087773B">
              <w:t xml:space="preserve"> </w:t>
            </w:r>
            <w:r w:rsidRPr="0085004F">
              <w:t>table </w:t>
            </w:r>
            <w:proofErr w:type="spellStart"/>
            <w:r w:rsidRPr="0085004F">
              <w:t>10A.</w:t>
            </w:r>
            <w:r w:rsidR="001F6064">
              <w:t>18</w:t>
            </w:r>
            <w:proofErr w:type="spellEnd"/>
            <w:r w:rsidRPr="0087773B">
              <w:t>.</w:t>
            </w:r>
          </w:p>
        </w:tc>
      </w:tr>
      <w:tr w:rsidR="00416622" w:rsidTr="00032E36">
        <w:tc>
          <w:tcPr>
            <w:tcW w:w="8771" w:type="dxa"/>
            <w:tcBorders>
              <w:top w:val="nil"/>
              <w:left w:val="nil"/>
              <w:bottom w:val="single" w:sz="6" w:space="0" w:color="78A22F"/>
              <w:right w:val="nil"/>
            </w:tcBorders>
            <w:shd w:val="clear" w:color="auto" w:fill="auto"/>
          </w:tcPr>
          <w:p w:rsidR="00416622" w:rsidRDefault="00416622" w:rsidP="00032E36">
            <w:pPr>
              <w:pStyle w:val="Figurespace"/>
            </w:pPr>
          </w:p>
        </w:tc>
      </w:tr>
      <w:tr w:rsidR="00416622" w:rsidRPr="000863A5" w:rsidTr="00032E36">
        <w:tc>
          <w:tcPr>
            <w:tcW w:w="8771" w:type="dxa"/>
            <w:tcBorders>
              <w:top w:val="single" w:sz="6" w:space="0" w:color="78A22F"/>
              <w:left w:val="nil"/>
              <w:bottom w:val="nil"/>
              <w:right w:val="nil"/>
            </w:tcBorders>
          </w:tcPr>
          <w:p w:rsidR="00416622" w:rsidRPr="00626D32" w:rsidRDefault="00416622" w:rsidP="00032E36">
            <w:pPr>
              <w:pStyle w:val="BoxSpaceBelow"/>
            </w:pPr>
          </w:p>
        </w:tc>
      </w:tr>
    </w:tbl>
    <w:p w:rsidR="00BA791A" w:rsidRPr="00115C8A" w:rsidRDefault="00C270F2" w:rsidP="00536414">
      <w:pPr>
        <w:pStyle w:val="Heading4"/>
      </w:pPr>
      <w:r>
        <w:t xml:space="preserve">Access — </w:t>
      </w:r>
      <w:r w:rsidR="00BA6FA6">
        <w:t>Equity of access to GPs</w:t>
      </w:r>
    </w:p>
    <w:p w:rsidR="000A46E1" w:rsidRDefault="00906143" w:rsidP="007C33EB">
      <w:pPr>
        <w:pStyle w:val="BodyText"/>
      </w:pPr>
      <w:r>
        <w:t>‘</w:t>
      </w:r>
      <w:r w:rsidR="007C33EB" w:rsidRPr="007C33EB">
        <w:t>Equity of access to GPs</w:t>
      </w:r>
      <w:r w:rsidR="007C33EB">
        <w:t xml:space="preserve">’ </w:t>
      </w:r>
      <w:r>
        <w:t xml:space="preserve">is an indicator of governments’ objective to provide access to primary healthcare </w:t>
      </w:r>
      <w:r w:rsidR="00FB52E6">
        <w:t xml:space="preserve">services </w:t>
      </w:r>
      <w:r w:rsidR="000863B9">
        <w:t xml:space="preserve">in an equitable manner </w:t>
      </w:r>
      <w:r>
        <w:t>(</w:t>
      </w:r>
      <w:r w:rsidR="00897589">
        <w:t>box 10.</w:t>
      </w:r>
      <w:r w:rsidR="00445562" w:rsidRPr="00046121">
        <w:t>3</w:t>
      </w:r>
      <w:r w:rsidR="007B6324" w:rsidRPr="00046121">
        <w:t>)</w:t>
      </w:r>
      <w:r w:rsidR="007B6324">
        <w:t>.</w:t>
      </w:r>
    </w:p>
    <w:p w:rsidR="00E86F81" w:rsidRDefault="00E86F8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6F81" w:rsidTr="00F520F2">
        <w:tc>
          <w:tcPr>
            <w:tcW w:w="8771" w:type="dxa"/>
            <w:tcBorders>
              <w:top w:val="single" w:sz="6" w:space="0" w:color="78A22F"/>
              <w:left w:val="nil"/>
              <w:bottom w:val="nil"/>
              <w:right w:val="nil"/>
            </w:tcBorders>
            <w:shd w:val="clear" w:color="auto" w:fill="F2F2F2"/>
          </w:tcPr>
          <w:p w:rsidR="00E86F81" w:rsidRDefault="00E86F81" w:rsidP="00E86F81">
            <w:pPr>
              <w:pStyle w:val="BoxTitle"/>
            </w:pPr>
            <w:r>
              <w:rPr>
                <w:b w:val="0"/>
              </w:rPr>
              <w:t xml:space="preserve">Box </w:t>
            </w:r>
            <w:bookmarkStart w:id="15" w:name="OLE_LINK5"/>
            <w:r>
              <w:rPr>
                <w:b w:val="0"/>
              </w:rPr>
              <w:t>10.</w:t>
            </w:r>
            <w:r w:rsidR="008F09D3">
              <w:rPr>
                <w:b w:val="0"/>
                <w:noProof/>
              </w:rPr>
              <w:t>3</w:t>
            </w:r>
            <w:bookmarkEnd w:id="15"/>
            <w:r>
              <w:tab/>
            </w:r>
            <w:r w:rsidRPr="007C33EB">
              <w:t>Equity of access to GPs</w:t>
            </w:r>
            <w:r>
              <w:t xml:space="preserve"> </w:t>
            </w:r>
          </w:p>
        </w:tc>
      </w:tr>
      <w:tr w:rsidR="00E86F81" w:rsidTr="00F520F2">
        <w:trPr>
          <w:cantSplit/>
        </w:trPr>
        <w:tc>
          <w:tcPr>
            <w:tcW w:w="8771" w:type="dxa"/>
            <w:tcBorders>
              <w:top w:val="nil"/>
              <w:left w:val="nil"/>
              <w:bottom w:val="nil"/>
              <w:right w:val="nil"/>
            </w:tcBorders>
            <w:shd w:val="clear" w:color="auto" w:fill="F2F2F2"/>
          </w:tcPr>
          <w:p w:rsidR="00E86F81" w:rsidRPr="00FF6AE2" w:rsidRDefault="00E86F81" w:rsidP="00E86F81">
            <w:pPr>
              <w:pStyle w:val="Box"/>
            </w:pPr>
            <w:r w:rsidRPr="00FF6AE2">
              <w:t>Equity of access to GPs’ is defined by two measures:</w:t>
            </w:r>
          </w:p>
          <w:p w:rsidR="00E86F81" w:rsidRDefault="004154F8" w:rsidP="00E86F81">
            <w:pPr>
              <w:pStyle w:val="BoxListBullet"/>
            </w:pPr>
            <w:r>
              <w:t>A</w:t>
            </w:r>
            <w:r w:rsidR="00E86F81" w:rsidRPr="00FF6AE2">
              <w:t xml:space="preserve">vailability of GPs by region, defined as the number of </w:t>
            </w:r>
            <w:proofErr w:type="spellStart"/>
            <w:r w:rsidR="00E86F81" w:rsidRPr="00FF6AE2">
              <w:t>F</w:t>
            </w:r>
            <w:r w:rsidR="00E86F81">
              <w:t>S</w:t>
            </w:r>
            <w:r w:rsidR="00E86F81" w:rsidRPr="00FF6AE2">
              <w:t>E</w:t>
            </w:r>
            <w:proofErr w:type="spellEnd"/>
            <w:r w:rsidR="00E86F81" w:rsidRPr="00FF6AE2">
              <w:t xml:space="preserve"> GPs per 100 000 people, by region</w:t>
            </w:r>
          </w:p>
          <w:p w:rsidR="00E86F81" w:rsidRPr="00FF6AE2" w:rsidRDefault="004154F8" w:rsidP="00E86F81">
            <w:pPr>
              <w:pStyle w:val="BoxListBullet"/>
            </w:pPr>
            <w:r>
              <w:t>A</w:t>
            </w:r>
            <w:r w:rsidR="00E86F81" w:rsidRPr="00FF6AE2">
              <w:t>vailability of GPs</w:t>
            </w:r>
            <w:r w:rsidR="00E86F81">
              <w:t xml:space="preserve"> by sex</w:t>
            </w:r>
            <w:r w:rsidR="00E86F81" w:rsidRPr="00FF6AE2">
              <w:t xml:space="preserve">, defined </w:t>
            </w:r>
            <w:r w:rsidR="00E86F81">
              <w:t xml:space="preserve">as the number of </w:t>
            </w:r>
            <w:proofErr w:type="spellStart"/>
            <w:r w:rsidR="00E86F81">
              <w:t>FSE</w:t>
            </w:r>
            <w:proofErr w:type="spellEnd"/>
            <w:r w:rsidR="00E86F81">
              <w:t xml:space="preserve"> GPs</w:t>
            </w:r>
            <w:r w:rsidR="00E86F81" w:rsidRPr="00FF6AE2">
              <w:t xml:space="preserve"> per 100 000 </w:t>
            </w:r>
            <w:r w:rsidR="00E86F81">
              <w:t>population, by sex</w:t>
            </w:r>
            <w:r w:rsidR="00E86F81" w:rsidRPr="00FF6AE2">
              <w:t>.</w:t>
            </w:r>
          </w:p>
          <w:p w:rsidR="00CC02FD" w:rsidRDefault="00CC02FD" w:rsidP="00CC02FD">
            <w:pPr>
              <w:pStyle w:val="Box"/>
            </w:pPr>
            <w:r w:rsidRPr="007639D2">
              <w:t xml:space="preserve">High or increasing availability of GPs can indicate improved access to GP services. Low availability of GPs by region can be associated with an increase in distance travelled and waiting times to see a GP, and increased difficulty in booking long consultations. Reduced competition for patients can </w:t>
            </w:r>
            <w:r w:rsidR="004154F8">
              <w:t>also reduce bulk billing rates.</w:t>
            </w:r>
          </w:p>
          <w:p w:rsidR="00E86F81" w:rsidRDefault="00D40216" w:rsidP="00F520F2">
            <w:pPr>
              <w:pStyle w:val="Box"/>
            </w:pPr>
            <w:r w:rsidRPr="00FF6AE2">
              <w:t xml:space="preserve">High or increasing availability of GPs </w:t>
            </w:r>
            <w:r>
              <w:t xml:space="preserve">of each sex </w:t>
            </w:r>
            <w:r w:rsidRPr="00FF6AE2">
              <w:t xml:space="preserve">means it is more likely that patients who prefer to visit GPs </w:t>
            </w:r>
            <w:r>
              <w:t xml:space="preserve">of their own sex </w:t>
            </w:r>
            <w:r w:rsidRPr="00FF6AE2">
              <w:t xml:space="preserve">will have their preference met. Low availability of GPs </w:t>
            </w:r>
            <w:r>
              <w:t xml:space="preserve">of each sex </w:t>
            </w:r>
            <w:r w:rsidRPr="00FF6AE2">
              <w:t xml:space="preserve">can be associated with increased waiting times to see a GP, for </w:t>
            </w:r>
            <w:r>
              <w:t>patients</w:t>
            </w:r>
            <w:r w:rsidRPr="00FF6AE2">
              <w:t xml:space="preserve"> who </w:t>
            </w:r>
            <w:r>
              <w:t>prefer to visit GPs of their own sex</w:t>
            </w:r>
            <w:r w:rsidRPr="00FF6AE2">
              <w:t>.</w:t>
            </w:r>
          </w:p>
          <w:p w:rsidR="0085004F" w:rsidRPr="00FF6AE2" w:rsidRDefault="0085004F" w:rsidP="0085004F">
            <w:pPr>
              <w:pStyle w:val="Box"/>
            </w:pPr>
            <w:r w:rsidRPr="00FF6AE2">
              <w:t>This indicator does not provide information on whether people are accessing GP services or whether the services are appropriate for the needs of the people receiving them.</w:t>
            </w:r>
          </w:p>
          <w:p w:rsidR="0085004F" w:rsidRPr="007639D2" w:rsidRDefault="0085004F" w:rsidP="0085004F">
            <w:pPr>
              <w:pStyle w:val="Box"/>
            </w:pPr>
            <w:r w:rsidRPr="007639D2">
              <w:t xml:space="preserve">Data reported for this </w:t>
            </w:r>
            <w:r>
              <w:t>indicator</w:t>
            </w:r>
            <w:r w:rsidRPr="007639D2">
              <w:t xml:space="preserve"> are:</w:t>
            </w:r>
          </w:p>
          <w:p w:rsidR="0085004F" w:rsidRDefault="0085004F" w:rsidP="0085004F">
            <w:pPr>
              <w:pStyle w:val="BoxListBullet"/>
            </w:pPr>
            <w:r w:rsidRPr="003B6EB0">
              <w:t xml:space="preserve">comparable (subject to caveats) across jurisdictions </w:t>
            </w:r>
            <w:r>
              <w:t xml:space="preserve">and over time </w:t>
            </w:r>
            <w:r w:rsidR="004154F8">
              <w:t xml:space="preserve">for both measures, </w:t>
            </w:r>
            <w:r w:rsidRPr="003B6EB0">
              <w:t xml:space="preserve">but </w:t>
            </w:r>
            <w:r>
              <w:t xml:space="preserve">a break in time series </w:t>
            </w:r>
            <w:r w:rsidRPr="00135ACC">
              <w:t>means that data from 2012</w:t>
            </w:r>
            <w:r>
              <w:noBreakHyphen/>
            </w:r>
            <w:r w:rsidRPr="00135ACC">
              <w:t xml:space="preserve">13 </w:t>
            </w:r>
            <w:r w:rsidR="004154F8">
              <w:t xml:space="preserve">onwards </w:t>
            </w:r>
            <w:r w:rsidRPr="00135ACC">
              <w:t xml:space="preserve">are not comparable to data for </w:t>
            </w:r>
            <w:r>
              <w:t xml:space="preserve">the </w:t>
            </w:r>
            <w:r w:rsidR="004154F8">
              <w:t>‘A</w:t>
            </w:r>
            <w:r>
              <w:t>vailability of GPs by region</w:t>
            </w:r>
            <w:r w:rsidR="004154F8">
              <w:t>’ measure</w:t>
            </w:r>
          </w:p>
          <w:p w:rsidR="0085004F" w:rsidRDefault="0085004F" w:rsidP="004154F8">
            <w:pPr>
              <w:pStyle w:val="BoxListBullet"/>
            </w:pPr>
            <w:r w:rsidRPr="00815642">
              <w:t>complete (subject to caveats) for the current reporting period. All required 201</w:t>
            </w:r>
            <w:r w:rsidR="002269A4">
              <w:t>5</w:t>
            </w:r>
            <w:r>
              <w:noBreakHyphen/>
            </w:r>
            <w:r w:rsidRPr="00815642">
              <w:t>1</w:t>
            </w:r>
            <w:r w:rsidR="002269A4">
              <w:t>6</w:t>
            </w:r>
            <w:r w:rsidRPr="00815642">
              <w:t xml:space="preserve"> data are available for all jurisdictions.</w:t>
            </w:r>
          </w:p>
        </w:tc>
      </w:tr>
      <w:tr w:rsidR="00E86F81" w:rsidTr="00F520F2">
        <w:trPr>
          <w:cantSplit/>
        </w:trPr>
        <w:tc>
          <w:tcPr>
            <w:tcW w:w="8771" w:type="dxa"/>
            <w:tcBorders>
              <w:top w:val="nil"/>
              <w:left w:val="nil"/>
              <w:bottom w:val="single" w:sz="6" w:space="0" w:color="78A22F"/>
              <w:right w:val="nil"/>
            </w:tcBorders>
            <w:shd w:val="clear" w:color="auto" w:fill="F2F2F2"/>
          </w:tcPr>
          <w:p w:rsidR="00E86F81" w:rsidRDefault="00E86F81">
            <w:pPr>
              <w:pStyle w:val="Box"/>
              <w:spacing w:before="0" w:line="120" w:lineRule="exact"/>
            </w:pPr>
          </w:p>
        </w:tc>
      </w:tr>
      <w:tr w:rsidR="00E86F81" w:rsidRPr="000863A5" w:rsidTr="00F520F2">
        <w:tc>
          <w:tcPr>
            <w:tcW w:w="8771" w:type="dxa"/>
            <w:tcBorders>
              <w:top w:val="single" w:sz="6" w:space="0" w:color="78A22F"/>
              <w:left w:val="nil"/>
              <w:bottom w:val="nil"/>
              <w:right w:val="nil"/>
            </w:tcBorders>
          </w:tcPr>
          <w:p w:rsidR="00E86F81" w:rsidRPr="00626D32" w:rsidRDefault="00E86F81" w:rsidP="00F520F2">
            <w:pPr>
              <w:pStyle w:val="BoxSpaceBelow"/>
            </w:pPr>
          </w:p>
        </w:tc>
      </w:tr>
    </w:tbl>
    <w:p w:rsidR="00B464B6" w:rsidRDefault="00536414" w:rsidP="00944E91">
      <w:pPr>
        <w:pStyle w:val="BodyText"/>
      </w:pPr>
      <w:r w:rsidRPr="002269A4">
        <w:t xml:space="preserve">In </w:t>
      </w:r>
      <w:r w:rsidR="004154F8">
        <w:t xml:space="preserve">most jurisdictions in </w:t>
      </w:r>
      <w:r w:rsidRPr="002269A4">
        <w:t>201</w:t>
      </w:r>
      <w:r w:rsidR="002269A4" w:rsidRPr="002269A4">
        <w:t>5</w:t>
      </w:r>
      <w:r w:rsidR="0064097A" w:rsidRPr="002269A4">
        <w:noBreakHyphen/>
      </w:r>
      <w:r w:rsidRPr="002269A4">
        <w:t>1</w:t>
      </w:r>
      <w:r w:rsidR="002269A4" w:rsidRPr="002269A4">
        <w:t>6</w:t>
      </w:r>
      <w:r w:rsidRPr="002269A4">
        <w:t xml:space="preserve">, </w:t>
      </w:r>
      <w:r w:rsidR="00BA0768" w:rsidRPr="002269A4">
        <w:t xml:space="preserve">there were more </w:t>
      </w:r>
      <w:proofErr w:type="spellStart"/>
      <w:r w:rsidRPr="002269A4">
        <w:t>FSE</w:t>
      </w:r>
      <w:proofErr w:type="spellEnd"/>
      <w:r w:rsidR="00C270F2" w:rsidRPr="002269A4">
        <w:t xml:space="preserve"> </w:t>
      </w:r>
      <w:r w:rsidR="00BA0768" w:rsidRPr="002269A4">
        <w:t>GPs</w:t>
      </w:r>
      <w:r w:rsidR="00C270F2" w:rsidRPr="002269A4">
        <w:t xml:space="preserve"> per 100 000 people</w:t>
      </w:r>
      <w:r w:rsidR="00BA0768" w:rsidRPr="002269A4">
        <w:t xml:space="preserve"> available in </w:t>
      </w:r>
      <w:r w:rsidR="00252963" w:rsidRPr="002269A4">
        <w:t xml:space="preserve">major cities and inner regional areas than in outer regional, remote and very remote areas </w:t>
      </w:r>
      <w:r w:rsidR="00467893" w:rsidRPr="006E297C">
        <w:t>(</w:t>
      </w:r>
      <w:r w:rsidR="00C133AC">
        <w:t>figure </w:t>
      </w:r>
      <w:r w:rsidR="00897589">
        <w:t>10.</w:t>
      </w:r>
      <w:r w:rsidR="000D503D">
        <w:t>5</w:t>
      </w:r>
      <w:r w:rsidR="00467893" w:rsidRPr="006E297C">
        <w:t xml:space="preserve">). </w:t>
      </w:r>
      <w:r w:rsidR="00467893" w:rsidRPr="002269A4">
        <w:t>The bulk</w:t>
      </w:r>
      <w:r w:rsidR="0064097A" w:rsidRPr="002269A4">
        <w:noBreakHyphen/>
      </w:r>
      <w:r w:rsidR="00467893" w:rsidRPr="002269A4">
        <w:t>billed proportion of non</w:t>
      </w:r>
      <w:r w:rsidR="00E115F2" w:rsidRPr="002269A4">
        <w:noBreakHyphen/>
      </w:r>
      <w:r w:rsidR="00467893" w:rsidRPr="002269A4">
        <w:t xml:space="preserve">referred attendances was </w:t>
      </w:r>
      <w:r w:rsidR="006E297C" w:rsidRPr="002269A4">
        <w:t xml:space="preserve">higher </w:t>
      </w:r>
      <w:r w:rsidR="00AF3B10" w:rsidRPr="002269A4">
        <w:t xml:space="preserve">in very remote areas than in </w:t>
      </w:r>
      <w:r w:rsidR="006E297C" w:rsidRPr="002269A4">
        <w:t xml:space="preserve">major cities, where the proportion was in turn higher than in </w:t>
      </w:r>
      <w:r w:rsidR="00C270F2" w:rsidRPr="002269A4">
        <w:t xml:space="preserve">all other </w:t>
      </w:r>
      <w:r w:rsidR="006E297C" w:rsidRPr="002269A4">
        <w:t>areas</w:t>
      </w:r>
      <w:r w:rsidR="003544C1" w:rsidRPr="002269A4">
        <w:t xml:space="preserve"> </w:t>
      </w:r>
      <w:r w:rsidR="00467893" w:rsidRPr="002269A4">
        <w:t>(table </w:t>
      </w:r>
      <w:proofErr w:type="spellStart"/>
      <w:r w:rsidR="00C9076B" w:rsidRPr="002269A4">
        <w:t>10A.</w:t>
      </w:r>
      <w:r w:rsidR="00E82AE6" w:rsidRPr="002269A4">
        <w:t>3</w:t>
      </w:r>
      <w:r w:rsidR="0069286E">
        <w:t>2</w:t>
      </w:r>
      <w:proofErr w:type="spellEnd"/>
      <w:r w:rsidR="00467893" w:rsidRPr="002269A4">
        <w:t>)</w:t>
      </w:r>
      <w:r w:rsidR="00467893" w:rsidRPr="00DC093E">
        <w:t>.</w:t>
      </w:r>
    </w:p>
    <w:p w:rsidR="00C270F2" w:rsidRPr="00097C57" w:rsidRDefault="00C270F2" w:rsidP="00F72052">
      <w:pPr>
        <w:pStyle w:val="BodyText"/>
        <w:tabs>
          <w:tab w:val="left" w:pos="7371"/>
          <w:tab w:val="left" w:pos="8222"/>
        </w:tabs>
      </w:pPr>
      <w:r w:rsidRPr="00F72052">
        <w:t xml:space="preserve">In </w:t>
      </w:r>
      <w:r w:rsidRPr="002269A4">
        <w:t>201</w:t>
      </w:r>
      <w:r w:rsidR="002269A4" w:rsidRPr="002269A4">
        <w:t>5</w:t>
      </w:r>
      <w:r w:rsidR="0064097A" w:rsidRPr="002269A4">
        <w:noBreakHyphen/>
      </w:r>
      <w:r w:rsidRPr="002269A4">
        <w:t>1</w:t>
      </w:r>
      <w:r w:rsidR="002269A4" w:rsidRPr="002269A4">
        <w:t>6</w:t>
      </w:r>
      <w:r w:rsidRPr="002269A4">
        <w:t xml:space="preserve">, </w:t>
      </w:r>
      <w:r w:rsidR="00DB4BD3">
        <w:t>36</w:t>
      </w:r>
      <w:r w:rsidR="00EA52DE" w:rsidRPr="002269A4">
        <w:t>.</w:t>
      </w:r>
      <w:r w:rsidR="00DB4BD3">
        <w:t>2</w:t>
      </w:r>
      <w:r w:rsidRPr="002269A4">
        <w:t xml:space="preserve"> per cent of Australia’s </w:t>
      </w:r>
      <w:proofErr w:type="spellStart"/>
      <w:r w:rsidR="00EA52DE" w:rsidRPr="002269A4">
        <w:t>FSE</w:t>
      </w:r>
      <w:proofErr w:type="spellEnd"/>
      <w:r w:rsidR="00EA52DE" w:rsidRPr="002269A4">
        <w:t xml:space="preserve"> </w:t>
      </w:r>
      <w:r w:rsidRPr="002269A4">
        <w:t xml:space="preserve">GPs were female (table </w:t>
      </w:r>
      <w:proofErr w:type="spellStart"/>
      <w:r w:rsidRPr="002269A4">
        <w:t>10A.2</w:t>
      </w:r>
      <w:r w:rsidR="0069286E">
        <w:t>2</w:t>
      </w:r>
      <w:proofErr w:type="spellEnd"/>
      <w:r w:rsidR="00EA52DE" w:rsidRPr="002269A4">
        <w:t>). There were</w:t>
      </w:r>
      <w:r w:rsidR="0064097A" w:rsidRPr="002269A4">
        <w:t xml:space="preserve"> </w:t>
      </w:r>
      <w:r w:rsidR="00DB4BD3">
        <w:t>69</w:t>
      </w:r>
      <w:r w:rsidR="00EA52DE" w:rsidRPr="002269A4">
        <w:t>.</w:t>
      </w:r>
      <w:r w:rsidR="00DB4BD3">
        <w:t>6</w:t>
      </w:r>
      <w:r w:rsidR="00EA52DE" w:rsidRPr="002269A4">
        <w:t xml:space="preserve"> </w:t>
      </w:r>
      <w:proofErr w:type="spellStart"/>
      <w:r w:rsidR="00EA52DE" w:rsidRPr="002269A4">
        <w:t>FS</w:t>
      </w:r>
      <w:r w:rsidRPr="002269A4">
        <w:t>E</w:t>
      </w:r>
      <w:proofErr w:type="spellEnd"/>
      <w:r w:rsidRPr="002269A4">
        <w:t xml:space="preserve"> female GPs per 100 000 females </w:t>
      </w:r>
      <w:r w:rsidR="00EA52DE" w:rsidRPr="002269A4">
        <w:t xml:space="preserve">and </w:t>
      </w:r>
      <w:r w:rsidR="00DB4BD3">
        <w:t>124</w:t>
      </w:r>
      <w:r w:rsidR="00EA52DE" w:rsidRPr="002269A4">
        <w:t>.</w:t>
      </w:r>
      <w:r w:rsidR="00DB4BD3">
        <w:t>3</w:t>
      </w:r>
      <w:r w:rsidR="00EA52DE" w:rsidRPr="002269A4">
        <w:t xml:space="preserve"> </w:t>
      </w:r>
      <w:proofErr w:type="spellStart"/>
      <w:r w:rsidR="00EA52DE" w:rsidRPr="002269A4">
        <w:t>FSE</w:t>
      </w:r>
      <w:proofErr w:type="spellEnd"/>
      <w:r w:rsidR="00EA52DE" w:rsidRPr="002269A4">
        <w:t xml:space="preserve"> male GPs per 100 000 males </w:t>
      </w:r>
      <w:r w:rsidRPr="002269A4">
        <w:t>in</w:t>
      </w:r>
      <w:r w:rsidR="00EA52DE" w:rsidRPr="002269A4">
        <w:t xml:space="preserve"> 201</w:t>
      </w:r>
      <w:r w:rsidR="002269A4" w:rsidRPr="002269A4">
        <w:t>5</w:t>
      </w:r>
      <w:r w:rsidR="0064097A" w:rsidRPr="002269A4">
        <w:noBreakHyphen/>
      </w:r>
      <w:r w:rsidR="00EA52DE" w:rsidRPr="002269A4">
        <w:t>1</w:t>
      </w:r>
      <w:r w:rsidR="002269A4" w:rsidRPr="002269A4">
        <w:t>6</w:t>
      </w:r>
      <w:r w:rsidR="00EA52DE" w:rsidRPr="00F72052">
        <w:t xml:space="preserve"> (fi</w:t>
      </w:r>
      <w:r w:rsidR="00EA52DE">
        <w:t>gure 10.</w:t>
      </w:r>
      <w:r w:rsidR="000D503D">
        <w:t>6</w:t>
      </w:r>
      <w:r w:rsidR="00EA52DE">
        <w:t>).</w:t>
      </w:r>
    </w:p>
    <w:p w:rsidR="00032E36" w:rsidRDefault="00032E36"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2E36" w:rsidTr="00032E36">
        <w:tc>
          <w:tcPr>
            <w:tcW w:w="8771" w:type="dxa"/>
            <w:tcBorders>
              <w:top w:val="single" w:sz="6" w:space="0" w:color="78A22F"/>
              <w:left w:val="nil"/>
              <w:bottom w:val="nil"/>
              <w:right w:val="nil"/>
            </w:tcBorders>
            <w:shd w:val="clear" w:color="auto" w:fill="auto"/>
          </w:tcPr>
          <w:p w:rsidR="00032E36" w:rsidRPr="00176D3F" w:rsidRDefault="00032E36" w:rsidP="003A36E5">
            <w:pPr>
              <w:pStyle w:val="FigureTitle"/>
            </w:pPr>
            <w:r w:rsidRPr="00784A05">
              <w:rPr>
                <w:b w:val="0"/>
              </w:rPr>
              <w:t xml:space="preserve">Figure </w:t>
            </w:r>
            <w:r w:rsidR="000D503D">
              <w:rPr>
                <w:b w:val="0"/>
              </w:rPr>
              <w:t>10.</w:t>
            </w:r>
            <w:r w:rsidR="008F09D3">
              <w:rPr>
                <w:b w:val="0"/>
                <w:noProof/>
              </w:rPr>
              <w:t>5</w:t>
            </w:r>
            <w:r>
              <w:tab/>
            </w:r>
            <w:r w:rsidRPr="001A634F">
              <w:t xml:space="preserve">Availability of </w:t>
            </w:r>
            <w:r w:rsidRPr="007272C7">
              <w:t xml:space="preserve">GPs </w:t>
            </w:r>
            <w:r>
              <w:t>by region</w:t>
            </w:r>
            <w:r w:rsidRPr="007272C7">
              <w:t>,</w:t>
            </w:r>
            <w:r>
              <w:t xml:space="preserve"> </w:t>
            </w:r>
            <w:r w:rsidRPr="003A36E5">
              <w:t>201</w:t>
            </w:r>
            <w:r w:rsidR="003A36E5" w:rsidRPr="003A36E5">
              <w:t>5</w:t>
            </w:r>
            <w:r w:rsidRPr="003A36E5">
              <w:noBreakHyphen/>
              <w:t>1</w:t>
            </w:r>
            <w:r w:rsidR="003A36E5">
              <w:t>6</w:t>
            </w:r>
            <w:r>
              <w:rPr>
                <w:rStyle w:val="NoteLabel"/>
                <w:b/>
              </w:rPr>
              <w:t>a, b</w:t>
            </w:r>
          </w:p>
        </w:tc>
      </w:tr>
      <w:tr w:rsidR="00032E36" w:rsidTr="00032E3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32E36" w:rsidTr="00032E36">
              <w:trPr>
                <w:jc w:val="center"/>
              </w:trPr>
              <w:tc>
                <w:tcPr>
                  <w:tcW w:w="5000" w:type="pct"/>
                  <w:tcBorders>
                    <w:top w:val="nil"/>
                    <w:bottom w:val="nil"/>
                  </w:tcBorders>
                </w:tcPr>
                <w:p w:rsidR="00032E36" w:rsidRDefault="00E2697F" w:rsidP="00032E36">
                  <w:pPr>
                    <w:pStyle w:val="Figure"/>
                    <w:spacing w:before="60" w:after="60"/>
                  </w:pPr>
                  <w:r>
                    <w:rPr>
                      <w:noProof/>
                    </w:rPr>
                    <w:drawing>
                      <wp:inline distT="0" distB="0" distL="0" distR="0" wp14:anchorId="73486C50" wp14:editId="3C701C58">
                        <wp:extent cx="5305425" cy="2762250"/>
                        <wp:effectExtent l="0" t="0" r="9525" b="0"/>
                        <wp:docPr id="9" name="Picture 9" descr="Figure 10.5 Availability of GPs by reg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5425" cy="2762250"/>
                                </a:xfrm>
                                <a:prstGeom prst="rect">
                                  <a:avLst/>
                                </a:prstGeom>
                                <a:noFill/>
                                <a:ln>
                                  <a:noFill/>
                                </a:ln>
                              </pic:spPr>
                            </pic:pic>
                          </a:graphicData>
                        </a:graphic>
                      </wp:inline>
                    </w:drawing>
                  </w:r>
                </w:p>
              </w:tc>
            </w:tr>
          </w:tbl>
          <w:p w:rsidR="00032E36" w:rsidRDefault="00032E36" w:rsidP="00032E36">
            <w:pPr>
              <w:pStyle w:val="Figure"/>
            </w:pPr>
          </w:p>
        </w:tc>
      </w:tr>
      <w:tr w:rsidR="00032E36" w:rsidRPr="00176D3F" w:rsidTr="00032E36">
        <w:tc>
          <w:tcPr>
            <w:tcW w:w="8771" w:type="dxa"/>
            <w:tcBorders>
              <w:top w:val="nil"/>
              <w:left w:val="nil"/>
              <w:bottom w:val="nil"/>
              <w:right w:val="nil"/>
            </w:tcBorders>
            <w:shd w:val="clear" w:color="auto" w:fill="auto"/>
          </w:tcPr>
          <w:p w:rsidR="00032E36" w:rsidRPr="00176D3F" w:rsidRDefault="00032E36" w:rsidP="0069286E">
            <w:pPr>
              <w:pStyle w:val="Note"/>
            </w:pPr>
            <w:r>
              <w:rPr>
                <w:rStyle w:val="NoteLabel"/>
              </w:rPr>
              <w:t>a</w:t>
            </w:r>
            <w:r>
              <w:sym w:font="Symbol" w:char="F020"/>
            </w:r>
            <w:r w:rsidRPr="00023056">
              <w:t xml:space="preserve">See </w:t>
            </w:r>
            <w:r>
              <w:t xml:space="preserve">box 10.3 and </w:t>
            </w:r>
            <w:r w:rsidRPr="002269A4">
              <w:t xml:space="preserve">table </w:t>
            </w:r>
            <w:proofErr w:type="spellStart"/>
            <w:r w:rsidRPr="002269A4">
              <w:t>10A.2</w:t>
            </w:r>
            <w:r w:rsidR="0069286E">
              <w:t>1</w:t>
            </w:r>
            <w:proofErr w:type="spellEnd"/>
            <w:r w:rsidRPr="00023056">
              <w:t xml:space="preserve"> for </w:t>
            </w:r>
            <w:r>
              <w:t xml:space="preserve">detailed definitions, footnotes and caveats. </w:t>
            </w:r>
            <w:r>
              <w:rPr>
                <w:rStyle w:val="NoteLabel"/>
              </w:rPr>
              <w:t>b</w:t>
            </w:r>
            <w:r w:rsidRPr="00A0144A">
              <w:t xml:space="preserve"> </w:t>
            </w:r>
            <w:r w:rsidRPr="00757E81">
              <w:t>There are no major cities in Tasmania; no outer regional or remote areas in the ACT; no major cities</w:t>
            </w:r>
            <w:r>
              <w:t xml:space="preserve"> or</w:t>
            </w:r>
            <w:r w:rsidRPr="00757E81">
              <w:t xml:space="preserve"> inner regional </w:t>
            </w:r>
            <w:r>
              <w:t>areas</w:t>
            </w:r>
            <w:r w:rsidRPr="00757E81">
              <w:t xml:space="preserve"> in the NT</w:t>
            </w:r>
            <w:r>
              <w:t>. Major cities and inner regional areas are combined for the ACT.</w:t>
            </w:r>
          </w:p>
        </w:tc>
      </w:tr>
      <w:tr w:rsidR="00032E36" w:rsidRPr="00176D3F" w:rsidTr="00032E36">
        <w:tc>
          <w:tcPr>
            <w:tcW w:w="8771" w:type="dxa"/>
            <w:tcBorders>
              <w:top w:val="nil"/>
              <w:left w:val="nil"/>
              <w:bottom w:val="nil"/>
              <w:right w:val="nil"/>
            </w:tcBorders>
            <w:shd w:val="clear" w:color="auto" w:fill="auto"/>
          </w:tcPr>
          <w:p w:rsidR="00032E36" w:rsidRPr="00176D3F" w:rsidRDefault="00032E36" w:rsidP="0069286E">
            <w:pPr>
              <w:pStyle w:val="Source"/>
            </w:pPr>
            <w:r w:rsidRPr="00CA4857">
              <w:rPr>
                <w:i/>
              </w:rPr>
              <w:t>Source</w:t>
            </w:r>
            <w:r w:rsidRPr="00CA4857">
              <w:t xml:space="preserve">: </w:t>
            </w:r>
            <w:r>
              <w:t>Department of Health</w:t>
            </w:r>
            <w:r w:rsidRPr="00CA4857">
              <w:t xml:space="preserve"> (unpublished) MBS Statistics; </w:t>
            </w:r>
            <w:r w:rsidRPr="002269A4">
              <w:t>table </w:t>
            </w:r>
            <w:proofErr w:type="spellStart"/>
            <w:r w:rsidRPr="002269A4">
              <w:t>10A.2</w:t>
            </w:r>
            <w:r w:rsidR="0069286E">
              <w:t>1</w:t>
            </w:r>
            <w:proofErr w:type="spellEnd"/>
            <w:r w:rsidRPr="00CA4857">
              <w:t>.</w:t>
            </w:r>
            <w:r w:rsidRPr="00176D3F">
              <w:t xml:space="preserve"> </w:t>
            </w:r>
          </w:p>
        </w:tc>
      </w:tr>
      <w:tr w:rsidR="00032E36" w:rsidTr="00032E36">
        <w:tc>
          <w:tcPr>
            <w:tcW w:w="8771" w:type="dxa"/>
            <w:tcBorders>
              <w:top w:val="nil"/>
              <w:left w:val="nil"/>
              <w:bottom w:val="single" w:sz="6" w:space="0" w:color="78A22F"/>
              <w:right w:val="nil"/>
            </w:tcBorders>
            <w:shd w:val="clear" w:color="auto" w:fill="auto"/>
          </w:tcPr>
          <w:p w:rsidR="00032E36" w:rsidRDefault="00032E36" w:rsidP="00032E36">
            <w:pPr>
              <w:pStyle w:val="Figurespace"/>
            </w:pPr>
          </w:p>
        </w:tc>
      </w:tr>
      <w:tr w:rsidR="00032E36" w:rsidRPr="000863A5" w:rsidTr="00032E36">
        <w:tc>
          <w:tcPr>
            <w:tcW w:w="8771" w:type="dxa"/>
            <w:tcBorders>
              <w:top w:val="single" w:sz="6" w:space="0" w:color="78A22F"/>
              <w:left w:val="nil"/>
              <w:bottom w:val="nil"/>
              <w:right w:val="nil"/>
            </w:tcBorders>
          </w:tcPr>
          <w:p w:rsidR="00032E36" w:rsidRPr="00626D32" w:rsidRDefault="00032E36" w:rsidP="00032E36">
            <w:pPr>
              <w:pStyle w:val="BoxSpaceBelow"/>
            </w:pPr>
          </w:p>
        </w:tc>
      </w:tr>
    </w:tbl>
    <w:p w:rsidR="00032E36" w:rsidRDefault="00032E36" w:rsidP="00032E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2E36" w:rsidTr="00032E36">
        <w:tc>
          <w:tcPr>
            <w:tcW w:w="8771" w:type="dxa"/>
            <w:tcBorders>
              <w:top w:val="single" w:sz="6" w:space="0" w:color="78A22F"/>
              <w:left w:val="nil"/>
              <w:bottom w:val="nil"/>
              <w:right w:val="nil"/>
            </w:tcBorders>
            <w:shd w:val="clear" w:color="auto" w:fill="auto"/>
          </w:tcPr>
          <w:p w:rsidR="00032E36" w:rsidRPr="00176D3F" w:rsidRDefault="00032E36" w:rsidP="00E0529A">
            <w:pPr>
              <w:pStyle w:val="FigureTitle"/>
            </w:pPr>
            <w:r w:rsidRPr="00784A05">
              <w:rPr>
                <w:b w:val="0"/>
              </w:rPr>
              <w:t xml:space="preserve">Figure </w:t>
            </w:r>
            <w:r w:rsidR="000D503D">
              <w:rPr>
                <w:b w:val="0"/>
              </w:rPr>
              <w:t>10.</w:t>
            </w:r>
            <w:r w:rsidR="008F09D3">
              <w:rPr>
                <w:b w:val="0"/>
                <w:noProof/>
              </w:rPr>
              <w:t>6</w:t>
            </w:r>
            <w:r>
              <w:tab/>
            </w:r>
            <w:r w:rsidRPr="001A634F">
              <w:t xml:space="preserve">Availability of GPs </w:t>
            </w:r>
            <w:r>
              <w:t xml:space="preserve">by </w:t>
            </w:r>
            <w:r w:rsidRPr="007272C7">
              <w:t>sex,</w:t>
            </w:r>
            <w:r>
              <w:t xml:space="preserve"> </w:t>
            </w:r>
            <w:r w:rsidRPr="00E0529A">
              <w:t>201</w:t>
            </w:r>
            <w:r w:rsidR="00E0529A" w:rsidRPr="00E0529A">
              <w:t>5</w:t>
            </w:r>
            <w:r w:rsidRPr="00E0529A">
              <w:noBreakHyphen/>
              <w:t>1</w:t>
            </w:r>
            <w:r w:rsidR="00E0529A">
              <w:t>6</w:t>
            </w:r>
            <w:r w:rsidRPr="007272C7">
              <w:rPr>
                <w:rStyle w:val="NoteLabel"/>
                <w:b/>
              </w:rPr>
              <w:t>a</w:t>
            </w:r>
            <w:r w:rsidR="002269A4">
              <w:rPr>
                <w:rStyle w:val="NoteLabel"/>
                <w:b/>
              </w:rPr>
              <w:t>, b</w:t>
            </w:r>
          </w:p>
        </w:tc>
      </w:tr>
      <w:tr w:rsidR="00032E36" w:rsidTr="00032E3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32E36" w:rsidTr="00032E36">
              <w:trPr>
                <w:jc w:val="center"/>
              </w:trPr>
              <w:tc>
                <w:tcPr>
                  <w:tcW w:w="5000" w:type="pct"/>
                  <w:tcBorders>
                    <w:top w:val="nil"/>
                    <w:bottom w:val="nil"/>
                  </w:tcBorders>
                </w:tcPr>
                <w:p w:rsidR="00032E36" w:rsidRDefault="00E2697F" w:rsidP="00032E36">
                  <w:pPr>
                    <w:pStyle w:val="Figure"/>
                    <w:spacing w:before="60" w:after="60"/>
                  </w:pPr>
                  <w:r>
                    <w:rPr>
                      <w:noProof/>
                    </w:rPr>
                    <w:drawing>
                      <wp:inline distT="0" distB="0" distL="0" distR="0" wp14:anchorId="33FC295F" wp14:editId="6BCBED56">
                        <wp:extent cx="5305425" cy="2571750"/>
                        <wp:effectExtent l="0" t="0" r="9525" b="0"/>
                        <wp:docPr id="10" name="Picture 10" descr="Figure 10.6 Availability of GPs by sex,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5425" cy="2571750"/>
                                </a:xfrm>
                                <a:prstGeom prst="rect">
                                  <a:avLst/>
                                </a:prstGeom>
                                <a:noFill/>
                                <a:ln>
                                  <a:noFill/>
                                </a:ln>
                              </pic:spPr>
                            </pic:pic>
                          </a:graphicData>
                        </a:graphic>
                      </wp:inline>
                    </w:drawing>
                  </w:r>
                </w:p>
              </w:tc>
            </w:tr>
          </w:tbl>
          <w:p w:rsidR="00032E36" w:rsidRDefault="00032E36" w:rsidP="00032E36">
            <w:pPr>
              <w:pStyle w:val="Figure"/>
            </w:pPr>
          </w:p>
        </w:tc>
      </w:tr>
      <w:tr w:rsidR="00032E36" w:rsidRPr="00176D3F" w:rsidTr="00032E36">
        <w:tc>
          <w:tcPr>
            <w:tcW w:w="8771" w:type="dxa"/>
            <w:tcBorders>
              <w:top w:val="nil"/>
              <w:left w:val="nil"/>
              <w:bottom w:val="nil"/>
              <w:right w:val="nil"/>
            </w:tcBorders>
            <w:shd w:val="clear" w:color="auto" w:fill="auto"/>
          </w:tcPr>
          <w:p w:rsidR="00032E36" w:rsidRPr="00176D3F" w:rsidRDefault="00032E36" w:rsidP="0069286E">
            <w:pPr>
              <w:pStyle w:val="Note"/>
            </w:pPr>
            <w:r>
              <w:rPr>
                <w:rStyle w:val="NoteLabel"/>
              </w:rPr>
              <w:t>a</w:t>
            </w:r>
            <w:r w:rsidR="0012734B">
              <w:sym w:font="Symbol" w:char="F020"/>
            </w:r>
            <w:r w:rsidR="0012734B" w:rsidRPr="00023056">
              <w:t xml:space="preserve"> See </w:t>
            </w:r>
            <w:r w:rsidR="0012734B">
              <w:t xml:space="preserve">box 10.3 and </w:t>
            </w:r>
            <w:r w:rsidR="0012734B" w:rsidRPr="002269A4">
              <w:t xml:space="preserve">tables </w:t>
            </w:r>
            <w:proofErr w:type="spellStart"/>
            <w:r w:rsidR="0012734B" w:rsidRPr="002269A4">
              <w:t>10A.2</w:t>
            </w:r>
            <w:r w:rsidR="0069286E">
              <w:t>2</w:t>
            </w:r>
            <w:proofErr w:type="spellEnd"/>
            <w:r w:rsidR="0012734B" w:rsidRPr="002269A4">
              <w:t xml:space="preserve"> and </w:t>
            </w:r>
            <w:proofErr w:type="spellStart"/>
            <w:r w:rsidR="0012734B" w:rsidRPr="002269A4">
              <w:t>10A.2</w:t>
            </w:r>
            <w:r w:rsidR="0069286E">
              <w:t>3</w:t>
            </w:r>
            <w:proofErr w:type="spellEnd"/>
            <w:r w:rsidR="0012734B">
              <w:t xml:space="preserve"> </w:t>
            </w:r>
            <w:r w:rsidR="0012734B" w:rsidRPr="00023056">
              <w:t xml:space="preserve">for </w:t>
            </w:r>
            <w:r w:rsidR="0012734B">
              <w:t>detailed definitions, footnotes and caveats</w:t>
            </w:r>
            <w:r w:rsidR="002269A4">
              <w:t xml:space="preserve">. </w:t>
            </w:r>
            <w:r w:rsidR="002269A4">
              <w:rPr>
                <w:rStyle w:val="NoteLabel"/>
              </w:rPr>
              <w:t>b</w:t>
            </w:r>
            <w:r w:rsidR="002269A4" w:rsidRPr="00A0144A">
              <w:t xml:space="preserve"> </w:t>
            </w:r>
            <w:r w:rsidR="002269A4" w:rsidRPr="00757E81">
              <w:t>There are no major cities in Tasmania; no outer regional or remote areas in the ACT; no major cities</w:t>
            </w:r>
            <w:r w:rsidR="002269A4">
              <w:t xml:space="preserve"> or</w:t>
            </w:r>
            <w:r w:rsidR="002269A4" w:rsidRPr="00757E81">
              <w:t xml:space="preserve"> inner regional </w:t>
            </w:r>
            <w:r w:rsidR="002269A4">
              <w:t>areas</w:t>
            </w:r>
            <w:r w:rsidR="002269A4" w:rsidRPr="00757E81">
              <w:t xml:space="preserve"> in the NT</w:t>
            </w:r>
            <w:r w:rsidR="002269A4">
              <w:t>. Major cities and inner regional areas are combined for the ACT.</w:t>
            </w:r>
          </w:p>
        </w:tc>
      </w:tr>
      <w:tr w:rsidR="00032E36" w:rsidRPr="00176D3F" w:rsidTr="00032E36">
        <w:tc>
          <w:tcPr>
            <w:tcW w:w="8771" w:type="dxa"/>
            <w:tcBorders>
              <w:top w:val="nil"/>
              <w:left w:val="nil"/>
              <w:bottom w:val="nil"/>
              <w:right w:val="nil"/>
            </w:tcBorders>
            <w:shd w:val="clear" w:color="auto" w:fill="auto"/>
          </w:tcPr>
          <w:p w:rsidR="00032E36" w:rsidRPr="00176D3F" w:rsidRDefault="0012734B" w:rsidP="0069286E">
            <w:pPr>
              <w:pStyle w:val="Source"/>
            </w:pPr>
            <w:r w:rsidRPr="00E20F02">
              <w:rPr>
                <w:i/>
              </w:rPr>
              <w:t>Source</w:t>
            </w:r>
            <w:r w:rsidRPr="00E20F02">
              <w:t xml:space="preserve">: </w:t>
            </w:r>
            <w:r>
              <w:t>Department of Health</w:t>
            </w:r>
            <w:r w:rsidRPr="00E20F02">
              <w:t xml:space="preserve"> (unpublished) MBS Statistics</w:t>
            </w:r>
            <w:r w:rsidRPr="002269A4">
              <w:t>; tables </w:t>
            </w:r>
            <w:proofErr w:type="spellStart"/>
            <w:r w:rsidRPr="002269A4">
              <w:t>10A.2</w:t>
            </w:r>
            <w:r w:rsidR="0069286E">
              <w:t>2</w:t>
            </w:r>
            <w:proofErr w:type="spellEnd"/>
            <w:r w:rsidRPr="002269A4">
              <w:t xml:space="preserve"> and </w:t>
            </w:r>
            <w:proofErr w:type="spellStart"/>
            <w:r w:rsidRPr="002269A4">
              <w:t>10A.2</w:t>
            </w:r>
            <w:r w:rsidR="0069286E">
              <w:t>3</w:t>
            </w:r>
            <w:proofErr w:type="spellEnd"/>
            <w:r w:rsidRPr="00E20F02">
              <w:t>.</w:t>
            </w:r>
            <w:r w:rsidR="00032E36" w:rsidRPr="00176D3F">
              <w:t xml:space="preserve"> </w:t>
            </w:r>
          </w:p>
        </w:tc>
      </w:tr>
      <w:tr w:rsidR="00032E36" w:rsidTr="00032E36">
        <w:tc>
          <w:tcPr>
            <w:tcW w:w="8771" w:type="dxa"/>
            <w:tcBorders>
              <w:top w:val="nil"/>
              <w:left w:val="nil"/>
              <w:bottom w:val="single" w:sz="6" w:space="0" w:color="78A22F"/>
              <w:right w:val="nil"/>
            </w:tcBorders>
            <w:shd w:val="clear" w:color="auto" w:fill="auto"/>
          </w:tcPr>
          <w:p w:rsidR="00032E36" w:rsidRDefault="00032E36" w:rsidP="00032E36">
            <w:pPr>
              <w:pStyle w:val="Figurespace"/>
            </w:pPr>
          </w:p>
        </w:tc>
      </w:tr>
      <w:tr w:rsidR="00032E36" w:rsidRPr="000863A5" w:rsidTr="00032E36">
        <w:tc>
          <w:tcPr>
            <w:tcW w:w="8771" w:type="dxa"/>
            <w:tcBorders>
              <w:top w:val="single" w:sz="6" w:space="0" w:color="78A22F"/>
              <w:left w:val="nil"/>
              <w:bottom w:val="nil"/>
              <w:right w:val="nil"/>
            </w:tcBorders>
          </w:tcPr>
          <w:p w:rsidR="00032E36" w:rsidRPr="00626D32" w:rsidRDefault="00032E36" w:rsidP="00032E36">
            <w:pPr>
              <w:pStyle w:val="BoxSpaceBelow"/>
            </w:pPr>
          </w:p>
        </w:tc>
      </w:tr>
    </w:tbl>
    <w:p w:rsidR="00351C8A" w:rsidRPr="00115C8A" w:rsidRDefault="00C270F2" w:rsidP="00A9633A">
      <w:pPr>
        <w:pStyle w:val="Heading4"/>
      </w:pPr>
      <w:r>
        <w:lastRenderedPageBreak/>
        <w:t xml:space="preserve">Access – </w:t>
      </w:r>
      <w:r w:rsidR="001A634F" w:rsidRPr="001A634F">
        <w:t>Availability of public dentists</w:t>
      </w:r>
    </w:p>
    <w:p w:rsidR="00A83187" w:rsidRDefault="00351C8A" w:rsidP="00E52E8A">
      <w:pPr>
        <w:pStyle w:val="BodyText"/>
      </w:pPr>
      <w:r w:rsidRPr="00351C8A">
        <w:t>‘Availability of public dentists’ is an indicator of governments</w:t>
      </w:r>
      <w:r w:rsidR="00EF2D2B">
        <w:t>’</w:t>
      </w:r>
      <w:r w:rsidRPr="00351C8A">
        <w:t xml:space="preserve"> objective to provide access to </w:t>
      </w:r>
      <w:r w:rsidR="00A134E7">
        <w:t>dental services</w:t>
      </w:r>
      <w:r w:rsidR="009B3893">
        <w:t xml:space="preserve"> </w:t>
      </w:r>
      <w:r w:rsidR="000863B9">
        <w:t xml:space="preserve">in an </w:t>
      </w:r>
      <w:r w:rsidR="000863B9" w:rsidRPr="00351C8A">
        <w:t>equitable</w:t>
      </w:r>
      <w:r w:rsidR="000863B9" w:rsidRPr="009B3893">
        <w:t xml:space="preserve"> </w:t>
      </w:r>
      <w:r w:rsidR="000863B9">
        <w:t xml:space="preserve">manner </w:t>
      </w:r>
      <w:r w:rsidR="009B3893" w:rsidRPr="009B3893">
        <w:t>(</w:t>
      </w:r>
      <w:r w:rsidR="00897589">
        <w:t>box 10.</w:t>
      </w:r>
      <w:r w:rsidR="00865C5A">
        <w:t>4</w:t>
      </w:r>
      <w:r w:rsidR="009B3893" w:rsidRPr="009B3893">
        <w:t>).</w:t>
      </w:r>
    </w:p>
    <w:p w:rsidR="001D01BB" w:rsidRDefault="001D01B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1BB" w:rsidTr="00F520F2">
        <w:tc>
          <w:tcPr>
            <w:tcW w:w="8771" w:type="dxa"/>
            <w:tcBorders>
              <w:top w:val="single" w:sz="6" w:space="0" w:color="78A22F"/>
              <w:left w:val="nil"/>
              <w:bottom w:val="nil"/>
              <w:right w:val="nil"/>
            </w:tcBorders>
            <w:shd w:val="clear" w:color="auto" w:fill="F2F2F2"/>
          </w:tcPr>
          <w:p w:rsidR="001D01BB" w:rsidRDefault="001D01BB" w:rsidP="001D01BB">
            <w:pPr>
              <w:pStyle w:val="BoxTitle"/>
            </w:pPr>
            <w:r>
              <w:rPr>
                <w:b w:val="0"/>
              </w:rPr>
              <w:t>Box 10.</w:t>
            </w:r>
            <w:r w:rsidR="008F09D3">
              <w:rPr>
                <w:b w:val="0"/>
                <w:noProof/>
              </w:rPr>
              <w:t>4</w:t>
            </w:r>
            <w:r>
              <w:tab/>
            </w:r>
            <w:r w:rsidRPr="001A634F">
              <w:t>Availability of public dentists</w:t>
            </w:r>
          </w:p>
        </w:tc>
      </w:tr>
      <w:tr w:rsidR="001D01BB" w:rsidTr="00F520F2">
        <w:trPr>
          <w:cantSplit/>
        </w:trPr>
        <w:tc>
          <w:tcPr>
            <w:tcW w:w="8771" w:type="dxa"/>
            <w:tcBorders>
              <w:top w:val="nil"/>
              <w:left w:val="nil"/>
              <w:bottom w:val="nil"/>
              <w:right w:val="nil"/>
            </w:tcBorders>
            <w:shd w:val="clear" w:color="auto" w:fill="F2F2F2"/>
          </w:tcPr>
          <w:p w:rsidR="001D01BB" w:rsidRDefault="001D01BB" w:rsidP="001D01BB">
            <w:pPr>
              <w:pStyle w:val="Box"/>
            </w:pPr>
            <w:r>
              <w:t>‘Availability of public dentists’ is defined as the number of full time equivalent (FTE) public dentists per </w:t>
            </w:r>
            <w:r w:rsidRPr="00744A92">
              <w:t>100</w:t>
            </w:r>
            <w:r>
              <w:t> </w:t>
            </w:r>
            <w:r w:rsidRPr="00744A92">
              <w:t>000</w:t>
            </w:r>
            <w:r>
              <w:t xml:space="preserve"> people by </w:t>
            </w:r>
            <w:r w:rsidRPr="004A62AC">
              <w:t>region</w:t>
            </w:r>
            <w:r w:rsidR="00EB3B65">
              <w:t>,</w:t>
            </w:r>
            <w:r w:rsidRPr="004A62AC">
              <w:t xml:space="preserve"> based on clinical hours worked in the public sector</w:t>
            </w:r>
            <w:r>
              <w:t>.</w:t>
            </w:r>
          </w:p>
          <w:p w:rsidR="001D01BB" w:rsidRDefault="001D01BB" w:rsidP="001D01BB">
            <w:pPr>
              <w:pStyle w:val="Box"/>
            </w:pPr>
            <w:r w:rsidRPr="00143B89">
              <w:t xml:space="preserve">High or increasing availability of public dentists can indicate improved access to public dental services. </w:t>
            </w:r>
            <w:r w:rsidRPr="00957177">
              <w:t xml:space="preserve">The availability of public dentists by region </w:t>
            </w:r>
            <w:r>
              <w:t xml:space="preserve">may </w:t>
            </w:r>
            <w:r w:rsidRPr="00957177">
              <w:t>affect people’s access to public dental services, particularly in rural and remote areas. Low availability can result in increased travel distance to a dentist and increased waiting times to see a dentist</w:t>
            </w:r>
            <w:r>
              <w:t>.</w:t>
            </w:r>
          </w:p>
          <w:p w:rsidR="001D01BB" w:rsidRDefault="001D01BB" w:rsidP="001D01BB">
            <w:pPr>
              <w:pStyle w:val="Box"/>
            </w:pPr>
            <w:r>
              <w:t>This indicator does not provide information on whether people are accessing the service or whether the services are appropriate for the needs of the people receiving them.</w:t>
            </w:r>
          </w:p>
          <w:p w:rsidR="001D01BB" w:rsidRDefault="001D01BB" w:rsidP="001D01BB">
            <w:pPr>
              <w:pStyle w:val="Box"/>
            </w:pPr>
            <w:r>
              <w:t>Data reported for this indicator are:</w:t>
            </w:r>
          </w:p>
          <w:p w:rsidR="001D01BB" w:rsidRPr="00F80609" w:rsidRDefault="001D01BB" w:rsidP="001D01BB">
            <w:pPr>
              <w:pStyle w:val="BoxListBullet"/>
            </w:pPr>
            <w:r w:rsidRPr="00F80609">
              <w:t>comparable (subject to caveats) across jurisdictions but a break in series means that data for 2014 are not comparable to data for 2013 and previous years</w:t>
            </w:r>
          </w:p>
          <w:p w:rsidR="001D01BB" w:rsidRPr="00007F5B" w:rsidRDefault="001D01BB" w:rsidP="004154F8">
            <w:pPr>
              <w:pStyle w:val="BoxListBullet"/>
              <w:rPr>
                <w:b/>
              </w:rPr>
            </w:pPr>
            <w:r w:rsidRPr="00F80609">
              <w:t>complete (subject to caveats) for the current reporting period. All required 2014 data are available for all jurisdictions.</w:t>
            </w:r>
          </w:p>
        </w:tc>
      </w:tr>
      <w:tr w:rsidR="001D01BB" w:rsidTr="00F520F2">
        <w:trPr>
          <w:cantSplit/>
        </w:trPr>
        <w:tc>
          <w:tcPr>
            <w:tcW w:w="8771" w:type="dxa"/>
            <w:tcBorders>
              <w:top w:val="nil"/>
              <w:left w:val="nil"/>
              <w:bottom w:val="single" w:sz="6" w:space="0" w:color="78A22F"/>
              <w:right w:val="nil"/>
            </w:tcBorders>
            <w:shd w:val="clear" w:color="auto" w:fill="F2F2F2"/>
          </w:tcPr>
          <w:p w:rsidR="001D01BB" w:rsidRDefault="001D01BB">
            <w:pPr>
              <w:pStyle w:val="Box"/>
              <w:spacing w:before="0" w:line="120" w:lineRule="exact"/>
            </w:pPr>
          </w:p>
        </w:tc>
      </w:tr>
      <w:tr w:rsidR="001D01BB" w:rsidRPr="000863A5" w:rsidTr="00F520F2">
        <w:tc>
          <w:tcPr>
            <w:tcW w:w="8771" w:type="dxa"/>
            <w:tcBorders>
              <w:top w:val="single" w:sz="6" w:space="0" w:color="78A22F"/>
              <w:left w:val="nil"/>
              <w:bottom w:val="nil"/>
              <w:right w:val="nil"/>
            </w:tcBorders>
          </w:tcPr>
          <w:p w:rsidR="001D01BB" w:rsidRPr="00626D32" w:rsidRDefault="001D01BB" w:rsidP="00F520F2">
            <w:pPr>
              <w:pStyle w:val="BoxSpaceBelow"/>
            </w:pPr>
          </w:p>
        </w:tc>
      </w:tr>
    </w:tbl>
    <w:p w:rsidR="009F35A6" w:rsidRPr="00097C57" w:rsidRDefault="00D73FCA" w:rsidP="00A9633A">
      <w:pPr>
        <w:pStyle w:val="BodyText"/>
      </w:pPr>
      <w:r w:rsidRPr="00693B62">
        <w:t>Nationally in 2014, the</w:t>
      </w:r>
      <w:r w:rsidR="00B90EF8" w:rsidRPr="00693B62">
        <w:t>re were</w:t>
      </w:r>
      <w:r w:rsidRPr="00693B62">
        <w:t xml:space="preserve"> </w:t>
      </w:r>
      <w:r w:rsidR="00B90EF8" w:rsidRPr="00693B62">
        <w:t>6.6</w:t>
      </w:r>
      <w:r w:rsidRPr="00693B62">
        <w:t xml:space="preserve"> FTE public dentists per 100</w:t>
      </w:r>
      <w:r w:rsidR="00097C57">
        <w:t> </w:t>
      </w:r>
      <w:r w:rsidRPr="00693B62">
        <w:t>000 people</w:t>
      </w:r>
      <w:r w:rsidR="00884986" w:rsidRPr="00693B62">
        <w:t xml:space="preserve"> (</w:t>
      </w:r>
      <w:r w:rsidR="00097C57">
        <w:t>f</w:t>
      </w:r>
      <w:r w:rsidR="00884986" w:rsidRPr="00693B62">
        <w:t>igure 10.7)</w:t>
      </w:r>
      <w:r w:rsidR="00B90EF8" w:rsidRPr="00693B62">
        <w:t>.</w:t>
      </w:r>
      <w:r w:rsidRPr="004A62AC">
        <w:t xml:space="preserve"> </w:t>
      </w:r>
      <w:r w:rsidR="003A36D1" w:rsidRPr="005A77F0">
        <w:t>Data</w:t>
      </w:r>
      <w:r w:rsidR="003A36D1" w:rsidRPr="00FE1983">
        <w:t xml:space="preserve"> for </w:t>
      </w:r>
      <w:r w:rsidR="00A37F50" w:rsidRPr="00FE1983">
        <w:t xml:space="preserve">FTE </w:t>
      </w:r>
      <w:r w:rsidR="003A36D1" w:rsidRPr="00FE1983">
        <w:t xml:space="preserve">dental </w:t>
      </w:r>
      <w:r w:rsidR="00B92490">
        <w:t>hygienists</w:t>
      </w:r>
      <w:r w:rsidR="00032DB5">
        <w:t xml:space="preserve"> and dental therapists</w:t>
      </w:r>
      <w:r w:rsidR="00B92490">
        <w:t xml:space="preserve"> </w:t>
      </w:r>
      <w:r w:rsidR="0066080E">
        <w:t xml:space="preserve">are presented in </w:t>
      </w:r>
      <w:r w:rsidR="0066080E" w:rsidRPr="002269A4">
        <w:t>table </w:t>
      </w:r>
      <w:proofErr w:type="spellStart"/>
      <w:r w:rsidR="00C9076B" w:rsidRPr="002269A4">
        <w:t>10A.</w:t>
      </w:r>
      <w:r w:rsidR="00B464B6" w:rsidRPr="002269A4">
        <w:t>2</w:t>
      </w:r>
      <w:r w:rsidR="0069286E">
        <w:t>5</w:t>
      </w:r>
      <w:proofErr w:type="spellEnd"/>
      <w:r w:rsidR="00FB448E">
        <w:t>.</w:t>
      </w:r>
    </w:p>
    <w:p w:rsidR="00C9688D" w:rsidRDefault="00C9688D"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688D" w:rsidTr="0038602A">
        <w:tc>
          <w:tcPr>
            <w:tcW w:w="8771" w:type="dxa"/>
            <w:tcBorders>
              <w:top w:val="single" w:sz="6" w:space="0" w:color="78A22F"/>
              <w:left w:val="nil"/>
              <w:bottom w:val="nil"/>
              <w:right w:val="nil"/>
            </w:tcBorders>
            <w:shd w:val="clear" w:color="auto" w:fill="auto"/>
          </w:tcPr>
          <w:p w:rsidR="00C9688D" w:rsidRPr="00176D3F" w:rsidRDefault="00C9688D" w:rsidP="00921B5A">
            <w:pPr>
              <w:pStyle w:val="FigureTitle"/>
            </w:pPr>
            <w:r w:rsidRPr="00784A05">
              <w:rPr>
                <w:b w:val="0"/>
              </w:rPr>
              <w:t xml:space="preserve">Figure </w:t>
            </w:r>
            <w:r w:rsidR="000D503D">
              <w:rPr>
                <w:b w:val="0"/>
              </w:rPr>
              <w:t>10.</w:t>
            </w:r>
            <w:r w:rsidR="008F09D3">
              <w:rPr>
                <w:b w:val="0"/>
                <w:noProof/>
              </w:rPr>
              <w:t>7</w:t>
            </w:r>
            <w:r>
              <w:tab/>
            </w:r>
            <w:r w:rsidRPr="00195A82">
              <w:t xml:space="preserve">Availability of public dentists, </w:t>
            </w:r>
            <w:r w:rsidRPr="00E0529A">
              <w:t>201</w:t>
            </w:r>
            <w:r w:rsidR="002269A4">
              <w:t>4</w:t>
            </w:r>
            <w:r w:rsidRPr="00211B55">
              <w:rPr>
                <w:rStyle w:val="NoteLabel"/>
                <w:b/>
              </w:rPr>
              <w:t>a</w:t>
            </w:r>
            <w:r w:rsidR="00921B5A">
              <w:rPr>
                <w:rStyle w:val="NoteLabel"/>
                <w:b/>
              </w:rPr>
              <w:t>, b</w:t>
            </w:r>
          </w:p>
        </w:tc>
      </w:tr>
      <w:tr w:rsidR="00C9688D"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9688D" w:rsidTr="0038602A">
              <w:trPr>
                <w:jc w:val="center"/>
              </w:trPr>
              <w:tc>
                <w:tcPr>
                  <w:tcW w:w="5000" w:type="pct"/>
                  <w:tcBorders>
                    <w:top w:val="nil"/>
                    <w:bottom w:val="nil"/>
                  </w:tcBorders>
                </w:tcPr>
                <w:p w:rsidR="00C9688D" w:rsidRDefault="00E2697F" w:rsidP="0038602A">
                  <w:pPr>
                    <w:pStyle w:val="Figure"/>
                    <w:spacing w:before="60" w:after="60"/>
                  </w:pPr>
                  <w:r>
                    <w:rPr>
                      <w:noProof/>
                    </w:rPr>
                    <w:drawing>
                      <wp:inline distT="0" distB="0" distL="0" distR="0" wp14:anchorId="095CF58E" wp14:editId="4E44FF0F">
                        <wp:extent cx="5362575" cy="2352675"/>
                        <wp:effectExtent l="0" t="0" r="9525" b="9525"/>
                        <wp:docPr id="11" name="Picture 11" descr="Figure 10.7 Availability of public dentist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2575" cy="2352675"/>
                                </a:xfrm>
                                <a:prstGeom prst="rect">
                                  <a:avLst/>
                                </a:prstGeom>
                                <a:noFill/>
                                <a:ln>
                                  <a:noFill/>
                                </a:ln>
                              </pic:spPr>
                            </pic:pic>
                          </a:graphicData>
                        </a:graphic>
                      </wp:inline>
                    </w:drawing>
                  </w:r>
                </w:p>
              </w:tc>
            </w:tr>
          </w:tbl>
          <w:p w:rsidR="00C9688D" w:rsidRDefault="00C9688D" w:rsidP="0038602A">
            <w:pPr>
              <w:pStyle w:val="Figure"/>
            </w:pPr>
          </w:p>
        </w:tc>
      </w:tr>
      <w:tr w:rsidR="00C9688D" w:rsidRPr="00176D3F" w:rsidTr="0038602A">
        <w:tc>
          <w:tcPr>
            <w:tcW w:w="8771" w:type="dxa"/>
            <w:tcBorders>
              <w:top w:val="nil"/>
              <w:left w:val="nil"/>
              <w:bottom w:val="nil"/>
              <w:right w:val="nil"/>
            </w:tcBorders>
            <w:shd w:val="clear" w:color="auto" w:fill="auto"/>
          </w:tcPr>
          <w:p w:rsidR="00C9688D" w:rsidRPr="00176D3F" w:rsidRDefault="00C9688D" w:rsidP="0069286E">
            <w:pPr>
              <w:pStyle w:val="Note"/>
            </w:pPr>
            <w:r>
              <w:rPr>
                <w:rStyle w:val="NoteLabel"/>
              </w:rPr>
              <w:t>a</w:t>
            </w:r>
            <w:r>
              <w:t xml:space="preserve"> </w:t>
            </w:r>
            <w:r w:rsidRPr="00023056">
              <w:t xml:space="preserve">See </w:t>
            </w:r>
            <w:r>
              <w:t xml:space="preserve">box 10.4 and </w:t>
            </w:r>
            <w:r w:rsidRPr="00921B5A">
              <w:t xml:space="preserve">table </w:t>
            </w:r>
            <w:proofErr w:type="spellStart"/>
            <w:r w:rsidRPr="00921B5A">
              <w:t>10A.2</w:t>
            </w:r>
            <w:r w:rsidR="0069286E">
              <w:t>4</w:t>
            </w:r>
            <w:proofErr w:type="spellEnd"/>
            <w:r>
              <w:t xml:space="preserve"> </w:t>
            </w:r>
            <w:r w:rsidRPr="00023056">
              <w:t xml:space="preserve">for </w:t>
            </w:r>
            <w:r>
              <w:t>detailed definitions, footnotes and caveats.</w:t>
            </w:r>
            <w:r w:rsidRPr="007C4969">
              <w:t xml:space="preserve"> </w:t>
            </w:r>
            <w:r w:rsidRPr="007C4969">
              <w:rPr>
                <w:rStyle w:val="NoteLabel"/>
              </w:rPr>
              <w:t>b</w:t>
            </w:r>
            <w:r w:rsidRPr="007C4969">
              <w:t xml:space="preserve"> There were no public dentists in remote </w:t>
            </w:r>
            <w:r>
              <w:t>or</w:t>
            </w:r>
            <w:r w:rsidRPr="007C4969">
              <w:t xml:space="preserve"> very remote areas </w:t>
            </w:r>
            <w:r>
              <w:t xml:space="preserve">in </w:t>
            </w:r>
            <w:r w:rsidRPr="007C4969">
              <w:t>Victoria</w:t>
            </w:r>
            <w:r w:rsidR="00921B5A">
              <w:t xml:space="preserve">. </w:t>
            </w:r>
            <w:r w:rsidRPr="00211B55">
              <w:t>Tasman</w:t>
            </w:r>
            <w:r w:rsidRPr="007C4969">
              <w:t>ia ha</w:t>
            </w:r>
            <w:r>
              <w:t>s</w:t>
            </w:r>
            <w:r w:rsidRPr="007C4969">
              <w:t xml:space="preserve"> no major cit</w:t>
            </w:r>
            <w:r>
              <w:t>ies. The ACT has no outer regional, remote or very remote areas. The NT has no major cities or inner regional areas.</w:t>
            </w:r>
          </w:p>
        </w:tc>
      </w:tr>
      <w:tr w:rsidR="00C9688D" w:rsidRPr="00176D3F" w:rsidTr="0038602A">
        <w:tc>
          <w:tcPr>
            <w:tcW w:w="8771" w:type="dxa"/>
            <w:tcBorders>
              <w:top w:val="nil"/>
              <w:left w:val="nil"/>
              <w:bottom w:val="nil"/>
              <w:right w:val="nil"/>
            </w:tcBorders>
            <w:shd w:val="clear" w:color="auto" w:fill="auto"/>
          </w:tcPr>
          <w:p w:rsidR="00C9688D" w:rsidRPr="00176D3F" w:rsidRDefault="007C706B" w:rsidP="0069286E">
            <w:pPr>
              <w:pStyle w:val="Source"/>
            </w:pPr>
            <w:r>
              <w:rPr>
                <w:i/>
              </w:rPr>
              <w:t>Sou</w:t>
            </w:r>
            <w:r w:rsidRPr="00DF4178">
              <w:rPr>
                <w:i/>
              </w:rPr>
              <w:t>rce</w:t>
            </w:r>
            <w:r w:rsidRPr="00DF4178">
              <w:t xml:space="preserve">: </w:t>
            </w:r>
            <w:proofErr w:type="spellStart"/>
            <w:r w:rsidRPr="00DF4178">
              <w:t>AIHW</w:t>
            </w:r>
            <w:proofErr w:type="spellEnd"/>
            <w:r w:rsidRPr="00DF4178">
              <w:t xml:space="preserve"> (unpublished) National Health Workforce Data Set; </w:t>
            </w:r>
            <w:r w:rsidRPr="00921B5A">
              <w:t xml:space="preserve">table </w:t>
            </w:r>
            <w:proofErr w:type="spellStart"/>
            <w:r w:rsidRPr="00921B5A">
              <w:t>10A.2</w:t>
            </w:r>
            <w:r w:rsidR="0069286E">
              <w:t>4</w:t>
            </w:r>
            <w:proofErr w:type="spellEnd"/>
            <w:r w:rsidRPr="00DF4178">
              <w:t>.</w:t>
            </w:r>
          </w:p>
        </w:tc>
      </w:tr>
      <w:tr w:rsidR="00C9688D" w:rsidTr="0038602A">
        <w:tc>
          <w:tcPr>
            <w:tcW w:w="8771" w:type="dxa"/>
            <w:tcBorders>
              <w:top w:val="nil"/>
              <w:left w:val="nil"/>
              <w:bottom w:val="single" w:sz="6" w:space="0" w:color="78A22F"/>
              <w:right w:val="nil"/>
            </w:tcBorders>
            <w:shd w:val="clear" w:color="auto" w:fill="auto"/>
          </w:tcPr>
          <w:p w:rsidR="00C9688D" w:rsidRDefault="00C9688D" w:rsidP="0038602A">
            <w:pPr>
              <w:pStyle w:val="Figurespace"/>
            </w:pPr>
          </w:p>
        </w:tc>
      </w:tr>
      <w:tr w:rsidR="00C9688D" w:rsidRPr="000863A5" w:rsidTr="0038602A">
        <w:tc>
          <w:tcPr>
            <w:tcW w:w="8771" w:type="dxa"/>
            <w:tcBorders>
              <w:top w:val="single" w:sz="6" w:space="0" w:color="78A22F"/>
              <w:left w:val="nil"/>
              <w:bottom w:val="nil"/>
              <w:right w:val="nil"/>
            </w:tcBorders>
          </w:tcPr>
          <w:p w:rsidR="00C9688D" w:rsidRPr="00626D32" w:rsidRDefault="00C9688D" w:rsidP="0038602A">
            <w:pPr>
              <w:pStyle w:val="BoxSpaceBelow"/>
            </w:pPr>
          </w:p>
        </w:tc>
      </w:tr>
    </w:tbl>
    <w:p w:rsidR="00A26245" w:rsidRDefault="00977B19" w:rsidP="00366987">
      <w:pPr>
        <w:pStyle w:val="Heading4"/>
      </w:pPr>
      <w:r>
        <w:lastRenderedPageBreak/>
        <w:t xml:space="preserve">Access – </w:t>
      </w:r>
      <w:r w:rsidR="00A26245" w:rsidRPr="00A26245">
        <w:t xml:space="preserve">Early </w:t>
      </w:r>
      <w:r w:rsidR="00A26245" w:rsidRPr="006A354D">
        <w:t>detection</w:t>
      </w:r>
      <w:r w:rsidR="00A26245" w:rsidRPr="00A26245">
        <w:t xml:space="preserve"> and early treatment for </w:t>
      </w:r>
      <w:r w:rsidR="00D16EBA">
        <w:t>Aboriginal and Torres Strait Islander</w:t>
      </w:r>
      <w:r w:rsidR="006E4E2B">
        <w:t xml:space="preserve"> Australians</w:t>
      </w:r>
    </w:p>
    <w:p w:rsidR="00525B3A" w:rsidRDefault="00AA1187" w:rsidP="003F7B15">
      <w:pPr>
        <w:pStyle w:val="BodyText"/>
      </w:pPr>
      <w:r>
        <w:t xml:space="preserve">‘Early </w:t>
      </w:r>
      <w:r w:rsidRPr="006A354D">
        <w:t>detection</w:t>
      </w:r>
      <w:r>
        <w:t xml:space="preserve"> and </w:t>
      </w:r>
      <w:r w:rsidRPr="00D22060">
        <w:t xml:space="preserve">early treatment for </w:t>
      </w:r>
      <w:r w:rsidR="00D16EBA">
        <w:t>Aboriginal and Torres Strait Islander</w:t>
      </w:r>
      <w:r w:rsidR="006E4E2B">
        <w:t xml:space="preserve"> Australians</w:t>
      </w:r>
      <w:r>
        <w:t>’ is an indicator of governments’ objective to provide access to p</w:t>
      </w:r>
      <w:r w:rsidR="00921B5A">
        <w:t xml:space="preserve">rimary and community healthcare </w:t>
      </w:r>
      <w:r w:rsidR="000863B9">
        <w:t xml:space="preserve">in an equitable manner </w:t>
      </w:r>
      <w:r>
        <w:t>(</w:t>
      </w:r>
      <w:r w:rsidR="003F7B15">
        <w:t>box </w:t>
      </w:r>
      <w:r w:rsidR="00897589">
        <w:t>10.</w:t>
      </w:r>
      <w:r>
        <w:t>5</w:t>
      </w:r>
      <w:r w:rsidRPr="00636C4F">
        <w:t>).</w:t>
      </w:r>
    </w:p>
    <w:p w:rsidR="001D01BB" w:rsidRDefault="001D01B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1BB" w:rsidTr="00F520F2">
        <w:tc>
          <w:tcPr>
            <w:tcW w:w="8771" w:type="dxa"/>
            <w:tcBorders>
              <w:top w:val="single" w:sz="6" w:space="0" w:color="78A22F"/>
              <w:left w:val="nil"/>
              <w:bottom w:val="nil"/>
              <w:right w:val="nil"/>
            </w:tcBorders>
            <w:shd w:val="clear" w:color="auto" w:fill="F2F2F2"/>
          </w:tcPr>
          <w:p w:rsidR="001D01BB" w:rsidRDefault="001D01BB" w:rsidP="001D01BB">
            <w:pPr>
              <w:pStyle w:val="BoxTitle"/>
            </w:pPr>
            <w:r>
              <w:rPr>
                <w:b w:val="0"/>
              </w:rPr>
              <w:t>Box 10.</w:t>
            </w:r>
            <w:r w:rsidR="008F09D3">
              <w:rPr>
                <w:b w:val="0"/>
                <w:noProof/>
              </w:rPr>
              <w:t>5</w:t>
            </w:r>
            <w:r>
              <w:tab/>
            </w:r>
            <w:r w:rsidRPr="00A26245">
              <w:t xml:space="preserve">Early detection and early treatment for </w:t>
            </w:r>
            <w:r>
              <w:t>Aboriginal and Torres Strait Islander Australians</w:t>
            </w:r>
          </w:p>
        </w:tc>
      </w:tr>
      <w:tr w:rsidR="001D01BB" w:rsidTr="00F520F2">
        <w:trPr>
          <w:cantSplit/>
        </w:trPr>
        <w:tc>
          <w:tcPr>
            <w:tcW w:w="8771" w:type="dxa"/>
            <w:tcBorders>
              <w:top w:val="nil"/>
              <w:left w:val="nil"/>
              <w:bottom w:val="nil"/>
              <w:right w:val="nil"/>
            </w:tcBorders>
            <w:shd w:val="clear" w:color="auto" w:fill="F2F2F2"/>
          </w:tcPr>
          <w:p w:rsidR="001D01BB" w:rsidRPr="00944E91" w:rsidRDefault="001D01BB" w:rsidP="00F520F2">
            <w:pPr>
              <w:pStyle w:val="Box"/>
            </w:pPr>
            <w:r>
              <w:t>Three</w:t>
            </w:r>
            <w:r w:rsidRPr="00CB289F">
              <w:t xml:space="preserve"> measures of early detection and early treatment for </w:t>
            </w:r>
            <w:r>
              <w:t>Aboriginal and Torres Strait Islander Australians</w:t>
            </w:r>
            <w:r w:rsidRPr="00CB289F">
              <w:t xml:space="preserve"> are reported:</w:t>
            </w:r>
          </w:p>
          <w:p w:rsidR="001D01BB" w:rsidRDefault="004154F8" w:rsidP="00F520F2">
            <w:pPr>
              <w:pStyle w:val="BoxListBullet"/>
            </w:pPr>
            <w:r>
              <w:t>P</w:t>
            </w:r>
            <w:r w:rsidR="001D01BB">
              <w:t>roportion of older people who received a health assessment under DHS Medicare by Indigenous status</w:t>
            </w:r>
          </w:p>
          <w:p w:rsidR="001D01BB" w:rsidRDefault="001D01BB" w:rsidP="00F520F2">
            <w:pPr>
              <w:pStyle w:val="BoxListBullet2"/>
            </w:pPr>
            <w:r>
              <w:t>o</w:t>
            </w:r>
            <w:r w:rsidRPr="002D0651">
              <w:t>lder people are defined as</w:t>
            </w:r>
            <w:r>
              <w:t xml:space="preserve"> Aboriginal and Torres Strait Islander Australians aged 55 </w:t>
            </w:r>
            <w:r w:rsidRPr="002D0651">
              <w:t>years or over</w:t>
            </w:r>
            <w:r>
              <w:t xml:space="preserve"> and other Australians</w:t>
            </w:r>
            <w:r w:rsidRPr="002D0651">
              <w:t xml:space="preserve"> aged 75 years or ove</w:t>
            </w:r>
            <w:r>
              <w:t>r</w:t>
            </w:r>
            <w:r w:rsidRPr="002D0651">
              <w:t>, excluding hospital inpatients and people living in aged care facilities</w:t>
            </w:r>
          </w:p>
          <w:p w:rsidR="001D01BB" w:rsidRPr="00CB289F" w:rsidRDefault="001D01BB" w:rsidP="00F520F2">
            <w:pPr>
              <w:pStyle w:val="BoxListBullet2"/>
            </w:pPr>
            <w:r w:rsidRPr="00CB289F">
              <w:t xml:space="preserve">health assessments are MBS items that allow </w:t>
            </w:r>
            <w:r w:rsidRPr="009538E3">
              <w:t>comprehensive examinations of patient health, including physical, psycho</w:t>
            </w:r>
            <w:r>
              <w:t>logical and social functioning</w:t>
            </w:r>
          </w:p>
          <w:p w:rsidR="001D01BB" w:rsidRDefault="004154F8" w:rsidP="00F520F2">
            <w:pPr>
              <w:pStyle w:val="BoxListBullet"/>
            </w:pPr>
            <w:r>
              <w:t>P</w:t>
            </w:r>
            <w:r w:rsidR="001D01BB">
              <w:t>roportion of older Aboriginal and Torres Strait Islander Australians who received a health assessment under DHS Medicare in successive years of a five</w:t>
            </w:r>
            <w:r w:rsidR="001D01BB">
              <w:noBreakHyphen/>
              <w:t>year period</w:t>
            </w:r>
          </w:p>
          <w:p w:rsidR="001D01BB" w:rsidRDefault="004154F8" w:rsidP="00F520F2">
            <w:pPr>
              <w:pStyle w:val="BoxListBullet"/>
            </w:pPr>
            <w:r>
              <w:t>P</w:t>
            </w:r>
            <w:r w:rsidR="001D01BB">
              <w:t>roportion of Aboriginal and Torres Strait Islander Australians who received a health assessment or check under DHS Medicare by age group — health assessment/checks are available for Aboriginal and Torres Strait Islander children (</w:t>
            </w:r>
            <w:r w:rsidR="001D01BB" w:rsidRPr="00C722FC">
              <w:t>0–14 year</w:t>
            </w:r>
            <w:r w:rsidR="001D01BB">
              <w:t>s), adults (15</w:t>
            </w:r>
            <w:r w:rsidR="001D01BB" w:rsidRPr="00C722FC">
              <w:t>–</w:t>
            </w:r>
            <w:r w:rsidR="001D01BB">
              <w:t>54 years) and older people (55 years or over).</w:t>
            </w:r>
          </w:p>
          <w:p w:rsidR="001D01BB" w:rsidRDefault="001D01BB" w:rsidP="00F520F2">
            <w:pPr>
              <w:pStyle w:val="Box"/>
            </w:pPr>
            <w:r>
              <w:t xml:space="preserve">A low or decreasing gap between the proportion of </w:t>
            </w:r>
            <w:r w:rsidRPr="00DC3CAF">
              <w:t>Aboriginal and Torres Strait Islander</w:t>
            </w:r>
            <w:r>
              <w:t xml:space="preserve"> and other Australians who received a health assessment can indicate more equitable access to early detection and early treatment services for Aboriginal and Torres Strait Islander Australians. An increase over time in the proportion of older Aboriginal and Torres Strait Islander Australians who received a health assessment is desirable as it indicates improved access to these services. A low or decreasing gap between the proportion of Aboriginal and Torres Strait Islander Australians in different age groups who received a health assessment/check can indicate more equitable access to early detection and treatment services within the Aboriginal and Torres Strait Islander population.</w:t>
            </w:r>
          </w:p>
          <w:p w:rsidR="001D01BB" w:rsidRPr="001F6AA2" w:rsidRDefault="001D01BB" w:rsidP="00F520F2">
            <w:pPr>
              <w:pStyle w:val="Box"/>
            </w:pPr>
            <w:r w:rsidRPr="001F6AA2">
              <w:t xml:space="preserve">This indicator provides no </w:t>
            </w:r>
            <w:r w:rsidRPr="00AA1187">
              <w:t xml:space="preserve">information about </w:t>
            </w:r>
            <w:r w:rsidRPr="00C4450C">
              <w:t xml:space="preserve">health assessments provided </w:t>
            </w:r>
            <w:r>
              <w:t>outside DHS Medicare</w:t>
            </w:r>
            <w:r w:rsidR="004154F8">
              <w:t xml:space="preserve"> (</w:t>
            </w:r>
            <w:r>
              <w:t xml:space="preserve">predominantly </w:t>
            </w:r>
            <w:r w:rsidR="004154F8">
              <w:t xml:space="preserve">used </w:t>
            </w:r>
            <w:r>
              <w:t>by Aboriginal and Torres Strait Islander people</w:t>
            </w:r>
            <w:r w:rsidR="004154F8">
              <w:t xml:space="preserve"> </w:t>
            </w:r>
            <w:r w:rsidRPr="00C4450C">
              <w:t>in remote and very remote areas</w:t>
            </w:r>
            <w:r w:rsidR="004154F8">
              <w:t>)</w:t>
            </w:r>
            <w:r>
              <w:t>.</w:t>
            </w:r>
            <w:r w:rsidRPr="001F6AA2">
              <w:t xml:space="preserve"> Accordingly, this indicator understates the proportion of </w:t>
            </w:r>
            <w:r>
              <w:t>Aboriginal and Torres Strait Islander people</w:t>
            </w:r>
            <w:r w:rsidRPr="001F6AA2">
              <w:t xml:space="preserve"> who received early detection and early treatment services.</w:t>
            </w:r>
          </w:p>
          <w:p w:rsidR="001D01BB" w:rsidRDefault="001D01BB" w:rsidP="00F520F2">
            <w:pPr>
              <w:pStyle w:val="Box"/>
            </w:pPr>
            <w:r>
              <w:t>Data reported for this indicator are:</w:t>
            </w:r>
          </w:p>
          <w:p w:rsidR="001D01BB" w:rsidRDefault="001D01BB" w:rsidP="00F520F2">
            <w:pPr>
              <w:pStyle w:val="BoxListBullet"/>
            </w:pPr>
            <w:r>
              <w:t>comparable (subject to caveats) across jurisdictions and over time</w:t>
            </w:r>
          </w:p>
          <w:p w:rsidR="001D01BB" w:rsidRDefault="001D01BB" w:rsidP="00921B5A">
            <w:pPr>
              <w:pStyle w:val="BoxListBullet"/>
            </w:pPr>
            <w:r>
              <w:t xml:space="preserve">complete (subject to caveats) for the current reporting period. All required </w:t>
            </w:r>
            <w:r w:rsidRPr="00921B5A">
              <w:t>201</w:t>
            </w:r>
            <w:r w:rsidR="00921B5A" w:rsidRPr="00921B5A">
              <w:t>5</w:t>
            </w:r>
            <w:r w:rsidRPr="00921B5A">
              <w:noBreakHyphen/>
              <w:t>1</w:t>
            </w:r>
            <w:r w:rsidR="00921B5A" w:rsidRPr="00921B5A">
              <w:t>6</w:t>
            </w:r>
            <w:r w:rsidRPr="00921B5A">
              <w:t xml:space="preserve"> data</w:t>
            </w:r>
            <w:r>
              <w:t xml:space="preserve"> are a</w:t>
            </w:r>
            <w:r w:rsidR="00E47D85">
              <w:t>vailable for all jurisdictions.</w:t>
            </w:r>
          </w:p>
        </w:tc>
      </w:tr>
      <w:tr w:rsidR="001D01BB" w:rsidTr="00F520F2">
        <w:trPr>
          <w:cantSplit/>
        </w:trPr>
        <w:tc>
          <w:tcPr>
            <w:tcW w:w="8771" w:type="dxa"/>
            <w:tcBorders>
              <w:top w:val="nil"/>
              <w:left w:val="nil"/>
              <w:bottom w:val="single" w:sz="6" w:space="0" w:color="78A22F"/>
              <w:right w:val="nil"/>
            </w:tcBorders>
            <w:shd w:val="clear" w:color="auto" w:fill="F2F2F2"/>
          </w:tcPr>
          <w:p w:rsidR="001D01BB" w:rsidRDefault="001D01BB">
            <w:pPr>
              <w:pStyle w:val="Box"/>
              <w:spacing w:before="0" w:line="120" w:lineRule="exact"/>
            </w:pPr>
          </w:p>
        </w:tc>
      </w:tr>
      <w:tr w:rsidR="001D01BB" w:rsidRPr="000863A5" w:rsidTr="00F520F2">
        <w:tc>
          <w:tcPr>
            <w:tcW w:w="8771" w:type="dxa"/>
            <w:tcBorders>
              <w:top w:val="single" w:sz="6" w:space="0" w:color="78A22F"/>
              <w:left w:val="nil"/>
              <w:bottom w:val="nil"/>
              <w:right w:val="nil"/>
            </w:tcBorders>
          </w:tcPr>
          <w:p w:rsidR="001D01BB" w:rsidRPr="00626D32" w:rsidRDefault="001D01BB" w:rsidP="00F520F2">
            <w:pPr>
              <w:pStyle w:val="BoxSpaceBelow"/>
            </w:pPr>
          </w:p>
        </w:tc>
      </w:tr>
    </w:tbl>
    <w:p w:rsidR="008D368B" w:rsidRDefault="005B665E" w:rsidP="00A9633A">
      <w:pPr>
        <w:pStyle w:val="BodyText"/>
      </w:pPr>
      <w:r>
        <w:lastRenderedPageBreak/>
        <w:t>Nationally</w:t>
      </w:r>
      <w:r w:rsidR="000C0E91">
        <w:t xml:space="preserve"> in </w:t>
      </w:r>
      <w:r w:rsidR="000C0E91" w:rsidRPr="00481BE3">
        <w:t>201</w:t>
      </w:r>
      <w:r w:rsidR="00481BE3" w:rsidRPr="00481BE3">
        <w:t>5</w:t>
      </w:r>
      <w:r w:rsidR="0064097A" w:rsidRPr="00481BE3">
        <w:noBreakHyphen/>
      </w:r>
      <w:r w:rsidR="000C0E91" w:rsidRPr="00481BE3">
        <w:t>1</w:t>
      </w:r>
      <w:r w:rsidR="00481BE3">
        <w:t>6</w:t>
      </w:r>
      <w:r>
        <w:t xml:space="preserve">, the proportion of older people receiving </w:t>
      </w:r>
      <w:r w:rsidR="00822DF9">
        <w:t>a health assessment</w:t>
      </w:r>
      <w:r>
        <w:t xml:space="preserve"> was </w:t>
      </w:r>
      <w:r w:rsidR="00265B97">
        <w:t>35</w:t>
      </w:r>
      <w:r w:rsidR="00B158CB" w:rsidRPr="00481BE3">
        <w:t>.</w:t>
      </w:r>
      <w:r w:rsidR="00265B97">
        <w:t>5</w:t>
      </w:r>
      <w:r w:rsidR="00F23751" w:rsidRPr="00481BE3">
        <w:t xml:space="preserve"> per cent</w:t>
      </w:r>
      <w:r w:rsidR="00822DF9" w:rsidRPr="00481BE3">
        <w:t xml:space="preserve"> for Aboriginal and Torres Strait Islander people and </w:t>
      </w:r>
      <w:r w:rsidR="00265B97">
        <w:t>31</w:t>
      </w:r>
      <w:r w:rsidR="00822DF9" w:rsidRPr="00481BE3">
        <w:t>.</w:t>
      </w:r>
      <w:r w:rsidR="00265B97">
        <w:t>9</w:t>
      </w:r>
      <w:r w:rsidR="00822DF9" w:rsidRPr="00481BE3">
        <w:t xml:space="preserve"> per cent </w:t>
      </w:r>
      <w:r w:rsidR="00BF53FE" w:rsidRPr="00481BE3">
        <w:t>for other Australians</w:t>
      </w:r>
      <w:r w:rsidR="00822DF9">
        <w:t xml:space="preserve"> (</w:t>
      </w:r>
      <w:r w:rsidR="00822DF9" w:rsidRPr="000715AF">
        <w:t>figure 10.</w:t>
      </w:r>
      <w:r w:rsidR="00481BE3">
        <w:t>8</w:t>
      </w:r>
      <w:r w:rsidR="00822DF9">
        <w:t>)</w:t>
      </w:r>
      <w:r w:rsidR="004154F8">
        <w:t>.</w:t>
      </w:r>
    </w:p>
    <w:p w:rsidR="008D368B" w:rsidRDefault="008D368B"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368B" w:rsidTr="0038602A">
        <w:tc>
          <w:tcPr>
            <w:tcW w:w="8771" w:type="dxa"/>
            <w:tcBorders>
              <w:top w:val="single" w:sz="6" w:space="0" w:color="78A22F"/>
              <w:left w:val="nil"/>
              <w:bottom w:val="nil"/>
              <w:right w:val="nil"/>
            </w:tcBorders>
            <w:shd w:val="clear" w:color="auto" w:fill="auto"/>
          </w:tcPr>
          <w:p w:rsidR="008D368B" w:rsidRPr="00176D3F" w:rsidRDefault="008D368B" w:rsidP="004154F8">
            <w:pPr>
              <w:pStyle w:val="FigureTitle"/>
            </w:pPr>
            <w:r w:rsidRPr="00784A05">
              <w:rPr>
                <w:b w:val="0"/>
              </w:rPr>
              <w:t xml:space="preserve">Figure </w:t>
            </w:r>
            <w:r w:rsidR="00481BE3">
              <w:rPr>
                <w:b w:val="0"/>
              </w:rPr>
              <w:t>10.</w:t>
            </w:r>
            <w:r w:rsidR="008F09D3">
              <w:rPr>
                <w:b w:val="0"/>
                <w:noProof/>
              </w:rPr>
              <w:t>8</w:t>
            </w:r>
            <w:r>
              <w:tab/>
            </w:r>
            <w:r w:rsidRPr="002D6B26">
              <w:t xml:space="preserve">Older people who received a health assessment by </w:t>
            </w:r>
            <w:r>
              <w:t>Indigenous</w:t>
            </w:r>
            <w:r w:rsidRPr="002D6B26">
              <w:t xml:space="preserve"> status</w:t>
            </w:r>
            <w:r w:rsidRPr="00F73449">
              <w:t>,</w:t>
            </w:r>
            <w:r>
              <w:t xml:space="preserve"> </w:t>
            </w:r>
            <w:r w:rsidRPr="004E4A79">
              <w:t>201</w:t>
            </w:r>
            <w:r w:rsidR="004E4A79" w:rsidRPr="004E4A79">
              <w:t>5</w:t>
            </w:r>
            <w:r w:rsidRPr="004E4A79">
              <w:noBreakHyphen/>
              <w:t>1</w:t>
            </w:r>
            <w:r w:rsidR="004E4A79">
              <w:t>6</w:t>
            </w:r>
            <w:r w:rsidRPr="00401391">
              <w:rPr>
                <w:rStyle w:val="NoteLabel"/>
                <w:b/>
              </w:rPr>
              <w:t>a</w:t>
            </w:r>
          </w:p>
        </w:tc>
      </w:tr>
      <w:tr w:rsidR="008D368B"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368B" w:rsidTr="0038602A">
              <w:trPr>
                <w:jc w:val="center"/>
              </w:trPr>
              <w:tc>
                <w:tcPr>
                  <w:tcW w:w="5000" w:type="pct"/>
                  <w:tcBorders>
                    <w:top w:val="nil"/>
                    <w:bottom w:val="nil"/>
                  </w:tcBorders>
                </w:tcPr>
                <w:p w:rsidR="008D368B" w:rsidRDefault="00E2697F" w:rsidP="0038602A">
                  <w:pPr>
                    <w:pStyle w:val="Figure"/>
                    <w:spacing w:before="60" w:after="60"/>
                  </w:pPr>
                  <w:r>
                    <w:rPr>
                      <w:noProof/>
                    </w:rPr>
                    <w:drawing>
                      <wp:inline distT="0" distB="0" distL="0" distR="0" wp14:anchorId="47F9BE50" wp14:editId="5306D110">
                        <wp:extent cx="5381625" cy="2828925"/>
                        <wp:effectExtent l="0" t="0" r="9525" b="9525"/>
                        <wp:docPr id="12" name="Picture 12" descr="Figure 10.8 Older people who received a health assessment by Indigenous statu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2828925"/>
                                </a:xfrm>
                                <a:prstGeom prst="rect">
                                  <a:avLst/>
                                </a:prstGeom>
                                <a:noFill/>
                                <a:ln>
                                  <a:noFill/>
                                </a:ln>
                              </pic:spPr>
                            </pic:pic>
                          </a:graphicData>
                        </a:graphic>
                      </wp:inline>
                    </w:drawing>
                  </w:r>
                </w:p>
              </w:tc>
            </w:tr>
          </w:tbl>
          <w:p w:rsidR="008D368B" w:rsidRDefault="008D368B" w:rsidP="0038602A">
            <w:pPr>
              <w:pStyle w:val="Figure"/>
            </w:pPr>
          </w:p>
        </w:tc>
      </w:tr>
      <w:tr w:rsidR="008D368B" w:rsidRPr="00176D3F" w:rsidTr="0038602A">
        <w:tc>
          <w:tcPr>
            <w:tcW w:w="8771" w:type="dxa"/>
            <w:tcBorders>
              <w:top w:val="nil"/>
              <w:left w:val="nil"/>
              <w:bottom w:val="nil"/>
              <w:right w:val="nil"/>
            </w:tcBorders>
            <w:shd w:val="clear" w:color="auto" w:fill="auto"/>
          </w:tcPr>
          <w:p w:rsidR="008D368B" w:rsidRPr="00176D3F" w:rsidRDefault="008D368B" w:rsidP="0070779C">
            <w:pPr>
              <w:pStyle w:val="Note"/>
            </w:pPr>
            <w:r>
              <w:rPr>
                <w:rStyle w:val="NoteLabel"/>
              </w:rPr>
              <w:t>a</w:t>
            </w:r>
            <w:r>
              <w:t xml:space="preserve"> </w:t>
            </w:r>
            <w:r w:rsidR="00456535" w:rsidRPr="00023056">
              <w:t xml:space="preserve">See </w:t>
            </w:r>
            <w:r w:rsidR="00456535">
              <w:t xml:space="preserve">box 10.5 and </w:t>
            </w:r>
            <w:r w:rsidR="00456535" w:rsidRPr="00481BE3">
              <w:t xml:space="preserve">table </w:t>
            </w:r>
            <w:proofErr w:type="spellStart"/>
            <w:r w:rsidR="00456535" w:rsidRPr="00481BE3">
              <w:t>10A.</w:t>
            </w:r>
            <w:r w:rsidR="0070779C">
              <w:t>27</w:t>
            </w:r>
            <w:proofErr w:type="spellEnd"/>
            <w:r w:rsidR="00456535">
              <w:t xml:space="preserve"> </w:t>
            </w:r>
            <w:r w:rsidR="00456535" w:rsidRPr="00023056">
              <w:t xml:space="preserve">for </w:t>
            </w:r>
            <w:r w:rsidR="00456535">
              <w:t>detailed definitions, footnotes and caveats.</w:t>
            </w:r>
          </w:p>
        </w:tc>
      </w:tr>
      <w:tr w:rsidR="008D368B" w:rsidRPr="00176D3F" w:rsidTr="0038602A">
        <w:tc>
          <w:tcPr>
            <w:tcW w:w="8771" w:type="dxa"/>
            <w:tcBorders>
              <w:top w:val="nil"/>
              <w:left w:val="nil"/>
              <w:bottom w:val="nil"/>
              <w:right w:val="nil"/>
            </w:tcBorders>
            <w:shd w:val="clear" w:color="auto" w:fill="auto"/>
          </w:tcPr>
          <w:p w:rsidR="008D368B" w:rsidRPr="00176D3F" w:rsidRDefault="00456535" w:rsidP="0070779C">
            <w:pPr>
              <w:pStyle w:val="Source"/>
            </w:pPr>
            <w:r w:rsidRPr="001A57A2">
              <w:rPr>
                <w:i/>
              </w:rPr>
              <w:t>Source</w:t>
            </w:r>
            <w:r w:rsidRPr="001A57A2">
              <w:t xml:space="preserve">: Derived from </w:t>
            </w:r>
            <w:r>
              <w:t>Department of Health</w:t>
            </w:r>
            <w:r w:rsidRPr="001A57A2">
              <w:t xml:space="preserve"> (unpub</w:t>
            </w:r>
            <w:r>
              <w:t>lished) MBS Statistics, ABS (2014</w:t>
            </w:r>
            <w:r w:rsidRPr="001A57A2">
              <w:t xml:space="preserve">) </w:t>
            </w:r>
            <w:r w:rsidRPr="00FD0229">
              <w:rPr>
                <w:i/>
              </w:rPr>
              <w:t>Experimental estimates and projections, Aboriginal and Torres Strait Islander Australians 2001 to 2026</w:t>
            </w:r>
            <w:r w:rsidRPr="00FD0229">
              <w:t>, Cat. no. 3238.0</w:t>
            </w:r>
            <w:r w:rsidRPr="001A57A2">
              <w:t>; ABS </w:t>
            </w:r>
            <w:r>
              <w:t>(</w:t>
            </w:r>
            <w:r w:rsidRPr="00B06590">
              <w:t>various years</w:t>
            </w:r>
            <w:r>
              <w:t>)</w:t>
            </w:r>
            <w:r w:rsidRPr="001A57A2">
              <w:rPr>
                <w:i/>
              </w:rPr>
              <w:t xml:space="preserve"> Australian demographic statistics</w:t>
            </w:r>
            <w:r>
              <w:t>,</w:t>
            </w:r>
            <w:r w:rsidRPr="001A57A2">
              <w:rPr>
                <w:i/>
              </w:rPr>
              <w:t xml:space="preserve"> </w:t>
            </w:r>
            <w:r w:rsidRPr="001A57A2">
              <w:t xml:space="preserve">Cat. no. 3101.0; </w:t>
            </w:r>
            <w:r w:rsidRPr="00481BE3">
              <w:t>table </w:t>
            </w:r>
            <w:proofErr w:type="spellStart"/>
            <w:r w:rsidRPr="00481BE3">
              <w:t>10A.</w:t>
            </w:r>
            <w:r w:rsidR="0070779C">
              <w:t>27</w:t>
            </w:r>
            <w:proofErr w:type="spellEnd"/>
            <w:r w:rsidRPr="001A57A2">
              <w:t>.</w:t>
            </w:r>
            <w:r w:rsidR="008D368B" w:rsidRPr="00176D3F">
              <w:t xml:space="preserve"> </w:t>
            </w:r>
          </w:p>
        </w:tc>
      </w:tr>
      <w:tr w:rsidR="008D368B" w:rsidTr="0038602A">
        <w:tc>
          <w:tcPr>
            <w:tcW w:w="8771" w:type="dxa"/>
            <w:tcBorders>
              <w:top w:val="nil"/>
              <w:left w:val="nil"/>
              <w:bottom w:val="single" w:sz="6" w:space="0" w:color="78A22F"/>
              <w:right w:val="nil"/>
            </w:tcBorders>
            <w:shd w:val="clear" w:color="auto" w:fill="auto"/>
          </w:tcPr>
          <w:p w:rsidR="008D368B" w:rsidRDefault="008D368B" w:rsidP="0038602A">
            <w:pPr>
              <w:pStyle w:val="Figurespace"/>
            </w:pPr>
          </w:p>
        </w:tc>
      </w:tr>
      <w:tr w:rsidR="008D368B" w:rsidRPr="000863A5" w:rsidTr="0038602A">
        <w:tc>
          <w:tcPr>
            <w:tcW w:w="8771" w:type="dxa"/>
            <w:tcBorders>
              <w:top w:val="single" w:sz="6" w:space="0" w:color="78A22F"/>
              <w:left w:val="nil"/>
              <w:bottom w:val="nil"/>
              <w:right w:val="nil"/>
            </w:tcBorders>
          </w:tcPr>
          <w:p w:rsidR="008D368B" w:rsidRPr="00626D32" w:rsidRDefault="008D368B" w:rsidP="0038602A">
            <w:pPr>
              <w:pStyle w:val="BoxSpaceBelow"/>
            </w:pPr>
          </w:p>
        </w:tc>
      </w:tr>
    </w:tbl>
    <w:p w:rsidR="0041093D" w:rsidRPr="00115C8A" w:rsidRDefault="00884567" w:rsidP="00A9633A">
      <w:pPr>
        <w:pStyle w:val="BodyText"/>
      </w:pPr>
      <w:r>
        <w:t>Nationally, o</w:t>
      </w:r>
      <w:r w:rsidR="00DF0C6A">
        <w:t xml:space="preserve">ver the five years to </w:t>
      </w:r>
      <w:r w:rsidR="00DF0C6A" w:rsidRPr="00481BE3">
        <w:t>201</w:t>
      </w:r>
      <w:r w:rsidR="00481BE3" w:rsidRPr="00481BE3">
        <w:t>5</w:t>
      </w:r>
      <w:r w:rsidR="0064097A" w:rsidRPr="00481BE3">
        <w:noBreakHyphen/>
      </w:r>
      <w:r w:rsidR="00DF0C6A" w:rsidRPr="00481BE3">
        <w:t>1</w:t>
      </w:r>
      <w:r w:rsidR="00481BE3">
        <w:t>6</w:t>
      </w:r>
      <w:r w:rsidR="00DF0C6A">
        <w:t>, t</w:t>
      </w:r>
      <w:r w:rsidR="0043604A" w:rsidRPr="004F092B">
        <w:t xml:space="preserve">he proportion of older </w:t>
      </w:r>
      <w:r w:rsidR="0043604A">
        <w:t>Aboriginal and Torres Strait Islander people</w:t>
      </w:r>
      <w:r w:rsidR="0043604A" w:rsidRPr="004F092B">
        <w:t xml:space="preserve"> who received an annual health assessment</w:t>
      </w:r>
      <w:r w:rsidR="0043604A">
        <w:t xml:space="preserve"> increased </w:t>
      </w:r>
      <w:r>
        <w:t xml:space="preserve">by </w:t>
      </w:r>
      <w:r w:rsidR="003F0EE9">
        <w:t>13.5</w:t>
      </w:r>
      <w:r w:rsidR="00EB43FD" w:rsidRPr="002269A4">
        <w:t> </w:t>
      </w:r>
      <w:r>
        <w:t xml:space="preserve">percentage points to </w:t>
      </w:r>
      <w:r w:rsidR="003F0EE9">
        <w:t>35.5</w:t>
      </w:r>
      <w:r>
        <w:t xml:space="preserve"> per cent, compared to an increase of </w:t>
      </w:r>
      <w:r w:rsidR="003F0EE9">
        <w:t>4.4</w:t>
      </w:r>
      <w:r>
        <w:t xml:space="preserve"> percentage points to </w:t>
      </w:r>
      <w:r w:rsidR="003F0EE9">
        <w:t>32</w:t>
      </w:r>
      <w:r w:rsidR="00EB43FD" w:rsidRPr="002269A4">
        <w:t> </w:t>
      </w:r>
      <w:r>
        <w:t xml:space="preserve">per cent for all older </w:t>
      </w:r>
      <w:r w:rsidR="0043604A">
        <w:t xml:space="preserve">Australians </w:t>
      </w:r>
      <w:r>
        <w:t>(</w:t>
      </w:r>
      <w:r w:rsidR="0043604A">
        <w:t>albeit from a lower base</w:t>
      </w:r>
      <w:r>
        <w:t>)</w:t>
      </w:r>
      <w:r w:rsidR="0043604A">
        <w:t xml:space="preserve"> (</w:t>
      </w:r>
      <w:r w:rsidR="005E374F" w:rsidRPr="00481BE3">
        <w:t xml:space="preserve">table </w:t>
      </w:r>
      <w:proofErr w:type="spellStart"/>
      <w:r w:rsidR="005E374F" w:rsidRPr="00481BE3">
        <w:t>10A.</w:t>
      </w:r>
      <w:r w:rsidR="0070779C">
        <w:t>27</w:t>
      </w:r>
      <w:proofErr w:type="spellEnd"/>
      <w:r w:rsidR="0043604A">
        <w:t xml:space="preserve">). </w:t>
      </w:r>
      <w:r w:rsidR="00481BE3" w:rsidRPr="00481BE3">
        <w:t>T</w:t>
      </w:r>
      <w:r w:rsidR="00F977E4" w:rsidRPr="00481BE3">
        <w:t xml:space="preserve">ime series </w:t>
      </w:r>
      <w:r w:rsidR="00481BE3" w:rsidRPr="00481BE3">
        <w:t xml:space="preserve">data </w:t>
      </w:r>
      <w:r w:rsidR="00F977E4" w:rsidRPr="00481BE3">
        <w:t xml:space="preserve">for Aboriginal and Torres Strait Islander people </w:t>
      </w:r>
      <w:r w:rsidR="00481BE3" w:rsidRPr="00481BE3">
        <w:t xml:space="preserve">are presented </w:t>
      </w:r>
      <w:r w:rsidR="00F977E4" w:rsidRPr="00481BE3">
        <w:t xml:space="preserve">in table </w:t>
      </w:r>
      <w:proofErr w:type="spellStart"/>
      <w:r w:rsidR="00F977E4" w:rsidRPr="00481BE3">
        <w:t>10A.</w:t>
      </w:r>
      <w:r w:rsidR="0070779C">
        <w:t>28</w:t>
      </w:r>
      <w:proofErr w:type="spellEnd"/>
      <w:r w:rsidR="00F977E4" w:rsidRPr="00481BE3">
        <w:t xml:space="preserve"> </w:t>
      </w:r>
      <w:r w:rsidR="00DF0C6A" w:rsidRPr="00481BE3">
        <w:t>and</w:t>
      </w:r>
      <w:r w:rsidR="00F977E4" w:rsidRPr="00481BE3">
        <w:t xml:space="preserve"> for </w:t>
      </w:r>
      <w:r w:rsidR="0043604A" w:rsidRPr="00481BE3">
        <w:t xml:space="preserve">all Australians </w:t>
      </w:r>
      <w:r w:rsidR="00F977E4" w:rsidRPr="00481BE3">
        <w:t>in table </w:t>
      </w:r>
      <w:proofErr w:type="spellStart"/>
      <w:r w:rsidR="00DD7BFC" w:rsidRPr="00481BE3">
        <w:t>10A.3</w:t>
      </w:r>
      <w:r w:rsidR="0070779C">
        <w:t>0</w:t>
      </w:r>
      <w:proofErr w:type="spellEnd"/>
      <w:r w:rsidR="0043604A" w:rsidRPr="005A5416">
        <w:t>.</w:t>
      </w:r>
    </w:p>
    <w:p w:rsidR="0091386E" w:rsidRPr="00115C8A" w:rsidRDefault="009775B9" w:rsidP="00A9633A">
      <w:pPr>
        <w:pStyle w:val="BodyText"/>
      </w:pPr>
      <w:r w:rsidRPr="00AB074E">
        <w:t>T</w:t>
      </w:r>
      <w:r w:rsidR="00965A7A" w:rsidRPr="00AB074E">
        <w:t xml:space="preserve">he proportion of the eligible </w:t>
      </w:r>
      <w:r w:rsidR="00D16EBA">
        <w:t>Aboriginal and Torres Strait Islander</w:t>
      </w:r>
      <w:r w:rsidR="00965A7A" w:rsidRPr="00AB074E">
        <w:t xml:space="preserve"> population </w:t>
      </w:r>
      <w:r w:rsidR="00CA59A8" w:rsidRPr="00AB074E">
        <w:t>who</w:t>
      </w:r>
      <w:r w:rsidR="00965A7A" w:rsidRPr="00AB074E">
        <w:t xml:space="preserve"> received a health assessment or check </w:t>
      </w:r>
      <w:r w:rsidR="008A7A82">
        <w:t>in 201</w:t>
      </w:r>
      <w:r w:rsidR="00BB6F30">
        <w:t>5</w:t>
      </w:r>
      <w:r w:rsidR="0064097A">
        <w:noBreakHyphen/>
      </w:r>
      <w:r w:rsidR="008A7A82">
        <w:t>1</w:t>
      </w:r>
      <w:r w:rsidR="00BB6F30">
        <w:t>6</w:t>
      </w:r>
      <w:r w:rsidR="008A7A82">
        <w:t xml:space="preserve"> </w:t>
      </w:r>
      <w:r w:rsidR="00965A7A" w:rsidRPr="00AB074E">
        <w:t xml:space="preserve">was highest for older people </w:t>
      </w:r>
      <w:r w:rsidR="00A601F9">
        <w:t xml:space="preserve">in all jurisdictions, </w:t>
      </w:r>
      <w:r w:rsidR="00965A7A" w:rsidRPr="00AB074E">
        <w:t>and lowest</w:t>
      </w:r>
      <w:r w:rsidR="00EC6282" w:rsidRPr="00AB074E">
        <w:t xml:space="preserve"> for children aged</w:t>
      </w:r>
      <w:r w:rsidR="00867BB6">
        <w:t xml:space="preserve"> </w:t>
      </w:r>
      <w:r w:rsidR="00965A7A" w:rsidRPr="00AB074E">
        <w:t>0–14 years in most jurisdictions</w:t>
      </w:r>
      <w:r w:rsidR="00551397" w:rsidRPr="00551397">
        <w:t xml:space="preserve"> </w:t>
      </w:r>
      <w:r w:rsidRPr="00AB074E">
        <w:t>(</w:t>
      </w:r>
      <w:r w:rsidR="005E374F" w:rsidRPr="00481BE3">
        <w:t xml:space="preserve">table </w:t>
      </w:r>
      <w:proofErr w:type="spellStart"/>
      <w:r w:rsidR="00897589" w:rsidRPr="00481BE3">
        <w:t>10</w:t>
      </w:r>
      <w:r w:rsidR="00350102" w:rsidRPr="00481BE3">
        <w:t>A</w:t>
      </w:r>
      <w:r w:rsidR="00897589" w:rsidRPr="00481BE3">
        <w:t>.</w:t>
      </w:r>
      <w:r w:rsidR="0070779C">
        <w:t>29</w:t>
      </w:r>
      <w:proofErr w:type="spellEnd"/>
      <w:r w:rsidRPr="00AB074E">
        <w:t>)</w:t>
      </w:r>
      <w:r w:rsidR="00A9633A">
        <w:t>.</w:t>
      </w:r>
    </w:p>
    <w:p w:rsidR="00CD7789" w:rsidRPr="008B285E" w:rsidRDefault="008A7A82" w:rsidP="00CC477B">
      <w:pPr>
        <w:pStyle w:val="Heading4"/>
      </w:pPr>
      <w:r w:rsidRPr="008B285E">
        <w:t xml:space="preserve">Access – </w:t>
      </w:r>
      <w:r w:rsidR="00CC5101" w:rsidRPr="008B285E">
        <w:t>D</w:t>
      </w:r>
      <w:r w:rsidR="00CD7789" w:rsidRPr="008B285E">
        <w:t>evelopmental</w:t>
      </w:r>
      <w:r w:rsidR="00CC5101" w:rsidRPr="008B285E">
        <w:t xml:space="preserve"> health checks</w:t>
      </w:r>
    </w:p>
    <w:p w:rsidR="00BF1008" w:rsidRPr="00097C57" w:rsidRDefault="00CD7789" w:rsidP="0021526C">
      <w:pPr>
        <w:pStyle w:val="BodyText"/>
      </w:pPr>
      <w:r w:rsidRPr="008B285E">
        <w:t>‘</w:t>
      </w:r>
      <w:r w:rsidR="00CC5101" w:rsidRPr="008B285E">
        <w:t>D</w:t>
      </w:r>
      <w:r w:rsidRPr="008B285E">
        <w:t>evelopmental health check</w:t>
      </w:r>
      <w:r w:rsidR="00CC5101" w:rsidRPr="008B285E">
        <w:t>s</w:t>
      </w:r>
      <w:r w:rsidRPr="008B285E">
        <w:t xml:space="preserve">’ is an indicator of governments’ objective to provide access to early detection and </w:t>
      </w:r>
      <w:r w:rsidR="00884427" w:rsidRPr="008B285E">
        <w:t>intervention</w:t>
      </w:r>
      <w:r w:rsidRPr="008B285E">
        <w:t xml:space="preserve"> services for children </w:t>
      </w:r>
      <w:r w:rsidR="000863B9">
        <w:t xml:space="preserve">in an </w:t>
      </w:r>
      <w:r w:rsidR="000863B9" w:rsidRPr="008B285E">
        <w:t xml:space="preserve">equitable </w:t>
      </w:r>
      <w:r w:rsidR="000863B9">
        <w:t xml:space="preserve">manner </w:t>
      </w:r>
      <w:r w:rsidRPr="008B285E">
        <w:t>(</w:t>
      </w:r>
      <w:r w:rsidR="00897589" w:rsidRPr="008B285E">
        <w:t>box 10.</w:t>
      </w:r>
      <w:r w:rsidR="0078709A" w:rsidRPr="008B285E">
        <w:t>6</w:t>
      </w:r>
      <w:r w:rsidR="00F02E3C" w:rsidRPr="008B285E">
        <w:t>).</w:t>
      </w:r>
    </w:p>
    <w:p w:rsidR="001D01BB" w:rsidRPr="008B285E" w:rsidRDefault="001D01B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01BB" w:rsidRPr="008B285E" w:rsidTr="00F520F2">
        <w:tc>
          <w:tcPr>
            <w:tcW w:w="8771" w:type="dxa"/>
            <w:tcBorders>
              <w:top w:val="single" w:sz="6" w:space="0" w:color="78A22F"/>
              <w:left w:val="nil"/>
              <w:bottom w:val="nil"/>
              <w:right w:val="nil"/>
            </w:tcBorders>
            <w:shd w:val="clear" w:color="auto" w:fill="F2F2F2"/>
          </w:tcPr>
          <w:p w:rsidR="001D01BB" w:rsidRPr="008B285E" w:rsidRDefault="001D01BB" w:rsidP="001D01BB">
            <w:pPr>
              <w:pStyle w:val="BoxTitle"/>
            </w:pPr>
            <w:r w:rsidRPr="008B285E">
              <w:rPr>
                <w:b w:val="0"/>
              </w:rPr>
              <w:t>Box 10.</w:t>
            </w:r>
            <w:r w:rsidR="008F09D3">
              <w:rPr>
                <w:b w:val="0"/>
                <w:noProof/>
              </w:rPr>
              <w:t>6</w:t>
            </w:r>
            <w:r w:rsidRPr="008B285E">
              <w:tab/>
              <w:t>Developmental health checks</w:t>
            </w:r>
          </w:p>
        </w:tc>
      </w:tr>
      <w:tr w:rsidR="001D01BB" w:rsidRPr="008B285E" w:rsidTr="00F520F2">
        <w:trPr>
          <w:cantSplit/>
        </w:trPr>
        <w:tc>
          <w:tcPr>
            <w:tcW w:w="8771" w:type="dxa"/>
            <w:tcBorders>
              <w:top w:val="nil"/>
              <w:left w:val="nil"/>
              <w:bottom w:val="nil"/>
              <w:right w:val="nil"/>
            </w:tcBorders>
            <w:shd w:val="clear" w:color="auto" w:fill="F2F2F2"/>
          </w:tcPr>
          <w:p w:rsidR="001D01BB" w:rsidRPr="008B285E" w:rsidRDefault="001D01BB" w:rsidP="001D01BB">
            <w:pPr>
              <w:pStyle w:val="Box"/>
            </w:pPr>
            <w:r w:rsidRPr="008B285E">
              <w:t>‘Developmental health checks’ is defined as the proportion of children who received a fourth year developmental health assessment under DHS Medicare, by health assessment type.</w:t>
            </w:r>
          </w:p>
          <w:p w:rsidR="001D01BB" w:rsidRPr="008B285E" w:rsidRDefault="001D01BB" w:rsidP="001D01BB">
            <w:pPr>
              <w:pStyle w:val="Box"/>
            </w:pPr>
            <w:r w:rsidRPr="008B285E">
              <w:t>A high or increasing proportion of children receiving a fourth year developmental health assessment is desirable as it suggests improved access to these services.</w:t>
            </w:r>
          </w:p>
          <w:p w:rsidR="001D01BB" w:rsidRPr="008B285E" w:rsidRDefault="001D01BB" w:rsidP="001D01BB">
            <w:pPr>
              <w:pStyle w:val="Box"/>
            </w:pPr>
            <w:r w:rsidRPr="008B285E">
              <w:t>The ‘Healthy Kids Check’ MBS health assessment item is available to all children aged 3 or 4 years, while the ‘Aboriginal and Torres Strait Islander Peoples Health Assessment’ item is available to Aboriginal and Torres Strait Islander people of all ages. The proportion of Aboriginal and Torres Strait Islander children aged 3 to 5 years who received the Aboriginal and Torres Strait Islander Peoples Health Assessment is reported as a proxy for the proportion of Aboriginal and Torres Strait Islander children who received a fourth year developmental health assessment. The proportion of other children who received either a Healthy Kids Check (at the age of 3 or 4 years), or a Health assessment at the age of 5 years, is reported as a proxy for the proportion of other children who received a fourth year developmental health assessment. Children are counted once only.</w:t>
            </w:r>
          </w:p>
          <w:p w:rsidR="001D01BB" w:rsidRPr="008B285E" w:rsidRDefault="001D01BB" w:rsidP="001D01BB">
            <w:pPr>
              <w:pStyle w:val="Box"/>
            </w:pPr>
            <w:r w:rsidRPr="008B285E">
              <w:t>Fourth year developmental health assessments are intended to assess children’s physical health, general wellbeing and development. Early identification provides the opportunity for timely prevention and intervention measures that can ensure children are healthy, fit and ready to learn when they start schooling.</w:t>
            </w:r>
          </w:p>
          <w:p w:rsidR="001D01BB" w:rsidRPr="008B285E" w:rsidRDefault="001D01BB" w:rsidP="001D01BB">
            <w:pPr>
              <w:pStyle w:val="Box"/>
            </w:pPr>
            <w:r w:rsidRPr="008B285E">
              <w:t>This indicator provides no information about developmental health checks for children that are provided outside DHS Medicare, as comparable data for such services are not available for all jurisdictions. Accordingly, this indicator understates the proportion of children who receive a fourth year developmental health check.</w:t>
            </w:r>
          </w:p>
          <w:p w:rsidR="001D01BB" w:rsidRPr="008B285E" w:rsidRDefault="001D01BB" w:rsidP="001D01BB">
            <w:pPr>
              <w:pStyle w:val="Box"/>
            </w:pPr>
            <w:r w:rsidRPr="008B285E">
              <w:t>Data reported for this indicator are:</w:t>
            </w:r>
          </w:p>
          <w:p w:rsidR="001D01BB" w:rsidRPr="008B285E" w:rsidRDefault="001D01BB" w:rsidP="001D01BB">
            <w:pPr>
              <w:pStyle w:val="BoxListBullet"/>
            </w:pPr>
            <w:r w:rsidRPr="008B285E">
              <w:t>comparable (subject to caveats) across jurisdictions but a break in series means that data from 2012</w:t>
            </w:r>
            <w:r w:rsidRPr="008B285E">
              <w:noBreakHyphen/>
              <w:t>13 onwards are not comparable to data for previous</w:t>
            </w:r>
            <w:r w:rsidR="00EB43FD">
              <w:t xml:space="preserve"> years</w:t>
            </w:r>
          </w:p>
          <w:p w:rsidR="001D01BB" w:rsidRPr="008B285E" w:rsidRDefault="00481BE3" w:rsidP="001D01BB">
            <w:pPr>
              <w:pStyle w:val="BoxListBullet"/>
            </w:pPr>
            <w:r>
              <w:t>not available for the current reporting period</w:t>
            </w:r>
            <w:r w:rsidR="00E47D85" w:rsidRPr="008B285E">
              <w:t>.</w:t>
            </w:r>
          </w:p>
        </w:tc>
      </w:tr>
      <w:tr w:rsidR="001D01BB" w:rsidRPr="008B285E" w:rsidTr="00F520F2">
        <w:trPr>
          <w:cantSplit/>
        </w:trPr>
        <w:tc>
          <w:tcPr>
            <w:tcW w:w="8771" w:type="dxa"/>
            <w:tcBorders>
              <w:top w:val="nil"/>
              <w:left w:val="nil"/>
              <w:bottom w:val="single" w:sz="6" w:space="0" w:color="78A22F"/>
              <w:right w:val="nil"/>
            </w:tcBorders>
            <w:shd w:val="clear" w:color="auto" w:fill="F2F2F2"/>
          </w:tcPr>
          <w:p w:rsidR="001D01BB" w:rsidRPr="008B285E" w:rsidRDefault="001D01BB">
            <w:pPr>
              <w:pStyle w:val="Box"/>
              <w:spacing w:before="0" w:line="120" w:lineRule="exact"/>
            </w:pPr>
          </w:p>
        </w:tc>
      </w:tr>
      <w:tr w:rsidR="001D01BB" w:rsidRPr="008B285E" w:rsidTr="00F520F2">
        <w:tc>
          <w:tcPr>
            <w:tcW w:w="8771" w:type="dxa"/>
            <w:tcBorders>
              <w:top w:val="single" w:sz="6" w:space="0" w:color="78A22F"/>
              <w:left w:val="nil"/>
              <w:bottom w:val="nil"/>
              <w:right w:val="nil"/>
            </w:tcBorders>
          </w:tcPr>
          <w:p w:rsidR="001D01BB" w:rsidRPr="008B285E" w:rsidRDefault="001D01BB" w:rsidP="00F520F2">
            <w:pPr>
              <w:pStyle w:val="BoxSpaceBelow"/>
            </w:pPr>
          </w:p>
        </w:tc>
      </w:tr>
    </w:tbl>
    <w:p w:rsidR="00714F8F" w:rsidRPr="00097C57" w:rsidRDefault="00481BE3" w:rsidP="00A9633A">
      <w:pPr>
        <w:pStyle w:val="BodyText"/>
      </w:pPr>
      <w:r>
        <w:t xml:space="preserve">Updated data were not available for the 2017 Report. </w:t>
      </w:r>
      <w:r w:rsidR="00BC18FA" w:rsidRPr="00693B62">
        <w:t>The Healthy Kids Check service was removed from the MBS, effective from 1 November 2015.</w:t>
      </w:r>
      <w:r w:rsidR="00BC18FA">
        <w:t xml:space="preserve"> </w:t>
      </w:r>
      <w:r>
        <w:t>Historic data</w:t>
      </w:r>
      <w:r w:rsidR="000D3D85" w:rsidRPr="008B285E">
        <w:t xml:space="preserve"> </w:t>
      </w:r>
      <w:r>
        <w:t>are reported in t</w:t>
      </w:r>
      <w:r w:rsidR="000D3D85" w:rsidRPr="00481BE3">
        <w:t>able</w:t>
      </w:r>
      <w:r w:rsidR="00F5404E">
        <w:t> </w:t>
      </w:r>
      <w:proofErr w:type="spellStart"/>
      <w:r w:rsidR="000D3D85" w:rsidRPr="00481BE3">
        <w:t>10A.3</w:t>
      </w:r>
      <w:r w:rsidR="0070779C">
        <w:t>1</w:t>
      </w:r>
      <w:proofErr w:type="spellEnd"/>
      <w:r>
        <w:t>.</w:t>
      </w:r>
    </w:p>
    <w:p w:rsidR="00AE7160" w:rsidRDefault="00AE7160" w:rsidP="00EB32FF">
      <w:pPr>
        <w:pStyle w:val="Heading3"/>
      </w:pPr>
      <w:r>
        <w:t>Effectiveness</w:t>
      </w:r>
    </w:p>
    <w:p w:rsidR="00176FEB" w:rsidRDefault="00122D8D" w:rsidP="00EB1125">
      <w:pPr>
        <w:pStyle w:val="Heading4"/>
      </w:pPr>
      <w:r>
        <w:t xml:space="preserve">Access – </w:t>
      </w:r>
      <w:r w:rsidR="00176FEB">
        <w:t>Effectiveness of access to GPs</w:t>
      </w:r>
    </w:p>
    <w:p w:rsidR="00123ED0" w:rsidRDefault="00481BE3" w:rsidP="00481BE3">
      <w:pPr>
        <w:pStyle w:val="BodyText"/>
      </w:pPr>
      <w:r>
        <w:t>‘</w:t>
      </w:r>
      <w:r w:rsidRPr="00176FEB">
        <w:t>Effectiveness of access to GPs</w:t>
      </w:r>
      <w:r>
        <w:t xml:space="preserve">’ is an indicator of governments’ objective to provide </w:t>
      </w:r>
      <w:r w:rsidR="00123ED0">
        <w:t>timely, affordable and</w:t>
      </w:r>
      <w:r w:rsidRPr="00351BBC">
        <w:t xml:space="preserve"> access</w:t>
      </w:r>
      <w:r w:rsidR="00123ED0">
        <w:t>ible</w:t>
      </w:r>
      <w:r w:rsidRPr="00351BBC">
        <w:t xml:space="preserve"> primary healthcare services</w:t>
      </w:r>
      <w:r>
        <w:t xml:space="preserve"> (box 10.7)</w:t>
      </w:r>
      <w:r w:rsidR="00F5404E">
        <w:t>.</w:t>
      </w:r>
    </w:p>
    <w:p w:rsidR="00123ED0" w:rsidRPr="00481BE3" w:rsidRDefault="00123ED0" w:rsidP="00481BE3">
      <w:pPr>
        <w:pStyle w:val="BodyText"/>
      </w:pPr>
    </w:p>
    <w:p w:rsidR="00123ED0" w:rsidRDefault="00123ED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23ED0" w:rsidTr="00CB64A6">
        <w:tc>
          <w:tcPr>
            <w:tcW w:w="8771" w:type="dxa"/>
            <w:tcBorders>
              <w:top w:val="single" w:sz="6" w:space="0" w:color="78A22F"/>
              <w:left w:val="nil"/>
              <w:bottom w:val="nil"/>
              <w:right w:val="nil"/>
            </w:tcBorders>
            <w:shd w:val="clear" w:color="auto" w:fill="F2F2F2"/>
          </w:tcPr>
          <w:p w:rsidR="00123ED0" w:rsidRDefault="00123ED0">
            <w:pPr>
              <w:pStyle w:val="BoxTitle"/>
            </w:pPr>
            <w:r>
              <w:rPr>
                <w:b w:val="0"/>
              </w:rPr>
              <w:t>Box 10.</w:t>
            </w:r>
            <w:r w:rsidR="008F09D3">
              <w:rPr>
                <w:b w:val="0"/>
                <w:noProof/>
              </w:rPr>
              <w:t>7</w:t>
            </w:r>
            <w:r>
              <w:tab/>
            </w:r>
            <w:r w:rsidRPr="007E3A16">
              <w:t>Effectiveness of access to GPs</w:t>
            </w:r>
          </w:p>
        </w:tc>
      </w:tr>
      <w:tr w:rsidR="00123ED0" w:rsidTr="00CB64A6">
        <w:tc>
          <w:tcPr>
            <w:tcW w:w="8771" w:type="dxa"/>
            <w:tcBorders>
              <w:top w:val="nil"/>
              <w:left w:val="nil"/>
              <w:bottom w:val="nil"/>
              <w:right w:val="nil"/>
            </w:tcBorders>
            <w:shd w:val="clear" w:color="auto" w:fill="F2F2F2"/>
          </w:tcPr>
          <w:p w:rsidR="00884567" w:rsidRDefault="00884567" w:rsidP="00884567">
            <w:pPr>
              <w:pStyle w:val="Box"/>
            </w:pPr>
            <w:r>
              <w:t>Four measures of effectiveness of access to GPs are reported:</w:t>
            </w:r>
          </w:p>
          <w:p w:rsidR="00884567" w:rsidRDefault="00884567" w:rsidP="00F85DCB">
            <w:pPr>
              <w:pStyle w:val="BoxListBullet"/>
              <w:spacing w:before="60"/>
            </w:pPr>
            <w:r>
              <w:t>Bulk billing rates, defined as</w:t>
            </w:r>
            <w:r w:rsidR="0039089D" w:rsidRPr="004C1535">
              <w:t xml:space="preserve"> the </w:t>
            </w:r>
            <w:r w:rsidR="0039089D">
              <w:t>proportion</w:t>
            </w:r>
            <w:r w:rsidR="0039089D" w:rsidRPr="004C1535">
              <w:t xml:space="preserve"> of </w:t>
            </w:r>
            <w:r w:rsidR="0039089D">
              <w:t>non</w:t>
            </w:r>
            <w:r w:rsidR="0039089D">
              <w:noBreakHyphen/>
            </w:r>
            <w:r w:rsidR="0039089D" w:rsidRPr="00826920">
              <w:t>referred attendances</w:t>
            </w:r>
            <w:r w:rsidR="0039089D" w:rsidRPr="00826920" w:rsidDel="00826920">
              <w:t xml:space="preserve"> </w:t>
            </w:r>
            <w:r w:rsidR="0039089D">
              <w:t>by GPs and practice nurses that were bulk billed</w:t>
            </w:r>
            <w:r>
              <w:t>.</w:t>
            </w:r>
          </w:p>
          <w:p w:rsidR="00884567" w:rsidRDefault="00884567" w:rsidP="00884567">
            <w:pPr>
              <w:pStyle w:val="BoxListBullet"/>
            </w:pPr>
            <w:r>
              <w:t>People deferring visits to GPs due to cost, defined as</w:t>
            </w:r>
            <w:r w:rsidR="0039089D" w:rsidRPr="004C1535">
              <w:t xml:space="preserve"> the proportion of people who delayed seeing or did not see a GP </w:t>
            </w:r>
            <w:r w:rsidR="0039089D">
              <w:t xml:space="preserve">at any time in the previous 12 months </w:t>
            </w:r>
            <w:r w:rsidR="0039089D" w:rsidRPr="004C1535">
              <w:t>due to cost</w:t>
            </w:r>
            <w:r>
              <w:t>.</w:t>
            </w:r>
          </w:p>
          <w:p w:rsidR="00123ED0" w:rsidRDefault="00123ED0" w:rsidP="00CB64A6">
            <w:pPr>
              <w:pStyle w:val="BoxListBullet"/>
            </w:pPr>
            <w:r w:rsidRPr="00A075CD">
              <w:t>GP waiting times, defined as the proportion of people who, in the previous 12 months, saw a GP for urgent medical care within specified times from making the appointment. Specified waiting time categories are: less than 4 hours; 4 to less than 24 hours; 24 hours or more</w:t>
            </w:r>
            <w:r w:rsidR="00EB3B65">
              <w:t>.</w:t>
            </w:r>
          </w:p>
          <w:p w:rsidR="00884567" w:rsidRDefault="00884567" w:rsidP="00884567">
            <w:pPr>
              <w:pStyle w:val="BoxListBullet"/>
            </w:pPr>
            <w:r>
              <w:t>P</w:t>
            </w:r>
            <w:r w:rsidR="00123ED0" w:rsidRPr="004C1535">
              <w:t>otentially avoidable present</w:t>
            </w:r>
            <w:r w:rsidR="00123ED0">
              <w:t xml:space="preserve">ations to emergency departments </w:t>
            </w:r>
            <w:r w:rsidR="00123ED0" w:rsidRPr="00CC4FB1">
              <w:t>(interim measure)</w:t>
            </w:r>
            <w:r w:rsidR="00123ED0">
              <w:t>,</w:t>
            </w:r>
            <w:r w:rsidR="00123ED0" w:rsidRPr="004C1535">
              <w:t xml:space="preserve"> defined as</w:t>
            </w:r>
            <w:r w:rsidR="00123ED0">
              <w:t xml:space="preserve"> the </w:t>
            </w:r>
            <w:r w:rsidR="00123ED0" w:rsidRPr="004C1535">
              <w:t>number of selected ‘GP</w:t>
            </w:r>
            <w:r w:rsidR="00123ED0">
              <w:noBreakHyphen/>
            </w:r>
            <w:r w:rsidR="00123ED0" w:rsidRPr="004C1535">
              <w:t>type presentations’ to emergency departments, where selected GP</w:t>
            </w:r>
            <w:r w:rsidR="00123ED0">
              <w:noBreakHyphen/>
            </w:r>
            <w:r w:rsidR="00123ED0" w:rsidRPr="004C1535">
              <w:t xml:space="preserve">type presentations are </w:t>
            </w:r>
            <w:r w:rsidR="00123ED0" w:rsidRPr="005744E5">
              <w:t>emergency presentation</w:t>
            </w:r>
            <w:r w:rsidR="00123ED0">
              <w:t>s</w:t>
            </w:r>
            <w:r>
              <w:t>:</w:t>
            </w:r>
          </w:p>
          <w:p w:rsidR="00884567" w:rsidRDefault="00123ED0" w:rsidP="00F85DCB">
            <w:pPr>
              <w:pStyle w:val="BoxListBullet2"/>
              <w:spacing w:before="0"/>
            </w:pPr>
            <w:r w:rsidRPr="004C1535">
              <w:t xml:space="preserve">allocated to triage category 4 </w:t>
            </w:r>
            <w:r>
              <w:t>(</w:t>
            </w:r>
            <w:r w:rsidRPr="005744E5">
              <w:t>semi</w:t>
            </w:r>
            <w:r>
              <w:noBreakHyphen/>
            </w:r>
            <w:r w:rsidRPr="005744E5">
              <w:t>urgent</w:t>
            </w:r>
            <w:r>
              <w:t>)</w:t>
            </w:r>
            <w:r w:rsidRPr="005744E5">
              <w:t xml:space="preserve"> </w:t>
            </w:r>
            <w:r w:rsidRPr="004C1535">
              <w:t>or 5</w:t>
            </w:r>
            <w:r>
              <w:t xml:space="preserve"> (</w:t>
            </w:r>
            <w:r w:rsidRPr="005744E5">
              <w:t>non</w:t>
            </w:r>
            <w:r>
              <w:noBreakHyphen/>
            </w:r>
            <w:r w:rsidRPr="005744E5">
              <w:t>urgent</w:t>
            </w:r>
            <w:r>
              <w:t>)</w:t>
            </w:r>
          </w:p>
          <w:p w:rsidR="00884567" w:rsidRDefault="00123ED0" w:rsidP="00F85DCB">
            <w:pPr>
              <w:pStyle w:val="BoxListBullet2"/>
              <w:spacing w:before="0"/>
            </w:pPr>
            <w:r w:rsidRPr="004C1535">
              <w:t>not arriving by ambulance, with police or corrections</w:t>
            </w:r>
          </w:p>
          <w:p w:rsidR="00884567" w:rsidRDefault="00123ED0" w:rsidP="00F85DCB">
            <w:pPr>
              <w:pStyle w:val="BoxListBullet2"/>
              <w:spacing w:before="0"/>
            </w:pPr>
            <w:r w:rsidRPr="004C1535">
              <w:t>not admitted or referred to another hospital</w:t>
            </w:r>
          </w:p>
          <w:p w:rsidR="00884567" w:rsidRDefault="00123ED0" w:rsidP="00F85DCB">
            <w:pPr>
              <w:pStyle w:val="BoxListBullet2"/>
              <w:spacing w:before="0"/>
            </w:pPr>
            <w:r>
              <w:t>who did not die.</w:t>
            </w:r>
          </w:p>
          <w:p w:rsidR="00884567" w:rsidRDefault="00884567" w:rsidP="00884567">
            <w:pPr>
              <w:pStyle w:val="BoxListBullet"/>
              <w:numPr>
                <w:ilvl w:val="0"/>
                <w:numId w:val="0"/>
              </w:numPr>
            </w:pPr>
            <w:r>
              <w:t>For the first three measures above:</w:t>
            </w:r>
          </w:p>
          <w:p w:rsidR="00123ED0" w:rsidRDefault="00123ED0" w:rsidP="00F85DCB">
            <w:pPr>
              <w:pStyle w:val="BoxListBullet"/>
            </w:pPr>
            <w:r w:rsidRPr="004C1535">
              <w:t xml:space="preserve">A high or increasing </w:t>
            </w:r>
            <w:r>
              <w:t>bulk billing rate</w:t>
            </w:r>
            <w:r w:rsidRPr="004C1535">
              <w:t xml:space="preserve"> can indicate more affordable access to GP services. This measure does not provide information on whether the services are appropriate for the needs of the people receiving them.</w:t>
            </w:r>
            <w:r>
              <w:t xml:space="preserve"> </w:t>
            </w:r>
          </w:p>
          <w:p w:rsidR="00123ED0" w:rsidRDefault="00123ED0" w:rsidP="00F85DCB">
            <w:pPr>
              <w:pStyle w:val="BoxListBullet"/>
            </w:pPr>
            <w:r w:rsidRPr="004C1535">
              <w:t>A low or decreasing proportion of people deferring visits to GPs due to financial barriers indicates more w</w:t>
            </w:r>
            <w:r>
              <w:t>idely affordable access to GPs.</w:t>
            </w:r>
          </w:p>
          <w:p w:rsidR="00123ED0" w:rsidRDefault="00123ED0" w:rsidP="00F85DCB">
            <w:pPr>
              <w:pStyle w:val="BoxListBullet"/>
            </w:pPr>
            <w:r w:rsidRPr="004C1535">
              <w:t>A high or increasing proportion of people who saw a GP within 4 hours for urgent medical care indicates more timely access to GPs.</w:t>
            </w:r>
          </w:p>
          <w:p w:rsidR="00123ED0" w:rsidRDefault="00123ED0" w:rsidP="00CB64A6">
            <w:pPr>
              <w:pStyle w:val="Box"/>
            </w:pPr>
            <w:r>
              <w:t>Data reported for these three measures are:</w:t>
            </w:r>
          </w:p>
          <w:p w:rsidR="00123ED0" w:rsidRDefault="00123ED0" w:rsidP="00CB64A6">
            <w:pPr>
              <w:pStyle w:val="BoxListBullet"/>
            </w:pPr>
            <w:r>
              <w:t xml:space="preserve">comparable (subject to caveats) across jurisdictions </w:t>
            </w:r>
            <w:r w:rsidRPr="0001501E">
              <w:t>and over time</w:t>
            </w:r>
          </w:p>
          <w:p w:rsidR="00123ED0" w:rsidRDefault="00123ED0" w:rsidP="00CB64A6">
            <w:pPr>
              <w:pStyle w:val="BoxListBullet"/>
            </w:pPr>
            <w:r>
              <w:t xml:space="preserve">complete (subject to caveats) for the current reporting period. All required </w:t>
            </w:r>
            <w:r w:rsidRPr="00123ED0">
              <w:t>2015</w:t>
            </w:r>
            <w:r w:rsidRPr="00123ED0">
              <w:noBreakHyphen/>
              <w:t>16 data</w:t>
            </w:r>
            <w:r>
              <w:t xml:space="preserve"> are available for all jurisdictions.</w:t>
            </w:r>
          </w:p>
          <w:p w:rsidR="00123ED0" w:rsidRDefault="00123ED0" w:rsidP="00884567">
            <w:pPr>
              <w:pStyle w:val="Box"/>
              <w:ind w:left="262"/>
            </w:pPr>
            <w:r w:rsidRPr="00A4297C">
              <w:t xml:space="preserve">The Patient Experience Survey </w:t>
            </w:r>
            <w:r w:rsidRPr="00E1291A">
              <w:t xml:space="preserve">does not include people living in discrete </w:t>
            </w:r>
            <w:r w:rsidR="00EB3B65">
              <w:t xml:space="preserve">Indigenous </w:t>
            </w:r>
            <w:r w:rsidRPr="00E1291A">
              <w:t>communities, which affects the comparability of the NT results</w:t>
            </w:r>
            <w:r>
              <w:t xml:space="preserve"> for the measures people deferring visits to GPs due to financial barriers and GP waiting times</w:t>
            </w:r>
            <w:r w:rsidRPr="00E1291A">
              <w:t>.</w:t>
            </w:r>
          </w:p>
          <w:p w:rsidR="00123ED0" w:rsidRDefault="00123ED0" w:rsidP="00CB64A6">
            <w:pPr>
              <w:pStyle w:val="Box"/>
            </w:pPr>
            <w:r w:rsidRPr="00CC4FB1">
              <w:t>Potentially avoidable presentations to emergency departments</w:t>
            </w:r>
            <w:r>
              <w:t xml:space="preserve"> </w:t>
            </w:r>
            <w:r w:rsidR="00884567">
              <w:t xml:space="preserve">(fourth measure) </w:t>
            </w:r>
            <w:r w:rsidRPr="00CC4FB1">
              <w:t>are presentations for conditions that could be appropriately managed in the primary and community health sector. In some cases, this can be determined only retrospectively and presentation to an emergency department is appropriate.</w:t>
            </w:r>
            <w:r w:rsidRPr="00211B55">
              <w:t xml:space="preserve"> </w:t>
            </w:r>
            <w:r w:rsidRPr="004C1535">
              <w:t>A low or decreasing proportion of potentially avoidable presentations to emergency departments can indicate better access to primary and community health care.</w:t>
            </w:r>
            <w:r>
              <w:t xml:space="preserve"> </w:t>
            </w:r>
          </w:p>
          <w:p w:rsidR="00123ED0" w:rsidRDefault="00123ED0" w:rsidP="00CB64A6">
            <w:pPr>
              <w:pStyle w:val="Box"/>
            </w:pPr>
            <w:r>
              <w:t>Data reported for this measure are:</w:t>
            </w:r>
          </w:p>
          <w:p w:rsidR="00123ED0" w:rsidRDefault="00123ED0" w:rsidP="00CB64A6">
            <w:pPr>
              <w:pStyle w:val="BoxListBullet"/>
            </w:pPr>
            <w:r w:rsidRPr="00226A5B">
              <w:t xml:space="preserve">comparable (subject to caveats) within some jurisdictions over time but not comparable within other jurisdictions </w:t>
            </w:r>
            <w:r>
              <w:t xml:space="preserve">over time or </w:t>
            </w:r>
            <w:r w:rsidRPr="00226A5B">
              <w:t>across jurisdictions (see caveats in attachment tab</w:t>
            </w:r>
            <w:r>
              <w:t>les for specific jurisdictions)</w:t>
            </w:r>
          </w:p>
          <w:p w:rsidR="00123ED0" w:rsidRPr="0001501E" w:rsidRDefault="00123ED0" w:rsidP="00123ED0">
            <w:pPr>
              <w:pStyle w:val="BoxListBullet"/>
            </w:pPr>
            <w:r w:rsidRPr="00D02090">
              <w:t xml:space="preserve">complete (subject to caveats) for the current reporting period. All required </w:t>
            </w:r>
            <w:r w:rsidRPr="00123ED0">
              <w:t>2015</w:t>
            </w:r>
            <w:r w:rsidRPr="00123ED0">
              <w:noBreakHyphen/>
              <w:t>16 data</w:t>
            </w:r>
            <w:r w:rsidRPr="00D02090">
              <w:t xml:space="preserve"> are available for all jurisdictions</w:t>
            </w:r>
            <w:r>
              <w:t>.</w:t>
            </w:r>
          </w:p>
        </w:tc>
      </w:tr>
      <w:tr w:rsidR="00123ED0" w:rsidTr="00CB64A6">
        <w:tc>
          <w:tcPr>
            <w:tcW w:w="8771" w:type="dxa"/>
            <w:tcBorders>
              <w:top w:val="nil"/>
              <w:left w:val="nil"/>
              <w:bottom w:val="single" w:sz="6" w:space="0" w:color="78A22F"/>
              <w:right w:val="nil"/>
            </w:tcBorders>
            <w:shd w:val="clear" w:color="auto" w:fill="F2F2F2"/>
          </w:tcPr>
          <w:p w:rsidR="00123ED0" w:rsidRDefault="00123ED0">
            <w:pPr>
              <w:pStyle w:val="Box"/>
              <w:spacing w:before="0" w:line="120" w:lineRule="exact"/>
            </w:pPr>
          </w:p>
        </w:tc>
      </w:tr>
      <w:tr w:rsidR="00123ED0" w:rsidRPr="000863A5" w:rsidTr="00CB64A6">
        <w:tc>
          <w:tcPr>
            <w:tcW w:w="8771" w:type="dxa"/>
            <w:tcBorders>
              <w:top w:val="single" w:sz="6" w:space="0" w:color="78A22F"/>
              <w:left w:val="nil"/>
              <w:bottom w:val="nil"/>
              <w:right w:val="nil"/>
            </w:tcBorders>
          </w:tcPr>
          <w:p w:rsidR="00123ED0" w:rsidRPr="00626D32" w:rsidRDefault="00123ED0" w:rsidP="00CB64A6">
            <w:pPr>
              <w:pStyle w:val="BoxSpaceBelow"/>
            </w:pPr>
          </w:p>
        </w:tc>
      </w:tr>
    </w:tbl>
    <w:p w:rsidR="00D60E9F" w:rsidRPr="00D77D61" w:rsidRDefault="00D60E9F" w:rsidP="00D60E9F">
      <w:pPr>
        <w:pStyle w:val="Heading5"/>
      </w:pPr>
      <w:r w:rsidRPr="00D77D61">
        <w:lastRenderedPageBreak/>
        <w:t>Effectiveness of access to GPs</w:t>
      </w:r>
      <w:r>
        <w:t xml:space="preserve"> — bulk billing rates</w:t>
      </w:r>
    </w:p>
    <w:p w:rsidR="00D60E9F" w:rsidRPr="00E927CE" w:rsidRDefault="00BB6082" w:rsidP="00E927CE">
      <w:pPr>
        <w:pStyle w:val="BodyText"/>
      </w:pPr>
      <w:r>
        <w:t>Where bulk billing is used, patients incur no out</w:t>
      </w:r>
      <w:r w:rsidR="0064097A">
        <w:noBreakHyphen/>
      </w:r>
      <w:r>
        <w:t>of</w:t>
      </w:r>
      <w:r w:rsidR="0064097A">
        <w:noBreakHyphen/>
      </w:r>
      <w:r>
        <w:t>pocket expense and, for most GP services, the GP receives the full Schedule fee from DHS Medicare.</w:t>
      </w:r>
      <w:r w:rsidR="00950F9F">
        <w:t xml:space="preserve"> </w:t>
      </w:r>
      <w:r w:rsidR="00D60E9F">
        <w:t>Nationally</w:t>
      </w:r>
      <w:r w:rsidR="001436EC">
        <w:t xml:space="preserve"> in </w:t>
      </w:r>
      <w:r w:rsidR="001436EC" w:rsidRPr="00123ED0">
        <w:t>201</w:t>
      </w:r>
      <w:r w:rsidR="00123ED0" w:rsidRPr="00123ED0">
        <w:t>5</w:t>
      </w:r>
      <w:r w:rsidR="001436EC" w:rsidRPr="00123ED0">
        <w:noBreakHyphen/>
        <w:t>1</w:t>
      </w:r>
      <w:r w:rsidR="00123ED0">
        <w:t>6</w:t>
      </w:r>
      <w:r w:rsidR="00D60E9F">
        <w:t xml:space="preserve">, </w:t>
      </w:r>
      <w:r w:rsidR="003F0EE9">
        <w:t>85</w:t>
      </w:r>
      <w:r w:rsidR="009B31AC">
        <w:t>.</w:t>
      </w:r>
      <w:r w:rsidR="003F0EE9">
        <w:t>4</w:t>
      </w:r>
      <w:r w:rsidR="00D60E9F" w:rsidRPr="002F2F5F">
        <w:t xml:space="preserve"> per </w:t>
      </w:r>
      <w:r w:rsidR="00D60E9F" w:rsidRPr="004F44C9">
        <w:t>cent</w:t>
      </w:r>
      <w:r w:rsidR="00884567">
        <w:t xml:space="preserve"> </w:t>
      </w:r>
      <w:r w:rsidR="00884567" w:rsidRPr="000A78DF">
        <w:t>of non</w:t>
      </w:r>
      <w:r w:rsidR="00884567" w:rsidRPr="000A78DF">
        <w:noBreakHyphen/>
        <w:t>referred attendances</w:t>
      </w:r>
      <w:r w:rsidR="00884567" w:rsidRPr="007C5C32">
        <w:t xml:space="preserve"> w</w:t>
      </w:r>
      <w:r w:rsidR="00884567">
        <w:t>ere bulk </w:t>
      </w:r>
      <w:r w:rsidR="00884567" w:rsidRPr="0042128A">
        <w:t>billed</w:t>
      </w:r>
      <w:r w:rsidR="00884567">
        <w:t xml:space="preserve">, with the proportion </w:t>
      </w:r>
      <w:r w:rsidR="00D60E9F" w:rsidRPr="004F44C9">
        <w:t>highe</w:t>
      </w:r>
      <w:r w:rsidR="00F53AD8" w:rsidRPr="004F44C9">
        <w:t>st</w:t>
      </w:r>
      <w:r w:rsidR="00D60E9F" w:rsidRPr="004F44C9">
        <w:t xml:space="preserve"> in very remote areas </w:t>
      </w:r>
      <w:r w:rsidR="00F53AD8" w:rsidRPr="004F44C9">
        <w:t>and lowest</w:t>
      </w:r>
      <w:r w:rsidR="00F53AD8">
        <w:t xml:space="preserve"> in inner regional, </w:t>
      </w:r>
      <w:r w:rsidR="00F53AD8" w:rsidRPr="002F2F5F">
        <w:t>outer region</w:t>
      </w:r>
      <w:r w:rsidR="00F53AD8">
        <w:t>al and remote areas</w:t>
      </w:r>
      <w:r w:rsidR="00F97E79">
        <w:t xml:space="preserve"> </w:t>
      </w:r>
      <w:r w:rsidR="00D60E9F">
        <w:t>(</w:t>
      </w:r>
      <w:r w:rsidR="00D60E9F" w:rsidRPr="000067C3">
        <w:t>table</w:t>
      </w:r>
      <w:r w:rsidR="00EB43FD" w:rsidRPr="002269A4">
        <w:t> </w:t>
      </w:r>
      <w:proofErr w:type="spellStart"/>
      <w:r w:rsidR="00C9076B" w:rsidRPr="000067C3">
        <w:t>10A.</w:t>
      </w:r>
      <w:r w:rsidR="00D60E9F" w:rsidRPr="000067C3">
        <w:t>3</w:t>
      </w:r>
      <w:r w:rsidR="0070779C">
        <w:t>2</w:t>
      </w:r>
      <w:proofErr w:type="spellEnd"/>
      <w:r w:rsidR="00D60E9F" w:rsidRPr="007C5C32">
        <w:t>).</w:t>
      </w:r>
      <w:r w:rsidR="00D60E9F">
        <w:t xml:space="preserve"> </w:t>
      </w:r>
      <w:r w:rsidR="00DE3335">
        <w:t>N</w:t>
      </w:r>
      <w:r w:rsidR="00DE3335" w:rsidRPr="000A78DF">
        <w:t>on</w:t>
      </w:r>
      <w:r w:rsidR="00DE3335" w:rsidRPr="000A78DF">
        <w:noBreakHyphen/>
        <w:t>referred attendances</w:t>
      </w:r>
      <w:r w:rsidR="00DE3335">
        <w:t xml:space="preserve"> for children under 16 years and older people were bulk billed at </w:t>
      </w:r>
      <w:r w:rsidR="00401166">
        <w:t xml:space="preserve">higher </w:t>
      </w:r>
      <w:r w:rsidR="00DE3335">
        <w:t xml:space="preserve">rates </w:t>
      </w:r>
      <w:r w:rsidR="00D60E9F">
        <w:t xml:space="preserve">than people </w:t>
      </w:r>
      <w:r w:rsidR="00D60E9F" w:rsidRPr="007C5C32">
        <w:t xml:space="preserve">aged 16 to 64 years </w:t>
      </w:r>
      <w:r w:rsidR="00F97E79">
        <w:t xml:space="preserve">in </w:t>
      </w:r>
      <w:r w:rsidR="00F97E79" w:rsidRPr="000067C3">
        <w:t>201</w:t>
      </w:r>
      <w:r w:rsidR="000067C3" w:rsidRPr="000067C3">
        <w:t>5</w:t>
      </w:r>
      <w:r w:rsidR="0064097A" w:rsidRPr="000067C3">
        <w:noBreakHyphen/>
      </w:r>
      <w:r w:rsidR="00F97E79" w:rsidRPr="000067C3">
        <w:t>1</w:t>
      </w:r>
      <w:r w:rsidR="000067C3" w:rsidRPr="000067C3">
        <w:t>6</w:t>
      </w:r>
      <w:r w:rsidR="00F97E79" w:rsidRPr="000067C3">
        <w:t xml:space="preserve"> </w:t>
      </w:r>
      <w:r w:rsidR="00D60E9F" w:rsidRPr="000067C3">
        <w:t>(table</w:t>
      </w:r>
      <w:r w:rsidR="00DE3335" w:rsidRPr="000067C3">
        <w:t> </w:t>
      </w:r>
      <w:proofErr w:type="spellStart"/>
      <w:r w:rsidR="00C9076B" w:rsidRPr="000067C3">
        <w:t>10A.</w:t>
      </w:r>
      <w:r w:rsidR="00D60E9F" w:rsidRPr="000067C3">
        <w:t>3</w:t>
      </w:r>
      <w:r w:rsidR="0070779C">
        <w:t>3</w:t>
      </w:r>
      <w:proofErr w:type="spellEnd"/>
      <w:r w:rsidR="00D60E9F" w:rsidRPr="007C5C32">
        <w:t>)</w:t>
      </w:r>
      <w:r w:rsidR="00884567">
        <w:t xml:space="preserve"> </w:t>
      </w:r>
      <w:r w:rsidR="00884567" w:rsidRPr="004F44C9">
        <w:t xml:space="preserve">For </w:t>
      </w:r>
      <w:r w:rsidR="00884567">
        <w:t xml:space="preserve">most </w:t>
      </w:r>
      <w:r w:rsidR="007A4F17">
        <w:t>s</w:t>
      </w:r>
      <w:r w:rsidR="00884567">
        <w:t xml:space="preserve">tates and </w:t>
      </w:r>
      <w:r w:rsidR="007A4F17">
        <w:t>t</w:t>
      </w:r>
      <w:r w:rsidR="00884567">
        <w:t>erritories</w:t>
      </w:r>
      <w:r w:rsidR="00884567" w:rsidRPr="004F44C9">
        <w:t>, th</w:t>
      </w:r>
      <w:r w:rsidR="00884567">
        <w:t>e</w:t>
      </w:r>
      <w:r w:rsidR="00884567" w:rsidRPr="004F44C9">
        <w:t xml:space="preserve"> proportion increased </w:t>
      </w:r>
      <w:r w:rsidR="00884567">
        <w:t>from</w:t>
      </w:r>
      <w:r w:rsidR="00884567" w:rsidRPr="004F44C9">
        <w:t xml:space="preserve"> </w:t>
      </w:r>
      <w:r w:rsidR="00884567" w:rsidRPr="00F16CD9">
        <w:t>2011</w:t>
      </w:r>
      <w:r w:rsidR="00884567" w:rsidRPr="00F16CD9">
        <w:noBreakHyphen/>
        <w:t>12 to 2015</w:t>
      </w:r>
      <w:r w:rsidR="00884567" w:rsidRPr="00F16CD9">
        <w:noBreakHyphen/>
        <w:t>16</w:t>
      </w:r>
      <w:r w:rsidR="00884567" w:rsidRPr="008E5742">
        <w:t xml:space="preserve"> </w:t>
      </w:r>
      <w:r w:rsidR="00884567" w:rsidRPr="004F44C9">
        <w:t>(</w:t>
      </w:r>
      <w:r w:rsidR="00884567" w:rsidRPr="00F16CD9">
        <w:t>figure 10.</w:t>
      </w:r>
      <w:r w:rsidR="00884567">
        <w:t>9)</w:t>
      </w:r>
      <w:r w:rsidR="00D60E9F" w:rsidRPr="007C5C32">
        <w:t>.</w:t>
      </w:r>
    </w:p>
    <w:p w:rsidR="006D6530" w:rsidRDefault="006D6530"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6530" w:rsidTr="0038602A">
        <w:tc>
          <w:tcPr>
            <w:tcW w:w="8771" w:type="dxa"/>
            <w:tcBorders>
              <w:top w:val="single" w:sz="6" w:space="0" w:color="78A22F"/>
              <w:left w:val="nil"/>
              <w:bottom w:val="nil"/>
              <w:right w:val="nil"/>
            </w:tcBorders>
            <w:shd w:val="clear" w:color="auto" w:fill="auto"/>
          </w:tcPr>
          <w:p w:rsidR="006D6530" w:rsidRPr="00176D3F" w:rsidRDefault="006D6530" w:rsidP="006D6530">
            <w:pPr>
              <w:pStyle w:val="FigureTitle"/>
            </w:pPr>
            <w:r w:rsidRPr="00784A05">
              <w:rPr>
                <w:b w:val="0"/>
              </w:rPr>
              <w:t xml:space="preserve">Figure </w:t>
            </w:r>
            <w:r w:rsidR="006B1262">
              <w:rPr>
                <w:b w:val="0"/>
              </w:rPr>
              <w:t>10.</w:t>
            </w:r>
            <w:r w:rsidR="008F09D3">
              <w:rPr>
                <w:b w:val="0"/>
                <w:noProof/>
              </w:rPr>
              <w:t>9</w:t>
            </w:r>
            <w:r>
              <w:tab/>
              <w:t>GP visits</w:t>
            </w:r>
            <w:r w:rsidRPr="0042128A">
              <w:t xml:space="preserve"> that were bulk billed</w:t>
            </w:r>
            <w:r w:rsidRPr="0042128A">
              <w:rPr>
                <w:rStyle w:val="NoteLabel"/>
                <w:b/>
              </w:rPr>
              <w:t>a</w:t>
            </w:r>
            <w:r>
              <w:t xml:space="preserve"> </w:t>
            </w:r>
          </w:p>
        </w:tc>
      </w:tr>
      <w:tr w:rsidR="006D6530"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D6530" w:rsidTr="0038602A">
              <w:trPr>
                <w:jc w:val="center"/>
              </w:trPr>
              <w:tc>
                <w:tcPr>
                  <w:tcW w:w="5000" w:type="pct"/>
                  <w:tcBorders>
                    <w:top w:val="nil"/>
                    <w:bottom w:val="nil"/>
                  </w:tcBorders>
                </w:tcPr>
                <w:p w:rsidR="006D6530" w:rsidRDefault="00E2697F" w:rsidP="0038602A">
                  <w:pPr>
                    <w:pStyle w:val="Figure"/>
                    <w:spacing w:before="60" w:after="60"/>
                  </w:pPr>
                  <w:r>
                    <w:rPr>
                      <w:noProof/>
                    </w:rPr>
                    <w:drawing>
                      <wp:inline distT="0" distB="0" distL="0" distR="0" wp14:anchorId="478F3006" wp14:editId="5B322E85">
                        <wp:extent cx="5334000" cy="2628900"/>
                        <wp:effectExtent l="0" t="0" r="0" b="0"/>
                        <wp:docPr id="13" name="Picture 13" descr="Figure 10.9 GP visits that were bulk bill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0" cy="2628900"/>
                                </a:xfrm>
                                <a:prstGeom prst="rect">
                                  <a:avLst/>
                                </a:prstGeom>
                                <a:noFill/>
                                <a:ln>
                                  <a:noFill/>
                                </a:ln>
                              </pic:spPr>
                            </pic:pic>
                          </a:graphicData>
                        </a:graphic>
                      </wp:inline>
                    </w:drawing>
                  </w:r>
                </w:p>
              </w:tc>
            </w:tr>
          </w:tbl>
          <w:p w:rsidR="006D6530" w:rsidRDefault="006D6530" w:rsidP="0038602A">
            <w:pPr>
              <w:pStyle w:val="Figure"/>
            </w:pPr>
          </w:p>
        </w:tc>
      </w:tr>
      <w:tr w:rsidR="006D6530" w:rsidRPr="00176D3F" w:rsidTr="0038602A">
        <w:tc>
          <w:tcPr>
            <w:tcW w:w="8771" w:type="dxa"/>
            <w:tcBorders>
              <w:top w:val="nil"/>
              <w:left w:val="nil"/>
              <w:bottom w:val="nil"/>
              <w:right w:val="nil"/>
            </w:tcBorders>
            <w:shd w:val="clear" w:color="auto" w:fill="auto"/>
          </w:tcPr>
          <w:p w:rsidR="006D6530" w:rsidRPr="00176D3F" w:rsidRDefault="006D6530" w:rsidP="0070779C">
            <w:pPr>
              <w:pStyle w:val="Note"/>
            </w:pPr>
            <w:r>
              <w:rPr>
                <w:rStyle w:val="NoteLabel"/>
              </w:rPr>
              <w:t>a</w:t>
            </w:r>
            <w:r>
              <w:t xml:space="preserve"> </w:t>
            </w:r>
            <w:r w:rsidRPr="00C34DCD">
              <w:t xml:space="preserve">See box 10.7 and </w:t>
            </w:r>
            <w:r w:rsidRPr="000067C3">
              <w:t xml:space="preserve">table </w:t>
            </w:r>
            <w:proofErr w:type="spellStart"/>
            <w:r w:rsidRPr="000067C3">
              <w:t>10A.3</w:t>
            </w:r>
            <w:r w:rsidR="0070779C">
              <w:t>3</w:t>
            </w:r>
            <w:proofErr w:type="spellEnd"/>
            <w:r w:rsidRPr="00C34DCD">
              <w:t xml:space="preserve"> for detailed definitions, footnotes and caveats.</w:t>
            </w:r>
          </w:p>
        </w:tc>
      </w:tr>
      <w:tr w:rsidR="006D6530" w:rsidRPr="00176D3F" w:rsidTr="0038602A">
        <w:tc>
          <w:tcPr>
            <w:tcW w:w="8771" w:type="dxa"/>
            <w:tcBorders>
              <w:top w:val="nil"/>
              <w:left w:val="nil"/>
              <w:bottom w:val="nil"/>
              <w:right w:val="nil"/>
            </w:tcBorders>
            <w:shd w:val="clear" w:color="auto" w:fill="auto"/>
          </w:tcPr>
          <w:p w:rsidR="006D6530" w:rsidRPr="00176D3F" w:rsidRDefault="006D6530" w:rsidP="005739A1">
            <w:pPr>
              <w:pStyle w:val="Source"/>
            </w:pPr>
            <w:r w:rsidRPr="00F3427A">
              <w:rPr>
                <w:i/>
              </w:rPr>
              <w:t>Source</w:t>
            </w:r>
            <w:r w:rsidRPr="00F3427A">
              <w:t xml:space="preserve">: </w:t>
            </w:r>
            <w:r>
              <w:t>Department of Health</w:t>
            </w:r>
            <w:r w:rsidRPr="00F3427A">
              <w:t xml:space="preserve"> (unpublished) MBS Statistics; </w:t>
            </w:r>
            <w:r w:rsidRPr="000067C3">
              <w:t xml:space="preserve">table </w:t>
            </w:r>
            <w:proofErr w:type="spellStart"/>
            <w:r w:rsidRPr="000067C3">
              <w:t>10A.3</w:t>
            </w:r>
            <w:r w:rsidR="005739A1">
              <w:t>3</w:t>
            </w:r>
            <w:proofErr w:type="spellEnd"/>
            <w:r w:rsidRPr="00F3427A">
              <w:t>.</w:t>
            </w:r>
            <w:r w:rsidRPr="00176D3F">
              <w:t xml:space="preserve"> </w:t>
            </w:r>
          </w:p>
        </w:tc>
      </w:tr>
      <w:tr w:rsidR="006D6530" w:rsidTr="0038602A">
        <w:tc>
          <w:tcPr>
            <w:tcW w:w="8771" w:type="dxa"/>
            <w:tcBorders>
              <w:top w:val="nil"/>
              <w:left w:val="nil"/>
              <w:bottom w:val="single" w:sz="6" w:space="0" w:color="78A22F"/>
              <w:right w:val="nil"/>
            </w:tcBorders>
            <w:shd w:val="clear" w:color="auto" w:fill="auto"/>
          </w:tcPr>
          <w:p w:rsidR="006D6530" w:rsidRDefault="006D6530" w:rsidP="0038602A">
            <w:pPr>
              <w:pStyle w:val="Figurespace"/>
            </w:pPr>
          </w:p>
        </w:tc>
      </w:tr>
      <w:tr w:rsidR="006D6530" w:rsidRPr="000863A5" w:rsidTr="0038602A">
        <w:tc>
          <w:tcPr>
            <w:tcW w:w="8771" w:type="dxa"/>
            <w:tcBorders>
              <w:top w:val="single" w:sz="6" w:space="0" w:color="78A22F"/>
              <w:left w:val="nil"/>
              <w:bottom w:val="nil"/>
              <w:right w:val="nil"/>
            </w:tcBorders>
          </w:tcPr>
          <w:p w:rsidR="006D6530" w:rsidRPr="00626D32" w:rsidRDefault="006D6530" w:rsidP="0038602A">
            <w:pPr>
              <w:pStyle w:val="BoxSpaceBelow"/>
            </w:pPr>
          </w:p>
        </w:tc>
      </w:tr>
    </w:tbl>
    <w:p w:rsidR="00D77D61" w:rsidRPr="00944E91" w:rsidRDefault="00D77D61" w:rsidP="00944E91">
      <w:pPr>
        <w:pStyle w:val="Heading5"/>
      </w:pPr>
      <w:r w:rsidRPr="00944E91">
        <w:t>Effectiveness of access to GPs — people deferring visits to GPs due to financial barriers</w:t>
      </w:r>
    </w:p>
    <w:p w:rsidR="000B3E7E" w:rsidRDefault="00232EF8" w:rsidP="00D60E9F">
      <w:pPr>
        <w:pStyle w:val="BodyText"/>
      </w:pPr>
      <w:r>
        <w:t>Nationally</w:t>
      </w:r>
      <w:r w:rsidR="00C947F2" w:rsidRPr="00B037F7">
        <w:t xml:space="preserve"> </w:t>
      </w:r>
      <w:r w:rsidR="00C947F2" w:rsidRPr="00211B55">
        <w:t xml:space="preserve">in </w:t>
      </w:r>
      <w:r w:rsidR="00C947F2" w:rsidRPr="000067C3">
        <w:t>201</w:t>
      </w:r>
      <w:r w:rsidR="000067C3" w:rsidRPr="000067C3">
        <w:t>5</w:t>
      </w:r>
      <w:r w:rsidR="0064097A" w:rsidRPr="000067C3">
        <w:noBreakHyphen/>
      </w:r>
      <w:r w:rsidR="003F42CD" w:rsidRPr="000067C3">
        <w:t>1</w:t>
      </w:r>
      <w:r w:rsidR="000067C3">
        <w:t>6</w:t>
      </w:r>
      <w:r w:rsidR="00C947F2" w:rsidRPr="00F72052">
        <w:t xml:space="preserve">, </w:t>
      </w:r>
      <w:r w:rsidR="00463500" w:rsidRPr="00693B62">
        <w:t>4</w:t>
      </w:r>
      <w:r w:rsidR="0092342D" w:rsidRPr="00693B62">
        <w:t>.</w:t>
      </w:r>
      <w:r w:rsidR="00463500" w:rsidRPr="00693B62">
        <w:t>1</w:t>
      </w:r>
      <w:r w:rsidR="0085571E" w:rsidRPr="00693B62">
        <w:t> </w:t>
      </w:r>
      <w:r w:rsidR="000656F5" w:rsidRPr="00693B62">
        <w:t>per cent</w:t>
      </w:r>
      <w:r w:rsidR="000656F5" w:rsidRPr="00211B55">
        <w:t xml:space="preserve"> of </w:t>
      </w:r>
      <w:r w:rsidR="00015016">
        <w:t>the population</w:t>
      </w:r>
      <w:r w:rsidR="000656F5" w:rsidRPr="00B037F7">
        <w:t xml:space="preserve"> reported that they delayed</w:t>
      </w:r>
      <w:r w:rsidR="000656F5" w:rsidRPr="00211276">
        <w:t xml:space="preserve"> or did no</w:t>
      </w:r>
      <w:r w:rsidR="00234A99" w:rsidRPr="00211276">
        <w:t>t visit a GP in the previous 12 </w:t>
      </w:r>
      <w:r w:rsidR="000656F5" w:rsidRPr="00211276">
        <w:t>months</w:t>
      </w:r>
      <w:r w:rsidR="005F13D0" w:rsidRPr="00211276">
        <w:t xml:space="preserve"> because of cost</w:t>
      </w:r>
      <w:r w:rsidR="002E1F48">
        <w:t xml:space="preserve"> (</w:t>
      </w:r>
      <w:r w:rsidR="00897589">
        <w:t>figure 10.</w:t>
      </w:r>
      <w:r w:rsidR="002E1F48">
        <w:t>1</w:t>
      </w:r>
      <w:r w:rsidR="000067C3">
        <w:t>0</w:t>
      </w:r>
      <w:r w:rsidR="00211276">
        <w:t>).</w:t>
      </w:r>
      <w:r w:rsidR="000067C3">
        <w:t xml:space="preserve"> </w:t>
      </w:r>
      <w:r w:rsidR="0083370D" w:rsidRPr="007305C4">
        <w:t xml:space="preserve">Data for </w:t>
      </w:r>
      <w:r w:rsidR="00D16EBA">
        <w:t>Aboriginal and Torres Strait Islander</w:t>
      </w:r>
      <w:r w:rsidR="0083370D" w:rsidRPr="007305C4">
        <w:t xml:space="preserve"> Australians</w:t>
      </w:r>
      <w:r w:rsidR="0038530E">
        <w:t xml:space="preserve"> </w:t>
      </w:r>
      <w:r w:rsidR="00015016">
        <w:t>are sourced from a different data collection to the data for the general population and are not directly comparable</w:t>
      </w:r>
      <w:r w:rsidR="0038530E">
        <w:t xml:space="preserve"> (</w:t>
      </w:r>
      <w:r w:rsidR="0038530E" w:rsidRPr="000067C3">
        <w:t>table </w:t>
      </w:r>
      <w:proofErr w:type="spellStart"/>
      <w:r w:rsidR="0038530E" w:rsidRPr="000067C3">
        <w:t>10A.3</w:t>
      </w:r>
      <w:r w:rsidR="0070779C">
        <w:t>5</w:t>
      </w:r>
      <w:proofErr w:type="spellEnd"/>
      <w:r w:rsidR="0038530E">
        <w:t>).</w:t>
      </w:r>
    </w:p>
    <w:p w:rsidR="007D44A2" w:rsidRDefault="007D44A2" w:rsidP="00E269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D44A2" w:rsidTr="00E2697F">
        <w:trPr>
          <w:tblHeader/>
        </w:trPr>
        <w:tc>
          <w:tcPr>
            <w:tcW w:w="8771" w:type="dxa"/>
            <w:tcBorders>
              <w:top w:val="single" w:sz="6" w:space="0" w:color="78A22F"/>
              <w:left w:val="nil"/>
              <w:bottom w:val="nil"/>
              <w:right w:val="nil"/>
            </w:tcBorders>
            <w:shd w:val="clear" w:color="auto" w:fill="auto"/>
          </w:tcPr>
          <w:p w:rsidR="007D44A2" w:rsidRPr="00176D3F" w:rsidRDefault="007D44A2" w:rsidP="007D44A2">
            <w:pPr>
              <w:pStyle w:val="FigureTitle"/>
            </w:pPr>
            <w:r w:rsidRPr="00784A05">
              <w:rPr>
                <w:b w:val="0"/>
              </w:rPr>
              <w:t xml:space="preserve">Figure </w:t>
            </w:r>
            <w:r>
              <w:rPr>
                <w:b w:val="0"/>
              </w:rPr>
              <w:t>10.</w:t>
            </w:r>
            <w:r w:rsidR="008F09D3">
              <w:rPr>
                <w:b w:val="0"/>
                <w:noProof/>
              </w:rPr>
              <w:t>10</w:t>
            </w:r>
            <w:r>
              <w:tab/>
            </w:r>
            <w:r w:rsidRPr="00DC2389">
              <w:t xml:space="preserve">People deferring </w:t>
            </w:r>
            <w:r>
              <w:t>visits to GPs due to cost</w:t>
            </w:r>
            <w:r>
              <w:rPr>
                <w:rStyle w:val="NoteLabel"/>
                <w:b/>
              </w:rPr>
              <w:t>a, b</w:t>
            </w:r>
          </w:p>
        </w:tc>
      </w:tr>
      <w:tr w:rsidR="007D44A2" w:rsidTr="00E2697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D44A2" w:rsidRPr="00B1465D" w:rsidTr="00E2697F">
              <w:trPr>
                <w:tblHeader/>
                <w:jc w:val="center"/>
              </w:trPr>
              <w:tc>
                <w:tcPr>
                  <w:tcW w:w="5000" w:type="pct"/>
                  <w:tcBorders>
                    <w:top w:val="nil"/>
                    <w:bottom w:val="nil"/>
                  </w:tcBorders>
                </w:tcPr>
                <w:p w:rsidR="007D44A2" w:rsidRPr="00B1465D" w:rsidRDefault="007D44A2" w:rsidP="00E2697F">
                  <w:pPr>
                    <w:pStyle w:val="Figure"/>
                    <w:spacing w:before="60" w:after="60"/>
                    <w:rPr>
                      <w:rFonts w:ascii="Arial" w:hAnsi="Arial" w:cs="Arial"/>
                      <w:sz w:val="18"/>
                      <w:szCs w:val="18"/>
                    </w:rPr>
                  </w:pPr>
                  <w:r>
                    <w:rPr>
                      <w:noProof/>
                    </w:rPr>
                    <w:drawing>
                      <wp:inline distT="0" distB="0" distL="0" distR="0" wp14:anchorId="2F2F8413" wp14:editId="4CEAABFC">
                        <wp:extent cx="5252085" cy="2977515"/>
                        <wp:effectExtent l="0" t="0" r="5715" b="0"/>
                        <wp:docPr id="5" name="Picture 5" descr="Figure 10.10 People deferring visits to GPs due to co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2085" cy="2977515"/>
                                </a:xfrm>
                                <a:prstGeom prst="rect">
                                  <a:avLst/>
                                </a:prstGeom>
                                <a:noFill/>
                                <a:ln>
                                  <a:noFill/>
                                </a:ln>
                              </pic:spPr>
                            </pic:pic>
                          </a:graphicData>
                        </a:graphic>
                      </wp:inline>
                    </w:drawing>
                  </w:r>
                </w:p>
              </w:tc>
            </w:tr>
          </w:tbl>
          <w:p w:rsidR="007D44A2" w:rsidRDefault="007D44A2" w:rsidP="00E2697F">
            <w:pPr>
              <w:pStyle w:val="Figure"/>
            </w:pPr>
          </w:p>
        </w:tc>
      </w:tr>
      <w:tr w:rsidR="007D44A2" w:rsidRPr="00176D3F" w:rsidTr="00E2697F">
        <w:tc>
          <w:tcPr>
            <w:tcW w:w="8771" w:type="dxa"/>
            <w:tcBorders>
              <w:top w:val="nil"/>
              <w:left w:val="nil"/>
              <w:bottom w:val="nil"/>
              <w:right w:val="nil"/>
            </w:tcBorders>
            <w:shd w:val="clear" w:color="auto" w:fill="auto"/>
          </w:tcPr>
          <w:p w:rsidR="007D44A2" w:rsidRPr="00176D3F" w:rsidRDefault="007D44A2" w:rsidP="007D44A2">
            <w:pPr>
              <w:pStyle w:val="Note"/>
            </w:pPr>
            <w:r>
              <w:rPr>
                <w:rStyle w:val="NoteLabel"/>
              </w:rPr>
              <w:t>a</w:t>
            </w:r>
            <w:r>
              <w:t xml:space="preserve"> </w:t>
            </w:r>
            <w:r w:rsidRPr="00C93961">
              <w:t xml:space="preserve">See box 10.7 and </w:t>
            </w:r>
            <w:r w:rsidRPr="000067C3">
              <w:t xml:space="preserve">table </w:t>
            </w:r>
            <w:proofErr w:type="spellStart"/>
            <w:r w:rsidRPr="000067C3">
              <w:t>10A.3</w:t>
            </w:r>
            <w:r>
              <w:t>4</w:t>
            </w:r>
            <w:proofErr w:type="spellEnd"/>
            <w:r w:rsidRPr="00C93961">
              <w:t xml:space="preserve"> for detailed definitions, footnotes and caveats</w:t>
            </w:r>
            <w:r>
              <w:t>.</w:t>
            </w:r>
            <w:r>
              <w:rPr>
                <w:rStyle w:val="NoteLabel"/>
              </w:rPr>
              <w:t xml:space="preserve"> b</w:t>
            </w:r>
            <w:r>
              <w:t xml:space="preserve"> </w:t>
            </w:r>
            <w:r w:rsidRPr="00AC119F">
              <w:rPr>
                <w:rFonts w:asciiTheme="minorHAnsi" w:hAnsiTheme="minorHAnsi"/>
                <w:szCs w:val="18"/>
              </w:rPr>
              <w:t>Error bars represent the 95 per cent confidence interval associated with each point estimate</w:t>
            </w:r>
            <w:r w:rsidRPr="008A7681">
              <w:rPr>
                <w:rFonts w:asciiTheme="minorHAnsi" w:hAnsiTheme="minorHAnsi"/>
                <w:sz w:val="22"/>
                <w:szCs w:val="22"/>
              </w:rPr>
              <w:t>.</w:t>
            </w:r>
          </w:p>
        </w:tc>
      </w:tr>
      <w:tr w:rsidR="007D44A2" w:rsidRPr="00176D3F" w:rsidTr="00E2697F">
        <w:tc>
          <w:tcPr>
            <w:tcW w:w="8771" w:type="dxa"/>
            <w:tcBorders>
              <w:top w:val="nil"/>
              <w:left w:val="nil"/>
              <w:bottom w:val="nil"/>
              <w:right w:val="nil"/>
            </w:tcBorders>
            <w:shd w:val="clear" w:color="auto" w:fill="auto"/>
          </w:tcPr>
          <w:p w:rsidR="007D44A2" w:rsidRPr="00176D3F" w:rsidRDefault="007D44A2" w:rsidP="007D44A2">
            <w:pPr>
              <w:pStyle w:val="Source"/>
            </w:pPr>
            <w:r w:rsidRPr="00C60B1C">
              <w:rPr>
                <w:i/>
              </w:rPr>
              <w:t>Source</w:t>
            </w:r>
            <w:r w:rsidRPr="00C60B1C">
              <w:t xml:space="preserve">: ABS (unpublished) </w:t>
            </w:r>
            <w:r w:rsidRPr="00CD3050">
              <w:t>Patient Experience Survey</w:t>
            </w:r>
            <w:r w:rsidRPr="00C60B1C">
              <w:t xml:space="preserve"> </w:t>
            </w:r>
            <w:r w:rsidRPr="0092342D">
              <w:t>(various years)</w:t>
            </w:r>
            <w:r w:rsidRPr="00211B55">
              <w:t>, Cat</w:t>
            </w:r>
            <w:r w:rsidRPr="00C60B1C">
              <w:t>. no. 4839.0;</w:t>
            </w:r>
            <w:r w:rsidRPr="00F3427A">
              <w:t xml:space="preserve"> </w:t>
            </w:r>
            <w:r>
              <w:t>table </w:t>
            </w:r>
            <w:proofErr w:type="spellStart"/>
            <w:r>
              <w:t>10A.34</w:t>
            </w:r>
            <w:proofErr w:type="spellEnd"/>
            <w:r>
              <w:t>.</w:t>
            </w:r>
          </w:p>
        </w:tc>
      </w:tr>
      <w:tr w:rsidR="007D44A2" w:rsidTr="00E2697F">
        <w:tc>
          <w:tcPr>
            <w:tcW w:w="8771" w:type="dxa"/>
            <w:tcBorders>
              <w:top w:val="nil"/>
              <w:left w:val="nil"/>
              <w:bottom w:val="single" w:sz="6" w:space="0" w:color="78A22F"/>
              <w:right w:val="nil"/>
            </w:tcBorders>
            <w:shd w:val="clear" w:color="auto" w:fill="auto"/>
          </w:tcPr>
          <w:p w:rsidR="007D44A2" w:rsidRDefault="007D44A2" w:rsidP="00E2697F">
            <w:pPr>
              <w:pStyle w:val="Figurespace"/>
            </w:pPr>
          </w:p>
        </w:tc>
      </w:tr>
      <w:tr w:rsidR="007D44A2" w:rsidRPr="000863A5" w:rsidTr="00E2697F">
        <w:tc>
          <w:tcPr>
            <w:tcW w:w="8771" w:type="dxa"/>
            <w:tcBorders>
              <w:top w:val="single" w:sz="6" w:space="0" w:color="78A22F"/>
              <w:left w:val="nil"/>
              <w:bottom w:val="nil"/>
              <w:right w:val="nil"/>
            </w:tcBorders>
          </w:tcPr>
          <w:p w:rsidR="007D44A2" w:rsidRPr="00626D32" w:rsidRDefault="007D44A2" w:rsidP="00E2697F">
            <w:pPr>
              <w:pStyle w:val="BoxSpaceBelow"/>
            </w:pPr>
          </w:p>
        </w:tc>
      </w:tr>
    </w:tbl>
    <w:p w:rsidR="00D77D61" w:rsidRDefault="00D77D61" w:rsidP="00944E91">
      <w:pPr>
        <w:pStyle w:val="Heading5"/>
      </w:pPr>
      <w:r w:rsidRPr="00944E91">
        <w:t>Effectiveness of access to GPs — GP waiting times</w:t>
      </w:r>
    </w:p>
    <w:p w:rsidR="001F4F08" w:rsidRPr="000067C3" w:rsidRDefault="00DC7AEC" w:rsidP="00211B55">
      <w:pPr>
        <w:pStyle w:val="BodyText"/>
      </w:pPr>
      <w:r w:rsidRPr="000067C3">
        <w:t>Nationally</w:t>
      </w:r>
      <w:r w:rsidR="00015016" w:rsidRPr="000067C3">
        <w:t xml:space="preserve"> in 201</w:t>
      </w:r>
      <w:r w:rsidR="000067C3" w:rsidRPr="000067C3">
        <w:t>5</w:t>
      </w:r>
      <w:r w:rsidR="0064097A" w:rsidRPr="000067C3">
        <w:noBreakHyphen/>
      </w:r>
      <w:r w:rsidR="00015016" w:rsidRPr="000067C3">
        <w:t>1</w:t>
      </w:r>
      <w:r w:rsidR="000067C3" w:rsidRPr="000067C3">
        <w:t>6</w:t>
      </w:r>
      <w:r w:rsidRPr="000067C3">
        <w:t xml:space="preserve">, </w:t>
      </w:r>
      <w:r w:rsidR="001F4F08" w:rsidRPr="000067C3">
        <w:t>for people who saw a GP for urgent care:</w:t>
      </w:r>
    </w:p>
    <w:p w:rsidR="001F4F08" w:rsidRPr="000067C3" w:rsidRDefault="00A673D5" w:rsidP="00693B62">
      <w:pPr>
        <w:pStyle w:val="ListBullet"/>
      </w:pPr>
      <w:r>
        <w:t>63</w:t>
      </w:r>
      <w:r w:rsidR="006D03DB" w:rsidRPr="000067C3">
        <w:t>.</w:t>
      </w:r>
      <w:r>
        <w:t>6</w:t>
      </w:r>
      <w:r w:rsidR="00DC7AEC" w:rsidRPr="000067C3">
        <w:t xml:space="preserve"> per cent waited less than </w:t>
      </w:r>
      <w:r w:rsidR="00732525" w:rsidRPr="000067C3">
        <w:t>4 </w:t>
      </w:r>
      <w:r w:rsidR="00DC7AEC" w:rsidRPr="000067C3">
        <w:t>hours</w:t>
      </w:r>
    </w:p>
    <w:p w:rsidR="001F4F08" w:rsidRPr="000067C3" w:rsidRDefault="00A673D5" w:rsidP="00693B62">
      <w:pPr>
        <w:pStyle w:val="ListBullet"/>
      </w:pPr>
      <w:r>
        <w:t>11</w:t>
      </w:r>
      <w:r w:rsidR="006D03DB" w:rsidRPr="000067C3">
        <w:t>.</w:t>
      </w:r>
      <w:r>
        <w:t>9</w:t>
      </w:r>
      <w:r w:rsidR="001F4F08" w:rsidRPr="000067C3">
        <w:t xml:space="preserve"> per cent waited</w:t>
      </w:r>
      <w:r w:rsidR="00730165" w:rsidRPr="000067C3">
        <w:t xml:space="preserve"> from </w:t>
      </w:r>
      <w:r w:rsidR="00732525" w:rsidRPr="000067C3">
        <w:t>4</w:t>
      </w:r>
      <w:r w:rsidR="00730165" w:rsidRPr="000067C3">
        <w:t xml:space="preserve"> to less than 24 hours</w:t>
      </w:r>
    </w:p>
    <w:p w:rsidR="001F4F08" w:rsidRPr="000067C3" w:rsidRDefault="00A673D5" w:rsidP="00693B62">
      <w:pPr>
        <w:pStyle w:val="ListBullet"/>
      </w:pPr>
      <w:r>
        <w:t>24</w:t>
      </w:r>
      <w:r w:rsidR="006D03DB" w:rsidRPr="000067C3">
        <w:t>.</w:t>
      </w:r>
      <w:r>
        <w:t>5</w:t>
      </w:r>
      <w:r w:rsidR="00730165" w:rsidRPr="000067C3">
        <w:t xml:space="preserve"> per cent </w:t>
      </w:r>
      <w:r w:rsidR="00B30974" w:rsidRPr="000067C3">
        <w:t xml:space="preserve">waited for </w:t>
      </w:r>
      <w:r w:rsidR="00730165" w:rsidRPr="000067C3">
        <w:t>24 hours</w:t>
      </w:r>
      <w:r w:rsidR="003053B9" w:rsidRPr="000067C3">
        <w:t xml:space="preserve"> or more</w:t>
      </w:r>
      <w:r w:rsidR="00E14201" w:rsidRPr="000067C3">
        <w:t xml:space="preserve"> (table </w:t>
      </w:r>
      <w:proofErr w:type="spellStart"/>
      <w:r w:rsidR="00E14201" w:rsidRPr="000067C3">
        <w:t>10A.3</w:t>
      </w:r>
      <w:r w:rsidR="0070779C">
        <w:t>6</w:t>
      </w:r>
      <w:proofErr w:type="spellEnd"/>
      <w:r w:rsidR="001F4F08" w:rsidRPr="000067C3">
        <w:t>)</w:t>
      </w:r>
      <w:r w:rsidR="00730165" w:rsidRPr="000067C3">
        <w:t>.</w:t>
      </w:r>
    </w:p>
    <w:p w:rsidR="0026730D" w:rsidRPr="00097C57" w:rsidRDefault="0085571E" w:rsidP="00F72052">
      <w:pPr>
        <w:pStyle w:val="BodyText"/>
      </w:pPr>
      <w:r w:rsidRPr="000067C3">
        <w:t xml:space="preserve">Overall, </w:t>
      </w:r>
      <w:r w:rsidR="00A673D5" w:rsidRPr="00693B62">
        <w:t>18</w:t>
      </w:r>
      <w:r w:rsidR="006D03DB" w:rsidRPr="00693B62">
        <w:t>.</w:t>
      </w:r>
      <w:r w:rsidR="00A673D5" w:rsidRPr="00693B62">
        <w:t>9</w:t>
      </w:r>
      <w:r w:rsidR="00840EAD" w:rsidRPr="00693B62">
        <w:t xml:space="preserve"> per cent</w:t>
      </w:r>
      <w:r w:rsidR="00840EAD" w:rsidRPr="000067C3">
        <w:t xml:space="preserve"> of people who saw a GP for any reason</w:t>
      </w:r>
      <w:r w:rsidR="00164524" w:rsidRPr="000067C3">
        <w:t xml:space="preserve"> waited longer than they felt was acceptable to get an appointment </w:t>
      </w:r>
      <w:r w:rsidR="0009280D" w:rsidRPr="000067C3">
        <w:t>(</w:t>
      </w:r>
      <w:r w:rsidR="006C2B15" w:rsidRPr="000067C3">
        <w:t>table </w:t>
      </w:r>
      <w:proofErr w:type="spellStart"/>
      <w:r w:rsidR="00C9076B" w:rsidRPr="000067C3">
        <w:t>10A.</w:t>
      </w:r>
      <w:r w:rsidR="0070779C">
        <w:t>37</w:t>
      </w:r>
      <w:proofErr w:type="spellEnd"/>
      <w:r w:rsidR="0009280D" w:rsidRPr="000067C3">
        <w:t>)</w:t>
      </w:r>
      <w:r w:rsidR="00E34933" w:rsidRPr="000067C3">
        <w:t>.</w:t>
      </w:r>
    </w:p>
    <w:p w:rsidR="00D77D61" w:rsidRDefault="00D77D61" w:rsidP="00D77D61">
      <w:pPr>
        <w:pStyle w:val="Heading5"/>
      </w:pPr>
      <w:r w:rsidRPr="00D77D61">
        <w:t>Effectiveness of access to GPs — GP</w:t>
      </w:r>
      <w:r w:rsidR="0064097A">
        <w:noBreakHyphen/>
      </w:r>
      <w:r w:rsidRPr="00D77D61">
        <w:t>type presentations to emergency departments</w:t>
      </w:r>
    </w:p>
    <w:p w:rsidR="00CA3F7F" w:rsidRPr="00097C57" w:rsidRDefault="00144C52" w:rsidP="00E927CE">
      <w:pPr>
        <w:pStyle w:val="BodyText"/>
      </w:pPr>
      <w:r w:rsidRPr="00C93961">
        <w:t>Factors contributing to GP</w:t>
      </w:r>
      <w:r w:rsidRPr="00C93961">
        <w:noBreakHyphen/>
        <w:t>type presentations at emergency departments include perceived or actual lack of access to GP services,</w:t>
      </w:r>
      <w:r w:rsidR="000656F5" w:rsidRPr="00C93961">
        <w:t xml:space="preserve"> </w:t>
      </w:r>
      <w:r w:rsidRPr="00C93961">
        <w:t xml:space="preserve">the </w:t>
      </w:r>
      <w:r w:rsidR="000656F5" w:rsidRPr="00C93961">
        <w:t>proximity of emergency departments and trust</w:t>
      </w:r>
      <w:r w:rsidR="00C20806" w:rsidRPr="00C93961">
        <w:t xml:space="preserve"> </w:t>
      </w:r>
      <w:r w:rsidR="0069495B" w:rsidRPr="00C93961">
        <w:t>in</w:t>
      </w:r>
      <w:r w:rsidR="00C20806" w:rsidRPr="00C93961">
        <w:t xml:space="preserve"> emergency department staff.</w:t>
      </w:r>
      <w:r w:rsidR="00ED69D3">
        <w:t xml:space="preserve"> </w:t>
      </w:r>
      <w:r w:rsidR="000656F5" w:rsidRPr="000067C3">
        <w:t xml:space="preserve">Nationally, there were around </w:t>
      </w:r>
      <w:r w:rsidR="00E96AE7" w:rsidRPr="00693B62">
        <w:t>2</w:t>
      </w:r>
      <w:r w:rsidR="006B0478" w:rsidRPr="00693B62">
        <w:t>.</w:t>
      </w:r>
      <w:r w:rsidR="00E96AE7" w:rsidRPr="00693B62">
        <w:t>8</w:t>
      </w:r>
      <w:r w:rsidR="000656F5" w:rsidRPr="000067C3">
        <w:t xml:space="preserve"> million GP</w:t>
      </w:r>
      <w:r w:rsidR="0064097A" w:rsidRPr="000067C3">
        <w:noBreakHyphen/>
      </w:r>
      <w:r w:rsidR="000656F5" w:rsidRPr="000067C3">
        <w:t>type presentations to public hospital emergency departments in</w:t>
      </w:r>
      <w:r w:rsidR="008C219C" w:rsidRPr="000067C3">
        <w:t xml:space="preserve"> 201</w:t>
      </w:r>
      <w:r w:rsidR="000067C3" w:rsidRPr="000067C3">
        <w:t>5</w:t>
      </w:r>
      <w:r w:rsidR="0064097A" w:rsidRPr="000067C3">
        <w:noBreakHyphen/>
      </w:r>
      <w:r w:rsidR="008C219C" w:rsidRPr="000067C3">
        <w:t>1</w:t>
      </w:r>
      <w:r w:rsidR="000067C3" w:rsidRPr="000067C3">
        <w:t>6</w:t>
      </w:r>
      <w:r w:rsidR="000656F5" w:rsidRPr="000067C3">
        <w:t xml:space="preserve"> </w:t>
      </w:r>
      <w:r w:rsidR="00781EAD" w:rsidRPr="000067C3">
        <w:t>(</w:t>
      </w:r>
      <w:r w:rsidR="00897589" w:rsidRPr="000067C3">
        <w:t xml:space="preserve">table </w:t>
      </w:r>
      <w:proofErr w:type="spellStart"/>
      <w:r w:rsidR="00897589" w:rsidRPr="000067C3">
        <w:t>10</w:t>
      </w:r>
      <w:r w:rsidR="0038530E">
        <w:t>A</w:t>
      </w:r>
      <w:r w:rsidR="00897589" w:rsidRPr="000067C3">
        <w:t>.</w:t>
      </w:r>
      <w:r w:rsidR="0070779C">
        <w:t>38</w:t>
      </w:r>
      <w:proofErr w:type="spellEnd"/>
      <w:r w:rsidR="00781EAD" w:rsidRPr="000067C3">
        <w:t>)</w:t>
      </w:r>
      <w:r w:rsidR="000067C3" w:rsidRPr="000067C3">
        <w:t>.</w:t>
      </w:r>
    </w:p>
    <w:p w:rsidR="00927DD2" w:rsidRPr="00927DD2" w:rsidRDefault="00015016" w:rsidP="007B273D">
      <w:pPr>
        <w:pStyle w:val="Heading4"/>
      </w:pPr>
      <w:r>
        <w:lastRenderedPageBreak/>
        <w:t xml:space="preserve">Access – </w:t>
      </w:r>
      <w:r w:rsidR="001D3BA4" w:rsidRPr="001D3BA4">
        <w:t xml:space="preserve">Financial barriers to </w:t>
      </w:r>
      <w:r w:rsidR="001D3BA4">
        <w:t>PBS</w:t>
      </w:r>
      <w:r w:rsidR="001D3BA4" w:rsidRPr="001D3BA4">
        <w:t xml:space="preserve"> medicines</w:t>
      </w:r>
    </w:p>
    <w:p w:rsidR="00B65E3F" w:rsidRDefault="00FD0402" w:rsidP="00944E91">
      <w:pPr>
        <w:pStyle w:val="BodyText"/>
      </w:pPr>
      <w:r>
        <w:t>‘</w:t>
      </w:r>
      <w:r w:rsidR="001D3BA4" w:rsidRPr="001D3BA4">
        <w:t xml:space="preserve">Financial barriers to PBS </w:t>
      </w:r>
      <w:r w:rsidR="00AB1CDB">
        <w:t>medicines</w:t>
      </w:r>
      <w:r>
        <w:t xml:space="preserve">’ is an indicator of governments’ objective to ensure access to </w:t>
      </w:r>
      <w:r w:rsidR="00472FD3">
        <w:t>prescribed medicines</w:t>
      </w:r>
      <w:r w:rsidR="00ED562D">
        <w:t xml:space="preserve"> </w:t>
      </w:r>
      <w:r w:rsidR="00B32558">
        <w:t xml:space="preserve">is affordable and accessible </w:t>
      </w:r>
      <w:r w:rsidR="00ED562D">
        <w:t>(</w:t>
      </w:r>
      <w:r w:rsidR="00897589">
        <w:t>box 10.</w:t>
      </w:r>
      <w:r w:rsidR="00CD5CD3" w:rsidRPr="00CD5CD3">
        <w:t>8</w:t>
      </w:r>
      <w:r w:rsidR="00ED562D" w:rsidRPr="00CD5CD3">
        <w:t>)</w:t>
      </w:r>
      <w:r w:rsidRPr="00CD5CD3">
        <w:t>.</w:t>
      </w:r>
    </w:p>
    <w:p w:rsidR="00B65E3F" w:rsidRDefault="00B65E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5E3F" w:rsidTr="00F520F2">
        <w:tc>
          <w:tcPr>
            <w:tcW w:w="8771" w:type="dxa"/>
            <w:tcBorders>
              <w:top w:val="single" w:sz="6" w:space="0" w:color="78A22F"/>
              <w:left w:val="nil"/>
              <w:bottom w:val="nil"/>
              <w:right w:val="nil"/>
            </w:tcBorders>
            <w:shd w:val="clear" w:color="auto" w:fill="F2F2F2"/>
          </w:tcPr>
          <w:p w:rsidR="00B65E3F" w:rsidRDefault="00B65E3F" w:rsidP="00B32558">
            <w:pPr>
              <w:pStyle w:val="BoxTitle"/>
            </w:pPr>
            <w:r>
              <w:rPr>
                <w:b w:val="0"/>
              </w:rPr>
              <w:t>Box 10.</w:t>
            </w:r>
            <w:r w:rsidR="008F09D3">
              <w:rPr>
                <w:b w:val="0"/>
                <w:noProof/>
              </w:rPr>
              <w:t>8</w:t>
            </w:r>
            <w:r>
              <w:tab/>
            </w:r>
            <w:r w:rsidRPr="001D3BA4">
              <w:t xml:space="preserve">Financial barriers to </w:t>
            </w:r>
            <w:r>
              <w:t>PBS</w:t>
            </w:r>
            <w:r w:rsidRPr="00AB1CDB">
              <w:t xml:space="preserve"> medicines</w:t>
            </w:r>
          </w:p>
        </w:tc>
      </w:tr>
      <w:tr w:rsidR="00B65E3F" w:rsidTr="00F520F2">
        <w:trPr>
          <w:cantSplit/>
        </w:trPr>
        <w:tc>
          <w:tcPr>
            <w:tcW w:w="8771" w:type="dxa"/>
            <w:tcBorders>
              <w:top w:val="nil"/>
              <w:left w:val="nil"/>
              <w:bottom w:val="nil"/>
              <w:right w:val="nil"/>
            </w:tcBorders>
            <w:shd w:val="clear" w:color="auto" w:fill="F2F2F2"/>
          </w:tcPr>
          <w:p w:rsidR="00B65E3F" w:rsidRPr="00A97F84" w:rsidRDefault="00B65E3F" w:rsidP="00B65E3F">
            <w:pPr>
              <w:pStyle w:val="Box"/>
            </w:pPr>
            <w:r w:rsidRPr="00A97F84">
              <w:t xml:space="preserve">‘Financial barriers to PBS medicines’ is defined as the proportion of people who delayed getting or did not get a prescription filled </w:t>
            </w:r>
            <w:r w:rsidRPr="00A27A45">
              <w:t xml:space="preserve">at any time in the previous 12 months </w:t>
            </w:r>
            <w:r w:rsidRPr="00A97F84">
              <w:t>due to cost.</w:t>
            </w:r>
          </w:p>
          <w:p w:rsidR="00B65E3F" w:rsidRPr="00A97F84" w:rsidRDefault="00B65E3F" w:rsidP="00B65E3F">
            <w:pPr>
              <w:pStyle w:val="Box"/>
            </w:pPr>
            <w:r w:rsidRPr="00A97F84">
              <w:t>A low or decreasing proportion of people deferring treatment due to financial barriers indicates more widely affordable access to medications.</w:t>
            </w:r>
          </w:p>
          <w:p w:rsidR="00B65E3F" w:rsidRDefault="00B65E3F" w:rsidP="00B65E3F">
            <w:pPr>
              <w:pStyle w:val="Box"/>
            </w:pPr>
            <w:r w:rsidRPr="00A97F84">
              <w:t xml:space="preserve">Data </w:t>
            </w:r>
            <w:r>
              <w:t xml:space="preserve">reported </w:t>
            </w:r>
            <w:r w:rsidRPr="00A97F84">
              <w:t>for this indicator are</w:t>
            </w:r>
            <w:r>
              <w:t>:</w:t>
            </w:r>
          </w:p>
          <w:p w:rsidR="00B65E3F" w:rsidRDefault="00B65E3F" w:rsidP="00B65E3F">
            <w:pPr>
              <w:pStyle w:val="BoxListBullet"/>
            </w:pPr>
            <w:r w:rsidRPr="00065D58">
              <w:t>comparable (subject to caveats) across jurisdictions and over time</w:t>
            </w:r>
          </w:p>
          <w:p w:rsidR="00B65E3F" w:rsidRDefault="00B65E3F" w:rsidP="00B65E3F">
            <w:pPr>
              <w:pStyle w:val="BoxListBullet"/>
            </w:pPr>
            <w:r w:rsidRPr="00065D58">
              <w:t xml:space="preserve">complete (subject to caveats) for the current reporting period. All required </w:t>
            </w:r>
            <w:r w:rsidRPr="00B32558">
              <w:t>201</w:t>
            </w:r>
            <w:r w:rsidR="00B32558" w:rsidRPr="00B32558">
              <w:t>5</w:t>
            </w:r>
            <w:r w:rsidRPr="00B32558">
              <w:noBreakHyphen/>
              <w:t>1</w:t>
            </w:r>
            <w:r w:rsidR="00B32558" w:rsidRPr="00B32558">
              <w:t>6</w:t>
            </w:r>
            <w:r w:rsidRPr="00B32558">
              <w:t xml:space="preserve"> data</w:t>
            </w:r>
            <w:r w:rsidRPr="00065D58">
              <w:t xml:space="preserve"> are available for all jurisdictions</w:t>
            </w:r>
            <w:r>
              <w:t>.</w:t>
            </w:r>
          </w:p>
          <w:p w:rsidR="00B65E3F" w:rsidRDefault="00B65E3F" w:rsidP="0016387F">
            <w:pPr>
              <w:pStyle w:val="Box"/>
            </w:pPr>
            <w:r w:rsidRPr="00E95E78">
              <w:t xml:space="preserve">The </w:t>
            </w:r>
            <w:proofErr w:type="spellStart"/>
            <w:r w:rsidRPr="00E95E78">
              <w:t>PExS</w:t>
            </w:r>
            <w:proofErr w:type="spellEnd"/>
            <w:r w:rsidRPr="00E95E78">
              <w:t xml:space="preserve"> does not include people living in discrete Aboriginal and Torres Strait Islander communities, which affects the comparability of the NT results.</w:t>
            </w:r>
            <w:r w:rsidR="0038530E">
              <w:t xml:space="preserve"> </w:t>
            </w:r>
            <w:r w:rsidR="0038530E" w:rsidRPr="00731C00">
              <w:t>Data for Aboriginal and Torres Strait Islander Australians are sourced from a different data collection to the data for the general population and are not directly comparable.</w:t>
            </w:r>
          </w:p>
        </w:tc>
      </w:tr>
      <w:tr w:rsidR="00B65E3F" w:rsidRPr="000863A5" w:rsidTr="00F520F2">
        <w:tc>
          <w:tcPr>
            <w:tcW w:w="8771" w:type="dxa"/>
            <w:tcBorders>
              <w:top w:val="single" w:sz="6" w:space="0" w:color="78A22F"/>
              <w:left w:val="nil"/>
              <w:bottom w:val="nil"/>
              <w:right w:val="nil"/>
            </w:tcBorders>
          </w:tcPr>
          <w:p w:rsidR="00B65E3F" w:rsidRPr="00626D32" w:rsidRDefault="00B65E3F" w:rsidP="00F520F2">
            <w:pPr>
              <w:pStyle w:val="BoxSpaceBelow"/>
            </w:pPr>
          </w:p>
        </w:tc>
      </w:tr>
    </w:tbl>
    <w:p w:rsidR="00327DC7" w:rsidRDefault="003930F9" w:rsidP="00327DC7">
      <w:pPr>
        <w:pStyle w:val="BodyText"/>
      </w:pPr>
      <w:r w:rsidRPr="00A97F84">
        <w:t>Nationally</w:t>
      </w:r>
      <w:r w:rsidR="00040398" w:rsidRPr="00A97F84">
        <w:t xml:space="preserve"> </w:t>
      </w:r>
      <w:r w:rsidR="00040398" w:rsidRPr="00211B55">
        <w:t xml:space="preserve">in </w:t>
      </w:r>
      <w:r w:rsidR="00040398" w:rsidRPr="00F13CD6">
        <w:t>201</w:t>
      </w:r>
      <w:r w:rsidR="00F13CD6" w:rsidRPr="00F13CD6">
        <w:t>5</w:t>
      </w:r>
      <w:r w:rsidR="0064097A" w:rsidRPr="00F13CD6">
        <w:noBreakHyphen/>
      </w:r>
      <w:r w:rsidR="005852B7" w:rsidRPr="00F13CD6">
        <w:t>1</w:t>
      </w:r>
      <w:r w:rsidR="00F13CD6" w:rsidRPr="00F13CD6">
        <w:t>6</w:t>
      </w:r>
      <w:r w:rsidR="00040398" w:rsidRPr="00F13CD6">
        <w:t>,</w:t>
      </w:r>
      <w:r w:rsidR="00C77D26" w:rsidRPr="00F13CD6">
        <w:t xml:space="preserve"> </w:t>
      </w:r>
      <w:r w:rsidR="00A673D5" w:rsidRPr="00693B62">
        <w:t>7</w:t>
      </w:r>
      <w:r w:rsidR="0066571C" w:rsidRPr="00693B62">
        <w:t>.</w:t>
      </w:r>
      <w:r w:rsidR="00A673D5" w:rsidRPr="00693B62">
        <w:t>6</w:t>
      </w:r>
      <w:r w:rsidR="00C77D26" w:rsidRPr="00693B62">
        <w:t xml:space="preserve"> per cent</w:t>
      </w:r>
      <w:r w:rsidR="00C77D26" w:rsidRPr="00F13CD6">
        <w:t xml:space="preserve"> of respondents delay</w:t>
      </w:r>
      <w:r w:rsidR="00184473" w:rsidRPr="00F13CD6">
        <w:t>ed</w:t>
      </w:r>
      <w:r w:rsidR="00C77D26" w:rsidRPr="00F13CD6">
        <w:t xml:space="preserve"> or </w:t>
      </w:r>
      <w:r w:rsidR="00184473" w:rsidRPr="00F13CD6">
        <w:t xml:space="preserve">did </w:t>
      </w:r>
      <w:r w:rsidR="00C77D26" w:rsidRPr="00F13CD6">
        <w:t>not purchas</w:t>
      </w:r>
      <w:r w:rsidR="00184473" w:rsidRPr="00F13CD6">
        <w:t>e</w:t>
      </w:r>
      <w:r w:rsidR="00991698" w:rsidRPr="00F13CD6">
        <w:t xml:space="preserve"> prescribed</w:t>
      </w:r>
      <w:r w:rsidR="00C77D26" w:rsidRPr="00F13CD6">
        <w:t xml:space="preserve"> medicines due to cost </w:t>
      </w:r>
      <w:r w:rsidR="00D0561C" w:rsidRPr="00F13CD6">
        <w:t>in the previous</w:t>
      </w:r>
      <w:r w:rsidR="00C77D26" w:rsidRPr="00F13CD6">
        <w:t xml:space="preserve"> </w:t>
      </w:r>
      <w:r w:rsidR="00184473" w:rsidRPr="00F13CD6">
        <w:t>12 month period</w:t>
      </w:r>
      <w:r w:rsidR="003C4080" w:rsidRPr="00456535">
        <w:t xml:space="preserve"> (</w:t>
      </w:r>
      <w:r w:rsidR="00186D80" w:rsidRPr="00456535">
        <w:t>figure </w:t>
      </w:r>
      <w:r w:rsidR="00897589" w:rsidRPr="00456535">
        <w:t>10.</w:t>
      </w:r>
      <w:r w:rsidR="003C4080" w:rsidRPr="00456535">
        <w:t>1</w:t>
      </w:r>
      <w:r w:rsidR="00BB6F30">
        <w:t>1</w:t>
      </w:r>
      <w:r w:rsidR="00A04C16" w:rsidRPr="00456535">
        <w:t>).</w:t>
      </w:r>
      <w:r w:rsidR="00744C67" w:rsidRPr="00211B55">
        <w:t xml:space="preserve"> </w:t>
      </w:r>
      <w:r w:rsidR="00327DC7" w:rsidRPr="00211B55">
        <w:t xml:space="preserve">Data for Aboriginal and Torres Strait Islander Australians </w:t>
      </w:r>
      <w:r w:rsidR="00327DC7">
        <w:t>are</w:t>
      </w:r>
      <w:r w:rsidR="00327DC7" w:rsidRPr="009F5AA4">
        <w:t xml:space="preserve"> </w:t>
      </w:r>
      <w:r w:rsidR="00327DC7">
        <w:t xml:space="preserve">presented </w:t>
      </w:r>
      <w:r w:rsidR="00327DC7" w:rsidRPr="007305C4">
        <w:t xml:space="preserve">in </w:t>
      </w:r>
      <w:r w:rsidR="00327DC7" w:rsidRPr="00F13CD6">
        <w:t>table </w:t>
      </w:r>
      <w:proofErr w:type="spellStart"/>
      <w:r w:rsidR="00327DC7" w:rsidRPr="00F13CD6">
        <w:t>10A.4</w:t>
      </w:r>
      <w:r w:rsidR="0070779C">
        <w:t>0</w:t>
      </w:r>
      <w:proofErr w:type="spellEnd"/>
      <w:r w:rsidR="00327DC7">
        <w:t>.</w:t>
      </w:r>
      <w:r w:rsidR="00327DC7" w:rsidRPr="007305C4">
        <w:t xml:space="preserve"> </w:t>
      </w:r>
      <w:r w:rsidR="00327DC7">
        <w:t>These data are sourced from a different data collection to the data for the general population and are not directly comparable.</w:t>
      </w:r>
    </w:p>
    <w:p w:rsidR="00AE602A" w:rsidRDefault="00AE602A" w:rsidP="00E269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E602A" w:rsidTr="00E2697F">
        <w:trPr>
          <w:tblHeader/>
        </w:trPr>
        <w:tc>
          <w:tcPr>
            <w:tcW w:w="8771" w:type="dxa"/>
            <w:tcBorders>
              <w:top w:val="single" w:sz="6" w:space="0" w:color="78A22F"/>
              <w:left w:val="nil"/>
              <w:bottom w:val="nil"/>
              <w:right w:val="nil"/>
            </w:tcBorders>
            <w:shd w:val="clear" w:color="auto" w:fill="auto"/>
          </w:tcPr>
          <w:p w:rsidR="00AE602A" w:rsidRPr="00176D3F" w:rsidRDefault="00AE602A" w:rsidP="00AE602A">
            <w:pPr>
              <w:pStyle w:val="FigureTitle"/>
            </w:pPr>
            <w:r w:rsidRPr="00784A05">
              <w:rPr>
                <w:b w:val="0"/>
              </w:rPr>
              <w:t xml:space="preserve">Figure </w:t>
            </w:r>
            <w:r>
              <w:rPr>
                <w:b w:val="0"/>
              </w:rPr>
              <w:t>10.</w:t>
            </w:r>
            <w:r w:rsidR="008F09D3">
              <w:rPr>
                <w:b w:val="0"/>
                <w:noProof/>
              </w:rPr>
              <w:t>11</w:t>
            </w:r>
            <w:r>
              <w:tab/>
            </w:r>
            <w:r w:rsidRPr="00DC2389">
              <w:t xml:space="preserve">People deferring </w:t>
            </w:r>
            <w:r>
              <w:t>buying prescribed medicines due to cost</w:t>
            </w:r>
            <w:r w:rsidRPr="00CD5CD3">
              <w:rPr>
                <w:rStyle w:val="NoteLabel"/>
                <w:b/>
              </w:rPr>
              <w:t>a</w:t>
            </w:r>
            <w:r>
              <w:rPr>
                <w:rStyle w:val="NoteLabel"/>
                <w:b/>
              </w:rPr>
              <w:t>, b</w:t>
            </w:r>
          </w:p>
        </w:tc>
      </w:tr>
      <w:tr w:rsidR="00AE602A" w:rsidTr="00E2697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E602A" w:rsidRPr="00B1465D" w:rsidTr="00E2697F">
              <w:trPr>
                <w:tblHeader/>
                <w:jc w:val="center"/>
              </w:trPr>
              <w:tc>
                <w:tcPr>
                  <w:tcW w:w="5000" w:type="pct"/>
                  <w:tcBorders>
                    <w:top w:val="nil"/>
                    <w:bottom w:val="nil"/>
                  </w:tcBorders>
                </w:tcPr>
                <w:p w:rsidR="00AE602A" w:rsidRPr="00B1465D" w:rsidRDefault="00E2697F" w:rsidP="00E2697F">
                  <w:pPr>
                    <w:pStyle w:val="Figure"/>
                    <w:spacing w:before="60" w:after="60"/>
                    <w:rPr>
                      <w:rFonts w:ascii="Arial" w:hAnsi="Arial" w:cs="Arial"/>
                      <w:sz w:val="18"/>
                      <w:szCs w:val="18"/>
                    </w:rPr>
                  </w:pPr>
                  <w:r>
                    <w:rPr>
                      <w:rFonts w:ascii="Arial" w:hAnsi="Arial" w:cs="Arial"/>
                      <w:noProof/>
                      <w:sz w:val="18"/>
                      <w:szCs w:val="18"/>
                    </w:rPr>
                    <w:drawing>
                      <wp:inline distT="0" distB="0" distL="0" distR="0" wp14:anchorId="61D4CFA4" wp14:editId="3C2EB267">
                        <wp:extent cx="5353050" cy="2971800"/>
                        <wp:effectExtent l="0" t="0" r="0" b="0"/>
                        <wp:docPr id="14" name="Picture 14" descr="Figure 10.11 People deferring buying prescribed medicines due to co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3050" cy="2971800"/>
                                </a:xfrm>
                                <a:prstGeom prst="rect">
                                  <a:avLst/>
                                </a:prstGeom>
                                <a:noFill/>
                                <a:ln>
                                  <a:noFill/>
                                </a:ln>
                              </pic:spPr>
                            </pic:pic>
                          </a:graphicData>
                        </a:graphic>
                      </wp:inline>
                    </w:drawing>
                  </w:r>
                </w:p>
              </w:tc>
            </w:tr>
          </w:tbl>
          <w:p w:rsidR="00AE602A" w:rsidRDefault="00AE602A" w:rsidP="00E2697F">
            <w:pPr>
              <w:pStyle w:val="Figure"/>
            </w:pPr>
          </w:p>
        </w:tc>
      </w:tr>
      <w:tr w:rsidR="00AE602A" w:rsidRPr="00176D3F" w:rsidTr="00E2697F">
        <w:tc>
          <w:tcPr>
            <w:tcW w:w="8771" w:type="dxa"/>
            <w:tcBorders>
              <w:top w:val="nil"/>
              <w:left w:val="nil"/>
              <w:bottom w:val="nil"/>
              <w:right w:val="nil"/>
            </w:tcBorders>
            <w:shd w:val="clear" w:color="auto" w:fill="auto"/>
          </w:tcPr>
          <w:p w:rsidR="00AE602A" w:rsidRPr="00176D3F" w:rsidRDefault="00AE602A" w:rsidP="00AE602A">
            <w:pPr>
              <w:pStyle w:val="Note"/>
            </w:pPr>
            <w:r>
              <w:rPr>
                <w:rStyle w:val="NoteLabel"/>
              </w:rPr>
              <w:t>a</w:t>
            </w:r>
            <w:r>
              <w:t xml:space="preserve"> </w:t>
            </w:r>
            <w:r w:rsidRPr="005452F4">
              <w:t xml:space="preserve">See box 10.8 and </w:t>
            </w:r>
            <w:r w:rsidRPr="00F13CD6">
              <w:t xml:space="preserve">table </w:t>
            </w:r>
            <w:proofErr w:type="spellStart"/>
            <w:r w:rsidRPr="00F13CD6">
              <w:t>10A.</w:t>
            </w:r>
            <w:r>
              <w:t>39</w:t>
            </w:r>
            <w:proofErr w:type="spellEnd"/>
            <w:r w:rsidRPr="005452F4">
              <w:t xml:space="preserve"> for detailed defi</w:t>
            </w:r>
            <w:r>
              <w:t xml:space="preserve">nitions, footnotes and caveats. </w:t>
            </w:r>
            <w:r>
              <w:rPr>
                <w:rStyle w:val="NoteLabel"/>
              </w:rPr>
              <w:t>b</w:t>
            </w:r>
            <w:r>
              <w:t xml:space="preserve"> </w:t>
            </w:r>
            <w:r w:rsidRPr="00AC119F">
              <w:rPr>
                <w:rFonts w:asciiTheme="minorHAnsi" w:hAnsiTheme="minorHAnsi"/>
                <w:szCs w:val="18"/>
              </w:rPr>
              <w:t>Error bars represent the 95 per cent confidence interval associated with each point estimate</w:t>
            </w:r>
            <w:r w:rsidRPr="008A7681">
              <w:rPr>
                <w:rFonts w:asciiTheme="minorHAnsi" w:hAnsiTheme="minorHAnsi"/>
                <w:sz w:val="22"/>
                <w:szCs w:val="22"/>
              </w:rPr>
              <w:t>.</w:t>
            </w:r>
          </w:p>
        </w:tc>
      </w:tr>
      <w:tr w:rsidR="00AE602A" w:rsidRPr="00176D3F" w:rsidTr="00E2697F">
        <w:tc>
          <w:tcPr>
            <w:tcW w:w="8771" w:type="dxa"/>
            <w:tcBorders>
              <w:top w:val="nil"/>
              <w:left w:val="nil"/>
              <w:bottom w:val="nil"/>
              <w:right w:val="nil"/>
            </w:tcBorders>
            <w:shd w:val="clear" w:color="auto" w:fill="auto"/>
          </w:tcPr>
          <w:p w:rsidR="00AE602A" w:rsidRPr="00176D3F" w:rsidRDefault="00B27ED2" w:rsidP="00E2697F">
            <w:pPr>
              <w:pStyle w:val="Source"/>
            </w:pPr>
            <w:r>
              <w:rPr>
                <w:i/>
              </w:rPr>
              <w:t>S</w:t>
            </w:r>
            <w:r w:rsidR="00AE602A" w:rsidRPr="00784A05">
              <w:rPr>
                <w:i/>
              </w:rPr>
              <w:t>ource</w:t>
            </w:r>
            <w:r w:rsidR="00AE602A" w:rsidRPr="00176D3F">
              <w:t xml:space="preserve">: </w:t>
            </w:r>
            <w:r w:rsidRPr="00C60B1C">
              <w:t xml:space="preserve">ABS (unpublished) </w:t>
            </w:r>
            <w:r w:rsidRPr="00CD3050">
              <w:t>Patient Experience Survey</w:t>
            </w:r>
            <w:r w:rsidRPr="00C60B1C">
              <w:t xml:space="preserve"> </w:t>
            </w:r>
            <w:r w:rsidRPr="0092342D">
              <w:t>(various years)</w:t>
            </w:r>
            <w:r w:rsidRPr="00211B55">
              <w:t>, Cat</w:t>
            </w:r>
            <w:r w:rsidRPr="00C60B1C">
              <w:t>. no. 4839.0;</w:t>
            </w:r>
            <w:r w:rsidRPr="00F3427A">
              <w:t xml:space="preserve"> </w:t>
            </w:r>
            <w:r>
              <w:t>table </w:t>
            </w:r>
            <w:proofErr w:type="spellStart"/>
            <w:r>
              <w:t>10A.39</w:t>
            </w:r>
            <w:proofErr w:type="spellEnd"/>
            <w:r>
              <w:t>.</w:t>
            </w:r>
          </w:p>
        </w:tc>
      </w:tr>
      <w:tr w:rsidR="00AE602A" w:rsidTr="00E2697F">
        <w:tc>
          <w:tcPr>
            <w:tcW w:w="8771" w:type="dxa"/>
            <w:tcBorders>
              <w:top w:val="nil"/>
              <w:left w:val="nil"/>
              <w:bottom w:val="single" w:sz="6" w:space="0" w:color="78A22F"/>
              <w:right w:val="nil"/>
            </w:tcBorders>
            <w:shd w:val="clear" w:color="auto" w:fill="auto"/>
          </w:tcPr>
          <w:p w:rsidR="00AE602A" w:rsidRDefault="00AE602A" w:rsidP="00E2697F">
            <w:pPr>
              <w:pStyle w:val="Figurespace"/>
            </w:pPr>
          </w:p>
        </w:tc>
      </w:tr>
      <w:tr w:rsidR="00AE602A" w:rsidRPr="000863A5" w:rsidTr="00E2697F">
        <w:tc>
          <w:tcPr>
            <w:tcW w:w="8771" w:type="dxa"/>
            <w:tcBorders>
              <w:top w:val="single" w:sz="6" w:space="0" w:color="78A22F"/>
              <w:left w:val="nil"/>
              <w:bottom w:val="nil"/>
              <w:right w:val="nil"/>
            </w:tcBorders>
          </w:tcPr>
          <w:p w:rsidR="00AE602A" w:rsidRPr="00626D32" w:rsidRDefault="00AE602A" w:rsidP="00E2697F">
            <w:pPr>
              <w:pStyle w:val="BoxSpaceBelow"/>
            </w:pPr>
          </w:p>
        </w:tc>
      </w:tr>
    </w:tbl>
    <w:p w:rsidR="00904CC7" w:rsidRDefault="00015016" w:rsidP="009111EF">
      <w:pPr>
        <w:pStyle w:val="Heading4"/>
      </w:pPr>
      <w:r>
        <w:t xml:space="preserve">Access – </w:t>
      </w:r>
      <w:r w:rsidR="00685082">
        <w:t>P</w:t>
      </w:r>
      <w:r w:rsidR="00685082" w:rsidRPr="00BD668B">
        <w:t>ublic dentistry</w:t>
      </w:r>
      <w:r w:rsidR="00685082">
        <w:t xml:space="preserve"> waiting times</w:t>
      </w:r>
    </w:p>
    <w:p w:rsidR="00B96D0A" w:rsidRDefault="00BD668B" w:rsidP="00F728FE">
      <w:pPr>
        <w:pStyle w:val="BodyText"/>
      </w:pPr>
      <w:r>
        <w:t>‘</w:t>
      </w:r>
      <w:r w:rsidR="00685082" w:rsidRPr="00685082">
        <w:t>Public dentistry waiting times</w:t>
      </w:r>
      <w:r>
        <w:t>’ is an indicator of governments’ objective to ensure timely access to public dental services for eligible people</w:t>
      </w:r>
      <w:r w:rsidR="001A3585">
        <w:t xml:space="preserve"> (</w:t>
      </w:r>
      <w:r w:rsidR="00897589">
        <w:t>box 10.</w:t>
      </w:r>
      <w:r w:rsidR="00B96D0A">
        <w:t>9)</w:t>
      </w:r>
      <w:r w:rsidR="008D6683">
        <w:t>.</w:t>
      </w:r>
    </w:p>
    <w:p w:rsidR="00B65E3F" w:rsidRDefault="00B65E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5E3F" w:rsidTr="00F520F2">
        <w:tc>
          <w:tcPr>
            <w:tcW w:w="8771" w:type="dxa"/>
            <w:tcBorders>
              <w:top w:val="single" w:sz="6" w:space="0" w:color="78A22F"/>
              <w:left w:val="nil"/>
              <w:bottom w:val="nil"/>
              <w:right w:val="nil"/>
            </w:tcBorders>
            <w:shd w:val="clear" w:color="auto" w:fill="F2F2F2"/>
          </w:tcPr>
          <w:p w:rsidR="00B65E3F" w:rsidRDefault="00B65E3F" w:rsidP="006B1262">
            <w:pPr>
              <w:pStyle w:val="BoxTitle"/>
            </w:pPr>
            <w:r>
              <w:rPr>
                <w:b w:val="0"/>
              </w:rPr>
              <w:t>Box 10.</w:t>
            </w:r>
            <w:r w:rsidR="008F09D3">
              <w:rPr>
                <w:b w:val="0"/>
                <w:noProof/>
              </w:rPr>
              <w:t>9</w:t>
            </w:r>
            <w:r>
              <w:tab/>
            </w:r>
            <w:r w:rsidRPr="00C66DC8">
              <w:t>Public dentistry waiting times</w:t>
            </w:r>
          </w:p>
        </w:tc>
      </w:tr>
      <w:tr w:rsidR="00B65E3F" w:rsidTr="00F520F2">
        <w:trPr>
          <w:cantSplit/>
        </w:trPr>
        <w:tc>
          <w:tcPr>
            <w:tcW w:w="8771" w:type="dxa"/>
            <w:tcBorders>
              <w:top w:val="nil"/>
              <w:left w:val="nil"/>
              <w:bottom w:val="nil"/>
              <w:right w:val="nil"/>
            </w:tcBorders>
            <w:shd w:val="clear" w:color="auto" w:fill="F2F2F2"/>
          </w:tcPr>
          <w:p w:rsidR="00B65E3F" w:rsidRDefault="00B65E3F" w:rsidP="00B65E3F">
            <w:pPr>
              <w:pStyle w:val="Box"/>
            </w:pPr>
            <w:r w:rsidRPr="00794489">
              <w:t xml:space="preserve">‘Public dentistry waiting times’ is defined as the </w:t>
            </w:r>
            <w:r>
              <w:t xml:space="preserve">median </w:t>
            </w:r>
            <w:r w:rsidRPr="00794489">
              <w:t xml:space="preserve">time waited between being placed on </w:t>
            </w:r>
            <w:r w:rsidRPr="00794489">
              <w:br/>
              <w:t>a public dentistry waiting list and</w:t>
            </w:r>
            <w:r>
              <w:t xml:space="preserve"> receiving dental care (or, if data not available, being offered dental care).</w:t>
            </w:r>
          </w:p>
          <w:p w:rsidR="00B65E3F" w:rsidRPr="00794489" w:rsidRDefault="00B65E3F" w:rsidP="00B65E3F">
            <w:pPr>
              <w:pStyle w:val="Box"/>
            </w:pPr>
            <w:r w:rsidRPr="00794489">
              <w:t xml:space="preserve">A </w:t>
            </w:r>
            <w:r>
              <w:t>shorter median time waited</w:t>
            </w:r>
            <w:r w:rsidRPr="00794489">
              <w:t xml:space="preserve"> to see a dental professional indicates more timely access to public dental services.</w:t>
            </w:r>
          </w:p>
          <w:p w:rsidR="00B65E3F" w:rsidRPr="00794489" w:rsidRDefault="00B65E3F" w:rsidP="00B65E3F">
            <w:pPr>
              <w:pStyle w:val="Box"/>
            </w:pPr>
            <w:r w:rsidRPr="00794489">
              <w:t>Data reported for this indicator are:</w:t>
            </w:r>
          </w:p>
          <w:p w:rsidR="00B65E3F" w:rsidRPr="00794489" w:rsidRDefault="00B65E3F" w:rsidP="00B65E3F">
            <w:pPr>
              <w:pStyle w:val="BoxListBullet"/>
            </w:pPr>
            <w:r w:rsidRPr="00755F6E">
              <w:t xml:space="preserve">comparable (subject to caveats) within jurisdictions over time but are not </w:t>
            </w:r>
            <w:r>
              <w:t>comparable across jurisdictions</w:t>
            </w:r>
          </w:p>
          <w:p w:rsidR="00B65E3F" w:rsidRDefault="00B65E3F" w:rsidP="00585D36">
            <w:pPr>
              <w:pStyle w:val="BoxListBullet"/>
            </w:pPr>
            <w:r w:rsidRPr="00C553EB">
              <w:t xml:space="preserve">incomplete for the current reporting period. All required </w:t>
            </w:r>
            <w:r w:rsidRPr="006B1262">
              <w:t>201</w:t>
            </w:r>
            <w:r w:rsidR="006B1262" w:rsidRPr="006B1262">
              <w:t>5</w:t>
            </w:r>
            <w:r w:rsidRPr="006B1262">
              <w:noBreakHyphen/>
              <w:t>1</w:t>
            </w:r>
            <w:r w:rsidR="006B1262" w:rsidRPr="006B1262">
              <w:t>6</w:t>
            </w:r>
            <w:r w:rsidRPr="006B1262">
              <w:t xml:space="preserve"> data</w:t>
            </w:r>
            <w:r w:rsidRPr="00C553EB">
              <w:t xml:space="preserve"> were not available for</w:t>
            </w:r>
            <w:r>
              <w:t xml:space="preserve"> NSW</w:t>
            </w:r>
            <w:r w:rsidR="00585D36">
              <w:t xml:space="preserve"> </w:t>
            </w:r>
            <w:r>
              <w:t>and the NT.</w:t>
            </w:r>
          </w:p>
        </w:tc>
      </w:tr>
      <w:tr w:rsidR="00B65E3F" w:rsidTr="00F520F2">
        <w:trPr>
          <w:cantSplit/>
        </w:trPr>
        <w:tc>
          <w:tcPr>
            <w:tcW w:w="8771" w:type="dxa"/>
            <w:tcBorders>
              <w:top w:val="nil"/>
              <w:left w:val="nil"/>
              <w:bottom w:val="single" w:sz="6" w:space="0" w:color="78A22F"/>
              <w:right w:val="nil"/>
            </w:tcBorders>
            <w:shd w:val="clear" w:color="auto" w:fill="F2F2F2"/>
          </w:tcPr>
          <w:p w:rsidR="00B65E3F" w:rsidRDefault="00B65E3F">
            <w:pPr>
              <w:pStyle w:val="Box"/>
              <w:spacing w:before="0" w:line="120" w:lineRule="exact"/>
            </w:pPr>
          </w:p>
        </w:tc>
      </w:tr>
      <w:tr w:rsidR="00B65E3F" w:rsidRPr="000863A5" w:rsidTr="00F520F2">
        <w:tc>
          <w:tcPr>
            <w:tcW w:w="8771" w:type="dxa"/>
            <w:tcBorders>
              <w:top w:val="single" w:sz="6" w:space="0" w:color="78A22F"/>
              <w:left w:val="nil"/>
              <w:bottom w:val="nil"/>
              <w:right w:val="nil"/>
            </w:tcBorders>
          </w:tcPr>
          <w:p w:rsidR="00B65E3F" w:rsidRPr="00626D32" w:rsidRDefault="00B65E3F" w:rsidP="00F520F2">
            <w:pPr>
              <w:pStyle w:val="BoxSpaceBelow"/>
            </w:pPr>
          </w:p>
        </w:tc>
      </w:tr>
    </w:tbl>
    <w:p w:rsidR="0055209A" w:rsidRPr="00097C57" w:rsidRDefault="00B96BBB" w:rsidP="00F83907">
      <w:pPr>
        <w:pStyle w:val="BodyText"/>
        <w:tabs>
          <w:tab w:val="left" w:pos="8222"/>
        </w:tabs>
      </w:pPr>
      <w:r w:rsidRPr="00324E27">
        <w:t>Data for t</w:t>
      </w:r>
      <w:r w:rsidR="00092075" w:rsidRPr="00324E27">
        <w:t>he median time waited by</w:t>
      </w:r>
      <w:r w:rsidR="00CD3AF3" w:rsidRPr="00324E27">
        <w:t xml:space="preserve"> people </w:t>
      </w:r>
      <w:r w:rsidR="00821480" w:rsidRPr="00324E27">
        <w:t xml:space="preserve">on a public dental waiting list </w:t>
      </w:r>
      <w:r w:rsidR="00122740" w:rsidRPr="00324E27">
        <w:t xml:space="preserve">are presented for </w:t>
      </w:r>
      <w:r w:rsidR="00CA3966">
        <w:t>s</w:t>
      </w:r>
      <w:r w:rsidR="00122740" w:rsidRPr="00324E27">
        <w:t xml:space="preserve">tates and </w:t>
      </w:r>
      <w:r w:rsidR="00CA3966">
        <w:t>t</w:t>
      </w:r>
      <w:r w:rsidR="00122740" w:rsidRPr="00324E27">
        <w:t xml:space="preserve">erritories in </w:t>
      </w:r>
      <w:r w:rsidR="00122740" w:rsidRPr="006B1262">
        <w:t xml:space="preserve">tables </w:t>
      </w:r>
      <w:proofErr w:type="spellStart"/>
      <w:r w:rsidR="00122740" w:rsidRPr="006B1262">
        <w:t>10A.4</w:t>
      </w:r>
      <w:r w:rsidR="0070779C">
        <w:t>1</w:t>
      </w:r>
      <w:proofErr w:type="spellEnd"/>
      <w:r w:rsidR="00122740" w:rsidRPr="006B1262">
        <w:t>–</w:t>
      </w:r>
      <w:r w:rsidR="0070779C">
        <w:t>48</w:t>
      </w:r>
      <w:r w:rsidR="006B1262">
        <w:t>.</w:t>
      </w:r>
    </w:p>
    <w:p w:rsidR="009F5AA4" w:rsidRDefault="00325FCB" w:rsidP="00B36A70">
      <w:pPr>
        <w:pStyle w:val="Heading4"/>
      </w:pPr>
      <w:r>
        <w:lastRenderedPageBreak/>
        <w:t xml:space="preserve">Appropriateness – </w:t>
      </w:r>
      <w:r w:rsidR="004815B8">
        <w:t>Chronic disease management</w:t>
      </w:r>
    </w:p>
    <w:p w:rsidR="006B1262" w:rsidRDefault="006B1262" w:rsidP="006B1262">
      <w:pPr>
        <w:pStyle w:val="BodyText"/>
      </w:pPr>
      <w:r>
        <w:t>‘</w:t>
      </w:r>
      <w:r w:rsidRPr="004815B8">
        <w:t>Chronic disease management</w:t>
      </w:r>
      <w:r>
        <w:t>’</w:t>
      </w:r>
      <w:r w:rsidRPr="00D00A5A">
        <w:t xml:space="preserve"> </w:t>
      </w:r>
      <w:r>
        <w:t>is an indicator of governments’ objective to ensure that management of chronic disease is appropriate and responsive to individual needs (</w:t>
      </w:r>
      <w:r w:rsidRPr="00350258">
        <w:t>box</w:t>
      </w:r>
      <w:r w:rsidR="00F5404E">
        <w:t> </w:t>
      </w:r>
      <w:r w:rsidRPr="00350258">
        <w:t>10.1</w:t>
      </w:r>
      <w:r>
        <w:t xml:space="preserve">0). </w:t>
      </w:r>
    </w:p>
    <w:p w:rsidR="006B1262" w:rsidRDefault="006B12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B1262" w:rsidTr="00CB64A6">
        <w:tc>
          <w:tcPr>
            <w:tcW w:w="8771" w:type="dxa"/>
            <w:tcBorders>
              <w:top w:val="single" w:sz="6" w:space="0" w:color="78A22F"/>
              <w:left w:val="nil"/>
              <w:bottom w:val="nil"/>
              <w:right w:val="nil"/>
            </w:tcBorders>
            <w:shd w:val="clear" w:color="auto" w:fill="F2F2F2"/>
          </w:tcPr>
          <w:p w:rsidR="006B1262" w:rsidRDefault="006B1262">
            <w:pPr>
              <w:pStyle w:val="BoxTitle"/>
            </w:pPr>
            <w:r>
              <w:rPr>
                <w:b w:val="0"/>
              </w:rPr>
              <w:t>Box 10.</w:t>
            </w:r>
            <w:r w:rsidR="008F09D3">
              <w:rPr>
                <w:b w:val="0"/>
                <w:noProof/>
              </w:rPr>
              <w:t>10</w:t>
            </w:r>
            <w:r>
              <w:tab/>
            </w:r>
            <w:r w:rsidR="00DB3602" w:rsidRPr="004815B8">
              <w:t>Chronic disease management</w:t>
            </w:r>
          </w:p>
        </w:tc>
      </w:tr>
      <w:tr w:rsidR="006B1262" w:rsidTr="00CB64A6">
        <w:tc>
          <w:tcPr>
            <w:tcW w:w="8771" w:type="dxa"/>
            <w:tcBorders>
              <w:top w:val="nil"/>
              <w:left w:val="nil"/>
              <w:bottom w:val="nil"/>
              <w:right w:val="nil"/>
            </w:tcBorders>
            <w:shd w:val="clear" w:color="auto" w:fill="F2F2F2"/>
          </w:tcPr>
          <w:p w:rsidR="00DB3602" w:rsidRDefault="00DB3602" w:rsidP="00DB3602">
            <w:pPr>
              <w:pStyle w:val="Box"/>
            </w:pPr>
            <w:r>
              <w:t>‘</w:t>
            </w:r>
            <w:r w:rsidRPr="004815B8">
              <w:t>Chronic disease management</w:t>
            </w:r>
            <w:r>
              <w:t>’</w:t>
            </w:r>
            <w:r w:rsidRPr="00F34472">
              <w:t xml:space="preserve"> </w:t>
            </w:r>
            <w:r>
              <w:t>is defined by three measures:</w:t>
            </w:r>
          </w:p>
          <w:p w:rsidR="00DB3602" w:rsidRDefault="00043F49" w:rsidP="00DB3602">
            <w:pPr>
              <w:pStyle w:val="BoxListBullet"/>
            </w:pPr>
            <w:r>
              <w:t>M</w:t>
            </w:r>
            <w:r w:rsidR="00DB3602">
              <w:t xml:space="preserve">anagement of diabetes — </w:t>
            </w:r>
            <w:r w:rsidR="00DB3602" w:rsidRPr="007E0F82">
              <w:t>PIP diabetes incentive</w:t>
            </w:r>
            <w:r w:rsidR="00DB3602">
              <w:t>, defined as</w:t>
            </w:r>
            <w:r w:rsidR="00DB3602" w:rsidRPr="007E0F82">
              <w:t xml:space="preserve"> </w:t>
            </w:r>
            <w:r w:rsidR="00DB3602" w:rsidRPr="00CF4AC4">
              <w:t xml:space="preserve">the proportion of general practices enrolled in the PIP that are registered for the PIP </w:t>
            </w:r>
            <w:r w:rsidR="00DB3602">
              <w:t>diabetes</w:t>
            </w:r>
            <w:r w:rsidR="00DB3602" w:rsidRPr="00CF4AC4">
              <w:t xml:space="preserve"> incentive</w:t>
            </w:r>
          </w:p>
          <w:p w:rsidR="00DB3602" w:rsidRDefault="00043F49" w:rsidP="00DB3602">
            <w:pPr>
              <w:pStyle w:val="BoxListBullet"/>
            </w:pPr>
            <w:r>
              <w:t>M</w:t>
            </w:r>
            <w:r w:rsidR="00DB3602">
              <w:t xml:space="preserve">anagement of diabetes — </w:t>
            </w:r>
            <w:proofErr w:type="spellStart"/>
            <w:r w:rsidR="00DB3602" w:rsidRPr="004C6697">
              <w:t>HbA1c</w:t>
            </w:r>
            <w:proofErr w:type="spellEnd"/>
            <w:r w:rsidR="00DB3602">
              <w:t>, defined as t</w:t>
            </w:r>
            <w:r w:rsidR="00DB3602" w:rsidRPr="004C6697">
              <w:t xml:space="preserve">he proportion of people with diabetes with </w:t>
            </w:r>
            <w:proofErr w:type="spellStart"/>
            <w:r w:rsidR="00DB3602" w:rsidRPr="004C6697">
              <w:t>HbA1c</w:t>
            </w:r>
            <w:proofErr w:type="spellEnd"/>
            <w:r w:rsidR="00DB3602" w:rsidRPr="004C6697">
              <w:t xml:space="preserve"> (</w:t>
            </w:r>
            <w:proofErr w:type="spellStart"/>
            <w:r w:rsidR="00DB3602" w:rsidRPr="004C6697">
              <w:t>glycosolate</w:t>
            </w:r>
            <w:r w:rsidR="00DB3602">
              <w:t>d</w:t>
            </w:r>
            <w:proofErr w:type="spellEnd"/>
            <w:r w:rsidR="00DB3602">
              <w:t xml:space="preserve"> haemoglobin) below 7 per cent (</w:t>
            </w:r>
            <w:r w:rsidR="00DB3602" w:rsidRPr="004C6697">
              <w:t xml:space="preserve">the number of people with diabetes with </w:t>
            </w:r>
            <w:proofErr w:type="spellStart"/>
            <w:r w:rsidR="00DB3602" w:rsidRPr="004C6697">
              <w:t>HbA1c</w:t>
            </w:r>
            <w:proofErr w:type="spellEnd"/>
            <w:r w:rsidR="00DB3602" w:rsidRPr="004C6697">
              <w:t xml:space="preserve"> below 7 per cent, divided by the estimated number of people with diabetes</w:t>
            </w:r>
            <w:r w:rsidR="00DB3602">
              <w:t>)</w:t>
            </w:r>
          </w:p>
          <w:p w:rsidR="00DB3602" w:rsidRDefault="00043F49" w:rsidP="00DB3602">
            <w:pPr>
              <w:pStyle w:val="BoxListBullet"/>
            </w:pPr>
            <w:r>
              <w:t>M</w:t>
            </w:r>
            <w:r w:rsidR="00DB3602">
              <w:t>anagement of asthma, defined as the proportion of people with asthma who have a written asthma action plan</w:t>
            </w:r>
          </w:p>
          <w:p w:rsidR="00DB3602" w:rsidRPr="008C5C2B" w:rsidRDefault="00DB3602" w:rsidP="00DB3602">
            <w:pPr>
              <w:pStyle w:val="Box"/>
            </w:pPr>
            <w:r w:rsidRPr="00617D21">
              <w:t>A high</w:t>
            </w:r>
            <w:r w:rsidRPr="008C5C2B">
              <w:t xml:space="preserve"> or increasing proportion </w:t>
            </w:r>
            <w:r>
              <w:t xml:space="preserve">for each measure </w:t>
            </w:r>
            <w:r w:rsidRPr="008C5C2B">
              <w:t>is desirable.</w:t>
            </w:r>
          </w:p>
          <w:p w:rsidR="00DB3602" w:rsidRPr="002F2D31" w:rsidRDefault="00DB3602" w:rsidP="00DB3602">
            <w:pPr>
              <w:keepNext/>
              <w:spacing w:before="120" w:line="260" w:lineRule="atLeast"/>
              <w:jc w:val="both"/>
              <w:rPr>
                <w:rFonts w:ascii="Arial" w:hAnsi="Arial"/>
                <w:sz w:val="20"/>
                <w:szCs w:val="20"/>
              </w:rPr>
            </w:pPr>
            <w:r w:rsidRPr="002F2D31">
              <w:rPr>
                <w:rFonts w:ascii="Arial" w:hAnsi="Arial"/>
                <w:sz w:val="20"/>
                <w:szCs w:val="20"/>
              </w:rPr>
              <w:t>Data reported against this indicator are:</w:t>
            </w:r>
          </w:p>
          <w:p w:rsidR="00DB3602" w:rsidRPr="002F2D31" w:rsidRDefault="00DB3602" w:rsidP="00DB3602">
            <w:pPr>
              <w:pStyle w:val="BoxListBullet"/>
            </w:pPr>
            <w:r w:rsidRPr="002F2D31">
              <w:t>comparable (subject to caveats) across jurisdictions and over time</w:t>
            </w:r>
          </w:p>
          <w:p w:rsidR="00DB3602" w:rsidRPr="002F2D31" w:rsidRDefault="00DB3602" w:rsidP="00DB3602">
            <w:pPr>
              <w:pStyle w:val="BoxListBullet"/>
            </w:pPr>
            <w:r w:rsidRPr="002F2D31">
              <w:t>complete (subject to caveats) for the current reporting period. All required data are available for all jurisdictions for: management of diabetes — PIP diabetes incentive (</w:t>
            </w:r>
            <w:r w:rsidRPr="00B476DB">
              <w:t>201</w:t>
            </w:r>
            <w:r w:rsidR="00B476DB">
              <w:t>6</w:t>
            </w:r>
            <w:r w:rsidRPr="002F2D31">
              <w:t xml:space="preserve">); management of diabetes — </w:t>
            </w:r>
            <w:proofErr w:type="spellStart"/>
            <w:r w:rsidRPr="002F2D31">
              <w:t>HbA1c</w:t>
            </w:r>
            <w:proofErr w:type="spellEnd"/>
            <w:r w:rsidRPr="002F2D31">
              <w:t xml:space="preserve"> (</w:t>
            </w:r>
            <w:r w:rsidRPr="00C91425">
              <w:t>2011</w:t>
            </w:r>
            <w:r w:rsidRPr="00C91425">
              <w:noBreakHyphen/>
              <w:t>12</w:t>
            </w:r>
            <w:r w:rsidRPr="002F2D31">
              <w:t>); and,</w:t>
            </w:r>
            <w:r>
              <w:t xml:space="preserve"> management of asthma (</w:t>
            </w:r>
            <w:r w:rsidRPr="00C91425">
              <w:t>201</w:t>
            </w:r>
            <w:r w:rsidR="00C91425" w:rsidRPr="00C91425">
              <w:t>4</w:t>
            </w:r>
            <w:r w:rsidRPr="00C91425">
              <w:noBreakHyphen/>
              <w:t>1</w:t>
            </w:r>
            <w:r w:rsidR="00C91425">
              <w:t>5</w:t>
            </w:r>
            <w:r>
              <w:t>)</w:t>
            </w:r>
            <w:r w:rsidRPr="002F2D31">
              <w:t xml:space="preserve">. </w:t>
            </w:r>
          </w:p>
          <w:p w:rsidR="006B1262" w:rsidRDefault="00DB3602" w:rsidP="00043F49">
            <w:pPr>
              <w:pStyle w:val="Box"/>
            </w:pPr>
            <w:r w:rsidRPr="00534938">
              <w:t xml:space="preserve">The </w:t>
            </w:r>
            <w:r>
              <w:t>total and non</w:t>
            </w:r>
            <w:r>
              <w:noBreakHyphen/>
              <w:t>Indigenous components of the Australian Health Survey 2011–13 did</w:t>
            </w:r>
            <w:r w:rsidRPr="00534938">
              <w:t xml:space="preserve"> not include people living in discrete Aboriginal and Torres Strait Islander communities</w:t>
            </w:r>
            <w:r>
              <w:t xml:space="preserve"> or very remote areas</w:t>
            </w:r>
            <w:r w:rsidRPr="00534938">
              <w:t>, which affects the comparability of the NT results for the measures</w:t>
            </w:r>
            <w:r>
              <w:t xml:space="preserve"> </w:t>
            </w:r>
            <w:r w:rsidRPr="00534938">
              <w:t xml:space="preserve">management of diabetes — </w:t>
            </w:r>
            <w:proofErr w:type="spellStart"/>
            <w:r w:rsidRPr="00534938">
              <w:t>HbA1c</w:t>
            </w:r>
            <w:proofErr w:type="spellEnd"/>
            <w:r>
              <w:t xml:space="preserve"> and </w:t>
            </w:r>
            <w:r w:rsidRPr="00534938">
              <w:t>management of asthma.</w:t>
            </w:r>
          </w:p>
        </w:tc>
      </w:tr>
      <w:tr w:rsidR="006B1262" w:rsidTr="00CB64A6">
        <w:tc>
          <w:tcPr>
            <w:tcW w:w="8771" w:type="dxa"/>
            <w:tcBorders>
              <w:top w:val="nil"/>
              <w:left w:val="nil"/>
              <w:bottom w:val="single" w:sz="6" w:space="0" w:color="78A22F"/>
              <w:right w:val="nil"/>
            </w:tcBorders>
            <w:shd w:val="clear" w:color="auto" w:fill="F2F2F2"/>
          </w:tcPr>
          <w:p w:rsidR="006B1262" w:rsidRDefault="006B1262">
            <w:pPr>
              <w:pStyle w:val="Box"/>
              <w:spacing w:before="0" w:line="120" w:lineRule="exact"/>
            </w:pPr>
          </w:p>
        </w:tc>
      </w:tr>
      <w:tr w:rsidR="006B1262" w:rsidRPr="000863A5" w:rsidTr="00CB64A6">
        <w:tc>
          <w:tcPr>
            <w:tcW w:w="8771" w:type="dxa"/>
            <w:tcBorders>
              <w:top w:val="single" w:sz="6" w:space="0" w:color="78A22F"/>
              <w:left w:val="nil"/>
              <w:bottom w:val="nil"/>
              <w:right w:val="nil"/>
            </w:tcBorders>
          </w:tcPr>
          <w:p w:rsidR="006B1262" w:rsidRPr="00626D32" w:rsidRDefault="006B1262" w:rsidP="00CB64A6">
            <w:pPr>
              <w:pStyle w:val="BoxSpaceBelow"/>
            </w:pPr>
          </w:p>
        </w:tc>
      </w:tr>
    </w:tbl>
    <w:p w:rsidR="0011550A" w:rsidRDefault="00F3615B" w:rsidP="0011550A">
      <w:pPr>
        <w:pStyle w:val="Heading5"/>
      </w:pPr>
      <w:r>
        <w:t>C</w:t>
      </w:r>
      <w:r w:rsidR="0011550A">
        <w:t>hronic disease</w:t>
      </w:r>
      <w:r>
        <w:t xml:space="preserve"> management </w:t>
      </w:r>
      <w:r w:rsidR="0011550A">
        <w:t>—</w:t>
      </w:r>
      <w:r w:rsidR="00B04241">
        <w:t xml:space="preserve"> diabetes</w:t>
      </w:r>
    </w:p>
    <w:p w:rsidR="00B63E98" w:rsidRPr="00944E91" w:rsidRDefault="001D1C7B" w:rsidP="00B63E98">
      <w:pPr>
        <w:pStyle w:val="BodyText"/>
      </w:pPr>
      <w:r>
        <w:t>Type 2 diabetes is the most common form of diabetes and is largely preventable.</w:t>
      </w:r>
      <w:r w:rsidR="00C53EC2">
        <w:t xml:space="preserve"> </w:t>
      </w:r>
      <w:r w:rsidR="001045F4" w:rsidRPr="00E77D06">
        <w:t xml:space="preserve">The PIP </w:t>
      </w:r>
      <w:r w:rsidR="00C53EC2">
        <w:t>d</w:t>
      </w:r>
      <w:r w:rsidR="001045F4" w:rsidRPr="00E77D06">
        <w:t xml:space="preserve">iabetes incentive provides incentives to eligible practices to improve management of patients with diabetes. </w:t>
      </w:r>
      <w:r w:rsidR="00B63E98" w:rsidRPr="00E77D06">
        <w:t xml:space="preserve">In order to register for the PIP Diabetes incentive, general practices are required to maintain an active patient register and recall and reminder system for all known patients with diabetes mellitus, and to agree to implement an annual cycle of care for patients with diabetes mellitus. The annual cycle of care is generally based on the </w:t>
      </w:r>
      <w:proofErr w:type="spellStart"/>
      <w:r w:rsidR="00B63E98" w:rsidRPr="00E77D06">
        <w:t>RACGP’s</w:t>
      </w:r>
      <w:proofErr w:type="spellEnd"/>
      <w:r w:rsidR="00B63E98" w:rsidRPr="00E77D06">
        <w:t xml:space="preserve"> clinical guidelines for the management of Type 2 diabetes in general practice, which represent the minimum required level of care.</w:t>
      </w:r>
    </w:p>
    <w:p w:rsidR="00E32188" w:rsidRPr="0062204D" w:rsidRDefault="0046677D" w:rsidP="00E927CE">
      <w:pPr>
        <w:pStyle w:val="BodyText"/>
        <w:rPr>
          <w:color w:val="FF0000"/>
        </w:rPr>
      </w:pPr>
      <w:r w:rsidRPr="00C922D6">
        <w:t>Nation</w:t>
      </w:r>
      <w:r w:rsidR="00941DCE" w:rsidRPr="00C922D6">
        <w:t>ally</w:t>
      </w:r>
      <w:r w:rsidRPr="00C922D6">
        <w:t xml:space="preserve">, </w:t>
      </w:r>
      <w:r w:rsidR="002A06A1" w:rsidRPr="00C922D6">
        <w:t xml:space="preserve">the proportion of PIP practices registered for the PIP diabetes incentive </w:t>
      </w:r>
      <w:r w:rsidR="0096702A" w:rsidRPr="00C922D6">
        <w:t>increased</w:t>
      </w:r>
      <w:r w:rsidR="002A06A1" w:rsidRPr="00C922D6">
        <w:t xml:space="preserve"> from </w:t>
      </w:r>
      <w:r w:rsidR="00C91425" w:rsidRPr="00C922D6">
        <w:t>51</w:t>
      </w:r>
      <w:r w:rsidR="00E74E93" w:rsidRPr="00C922D6">
        <w:t>.</w:t>
      </w:r>
      <w:r w:rsidR="00C91425" w:rsidRPr="00C922D6">
        <w:t>5</w:t>
      </w:r>
      <w:r w:rsidR="00EA4368" w:rsidRPr="00C922D6">
        <w:t> </w:t>
      </w:r>
      <w:r w:rsidR="00EB4E57" w:rsidRPr="00C922D6">
        <w:t>per</w:t>
      </w:r>
      <w:r w:rsidR="00EA4368" w:rsidRPr="00C922D6">
        <w:t> </w:t>
      </w:r>
      <w:r w:rsidR="00EB4E57" w:rsidRPr="00C922D6">
        <w:t xml:space="preserve">cent </w:t>
      </w:r>
      <w:r w:rsidR="002A06A1" w:rsidRPr="00C922D6">
        <w:t xml:space="preserve">in May </w:t>
      </w:r>
      <w:r w:rsidR="004C7E94" w:rsidRPr="00C922D6">
        <w:t>20</w:t>
      </w:r>
      <w:r w:rsidR="002A06A1" w:rsidRPr="00C922D6">
        <w:t>1</w:t>
      </w:r>
      <w:r w:rsidR="00C91425" w:rsidRPr="00C922D6">
        <w:t>5</w:t>
      </w:r>
      <w:r w:rsidR="002A06A1" w:rsidRPr="00C922D6">
        <w:t xml:space="preserve"> to </w:t>
      </w:r>
      <w:r w:rsidR="00C922D6" w:rsidRPr="00C922D6">
        <w:t>55</w:t>
      </w:r>
      <w:r w:rsidR="002A06A1" w:rsidRPr="00C922D6">
        <w:t>.</w:t>
      </w:r>
      <w:r w:rsidR="00C922D6" w:rsidRPr="00C922D6">
        <w:t>8</w:t>
      </w:r>
      <w:r w:rsidR="002A06A1" w:rsidRPr="00C922D6">
        <w:t xml:space="preserve"> per cent in May 201</w:t>
      </w:r>
      <w:r w:rsidR="00C91425" w:rsidRPr="00C922D6">
        <w:t>6</w:t>
      </w:r>
      <w:r w:rsidR="002A06A1" w:rsidRPr="00C922D6">
        <w:t xml:space="preserve">, </w:t>
      </w:r>
      <w:r w:rsidR="00006F89" w:rsidRPr="00C922D6">
        <w:t>with</w:t>
      </w:r>
      <w:r w:rsidR="002A06A1" w:rsidRPr="00C922D6">
        <w:t xml:space="preserve"> similar increases in all </w:t>
      </w:r>
      <w:r w:rsidR="007A4F17">
        <w:t>s</w:t>
      </w:r>
      <w:r w:rsidR="002A06A1" w:rsidRPr="00C922D6">
        <w:t xml:space="preserve">tates and </w:t>
      </w:r>
      <w:r w:rsidR="007A4F17">
        <w:t>t</w:t>
      </w:r>
      <w:r w:rsidR="002A06A1" w:rsidRPr="00C922D6">
        <w:t>erritories</w:t>
      </w:r>
      <w:r w:rsidR="002B3B4D" w:rsidRPr="00C922D6">
        <w:t xml:space="preserve"> </w:t>
      </w:r>
      <w:r w:rsidR="006B33FE" w:rsidRPr="00C922D6">
        <w:t>(</w:t>
      </w:r>
      <w:r w:rsidR="002B3B4D" w:rsidRPr="00C922D6">
        <w:t>figure </w:t>
      </w:r>
      <w:r w:rsidR="006B33FE" w:rsidRPr="00C922D6">
        <w:t>10.</w:t>
      </w:r>
      <w:r w:rsidR="00D94386" w:rsidRPr="00C922D6">
        <w:t>1</w:t>
      </w:r>
      <w:r w:rsidR="00C91425" w:rsidRPr="00C922D6">
        <w:t>2</w:t>
      </w:r>
      <w:r w:rsidR="006B33FE" w:rsidRPr="00C922D6">
        <w:t>)</w:t>
      </w:r>
      <w:r w:rsidR="001404B7" w:rsidRPr="00C922D6">
        <w:t>.</w:t>
      </w:r>
    </w:p>
    <w:p w:rsidR="00643ACA" w:rsidRDefault="00643ACA"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43ACA" w:rsidTr="0038602A">
        <w:tc>
          <w:tcPr>
            <w:tcW w:w="8771" w:type="dxa"/>
            <w:tcBorders>
              <w:top w:val="single" w:sz="6" w:space="0" w:color="78A22F"/>
              <w:left w:val="nil"/>
              <w:bottom w:val="nil"/>
              <w:right w:val="nil"/>
            </w:tcBorders>
            <w:shd w:val="clear" w:color="auto" w:fill="auto"/>
          </w:tcPr>
          <w:p w:rsidR="00643ACA" w:rsidRPr="00176D3F" w:rsidRDefault="00643ACA" w:rsidP="00643ACA">
            <w:pPr>
              <w:pStyle w:val="FigureTitle"/>
            </w:pPr>
            <w:r w:rsidRPr="00784A05">
              <w:rPr>
                <w:b w:val="0"/>
              </w:rPr>
              <w:t xml:space="preserve">Figure </w:t>
            </w:r>
            <w:r w:rsidR="00C91425">
              <w:rPr>
                <w:b w:val="0"/>
              </w:rPr>
              <w:t>10.</w:t>
            </w:r>
            <w:r w:rsidR="008F09D3">
              <w:rPr>
                <w:b w:val="0"/>
                <w:noProof/>
              </w:rPr>
              <w:t>12</w:t>
            </w:r>
            <w:r>
              <w:tab/>
              <w:t>PIP practices registered for the PIP diabetes incentive</w:t>
            </w:r>
            <w:r w:rsidRPr="00A73D31">
              <w:rPr>
                <w:rStyle w:val="NoteLabel"/>
                <w:b/>
              </w:rPr>
              <w:t>a</w:t>
            </w:r>
          </w:p>
        </w:tc>
      </w:tr>
      <w:tr w:rsidR="00643ACA"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43ACA" w:rsidTr="0038602A">
              <w:trPr>
                <w:jc w:val="center"/>
              </w:trPr>
              <w:tc>
                <w:tcPr>
                  <w:tcW w:w="5000" w:type="pct"/>
                  <w:tcBorders>
                    <w:top w:val="nil"/>
                    <w:bottom w:val="nil"/>
                  </w:tcBorders>
                </w:tcPr>
                <w:p w:rsidR="00643ACA" w:rsidRDefault="00E2697F" w:rsidP="0038602A">
                  <w:pPr>
                    <w:pStyle w:val="Figure"/>
                    <w:spacing w:before="60" w:after="60"/>
                  </w:pPr>
                  <w:r>
                    <w:rPr>
                      <w:noProof/>
                    </w:rPr>
                    <w:drawing>
                      <wp:inline distT="0" distB="0" distL="0" distR="0" wp14:anchorId="667EDB81" wp14:editId="2BB7C5A5">
                        <wp:extent cx="5381625" cy="2952750"/>
                        <wp:effectExtent l="0" t="0" r="9525" b="0"/>
                        <wp:docPr id="15" name="Picture 15" descr="Figure 10.12 PIP practices registered for the PIP diabetes incenti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2952750"/>
                                </a:xfrm>
                                <a:prstGeom prst="rect">
                                  <a:avLst/>
                                </a:prstGeom>
                                <a:noFill/>
                                <a:ln>
                                  <a:noFill/>
                                </a:ln>
                              </pic:spPr>
                            </pic:pic>
                          </a:graphicData>
                        </a:graphic>
                      </wp:inline>
                    </w:drawing>
                  </w:r>
                </w:p>
              </w:tc>
            </w:tr>
          </w:tbl>
          <w:p w:rsidR="00643ACA" w:rsidRDefault="00643ACA" w:rsidP="0038602A">
            <w:pPr>
              <w:pStyle w:val="Figure"/>
            </w:pPr>
          </w:p>
        </w:tc>
      </w:tr>
      <w:tr w:rsidR="00643ACA" w:rsidRPr="00176D3F" w:rsidTr="0038602A">
        <w:tc>
          <w:tcPr>
            <w:tcW w:w="8771" w:type="dxa"/>
            <w:tcBorders>
              <w:top w:val="nil"/>
              <w:left w:val="nil"/>
              <w:bottom w:val="nil"/>
              <w:right w:val="nil"/>
            </w:tcBorders>
            <w:shd w:val="clear" w:color="auto" w:fill="auto"/>
          </w:tcPr>
          <w:p w:rsidR="00643ACA" w:rsidRPr="00176D3F" w:rsidRDefault="00643ACA" w:rsidP="0070779C">
            <w:pPr>
              <w:pStyle w:val="Note"/>
            </w:pPr>
            <w:r>
              <w:rPr>
                <w:rStyle w:val="NoteLabel"/>
              </w:rPr>
              <w:t>a</w:t>
            </w:r>
            <w:r>
              <w:t xml:space="preserve"> </w:t>
            </w:r>
            <w:r w:rsidRPr="005F3C9D">
              <w:t xml:space="preserve">See </w:t>
            </w:r>
            <w:r w:rsidRPr="00CC42C3">
              <w:t>box 10.1</w:t>
            </w:r>
            <w:r w:rsidR="00CC42C3">
              <w:t>0</w:t>
            </w:r>
            <w:r w:rsidRPr="005F3C9D">
              <w:t xml:space="preserve"> and </w:t>
            </w:r>
            <w:r w:rsidRPr="00C91425">
              <w:t xml:space="preserve">table </w:t>
            </w:r>
            <w:proofErr w:type="spellStart"/>
            <w:r w:rsidRPr="00C91425">
              <w:t>10A.</w:t>
            </w:r>
            <w:r w:rsidR="0070779C">
              <w:t>53</w:t>
            </w:r>
            <w:proofErr w:type="spellEnd"/>
            <w:r w:rsidRPr="005F3C9D">
              <w:t xml:space="preserve"> for detailed defi</w:t>
            </w:r>
            <w:r>
              <w:t>nitions, footnotes and caveats.</w:t>
            </w:r>
          </w:p>
        </w:tc>
      </w:tr>
      <w:tr w:rsidR="00643ACA" w:rsidRPr="00176D3F" w:rsidTr="0038602A">
        <w:tc>
          <w:tcPr>
            <w:tcW w:w="8771" w:type="dxa"/>
            <w:tcBorders>
              <w:top w:val="nil"/>
              <w:left w:val="nil"/>
              <w:bottom w:val="nil"/>
              <w:right w:val="nil"/>
            </w:tcBorders>
            <w:shd w:val="clear" w:color="auto" w:fill="auto"/>
          </w:tcPr>
          <w:p w:rsidR="00643ACA" w:rsidRPr="00176D3F" w:rsidRDefault="00643ACA" w:rsidP="0070779C">
            <w:pPr>
              <w:pStyle w:val="Source"/>
            </w:pPr>
            <w:r>
              <w:rPr>
                <w:i/>
              </w:rPr>
              <w:t>Source</w:t>
            </w:r>
            <w:r w:rsidRPr="00CE78E6">
              <w:t>:</w:t>
            </w:r>
            <w:r>
              <w:t xml:space="preserve"> </w:t>
            </w:r>
            <w:r w:rsidRPr="00D315C4">
              <w:t>Department of Health (unpublished) MBS and PIP data collections</w:t>
            </w:r>
            <w:r>
              <w:t xml:space="preserve">; </w:t>
            </w:r>
            <w:r w:rsidRPr="00C91425">
              <w:t>table </w:t>
            </w:r>
            <w:proofErr w:type="spellStart"/>
            <w:r w:rsidRPr="00C91425">
              <w:t>10A.</w:t>
            </w:r>
            <w:r w:rsidR="0070779C">
              <w:t>53</w:t>
            </w:r>
            <w:proofErr w:type="spellEnd"/>
            <w:r w:rsidRPr="006C74C6">
              <w:t>.</w:t>
            </w:r>
            <w:r w:rsidRPr="00176D3F">
              <w:t xml:space="preserve"> </w:t>
            </w:r>
          </w:p>
        </w:tc>
      </w:tr>
      <w:tr w:rsidR="00643ACA" w:rsidTr="0038602A">
        <w:tc>
          <w:tcPr>
            <w:tcW w:w="8771" w:type="dxa"/>
            <w:tcBorders>
              <w:top w:val="nil"/>
              <w:left w:val="nil"/>
              <w:bottom w:val="single" w:sz="6" w:space="0" w:color="78A22F"/>
              <w:right w:val="nil"/>
            </w:tcBorders>
            <w:shd w:val="clear" w:color="auto" w:fill="auto"/>
          </w:tcPr>
          <w:p w:rsidR="00643ACA" w:rsidRDefault="00643ACA" w:rsidP="0038602A">
            <w:pPr>
              <w:pStyle w:val="Figurespace"/>
            </w:pPr>
          </w:p>
        </w:tc>
      </w:tr>
      <w:tr w:rsidR="00643ACA" w:rsidRPr="000863A5" w:rsidTr="0038602A">
        <w:tc>
          <w:tcPr>
            <w:tcW w:w="8771" w:type="dxa"/>
            <w:tcBorders>
              <w:top w:val="single" w:sz="6" w:space="0" w:color="78A22F"/>
              <w:left w:val="nil"/>
              <w:bottom w:val="nil"/>
              <w:right w:val="nil"/>
            </w:tcBorders>
          </w:tcPr>
          <w:p w:rsidR="00A965D2" w:rsidRDefault="00A965D2" w:rsidP="00A965D2"/>
          <w:p w:rsidR="00A965D2" w:rsidRDefault="00A965D2" w:rsidP="00A965D2">
            <w:pPr>
              <w:pStyle w:val="BodyText"/>
            </w:pPr>
            <w:proofErr w:type="spellStart"/>
            <w:r w:rsidRPr="00E371D6">
              <w:t>HbA1c</w:t>
            </w:r>
            <w:proofErr w:type="spellEnd"/>
            <w:r w:rsidRPr="00E371D6">
              <w:t xml:space="preserve"> provides a measure of the average blood glucose level for the preceding three months</w:t>
            </w:r>
            <w:r>
              <w:t xml:space="preserve">. A </w:t>
            </w:r>
            <w:proofErr w:type="spellStart"/>
            <w:r>
              <w:t>HbA1c</w:t>
            </w:r>
            <w:proofErr w:type="spellEnd"/>
            <w:r>
              <w:t xml:space="preserve"> level at or below 7 per </w:t>
            </w:r>
            <w:r w:rsidRPr="007C0198">
              <w:t>cent</w:t>
            </w:r>
            <w:r>
              <w:t xml:space="preserve"> indicates appropriate management</w:t>
            </w:r>
            <w:r w:rsidRPr="00E371D6">
              <w:t xml:space="preserve">. </w:t>
            </w:r>
            <w:r w:rsidRPr="00A73D31">
              <w:t xml:space="preserve">Nationally, 77.5 per cent of people with known diabetes </w:t>
            </w:r>
            <w:r>
              <w:t>in 2011</w:t>
            </w:r>
            <w:r>
              <w:noBreakHyphen/>
              <w:t xml:space="preserve">12 </w:t>
            </w:r>
            <w:r w:rsidRPr="00A73D31">
              <w:t xml:space="preserve">had a </w:t>
            </w:r>
            <w:proofErr w:type="spellStart"/>
            <w:r w:rsidRPr="00A73D31">
              <w:t>HbA1c</w:t>
            </w:r>
            <w:proofErr w:type="spellEnd"/>
            <w:r w:rsidRPr="00A73D31">
              <w:t xml:space="preserve"> test in the previous 12 months </w:t>
            </w:r>
            <w:r w:rsidRPr="00C91425">
              <w:t>(table </w:t>
            </w:r>
            <w:proofErr w:type="spellStart"/>
            <w:r w:rsidRPr="00C91425">
              <w:t>10A.</w:t>
            </w:r>
            <w:r>
              <w:t>54</w:t>
            </w:r>
            <w:proofErr w:type="spellEnd"/>
            <w:r w:rsidRPr="00C91425">
              <w:t>)</w:t>
            </w:r>
            <w:r>
              <w:t xml:space="preserve"> and 50.5 per cent of people with known diabetes had a </w:t>
            </w:r>
            <w:proofErr w:type="spellStart"/>
            <w:r w:rsidRPr="00240F14">
              <w:t>HbA1c</w:t>
            </w:r>
            <w:proofErr w:type="spellEnd"/>
            <w:r w:rsidRPr="00240F14">
              <w:t xml:space="preserve"> </w:t>
            </w:r>
            <w:r>
              <w:t>level at or below 7 </w:t>
            </w:r>
            <w:r w:rsidRPr="00240F14">
              <w:t>per cent</w:t>
            </w:r>
            <w:r>
              <w:t xml:space="preserve"> </w:t>
            </w:r>
            <w:r w:rsidRPr="006D753C">
              <w:t>(figure 10.1</w:t>
            </w:r>
            <w:r>
              <w:t>3</w:t>
            </w:r>
            <w:r w:rsidRPr="006D753C">
              <w:t>).</w:t>
            </w:r>
          </w:p>
          <w:p w:rsidR="00A965D2" w:rsidRPr="00A965D2" w:rsidRDefault="00A965D2" w:rsidP="0038602A">
            <w:pPr>
              <w:pStyle w:val="BoxSpaceBelow"/>
              <w:rPr>
                <w:rFonts w:ascii="Times New Roman" w:hAnsi="Times New Roman"/>
                <w:b/>
                <w:vanish/>
                <w:color w:val="FF00FF"/>
              </w:rPr>
            </w:pPr>
          </w:p>
        </w:tc>
      </w:tr>
    </w:tbl>
    <w:p w:rsidR="00E969DE" w:rsidRDefault="00E969DE"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69DE" w:rsidTr="0038602A">
        <w:tc>
          <w:tcPr>
            <w:tcW w:w="8771" w:type="dxa"/>
            <w:tcBorders>
              <w:top w:val="single" w:sz="6" w:space="0" w:color="78A22F"/>
              <w:left w:val="nil"/>
              <w:bottom w:val="nil"/>
              <w:right w:val="nil"/>
            </w:tcBorders>
            <w:shd w:val="clear" w:color="auto" w:fill="auto"/>
          </w:tcPr>
          <w:p w:rsidR="00E969DE" w:rsidRPr="00176D3F" w:rsidRDefault="00E969DE" w:rsidP="00E969DE">
            <w:pPr>
              <w:pStyle w:val="FigureTitle"/>
            </w:pPr>
            <w:r w:rsidRPr="00784A05">
              <w:rPr>
                <w:b w:val="0"/>
              </w:rPr>
              <w:t xml:space="preserve">Figure </w:t>
            </w:r>
            <w:r>
              <w:rPr>
                <w:b w:val="0"/>
              </w:rPr>
              <w:t>10.</w:t>
            </w:r>
            <w:r w:rsidR="008F09D3">
              <w:rPr>
                <w:b w:val="0"/>
                <w:noProof/>
              </w:rPr>
              <w:t>13</w:t>
            </w:r>
            <w:r>
              <w:tab/>
              <w:t>P</w:t>
            </w:r>
            <w:r w:rsidRPr="00200A43">
              <w:t xml:space="preserve">eople with known diabetes </w:t>
            </w:r>
            <w:r>
              <w:t>with</w:t>
            </w:r>
            <w:r w:rsidRPr="00200A43">
              <w:t xml:space="preserve"> </w:t>
            </w:r>
            <w:proofErr w:type="spellStart"/>
            <w:r w:rsidRPr="00200A43">
              <w:t>HbA1c</w:t>
            </w:r>
            <w:proofErr w:type="spellEnd"/>
            <w:r w:rsidRPr="00200A43">
              <w:t xml:space="preserve"> level 7 per cent </w:t>
            </w:r>
            <w:r>
              <w:t>or less, 2011</w:t>
            </w:r>
            <w:r>
              <w:noBreakHyphen/>
              <w:t>12</w:t>
            </w:r>
            <w:r>
              <w:rPr>
                <w:rStyle w:val="NoteLabel"/>
                <w:b/>
              </w:rPr>
              <w:t>a</w:t>
            </w:r>
            <w:r w:rsidR="00571860">
              <w:rPr>
                <w:rStyle w:val="NoteLabel"/>
                <w:b/>
              </w:rPr>
              <w:t>, b</w:t>
            </w:r>
          </w:p>
        </w:tc>
      </w:tr>
      <w:tr w:rsidR="00E969DE"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69DE" w:rsidTr="0038602A">
              <w:trPr>
                <w:jc w:val="center"/>
              </w:trPr>
              <w:tc>
                <w:tcPr>
                  <w:tcW w:w="5000" w:type="pct"/>
                  <w:tcBorders>
                    <w:top w:val="nil"/>
                    <w:bottom w:val="nil"/>
                  </w:tcBorders>
                </w:tcPr>
                <w:p w:rsidR="00E969DE" w:rsidRDefault="00E969DE" w:rsidP="0038602A">
                  <w:pPr>
                    <w:pStyle w:val="Figure"/>
                    <w:spacing w:before="60" w:after="60"/>
                  </w:pPr>
                  <w:r>
                    <w:rPr>
                      <w:noProof/>
                    </w:rPr>
                    <w:drawing>
                      <wp:inline distT="0" distB="0" distL="0" distR="0" wp14:anchorId="4426265B" wp14:editId="069A3B9E">
                        <wp:extent cx="5391150" cy="2867025"/>
                        <wp:effectExtent l="0" t="0" r="0" b="9525"/>
                        <wp:docPr id="35" name="Picture 35" descr="Figure 10.13 People with known diabetes with HbA1c level 7 per cent or les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E969DE" w:rsidRDefault="00E969DE" w:rsidP="0038602A">
            <w:pPr>
              <w:pStyle w:val="Figure"/>
            </w:pPr>
          </w:p>
        </w:tc>
      </w:tr>
      <w:tr w:rsidR="00E969DE" w:rsidRPr="00176D3F" w:rsidTr="0038602A">
        <w:tc>
          <w:tcPr>
            <w:tcW w:w="8771" w:type="dxa"/>
            <w:tcBorders>
              <w:top w:val="nil"/>
              <w:left w:val="nil"/>
              <w:bottom w:val="nil"/>
              <w:right w:val="nil"/>
            </w:tcBorders>
            <w:shd w:val="clear" w:color="auto" w:fill="auto"/>
          </w:tcPr>
          <w:p w:rsidR="00E969DE" w:rsidRPr="00176D3F" w:rsidRDefault="00E969DE" w:rsidP="00571860">
            <w:pPr>
              <w:pStyle w:val="Note"/>
            </w:pPr>
            <w:r>
              <w:rPr>
                <w:rStyle w:val="NoteLabel"/>
              </w:rPr>
              <w:t>a</w:t>
            </w:r>
            <w:r>
              <w:t xml:space="preserve"> See </w:t>
            </w:r>
            <w:r w:rsidRPr="00CC42C3">
              <w:t>box 10.1</w:t>
            </w:r>
            <w:r w:rsidR="00CC42C3">
              <w:t>0</w:t>
            </w:r>
            <w:r>
              <w:t xml:space="preserve"> and </w:t>
            </w:r>
            <w:r w:rsidRPr="00C91425">
              <w:t xml:space="preserve">table </w:t>
            </w:r>
            <w:proofErr w:type="spellStart"/>
            <w:r w:rsidRPr="00C91425">
              <w:t>10A.</w:t>
            </w:r>
            <w:r w:rsidR="0070779C">
              <w:t>55</w:t>
            </w:r>
            <w:proofErr w:type="spellEnd"/>
            <w:r>
              <w:t xml:space="preserve"> for detailed defi</w:t>
            </w:r>
            <w:r w:rsidR="00CF7EBC">
              <w:t>nitions, footnotes and caveats.</w:t>
            </w:r>
            <w:r w:rsidR="00571860">
              <w:rPr>
                <w:rStyle w:val="NoteLabel"/>
              </w:rPr>
              <w:t xml:space="preserve"> b</w:t>
            </w:r>
            <w:r w:rsidR="00571860">
              <w:t xml:space="preserve"> </w:t>
            </w:r>
            <w:r w:rsidR="00571860" w:rsidRPr="00AC119F">
              <w:rPr>
                <w:rFonts w:asciiTheme="minorHAnsi" w:hAnsiTheme="minorHAnsi"/>
                <w:szCs w:val="18"/>
              </w:rPr>
              <w:t>Error bars represent the 95 per cent confidence interval associated with each point estimate</w:t>
            </w:r>
            <w:r w:rsidR="00571860" w:rsidRPr="008A7681">
              <w:rPr>
                <w:rFonts w:asciiTheme="minorHAnsi" w:hAnsiTheme="minorHAnsi"/>
                <w:sz w:val="22"/>
                <w:szCs w:val="22"/>
              </w:rPr>
              <w:t>.</w:t>
            </w:r>
          </w:p>
        </w:tc>
      </w:tr>
      <w:tr w:rsidR="00E969DE" w:rsidRPr="00176D3F" w:rsidTr="0038602A">
        <w:tc>
          <w:tcPr>
            <w:tcW w:w="8771" w:type="dxa"/>
            <w:tcBorders>
              <w:top w:val="nil"/>
              <w:left w:val="nil"/>
              <w:bottom w:val="nil"/>
              <w:right w:val="nil"/>
            </w:tcBorders>
            <w:shd w:val="clear" w:color="auto" w:fill="auto"/>
          </w:tcPr>
          <w:p w:rsidR="00E969DE" w:rsidRPr="00176D3F" w:rsidRDefault="00E969DE" w:rsidP="0070779C">
            <w:pPr>
              <w:pStyle w:val="Source"/>
            </w:pPr>
            <w:r>
              <w:rPr>
                <w:i/>
              </w:rPr>
              <w:t>Source</w:t>
            </w:r>
            <w:r w:rsidRPr="00167F06">
              <w:t>:</w:t>
            </w:r>
            <w:r w:rsidRPr="006C74C6">
              <w:t xml:space="preserve"> ABS (unpublished</w:t>
            </w:r>
            <w:r w:rsidRPr="00A73D31">
              <w:t xml:space="preserve">) </w:t>
            </w:r>
            <w:r w:rsidRPr="0033492C">
              <w:t>Australian Health Survey, 2011–13</w:t>
            </w:r>
            <w:r w:rsidRPr="00A73D31">
              <w:t xml:space="preserve"> (2011</w:t>
            </w:r>
            <w:r w:rsidRPr="00A73D31">
              <w:noBreakHyphen/>
              <w:t xml:space="preserve">12 National Health Measures </w:t>
            </w:r>
            <w:r>
              <w:t xml:space="preserve">Survey </w:t>
            </w:r>
            <w:r w:rsidRPr="00A73D31">
              <w:t>component)</w:t>
            </w:r>
            <w:r>
              <w:t>,</w:t>
            </w:r>
            <w:r w:rsidRPr="00A73D31">
              <w:t xml:space="preserve"> Cat. No. 4364.0;</w:t>
            </w:r>
            <w:r w:rsidRPr="006C74C6">
              <w:t xml:space="preserve"> </w:t>
            </w:r>
            <w:r w:rsidRPr="007428E7">
              <w:t>table </w:t>
            </w:r>
            <w:proofErr w:type="spellStart"/>
            <w:r w:rsidRPr="007428E7">
              <w:t>10A.</w:t>
            </w:r>
            <w:r w:rsidR="0070779C">
              <w:t>55</w:t>
            </w:r>
            <w:proofErr w:type="spellEnd"/>
            <w:r w:rsidR="009227A5">
              <w:t>.</w:t>
            </w:r>
            <w:r w:rsidRPr="00176D3F">
              <w:t xml:space="preserve"> </w:t>
            </w:r>
          </w:p>
        </w:tc>
      </w:tr>
      <w:tr w:rsidR="00E969DE" w:rsidTr="0038602A">
        <w:tc>
          <w:tcPr>
            <w:tcW w:w="8771" w:type="dxa"/>
            <w:tcBorders>
              <w:top w:val="nil"/>
              <w:left w:val="nil"/>
              <w:bottom w:val="single" w:sz="6" w:space="0" w:color="78A22F"/>
              <w:right w:val="nil"/>
            </w:tcBorders>
            <w:shd w:val="clear" w:color="auto" w:fill="auto"/>
          </w:tcPr>
          <w:p w:rsidR="00E969DE" w:rsidRDefault="00E969DE" w:rsidP="0038602A">
            <w:pPr>
              <w:pStyle w:val="Figurespace"/>
            </w:pPr>
          </w:p>
        </w:tc>
      </w:tr>
      <w:tr w:rsidR="00E969DE" w:rsidRPr="000863A5" w:rsidTr="0038602A">
        <w:tc>
          <w:tcPr>
            <w:tcW w:w="8771" w:type="dxa"/>
            <w:tcBorders>
              <w:top w:val="single" w:sz="6" w:space="0" w:color="78A22F"/>
              <w:left w:val="nil"/>
              <w:bottom w:val="nil"/>
              <w:right w:val="nil"/>
            </w:tcBorders>
          </w:tcPr>
          <w:p w:rsidR="00E969DE" w:rsidRPr="00626D32" w:rsidRDefault="00E969DE" w:rsidP="0038602A">
            <w:pPr>
              <w:pStyle w:val="BoxSpaceBelow"/>
            </w:pPr>
          </w:p>
        </w:tc>
      </w:tr>
    </w:tbl>
    <w:p w:rsidR="0011550A" w:rsidRDefault="00F3615B" w:rsidP="0011550A">
      <w:pPr>
        <w:pStyle w:val="Heading5"/>
      </w:pPr>
      <w:r>
        <w:t xml:space="preserve">Chronic disease management — </w:t>
      </w:r>
      <w:r w:rsidR="0011550A">
        <w:t>asthma</w:t>
      </w:r>
    </w:p>
    <w:p w:rsidR="00043F49" w:rsidRDefault="00043F49" w:rsidP="00CC4FB1">
      <w:pPr>
        <w:pStyle w:val="BodyText"/>
      </w:pPr>
      <w:r w:rsidRPr="00617D21">
        <w:t>Written asthma action plans enable people with asthma to recognise and respond quickly and appropriately to deteriorating asthma symptoms, thereby preventing or reducing the severity of acute asthma episodes (</w:t>
      </w:r>
      <w:proofErr w:type="spellStart"/>
      <w:r w:rsidRPr="00617D21">
        <w:t>ACAM</w:t>
      </w:r>
      <w:proofErr w:type="spellEnd"/>
      <w:r w:rsidRPr="00617D21">
        <w:t xml:space="preserve"> 2008)</w:t>
      </w:r>
      <w:r>
        <w:t>.</w:t>
      </w:r>
    </w:p>
    <w:p w:rsidR="00776056" w:rsidRDefault="00733DFE" w:rsidP="00CC4FB1">
      <w:pPr>
        <w:pStyle w:val="BodyText"/>
      </w:pPr>
      <w:r w:rsidRPr="00DA07AF">
        <w:t xml:space="preserve">Nationally, the </w:t>
      </w:r>
      <w:r w:rsidR="004C4072">
        <w:t xml:space="preserve">age standardised </w:t>
      </w:r>
      <w:r w:rsidRPr="00DA07AF">
        <w:t>proportion of people with asthma reporting that they have a written asthma action plan was 2</w:t>
      </w:r>
      <w:r w:rsidR="0072349B">
        <w:t>8.4</w:t>
      </w:r>
      <w:r w:rsidRPr="00DA07AF">
        <w:t xml:space="preserve"> per cent for </w:t>
      </w:r>
      <w:r w:rsidR="00A20DA3">
        <w:t xml:space="preserve">people of </w:t>
      </w:r>
      <w:r w:rsidRPr="00DA07AF">
        <w:t xml:space="preserve">all ages </w:t>
      </w:r>
      <w:r w:rsidR="00E96459">
        <w:t>in 201</w:t>
      </w:r>
      <w:r w:rsidR="0072349B">
        <w:t>4</w:t>
      </w:r>
      <w:r w:rsidR="0064097A">
        <w:noBreakHyphen/>
      </w:r>
      <w:r w:rsidR="00E96459">
        <w:t>1</w:t>
      </w:r>
      <w:r w:rsidR="0072349B">
        <w:t>5</w:t>
      </w:r>
      <w:r w:rsidR="00E96459">
        <w:t xml:space="preserve">, </w:t>
      </w:r>
      <w:r w:rsidR="00073BD0">
        <w:t xml:space="preserve">compared to </w:t>
      </w:r>
      <w:r w:rsidR="00776056" w:rsidRPr="00CC4FB1">
        <w:t>22.9 </w:t>
      </w:r>
      <w:r w:rsidR="00B4659C">
        <w:t>per cent in 2004</w:t>
      </w:r>
      <w:r w:rsidR="0064097A">
        <w:noBreakHyphen/>
      </w:r>
      <w:r w:rsidR="00B4659C">
        <w:t xml:space="preserve">05 </w:t>
      </w:r>
      <w:r w:rsidR="00B4659C" w:rsidRPr="006D753C">
        <w:t>(figure 10.1</w:t>
      </w:r>
      <w:r w:rsidR="007428E7">
        <w:t>4</w:t>
      </w:r>
      <w:r w:rsidR="00E96459" w:rsidRPr="006D753C">
        <w:t>)</w:t>
      </w:r>
      <w:r w:rsidR="004C4072">
        <w:t>.</w:t>
      </w:r>
      <w:r w:rsidR="0033492C">
        <w:t xml:space="preserve"> </w:t>
      </w:r>
      <w:r w:rsidR="00043F49">
        <w:t>In all jurisdictions,</w:t>
      </w:r>
      <w:r w:rsidR="00043F49" w:rsidRPr="00CC4FB1">
        <w:t xml:space="preserve"> </w:t>
      </w:r>
      <w:r w:rsidR="00043F49">
        <w:t>t</w:t>
      </w:r>
      <w:r w:rsidR="00776056" w:rsidRPr="00CC4FB1">
        <w:t>he</w:t>
      </w:r>
      <w:r w:rsidR="0033492C">
        <w:t xml:space="preserve"> </w:t>
      </w:r>
      <w:r w:rsidR="00776056" w:rsidRPr="00CC4FB1">
        <w:t xml:space="preserve">proportion was higher for children aged 0–14 years than for other age groups </w:t>
      </w:r>
      <w:r w:rsidR="00B44A32" w:rsidRPr="007428E7">
        <w:t xml:space="preserve">(table </w:t>
      </w:r>
      <w:proofErr w:type="spellStart"/>
      <w:r w:rsidR="00B44A32" w:rsidRPr="007428E7">
        <w:t>10A.</w:t>
      </w:r>
      <w:r w:rsidR="0070779C">
        <w:t>56</w:t>
      </w:r>
      <w:proofErr w:type="spellEnd"/>
      <w:r w:rsidR="00776056" w:rsidRPr="007428E7">
        <w:t>)</w:t>
      </w:r>
      <w:r w:rsidR="00641FB5">
        <w:t>.</w:t>
      </w:r>
    </w:p>
    <w:p w:rsidR="00073BD0" w:rsidRPr="0090362E" w:rsidRDefault="00073BD0" w:rsidP="0090362E">
      <w:pPr>
        <w:pStyle w:val="BodyText"/>
      </w:pPr>
      <w:r w:rsidRPr="00DA07AF">
        <w:t>Nationally</w:t>
      </w:r>
      <w:r w:rsidR="00043F49">
        <w:t xml:space="preserve"> in </w:t>
      </w:r>
      <w:r w:rsidR="00043F49" w:rsidRPr="00A93099">
        <w:t>201</w:t>
      </w:r>
      <w:r w:rsidR="002473C0" w:rsidRPr="00A93099">
        <w:t>1</w:t>
      </w:r>
      <w:r w:rsidR="00043F49" w:rsidRPr="00A93099">
        <w:t>-13</w:t>
      </w:r>
      <w:r w:rsidRPr="00DA07AF">
        <w:t>, the proportion of Aboriginal and Torres Strait Islander people</w:t>
      </w:r>
      <w:r>
        <w:t xml:space="preserve"> </w:t>
      </w:r>
      <w:r w:rsidRPr="00DA07AF">
        <w:t>with asthma reporting that they have a w</w:t>
      </w:r>
      <w:r w:rsidR="0018070C">
        <w:t xml:space="preserve">ritten asthma action plan </w:t>
      </w:r>
      <w:r w:rsidR="0018070C" w:rsidRPr="00F72052">
        <w:t>was 29</w:t>
      </w:r>
      <w:r w:rsidRPr="00F72052">
        <w:t>.</w:t>
      </w:r>
      <w:r w:rsidR="0018070C" w:rsidRPr="00F72052">
        <w:t>4</w:t>
      </w:r>
      <w:r w:rsidRPr="00F72052">
        <w:t xml:space="preserve"> per</w:t>
      </w:r>
      <w:r w:rsidRPr="00DA07AF">
        <w:t xml:space="preserve"> cent for people of all ages and 50.9 per cent for children aged 0–14 years </w:t>
      </w:r>
      <w:r w:rsidRPr="007428E7">
        <w:t>(table </w:t>
      </w:r>
      <w:proofErr w:type="spellStart"/>
      <w:r w:rsidRPr="007428E7">
        <w:t>10A.</w:t>
      </w:r>
      <w:r w:rsidR="006C2683" w:rsidRPr="007428E7">
        <w:t>5</w:t>
      </w:r>
      <w:r w:rsidR="0070779C">
        <w:t>7</w:t>
      </w:r>
      <w:proofErr w:type="spellEnd"/>
      <w:r w:rsidRPr="007428E7">
        <w:t>)</w:t>
      </w:r>
      <w:r w:rsidRPr="00DA07AF">
        <w:t>.</w:t>
      </w:r>
      <w:r>
        <w:t xml:space="preserve"> </w:t>
      </w:r>
      <w:r w:rsidRPr="00CC4FB1">
        <w:t>Data for people of all ages are reported by Indigenous status for 2004</w:t>
      </w:r>
      <w:r w:rsidR="0064097A">
        <w:noBreakHyphen/>
      </w:r>
      <w:r w:rsidRPr="00CC4FB1">
        <w:t xml:space="preserve">05 and 2011–13 in </w:t>
      </w:r>
      <w:r w:rsidRPr="007428E7">
        <w:t>table</w:t>
      </w:r>
      <w:r w:rsidR="00F5404E">
        <w:t> </w:t>
      </w:r>
      <w:proofErr w:type="spellStart"/>
      <w:r w:rsidRPr="007428E7">
        <w:t>10A.</w:t>
      </w:r>
      <w:r w:rsidR="0070779C">
        <w:t>58</w:t>
      </w:r>
      <w:proofErr w:type="spellEnd"/>
      <w:r w:rsidR="007428E7">
        <w:t>.</w:t>
      </w:r>
    </w:p>
    <w:p w:rsidR="001768C6" w:rsidRDefault="001768C6"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68C6" w:rsidTr="0038602A">
        <w:tc>
          <w:tcPr>
            <w:tcW w:w="8771" w:type="dxa"/>
            <w:tcBorders>
              <w:top w:val="single" w:sz="6" w:space="0" w:color="78A22F"/>
              <w:left w:val="nil"/>
              <w:bottom w:val="nil"/>
              <w:right w:val="nil"/>
            </w:tcBorders>
            <w:shd w:val="clear" w:color="auto" w:fill="auto"/>
          </w:tcPr>
          <w:p w:rsidR="001768C6" w:rsidRPr="00176D3F" w:rsidRDefault="001768C6" w:rsidP="001768C6">
            <w:pPr>
              <w:pStyle w:val="FigureTitle"/>
            </w:pPr>
            <w:r w:rsidRPr="00784A05">
              <w:rPr>
                <w:b w:val="0"/>
              </w:rPr>
              <w:t xml:space="preserve">Figure </w:t>
            </w:r>
            <w:r>
              <w:rPr>
                <w:b w:val="0"/>
              </w:rPr>
              <w:t>10.</w:t>
            </w:r>
            <w:r w:rsidR="008F09D3">
              <w:rPr>
                <w:b w:val="0"/>
                <w:noProof/>
              </w:rPr>
              <w:t>14</w:t>
            </w:r>
            <w:r>
              <w:tab/>
              <w:t>P</w:t>
            </w:r>
            <w:r w:rsidRPr="006C74C6">
              <w:t>eople with asthma who have a written asthma action plan</w:t>
            </w:r>
            <w:r w:rsidRPr="00A73D31">
              <w:rPr>
                <w:rStyle w:val="NoteLabel"/>
                <w:b/>
              </w:rPr>
              <w:t>a</w:t>
            </w:r>
            <w:r w:rsidR="0062204D">
              <w:rPr>
                <w:rStyle w:val="NoteLabel"/>
                <w:b/>
              </w:rPr>
              <w:t>, b</w:t>
            </w:r>
            <w:r w:rsidR="00571860">
              <w:rPr>
                <w:rStyle w:val="NoteLabel"/>
                <w:b/>
              </w:rPr>
              <w:t>, c</w:t>
            </w:r>
          </w:p>
        </w:tc>
      </w:tr>
      <w:tr w:rsidR="001768C6"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768C6" w:rsidTr="0038602A">
              <w:trPr>
                <w:jc w:val="center"/>
              </w:trPr>
              <w:tc>
                <w:tcPr>
                  <w:tcW w:w="5000" w:type="pct"/>
                  <w:tcBorders>
                    <w:top w:val="nil"/>
                    <w:bottom w:val="nil"/>
                  </w:tcBorders>
                </w:tcPr>
                <w:p w:rsidR="001768C6" w:rsidRDefault="00E2697F" w:rsidP="0038602A">
                  <w:pPr>
                    <w:pStyle w:val="Figure"/>
                    <w:spacing w:before="60" w:after="60"/>
                  </w:pPr>
                  <w:r>
                    <w:rPr>
                      <w:noProof/>
                    </w:rPr>
                    <w:drawing>
                      <wp:inline distT="0" distB="0" distL="0" distR="0" wp14:anchorId="65EDC59B" wp14:editId="6DC2C7C3">
                        <wp:extent cx="5276850" cy="2609850"/>
                        <wp:effectExtent l="0" t="0" r="0" b="0"/>
                        <wp:docPr id="16" name="Picture 16" descr="Figure 10.14 People with asthma who have a written asthma action pla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6850" cy="2609850"/>
                                </a:xfrm>
                                <a:prstGeom prst="rect">
                                  <a:avLst/>
                                </a:prstGeom>
                                <a:noFill/>
                                <a:ln>
                                  <a:noFill/>
                                </a:ln>
                              </pic:spPr>
                            </pic:pic>
                          </a:graphicData>
                        </a:graphic>
                      </wp:inline>
                    </w:drawing>
                  </w:r>
                </w:p>
              </w:tc>
            </w:tr>
          </w:tbl>
          <w:p w:rsidR="001768C6" w:rsidRDefault="001768C6" w:rsidP="0038602A">
            <w:pPr>
              <w:pStyle w:val="Figure"/>
            </w:pPr>
          </w:p>
        </w:tc>
      </w:tr>
      <w:tr w:rsidR="001768C6" w:rsidRPr="00176D3F" w:rsidTr="0038602A">
        <w:tc>
          <w:tcPr>
            <w:tcW w:w="8771" w:type="dxa"/>
            <w:tcBorders>
              <w:top w:val="nil"/>
              <w:left w:val="nil"/>
              <w:bottom w:val="nil"/>
              <w:right w:val="nil"/>
            </w:tcBorders>
            <w:shd w:val="clear" w:color="auto" w:fill="auto"/>
          </w:tcPr>
          <w:p w:rsidR="001768C6" w:rsidRPr="00176D3F" w:rsidRDefault="001768C6" w:rsidP="00571860">
            <w:pPr>
              <w:pStyle w:val="Note"/>
            </w:pPr>
            <w:r>
              <w:rPr>
                <w:rStyle w:val="NoteLabel"/>
              </w:rPr>
              <w:t>a</w:t>
            </w:r>
            <w:r>
              <w:t xml:space="preserve"> See box </w:t>
            </w:r>
            <w:r w:rsidRPr="00CC42C3">
              <w:t>10.1</w:t>
            </w:r>
            <w:r w:rsidR="00CC42C3">
              <w:t>0</w:t>
            </w:r>
            <w:r>
              <w:t xml:space="preserve"> and </w:t>
            </w:r>
            <w:r w:rsidRPr="007428E7">
              <w:t xml:space="preserve">table </w:t>
            </w:r>
            <w:proofErr w:type="spellStart"/>
            <w:r w:rsidRPr="007428E7">
              <w:t>10A.</w:t>
            </w:r>
            <w:r w:rsidR="00A82144">
              <w:t>5</w:t>
            </w:r>
            <w:r w:rsidRPr="007428E7">
              <w:t>6</w:t>
            </w:r>
            <w:proofErr w:type="spellEnd"/>
            <w:r>
              <w:t xml:space="preserve"> for detailed definitions, footnotes and caveats.</w:t>
            </w:r>
            <w:r w:rsidR="0062204D">
              <w:t xml:space="preserve"> </w:t>
            </w:r>
            <w:r w:rsidR="0062204D" w:rsidRPr="005310EE">
              <w:rPr>
                <w:rStyle w:val="NoteLabel"/>
              </w:rPr>
              <w:t>b</w:t>
            </w:r>
            <w:r w:rsidR="0062204D" w:rsidRPr="005310EE">
              <w:t xml:space="preserve"> NT data not published for 2004-05.</w:t>
            </w:r>
            <w:r w:rsidR="00571860">
              <w:rPr>
                <w:rStyle w:val="NoteLabel"/>
              </w:rPr>
              <w:t xml:space="preserve"> c</w:t>
            </w:r>
            <w:r w:rsidR="00571860">
              <w:t xml:space="preserve"> </w:t>
            </w:r>
            <w:r w:rsidR="00571860" w:rsidRPr="00AC119F">
              <w:rPr>
                <w:rFonts w:asciiTheme="minorHAnsi" w:hAnsiTheme="minorHAnsi"/>
                <w:szCs w:val="18"/>
              </w:rPr>
              <w:t>Error bars represent the 95 per cent confidence interval associated with each point estimate</w:t>
            </w:r>
            <w:r w:rsidR="00571860" w:rsidRPr="008A7681">
              <w:rPr>
                <w:rFonts w:asciiTheme="minorHAnsi" w:hAnsiTheme="minorHAnsi"/>
                <w:sz w:val="22"/>
                <w:szCs w:val="22"/>
              </w:rPr>
              <w:t>.</w:t>
            </w:r>
          </w:p>
        </w:tc>
      </w:tr>
      <w:tr w:rsidR="001768C6" w:rsidRPr="00176D3F" w:rsidTr="0038602A">
        <w:tc>
          <w:tcPr>
            <w:tcW w:w="8771" w:type="dxa"/>
            <w:tcBorders>
              <w:top w:val="nil"/>
              <w:left w:val="nil"/>
              <w:bottom w:val="nil"/>
              <w:right w:val="nil"/>
            </w:tcBorders>
            <w:shd w:val="clear" w:color="auto" w:fill="auto"/>
          </w:tcPr>
          <w:p w:rsidR="001768C6" w:rsidRPr="00176D3F" w:rsidRDefault="001768C6" w:rsidP="00A82144">
            <w:pPr>
              <w:pStyle w:val="Source"/>
            </w:pPr>
            <w:r w:rsidRPr="006C74C6">
              <w:rPr>
                <w:i/>
              </w:rPr>
              <w:t>Source</w:t>
            </w:r>
            <w:r w:rsidRPr="006C74C6">
              <w:t>: ABS (unpublished)</w:t>
            </w:r>
            <w:r>
              <w:t xml:space="preserve"> </w:t>
            </w:r>
            <w:r w:rsidRPr="002A07B5">
              <w:t>Australian Health Survey, 2011–2013</w:t>
            </w:r>
            <w:r>
              <w:t xml:space="preserve"> (2011</w:t>
            </w:r>
            <w:r>
              <w:noBreakHyphen/>
              <w:t>12 NHS component)</w:t>
            </w:r>
            <w:r>
              <w:rPr>
                <w:i/>
              </w:rPr>
              <w:t xml:space="preserve">, </w:t>
            </w:r>
            <w:r w:rsidRPr="00A73D31">
              <w:t>Cat. No. 4364.0;</w:t>
            </w:r>
            <w:r w:rsidRPr="006C74C6">
              <w:t xml:space="preserve"> ABS (unpublished)</w:t>
            </w:r>
            <w:r>
              <w:t xml:space="preserve"> </w:t>
            </w:r>
            <w:r w:rsidRPr="002A07B5">
              <w:t xml:space="preserve">National Health Survey, </w:t>
            </w:r>
            <w:r w:rsidR="0072349B">
              <w:t xml:space="preserve">2014-15, </w:t>
            </w:r>
            <w:r w:rsidRPr="002A07B5">
              <w:t>2007</w:t>
            </w:r>
            <w:r>
              <w:noBreakHyphen/>
            </w:r>
            <w:r w:rsidRPr="002A07B5">
              <w:t>08, 2004</w:t>
            </w:r>
            <w:r>
              <w:noBreakHyphen/>
            </w:r>
            <w:r w:rsidRPr="002A07B5">
              <w:t>05,</w:t>
            </w:r>
            <w:r w:rsidRPr="00A73D31">
              <w:t xml:space="preserve"> Cat. No. 4364.0;</w:t>
            </w:r>
            <w:r w:rsidRPr="006C74C6">
              <w:t xml:space="preserve"> </w:t>
            </w:r>
            <w:r w:rsidRPr="007428E7">
              <w:t>table </w:t>
            </w:r>
            <w:proofErr w:type="spellStart"/>
            <w:r w:rsidRPr="007428E7">
              <w:t>10A.</w:t>
            </w:r>
            <w:r w:rsidR="00A82144">
              <w:t>5</w:t>
            </w:r>
            <w:r w:rsidRPr="007428E7">
              <w:t>6</w:t>
            </w:r>
            <w:proofErr w:type="spellEnd"/>
            <w:r w:rsidR="007428E7">
              <w:t>.</w:t>
            </w:r>
            <w:r w:rsidRPr="00176D3F">
              <w:t xml:space="preserve"> </w:t>
            </w:r>
          </w:p>
        </w:tc>
      </w:tr>
      <w:tr w:rsidR="001768C6" w:rsidTr="0038602A">
        <w:tc>
          <w:tcPr>
            <w:tcW w:w="8771" w:type="dxa"/>
            <w:tcBorders>
              <w:top w:val="nil"/>
              <w:left w:val="nil"/>
              <w:bottom w:val="single" w:sz="6" w:space="0" w:color="78A22F"/>
              <w:right w:val="nil"/>
            </w:tcBorders>
            <w:shd w:val="clear" w:color="auto" w:fill="auto"/>
          </w:tcPr>
          <w:p w:rsidR="001768C6" w:rsidRDefault="001768C6" w:rsidP="0038602A">
            <w:pPr>
              <w:pStyle w:val="Figurespace"/>
            </w:pPr>
          </w:p>
        </w:tc>
      </w:tr>
      <w:tr w:rsidR="001768C6" w:rsidRPr="000863A5" w:rsidTr="0038602A">
        <w:tc>
          <w:tcPr>
            <w:tcW w:w="8771" w:type="dxa"/>
            <w:tcBorders>
              <w:top w:val="single" w:sz="6" w:space="0" w:color="78A22F"/>
              <w:left w:val="nil"/>
              <w:bottom w:val="nil"/>
              <w:right w:val="nil"/>
            </w:tcBorders>
          </w:tcPr>
          <w:p w:rsidR="001768C6" w:rsidRPr="00626D32" w:rsidRDefault="001768C6" w:rsidP="0038602A">
            <w:pPr>
              <w:pStyle w:val="BoxSpaceBelow"/>
            </w:pPr>
          </w:p>
        </w:tc>
      </w:tr>
    </w:tbl>
    <w:p w:rsidR="00753514" w:rsidRDefault="00073BD0" w:rsidP="002E22B9">
      <w:pPr>
        <w:pStyle w:val="Heading4"/>
      </w:pPr>
      <w:r>
        <w:t xml:space="preserve">Appropriateness </w:t>
      </w:r>
      <w:r w:rsidR="0064097A">
        <w:noBreakHyphen/>
      </w:r>
      <w:r>
        <w:t xml:space="preserve"> </w:t>
      </w:r>
      <w:r w:rsidR="002F6012">
        <w:t>Use of p</w:t>
      </w:r>
      <w:r w:rsidR="00753514" w:rsidRPr="00753514">
        <w:t>athology tests and di</w:t>
      </w:r>
      <w:r w:rsidR="00962C64">
        <w:t>agnostic imaging</w:t>
      </w:r>
    </w:p>
    <w:p w:rsidR="001E5797" w:rsidRDefault="00E6435D" w:rsidP="003A70F1">
      <w:pPr>
        <w:pStyle w:val="BodyText"/>
      </w:pPr>
      <w:r>
        <w:t>‘</w:t>
      </w:r>
      <w:r w:rsidR="002F6012">
        <w:t>Use of p</w:t>
      </w:r>
      <w:r w:rsidRPr="00D1658D">
        <w:t>athology tests and diagnostic imaging</w:t>
      </w:r>
      <w:r>
        <w:t>’ is an indicator of governments’ objective to</w:t>
      </w:r>
      <w:r w:rsidRPr="00E6435D">
        <w:t xml:space="preserve"> </w:t>
      </w:r>
      <w:r>
        <w:t>ensure that primary healthcare services are appropriate</w:t>
      </w:r>
      <w:r w:rsidR="0066577F">
        <w:t xml:space="preserve"> (</w:t>
      </w:r>
      <w:r w:rsidR="00897589" w:rsidRPr="00AA3CFC">
        <w:t>box 10.</w:t>
      </w:r>
      <w:r w:rsidR="00445562" w:rsidRPr="00AA3CFC">
        <w:t>1</w:t>
      </w:r>
      <w:r w:rsidR="00CD1276">
        <w:t>1</w:t>
      </w:r>
      <w:r w:rsidR="0066577F">
        <w:t>)</w:t>
      </w:r>
      <w:r>
        <w:t>.</w:t>
      </w:r>
    </w:p>
    <w:p w:rsidR="00AA1450" w:rsidRDefault="00AA145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A1450" w:rsidTr="00EB43FD">
        <w:tc>
          <w:tcPr>
            <w:tcW w:w="8771" w:type="dxa"/>
            <w:tcBorders>
              <w:top w:val="single" w:sz="6" w:space="0" w:color="78A22F"/>
              <w:left w:val="nil"/>
              <w:bottom w:val="nil"/>
              <w:right w:val="nil"/>
            </w:tcBorders>
            <w:shd w:val="clear" w:color="auto" w:fill="F2F2F2"/>
          </w:tcPr>
          <w:p w:rsidR="00AA1450" w:rsidRDefault="00AA1450" w:rsidP="00AA1450">
            <w:pPr>
              <w:pStyle w:val="BoxTitle"/>
            </w:pPr>
            <w:r>
              <w:rPr>
                <w:b w:val="0"/>
              </w:rPr>
              <w:t>Box 10.</w:t>
            </w:r>
            <w:r w:rsidR="008F09D3">
              <w:rPr>
                <w:b w:val="0"/>
                <w:noProof/>
              </w:rPr>
              <w:t>11</w:t>
            </w:r>
            <w:r>
              <w:tab/>
              <w:t>Use of p</w:t>
            </w:r>
            <w:r w:rsidRPr="00753514">
              <w:t xml:space="preserve">athology tests </w:t>
            </w:r>
            <w:r>
              <w:t xml:space="preserve">and diagnostic imaging </w:t>
            </w:r>
          </w:p>
        </w:tc>
      </w:tr>
      <w:tr w:rsidR="00AA1450" w:rsidTr="00EB43FD">
        <w:tc>
          <w:tcPr>
            <w:tcW w:w="8771" w:type="dxa"/>
            <w:tcBorders>
              <w:top w:val="nil"/>
              <w:left w:val="nil"/>
              <w:bottom w:val="nil"/>
              <w:right w:val="nil"/>
            </w:tcBorders>
            <w:shd w:val="clear" w:color="auto" w:fill="F2F2F2"/>
          </w:tcPr>
          <w:p w:rsidR="00AA1450" w:rsidRDefault="00AA1450" w:rsidP="00AA1450">
            <w:pPr>
              <w:pStyle w:val="Box"/>
            </w:pPr>
            <w:r>
              <w:t>‘Use of p</w:t>
            </w:r>
            <w:r w:rsidRPr="007B4157">
              <w:t>athology tests and diagnostic imaging</w:t>
            </w:r>
            <w:r>
              <w:t>’ is defined by four measures:</w:t>
            </w:r>
          </w:p>
          <w:p w:rsidR="00AA1450" w:rsidRDefault="00AA1450" w:rsidP="00AA1450">
            <w:pPr>
              <w:pStyle w:val="BoxListBullet"/>
            </w:pPr>
            <w:r>
              <w:t xml:space="preserve">MBS items rebated through </w:t>
            </w:r>
            <w:r w:rsidRPr="002D7882">
              <w:t xml:space="preserve">DHS Medicare </w:t>
            </w:r>
            <w:r>
              <w:t xml:space="preserve">for pathology tests requested by vocationally </w:t>
            </w:r>
            <w:r w:rsidRPr="000B2487">
              <w:t>registered</w:t>
            </w:r>
            <w:r>
              <w:t xml:space="preserve"> GPs and </w:t>
            </w:r>
            <w:proofErr w:type="spellStart"/>
            <w:r>
              <w:t>OMPs</w:t>
            </w:r>
            <w:proofErr w:type="spellEnd"/>
            <w:r>
              <w:t>, per person</w:t>
            </w:r>
          </w:p>
          <w:p w:rsidR="00AA1450" w:rsidRDefault="00AA1450" w:rsidP="00AA1450">
            <w:pPr>
              <w:pStyle w:val="BoxListBullet"/>
            </w:pPr>
            <w:r>
              <w:t xml:space="preserve">Diagnostic imaging services provided on referral from vocationally </w:t>
            </w:r>
            <w:r w:rsidRPr="000B2487">
              <w:t xml:space="preserve">registered </w:t>
            </w:r>
            <w:r>
              <w:t xml:space="preserve">GPs and </w:t>
            </w:r>
            <w:proofErr w:type="spellStart"/>
            <w:r>
              <w:t>OMPs</w:t>
            </w:r>
            <w:proofErr w:type="spellEnd"/>
            <w:r>
              <w:t xml:space="preserve"> and rebated through </w:t>
            </w:r>
            <w:r w:rsidRPr="002D7882">
              <w:t>DHS Medicare</w:t>
            </w:r>
            <w:r>
              <w:t>, per person</w:t>
            </w:r>
          </w:p>
          <w:p w:rsidR="00AA1450" w:rsidRDefault="00AA1450" w:rsidP="00AA1450">
            <w:pPr>
              <w:pStyle w:val="BoxListBullet"/>
            </w:pPr>
            <w:r>
              <w:t>DHS Medicare benefits paid per person for pathology tests</w:t>
            </w:r>
          </w:p>
          <w:p w:rsidR="00AA1450" w:rsidRDefault="00AA1450" w:rsidP="00AA1450">
            <w:pPr>
              <w:pStyle w:val="BoxListBullet"/>
            </w:pPr>
            <w:r>
              <w:t>DHS Medicare benefits paid per person for diagnostic imaging.</w:t>
            </w:r>
          </w:p>
          <w:p w:rsidR="00AA1450" w:rsidRDefault="00AA1450" w:rsidP="00EB43FD">
            <w:pPr>
              <w:pStyle w:val="Box"/>
            </w:pPr>
          </w:p>
        </w:tc>
      </w:tr>
      <w:tr w:rsidR="00AA1450" w:rsidTr="00EB43FD">
        <w:tc>
          <w:tcPr>
            <w:tcW w:w="8771" w:type="dxa"/>
            <w:tcBorders>
              <w:top w:val="nil"/>
              <w:left w:val="nil"/>
              <w:bottom w:val="nil"/>
              <w:right w:val="nil"/>
            </w:tcBorders>
            <w:shd w:val="clear" w:color="auto" w:fill="F2F2F2"/>
          </w:tcPr>
          <w:p w:rsidR="00AA1450" w:rsidRDefault="0016387F" w:rsidP="00AA1450">
            <w:pPr>
              <w:pStyle w:val="BoxSource"/>
              <w:jc w:val="right"/>
            </w:pPr>
            <w:r>
              <w:t>(continued next page)</w:t>
            </w:r>
          </w:p>
        </w:tc>
      </w:tr>
      <w:tr w:rsidR="00AA1450" w:rsidTr="00EB43FD">
        <w:tc>
          <w:tcPr>
            <w:tcW w:w="8771" w:type="dxa"/>
            <w:tcBorders>
              <w:top w:val="nil"/>
              <w:left w:val="nil"/>
              <w:bottom w:val="single" w:sz="6" w:space="0" w:color="78A22F"/>
              <w:right w:val="nil"/>
            </w:tcBorders>
            <w:shd w:val="clear" w:color="auto" w:fill="F2F2F2"/>
          </w:tcPr>
          <w:p w:rsidR="00AA1450" w:rsidRDefault="00AA1450">
            <w:pPr>
              <w:pStyle w:val="Box"/>
              <w:spacing w:before="0" w:line="120" w:lineRule="exact"/>
            </w:pPr>
          </w:p>
        </w:tc>
      </w:tr>
      <w:tr w:rsidR="00AA1450" w:rsidRPr="000863A5" w:rsidTr="00EB43FD">
        <w:tc>
          <w:tcPr>
            <w:tcW w:w="8771" w:type="dxa"/>
            <w:tcBorders>
              <w:top w:val="single" w:sz="6" w:space="0" w:color="78A22F"/>
              <w:left w:val="nil"/>
              <w:bottom w:val="nil"/>
              <w:right w:val="nil"/>
            </w:tcBorders>
          </w:tcPr>
          <w:p w:rsidR="00AA1450" w:rsidRPr="00626D32" w:rsidRDefault="00AA1450" w:rsidP="00EB43FD">
            <w:pPr>
              <w:pStyle w:val="BoxSpaceBelow"/>
            </w:pPr>
          </w:p>
        </w:tc>
      </w:tr>
    </w:tbl>
    <w:p w:rsidR="00AA1450" w:rsidRDefault="00AA1450" w:rsidP="003A70F1">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5E3F" w:rsidTr="00F520F2">
        <w:tc>
          <w:tcPr>
            <w:tcW w:w="8771" w:type="dxa"/>
            <w:tcBorders>
              <w:top w:val="single" w:sz="6" w:space="0" w:color="78A22F"/>
              <w:left w:val="nil"/>
              <w:bottom w:val="nil"/>
              <w:right w:val="nil"/>
            </w:tcBorders>
            <w:shd w:val="clear" w:color="auto" w:fill="F2F2F2"/>
          </w:tcPr>
          <w:p w:rsidR="00B65E3F" w:rsidRPr="00221064" w:rsidRDefault="00B65E3F" w:rsidP="00221064">
            <w:pPr>
              <w:pStyle w:val="BoxTitle"/>
              <w:rPr>
                <w:b w:val="0"/>
                <w:sz w:val="18"/>
                <w:szCs w:val="18"/>
              </w:rPr>
            </w:pPr>
            <w:r>
              <w:rPr>
                <w:b w:val="0"/>
              </w:rPr>
              <w:lastRenderedPageBreak/>
              <w:t xml:space="preserve">Box </w:t>
            </w:r>
            <w:r w:rsidR="00221064">
              <w:rPr>
                <w:b w:val="0"/>
              </w:rPr>
              <w:t>10.11</w:t>
            </w:r>
            <w:r>
              <w:tab/>
            </w:r>
            <w:r w:rsidR="00221064" w:rsidRPr="00221064">
              <w:rPr>
                <w:b w:val="0"/>
                <w:sz w:val="18"/>
                <w:szCs w:val="18"/>
              </w:rPr>
              <w:t>(</w:t>
            </w:r>
            <w:r w:rsidR="00221064">
              <w:rPr>
                <w:b w:val="0"/>
                <w:sz w:val="18"/>
                <w:szCs w:val="18"/>
              </w:rPr>
              <w:t>continued)</w:t>
            </w:r>
          </w:p>
        </w:tc>
      </w:tr>
      <w:tr w:rsidR="00B65E3F" w:rsidTr="00F520F2">
        <w:trPr>
          <w:cantSplit/>
        </w:trPr>
        <w:tc>
          <w:tcPr>
            <w:tcW w:w="8771" w:type="dxa"/>
            <w:tcBorders>
              <w:top w:val="nil"/>
              <w:left w:val="nil"/>
              <w:bottom w:val="nil"/>
              <w:right w:val="nil"/>
            </w:tcBorders>
            <w:shd w:val="clear" w:color="auto" w:fill="F2F2F2"/>
          </w:tcPr>
          <w:p w:rsidR="00B65E3F" w:rsidRDefault="00B65E3F" w:rsidP="00B65E3F">
            <w:pPr>
              <w:pStyle w:val="Box"/>
            </w:pPr>
            <w:r>
              <w:t xml:space="preserve">This indicator needs to be interpreted with care as </w:t>
            </w:r>
            <w:r w:rsidRPr="0075197A">
              <w:t>appropriate levels of use</w:t>
            </w:r>
            <w:r>
              <w:t xml:space="preserve"> of pathology tests and diagnostic imaging</w:t>
            </w:r>
            <w:r w:rsidRPr="0075197A">
              <w:t xml:space="preserve"> cannot be determined</w:t>
            </w:r>
            <w:r>
              <w:t xml:space="preserve">. A high or increasing level of use can </w:t>
            </w:r>
            <w:r w:rsidRPr="0075197A">
              <w:t xml:space="preserve">reflect </w:t>
            </w:r>
            <w:r w:rsidR="001B43BF" w:rsidRPr="0075197A">
              <w:t>overreliance</w:t>
            </w:r>
            <w:r w:rsidRPr="0075197A">
              <w:t xml:space="preserve"> on tools to support the diagnostic process. </w:t>
            </w:r>
            <w:r>
              <w:t xml:space="preserve">A low or decreasing level of </w:t>
            </w:r>
            <w:r w:rsidRPr="0075197A">
              <w:t>use can contribute to misdiagnosis of disease and to relatively poor treatment decisions.</w:t>
            </w:r>
            <w:r>
              <w:t xml:space="preserve"> </w:t>
            </w:r>
            <w:r w:rsidRPr="0075197A">
              <w:t>Pathology tests and diagnostic imaging are important tools used by GPs in the diagnosis of many diseases, and in monitoring response to treatment.</w:t>
            </w:r>
            <w:r>
              <w:t xml:space="preserve"> P</w:t>
            </w:r>
            <w:r w:rsidRPr="00BA1E15">
              <w:t xml:space="preserve">athology and diagnostic imaging </w:t>
            </w:r>
            <w:r>
              <w:t>services performed at the request</w:t>
            </w:r>
            <w:r w:rsidRPr="00BA1E15">
              <w:t xml:space="preserve"> </w:t>
            </w:r>
            <w:r>
              <w:t>of</w:t>
            </w:r>
            <w:r w:rsidRPr="00BA1E15">
              <w:t xml:space="preserve"> vocationally </w:t>
            </w:r>
            <w:r w:rsidRPr="000B2487">
              <w:t xml:space="preserve">registered </w:t>
            </w:r>
            <w:r w:rsidRPr="00BA1E15">
              <w:t xml:space="preserve">GPs and </w:t>
            </w:r>
            <w:proofErr w:type="spellStart"/>
            <w:r w:rsidRPr="00BA1E15">
              <w:t>OMPs</w:t>
            </w:r>
            <w:proofErr w:type="spellEnd"/>
            <w:r>
              <w:t xml:space="preserve"> and </w:t>
            </w:r>
            <w:r w:rsidRPr="00BA1E15">
              <w:t xml:space="preserve">rebated through </w:t>
            </w:r>
            <w:r w:rsidRPr="002D7882">
              <w:t xml:space="preserve">DHS Medicare </w:t>
            </w:r>
            <w:r>
              <w:t>is used as a proxy in reporting against this indicator.</w:t>
            </w:r>
          </w:p>
          <w:p w:rsidR="00B65E3F" w:rsidRDefault="00B65E3F" w:rsidP="00B65E3F">
            <w:pPr>
              <w:pStyle w:val="Box"/>
            </w:pPr>
            <w:r>
              <w:t>Data reported for this indicator are:</w:t>
            </w:r>
          </w:p>
          <w:p w:rsidR="00B65E3F" w:rsidRDefault="00B65E3F" w:rsidP="00B65E3F">
            <w:pPr>
              <w:pStyle w:val="BoxListBullet"/>
            </w:pPr>
            <w:r>
              <w:t xml:space="preserve">comparable (subject to caveats) </w:t>
            </w:r>
            <w:r w:rsidRPr="00065D58">
              <w:t>across jurisdictions and over time</w:t>
            </w:r>
            <w:r>
              <w:t xml:space="preserve"> </w:t>
            </w:r>
            <w:r w:rsidRPr="00706BB0">
              <w:t xml:space="preserve">but a break in time series means that data from </w:t>
            </w:r>
            <w:r w:rsidRPr="007428E7">
              <w:t>2012</w:t>
            </w:r>
            <w:r w:rsidRPr="007428E7">
              <w:noBreakHyphen/>
              <w:t>13</w:t>
            </w:r>
            <w:r w:rsidRPr="00706BB0">
              <w:t xml:space="preserve"> </w:t>
            </w:r>
            <w:r>
              <w:t xml:space="preserve">onwards </w:t>
            </w:r>
            <w:r w:rsidRPr="00706BB0">
              <w:t>are not compar</w:t>
            </w:r>
            <w:r>
              <w:t>able to data for previous years</w:t>
            </w:r>
          </w:p>
          <w:p w:rsidR="00B65E3F" w:rsidRDefault="00B65E3F" w:rsidP="007428E7">
            <w:pPr>
              <w:pStyle w:val="BoxListBullet"/>
            </w:pPr>
            <w:r>
              <w:t xml:space="preserve">complete (subject to caveats) for the current reporting period. All required </w:t>
            </w:r>
            <w:r w:rsidRPr="007428E7">
              <w:t>201</w:t>
            </w:r>
            <w:r w:rsidR="007428E7" w:rsidRPr="007428E7">
              <w:t>5</w:t>
            </w:r>
            <w:r w:rsidRPr="007428E7">
              <w:noBreakHyphen/>
              <w:t>1</w:t>
            </w:r>
            <w:r w:rsidR="007428E7" w:rsidRPr="007428E7">
              <w:t>6</w:t>
            </w:r>
            <w:r w:rsidRPr="007428E7">
              <w:t xml:space="preserve"> data</w:t>
            </w:r>
            <w:r>
              <w:t xml:space="preserve"> are a</w:t>
            </w:r>
            <w:r w:rsidR="00E47D85">
              <w:t>vailable for all jurisdictions.</w:t>
            </w:r>
          </w:p>
        </w:tc>
      </w:tr>
      <w:tr w:rsidR="00B65E3F" w:rsidTr="00F520F2">
        <w:trPr>
          <w:cantSplit/>
        </w:trPr>
        <w:tc>
          <w:tcPr>
            <w:tcW w:w="8771" w:type="dxa"/>
            <w:tcBorders>
              <w:top w:val="nil"/>
              <w:left w:val="nil"/>
              <w:bottom w:val="single" w:sz="6" w:space="0" w:color="78A22F"/>
              <w:right w:val="nil"/>
            </w:tcBorders>
            <w:shd w:val="clear" w:color="auto" w:fill="F2F2F2"/>
          </w:tcPr>
          <w:p w:rsidR="00B65E3F" w:rsidRDefault="00B65E3F">
            <w:pPr>
              <w:pStyle w:val="Box"/>
              <w:spacing w:before="0" w:line="120" w:lineRule="exact"/>
            </w:pPr>
          </w:p>
        </w:tc>
      </w:tr>
      <w:tr w:rsidR="00B65E3F" w:rsidRPr="000863A5" w:rsidTr="00F520F2">
        <w:tc>
          <w:tcPr>
            <w:tcW w:w="8771" w:type="dxa"/>
            <w:tcBorders>
              <w:top w:val="single" w:sz="6" w:space="0" w:color="78A22F"/>
              <w:left w:val="nil"/>
              <w:bottom w:val="nil"/>
              <w:right w:val="nil"/>
            </w:tcBorders>
          </w:tcPr>
          <w:p w:rsidR="00B65E3F" w:rsidRPr="00626D32" w:rsidRDefault="00B65E3F" w:rsidP="00F520F2">
            <w:pPr>
              <w:pStyle w:val="BoxSpaceBelow"/>
            </w:pPr>
          </w:p>
        </w:tc>
      </w:tr>
    </w:tbl>
    <w:p w:rsidR="00602FD0" w:rsidRDefault="00503FCC" w:rsidP="00944E91">
      <w:pPr>
        <w:pStyle w:val="BodyText"/>
      </w:pPr>
      <w:r>
        <w:t>A</w:t>
      </w:r>
      <w:r w:rsidR="008B30F5">
        <w:t xml:space="preserve">vailable </w:t>
      </w:r>
      <w:r w:rsidR="007C55EC">
        <w:t>data</w:t>
      </w:r>
      <w:r w:rsidR="00043F49">
        <w:t xml:space="preserve"> from DHS Medicare reflect only those services provided and rebated</w:t>
      </w:r>
      <w:r w:rsidR="007C55EC">
        <w:t xml:space="preserve">. </w:t>
      </w:r>
      <w:r w:rsidR="003D329E">
        <w:t xml:space="preserve">For example, </w:t>
      </w:r>
      <w:r w:rsidR="00161A48" w:rsidRPr="00051912">
        <w:t xml:space="preserve">rebates are </w:t>
      </w:r>
      <w:r w:rsidR="00161A48">
        <w:t xml:space="preserve">provided for a maximum of three MBS </w:t>
      </w:r>
      <w:r w:rsidR="003D329E">
        <w:t xml:space="preserve">pathology </w:t>
      </w:r>
      <w:r w:rsidR="00161A48">
        <w:t xml:space="preserve">items </w:t>
      </w:r>
      <w:r w:rsidR="003D329E">
        <w:t>—</w:t>
      </w:r>
      <w:r w:rsidR="003254D6">
        <w:t xml:space="preserve"> </w:t>
      </w:r>
      <w:r w:rsidR="0095088E">
        <w:t xml:space="preserve">any </w:t>
      </w:r>
      <w:r w:rsidR="00A24473">
        <w:t>additional pathology tests are excluded from the data</w:t>
      </w:r>
      <w:r w:rsidR="003D329E">
        <w:t xml:space="preserve"> </w:t>
      </w:r>
      <w:r w:rsidR="00A24473">
        <w:t>because rebates are not provided</w:t>
      </w:r>
      <w:r w:rsidR="003D329E">
        <w:t>.</w:t>
      </w:r>
    </w:p>
    <w:p w:rsidR="009205C8" w:rsidRPr="007428E7" w:rsidRDefault="00894D93" w:rsidP="00894D93">
      <w:pPr>
        <w:pStyle w:val="BodyText"/>
      </w:pPr>
      <w:r w:rsidRPr="007428E7">
        <w:t>Nationally</w:t>
      </w:r>
      <w:r w:rsidR="009205C8" w:rsidRPr="007428E7">
        <w:t xml:space="preserve"> in 201</w:t>
      </w:r>
      <w:r w:rsidR="007428E7" w:rsidRPr="007428E7">
        <w:t>5</w:t>
      </w:r>
      <w:r w:rsidR="0064097A" w:rsidRPr="007428E7">
        <w:noBreakHyphen/>
      </w:r>
      <w:r w:rsidR="009205C8" w:rsidRPr="007428E7">
        <w:t>1</w:t>
      </w:r>
      <w:r w:rsidR="007428E7" w:rsidRPr="007428E7">
        <w:t>6</w:t>
      </w:r>
      <w:r w:rsidR="009205C8" w:rsidRPr="007428E7">
        <w:t>:</w:t>
      </w:r>
    </w:p>
    <w:p w:rsidR="00753514" w:rsidRPr="007428E7" w:rsidRDefault="00212081" w:rsidP="00613145">
      <w:pPr>
        <w:pStyle w:val="ListBullet"/>
      </w:pPr>
      <w:r w:rsidRPr="007428E7">
        <w:t>there were</w:t>
      </w:r>
      <w:r w:rsidR="00670D1E" w:rsidRPr="007428E7">
        <w:t xml:space="preserve"> </w:t>
      </w:r>
      <w:r w:rsidR="005A0EE6" w:rsidRPr="009B69FB">
        <w:rPr>
          <w:color w:val="000000" w:themeColor="text1"/>
        </w:rPr>
        <w:t>92</w:t>
      </w:r>
      <w:r w:rsidR="009B69FB" w:rsidRPr="009B69FB">
        <w:rPr>
          <w:color w:val="000000" w:themeColor="text1"/>
        </w:rPr>
        <w:t>.4 million</w:t>
      </w:r>
      <w:r w:rsidR="00670D1E" w:rsidRPr="009B69FB">
        <w:rPr>
          <w:color w:val="000000" w:themeColor="text1"/>
        </w:rPr>
        <w:t xml:space="preserve"> </w:t>
      </w:r>
      <w:r w:rsidR="00894D93" w:rsidRPr="007428E7">
        <w:t>rebated MBS items for pathology tests requested by GPs and eligible nurse practitioners, cost</w:t>
      </w:r>
      <w:r w:rsidR="00634ABC" w:rsidRPr="007428E7">
        <w:t>ing</w:t>
      </w:r>
      <w:r w:rsidR="00894D93" w:rsidRPr="007428E7">
        <w:t xml:space="preserve"> </w:t>
      </w:r>
      <w:r w:rsidR="00780930" w:rsidRPr="007428E7">
        <w:t>$</w:t>
      </w:r>
      <w:r w:rsidR="005A0EE6">
        <w:t>1</w:t>
      </w:r>
      <w:r w:rsidR="00780930" w:rsidRPr="007428E7">
        <w:t>.</w:t>
      </w:r>
      <w:r w:rsidR="005A0EE6">
        <w:t>7</w:t>
      </w:r>
      <w:r w:rsidR="00780930" w:rsidRPr="007428E7">
        <w:t xml:space="preserve"> billion </w:t>
      </w:r>
      <w:r w:rsidR="003018DD" w:rsidRPr="007428E7">
        <w:t xml:space="preserve">(table </w:t>
      </w:r>
      <w:proofErr w:type="spellStart"/>
      <w:r w:rsidR="003018DD" w:rsidRPr="007428E7">
        <w:t>10A.</w:t>
      </w:r>
      <w:r w:rsidR="00A82144">
        <w:t>6</w:t>
      </w:r>
      <w:r w:rsidR="00320A0A">
        <w:t>0</w:t>
      </w:r>
      <w:proofErr w:type="spellEnd"/>
      <w:r w:rsidR="005B4F40" w:rsidRPr="007428E7">
        <w:t>)</w:t>
      </w:r>
      <w:r w:rsidR="00613145" w:rsidRPr="007428E7">
        <w:t>.</w:t>
      </w:r>
      <w:r w:rsidR="00556A97" w:rsidRPr="007428E7">
        <w:t xml:space="preserve"> </w:t>
      </w:r>
      <w:r w:rsidR="00613145" w:rsidRPr="007428E7">
        <w:t xml:space="preserve">This translated to </w:t>
      </w:r>
      <w:r w:rsidR="005A0EE6">
        <w:t>3</w:t>
      </w:r>
      <w:r w:rsidR="00613145" w:rsidRPr="007428E7">
        <w:t>.</w:t>
      </w:r>
      <w:r w:rsidR="005A0EE6">
        <w:t>9</w:t>
      </w:r>
      <w:r w:rsidR="00613145" w:rsidRPr="007428E7">
        <w:t> MBS items per person at a cost of $</w:t>
      </w:r>
      <w:r w:rsidR="005A0EE6">
        <w:t>70</w:t>
      </w:r>
      <w:r w:rsidR="00613145" w:rsidRPr="007428E7">
        <w:t> per person (</w:t>
      </w:r>
      <w:r w:rsidR="00630C14" w:rsidRPr="007428E7">
        <w:t>table </w:t>
      </w:r>
      <w:proofErr w:type="spellStart"/>
      <w:r w:rsidR="00630C14" w:rsidRPr="007428E7">
        <w:t>10A.</w:t>
      </w:r>
      <w:r w:rsidR="00A82144">
        <w:t>6</w:t>
      </w:r>
      <w:r w:rsidR="00320A0A">
        <w:t>0</w:t>
      </w:r>
      <w:proofErr w:type="spellEnd"/>
      <w:r w:rsidR="007428E7">
        <w:t xml:space="preserve"> and figure 10.15</w:t>
      </w:r>
      <w:r w:rsidR="00630C14" w:rsidRPr="007428E7">
        <w:t>)</w:t>
      </w:r>
    </w:p>
    <w:p w:rsidR="00FA7CE9" w:rsidRPr="0067357A" w:rsidRDefault="00212081" w:rsidP="00613145">
      <w:pPr>
        <w:pStyle w:val="ListBullet"/>
      </w:pPr>
      <w:r w:rsidRPr="007428E7">
        <w:t>there were</w:t>
      </w:r>
      <w:r w:rsidR="003B6F1C" w:rsidRPr="007428E7">
        <w:t xml:space="preserve"> </w:t>
      </w:r>
      <w:r w:rsidR="005A0EE6" w:rsidRPr="009B69FB">
        <w:rPr>
          <w:color w:val="000000" w:themeColor="text1"/>
        </w:rPr>
        <w:t>15</w:t>
      </w:r>
      <w:r w:rsidR="009B69FB" w:rsidRPr="009B69FB">
        <w:rPr>
          <w:color w:val="000000" w:themeColor="text1"/>
        </w:rPr>
        <w:t>.</w:t>
      </w:r>
      <w:r w:rsidR="005A0EE6" w:rsidRPr="009B69FB">
        <w:rPr>
          <w:color w:val="000000" w:themeColor="text1"/>
        </w:rPr>
        <w:t>2</w:t>
      </w:r>
      <w:r w:rsidR="009B69FB" w:rsidRPr="009B69FB">
        <w:rPr>
          <w:color w:val="000000" w:themeColor="text1"/>
        </w:rPr>
        <w:t xml:space="preserve"> million</w:t>
      </w:r>
      <w:r w:rsidRPr="009B69FB">
        <w:rPr>
          <w:color w:val="000000" w:themeColor="text1"/>
        </w:rPr>
        <w:t xml:space="preserve"> </w:t>
      </w:r>
      <w:r w:rsidR="00214754" w:rsidRPr="007428E7">
        <w:t xml:space="preserve">rebated MBS items </w:t>
      </w:r>
      <w:r w:rsidR="00A46FC3" w:rsidRPr="007428E7">
        <w:t>for diagnostic imaging performed on referral from GPs and</w:t>
      </w:r>
      <w:r w:rsidRPr="007428E7">
        <w:t xml:space="preserve"> eligible nurse practitioners, costing </w:t>
      </w:r>
      <w:r w:rsidR="00780930" w:rsidRPr="007428E7">
        <w:t>$</w:t>
      </w:r>
      <w:r w:rsidR="005A0EE6">
        <w:t>1</w:t>
      </w:r>
      <w:r w:rsidR="00780930" w:rsidRPr="007428E7">
        <w:t>.</w:t>
      </w:r>
      <w:r w:rsidR="002473C0">
        <w:t>8</w:t>
      </w:r>
      <w:r w:rsidR="00780930" w:rsidRPr="007428E7">
        <w:t xml:space="preserve"> billion </w:t>
      </w:r>
      <w:r w:rsidRPr="007428E7">
        <w:t xml:space="preserve">(table </w:t>
      </w:r>
      <w:proofErr w:type="spellStart"/>
      <w:r w:rsidR="003018DD" w:rsidRPr="007428E7">
        <w:t>10A.</w:t>
      </w:r>
      <w:r w:rsidR="00A82144">
        <w:t>61</w:t>
      </w:r>
      <w:proofErr w:type="spellEnd"/>
      <w:r w:rsidRPr="007428E7">
        <w:t>).</w:t>
      </w:r>
      <w:r w:rsidR="00613145" w:rsidRPr="007428E7">
        <w:t xml:space="preserve"> This translated to </w:t>
      </w:r>
      <w:r w:rsidR="005A0EE6">
        <w:t>0</w:t>
      </w:r>
      <w:r w:rsidR="00613145" w:rsidRPr="007428E7">
        <w:t>.</w:t>
      </w:r>
      <w:r w:rsidR="0062204D">
        <w:t>7</w:t>
      </w:r>
      <w:r w:rsidR="00613145" w:rsidRPr="007428E7">
        <w:t xml:space="preserve"> MBS items per person at a cost of around $</w:t>
      </w:r>
      <w:r w:rsidR="005A0EE6">
        <w:t>74</w:t>
      </w:r>
      <w:r w:rsidR="00613145" w:rsidRPr="007428E7">
        <w:t> per person (table </w:t>
      </w:r>
      <w:proofErr w:type="spellStart"/>
      <w:r w:rsidR="00613145" w:rsidRPr="007428E7">
        <w:t>10A.</w:t>
      </w:r>
      <w:r w:rsidR="00A82144">
        <w:t>61</w:t>
      </w:r>
      <w:proofErr w:type="spellEnd"/>
      <w:r w:rsidR="007428E7" w:rsidRPr="007428E7">
        <w:t xml:space="preserve"> and figure 10.15</w:t>
      </w:r>
      <w:r w:rsidR="00613145" w:rsidRPr="007428E7">
        <w:t>).</w:t>
      </w:r>
    </w:p>
    <w:p w:rsidR="001768C6" w:rsidRDefault="001768C6"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68C6" w:rsidTr="0038602A">
        <w:tc>
          <w:tcPr>
            <w:tcW w:w="8771" w:type="dxa"/>
            <w:tcBorders>
              <w:top w:val="single" w:sz="6" w:space="0" w:color="78A22F"/>
              <w:left w:val="nil"/>
              <w:bottom w:val="nil"/>
              <w:right w:val="nil"/>
            </w:tcBorders>
            <w:shd w:val="clear" w:color="auto" w:fill="auto"/>
          </w:tcPr>
          <w:p w:rsidR="001768C6" w:rsidRPr="00176D3F" w:rsidRDefault="001768C6" w:rsidP="00CB64A6">
            <w:pPr>
              <w:pStyle w:val="FigureTitle"/>
            </w:pPr>
            <w:r w:rsidRPr="00784A05">
              <w:rPr>
                <w:b w:val="0"/>
              </w:rPr>
              <w:t xml:space="preserve">Figure </w:t>
            </w:r>
            <w:r>
              <w:rPr>
                <w:b w:val="0"/>
              </w:rPr>
              <w:t>10.</w:t>
            </w:r>
            <w:r w:rsidR="008F09D3">
              <w:rPr>
                <w:b w:val="0"/>
                <w:noProof/>
              </w:rPr>
              <w:t>15</w:t>
            </w:r>
            <w:r>
              <w:tab/>
            </w:r>
            <w:r w:rsidRPr="000B2A40">
              <w:t xml:space="preserve">Benefits paid for </w:t>
            </w:r>
            <w:r>
              <w:t>GP</w:t>
            </w:r>
            <w:r>
              <w:noBreakHyphen/>
              <w:t xml:space="preserve">referred </w:t>
            </w:r>
            <w:r w:rsidRPr="000B2A40">
              <w:t>pathology tes</w:t>
            </w:r>
            <w:r>
              <w:t xml:space="preserve">ts and diagnostic imaging </w:t>
            </w:r>
            <w:r w:rsidRPr="000B2A40">
              <w:t xml:space="preserve">rebated through </w:t>
            </w:r>
            <w:r w:rsidRPr="002D7882">
              <w:t>DHS Medicare</w:t>
            </w:r>
            <w:r w:rsidRPr="00AD73BD">
              <w:rPr>
                <w:rStyle w:val="NoteLabel"/>
                <w:b/>
              </w:rPr>
              <w:t>a</w:t>
            </w:r>
          </w:p>
        </w:tc>
      </w:tr>
      <w:tr w:rsidR="001768C6"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768C6" w:rsidTr="0038602A">
              <w:trPr>
                <w:jc w:val="center"/>
              </w:trPr>
              <w:tc>
                <w:tcPr>
                  <w:tcW w:w="5000" w:type="pct"/>
                  <w:tcBorders>
                    <w:top w:val="nil"/>
                    <w:bottom w:val="nil"/>
                  </w:tcBorders>
                </w:tcPr>
                <w:p w:rsidR="001768C6" w:rsidRDefault="00E2697F" w:rsidP="00115820">
                  <w:pPr>
                    <w:pStyle w:val="Figure"/>
                    <w:spacing w:before="60" w:after="60"/>
                  </w:pPr>
                  <w:r>
                    <w:rPr>
                      <w:noProof/>
                    </w:rPr>
                    <w:drawing>
                      <wp:inline distT="0" distB="0" distL="0" distR="0" wp14:anchorId="647678BA" wp14:editId="30025F33">
                        <wp:extent cx="5362575" cy="2800350"/>
                        <wp:effectExtent l="0" t="0" r="9525" b="0"/>
                        <wp:docPr id="17" name="Picture 17" descr="Figure 10.15 Benefits paid for GP-referred pathology tests and diagnostic imaging rebated through DHS Medicare, Pathology tes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2575" cy="2800350"/>
                                </a:xfrm>
                                <a:prstGeom prst="rect">
                                  <a:avLst/>
                                </a:prstGeom>
                                <a:noFill/>
                                <a:ln>
                                  <a:noFill/>
                                </a:ln>
                              </pic:spPr>
                            </pic:pic>
                          </a:graphicData>
                        </a:graphic>
                      </wp:inline>
                    </w:drawing>
                  </w:r>
                  <w:r w:rsidR="00461A36">
                    <w:rPr>
                      <w:noProof/>
                    </w:rPr>
                    <w:drawing>
                      <wp:inline distT="0" distB="0" distL="0" distR="0" wp14:anchorId="660AE305" wp14:editId="4AB41932">
                        <wp:extent cx="5353050" cy="2600325"/>
                        <wp:effectExtent l="0" t="0" r="0" b="9525"/>
                        <wp:docPr id="18" name="Picture 18" descr="Figure 10.15 Benefits paid for GP-referred pathology tests and diagnostic imaging rebated through DHS Medicare, Diagnostic imag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53050" cy="2600325"/>
                                </a:xfrm>
                                <a:prstGeom prst="rect">
                                  <a:avLst/>
                                </a:prstGeom>
                                <a:noFill/>
                                <a:ln>
                                  <a:noFill/>
                                </a:ln>
                              </pic:spPr>
                            </pic:pic>
                          </a:graphicData>
                        </a:graphic>
                      </wp:inline>
                    </w:drawing>
                  </w:r>
                </w:p>
              </w:tc>
            </w:tr>
          </w:tbl>
          <w:p w:rsidR="001768C6" w:rsidRDefault="001768C6" w:rsidP="0038602A">
            <w:pPr>
              <w:pStyle w:val="Figure"/>
            </w:pPr>
          </w:p>
        </w:tc>
      </w:tr>
      <w:tr w:rsidR="001768C6" w:rsidRPr="00176D3F" w:rsidTr="0038602A">
        <w:tc>
          <w:tcPr>
            <w:tcW w:w="8771" w:type="dxa"/>
            <w:tcBorders>
              <w:top w:val="nil"/>
              <w:left w:val="nil"/>
              <w:bottom w:val="nil"/>
              <w:right w:val="nil"/>
            </w:tcBorders>
            <w:shd w:val="clear" w:color="auto" w:fill="auto"/>
          </w:tcPr>
          <w:p w:rsidR="001768C6" w:rsidRPr="00176D3F" w:rsidRDefault="001768C6" w:rsidP="002473C0">
            <w:pPr>
              <w:pStyle w:val="Note"/>
            </w:pPr>
            <w:r>
              <w:rPr>
                <w:rStyle w:val="NoteLabel"/>
              </w:rPr>
              <w:t>a</w:t>
            </w:r>
            <w:r>
              <w:t xml:space="preserve"> See box </w:t>
            </w:r>
            <w:proofErr w:type="spellStart"/>
            <w:r w:rsidRPr="00CC42C3">
              <w:t>10A.1</w:t>
            </w:r>
            <w:r w:rsidR="00CC42C3">
              <w:t>1</w:t>
            </w:r>
            <w:proofErr w:type="spellEnd"/>
            <w:r>
              <w:t xml:space="preserve"> and </w:t>
            </w:r>
            <w:r w:rsidRPr="00CB64A6">
              <w:t xml:space="preserve">tables </w:t>
            </w:r>
            <w:proofErr w:type="spellStart"/>
            <w:r w:rsidRPr="00CB64A6">
              <w:t>10A.</w:t>
            </w:r>
            <w:r w:rsidR="00A82144">
              <w:t>6</w:t>
            </w:r>
            <w:r w:rsidR="00320A0A">
              <w:t>0</w:t>
            </w:r>
            <w:proofErr w:type="spellEnd"/>
            <w:r w:rsidR="002473C0">
              <w:t>-</w:t>
            </w:r>
            <w:r w:rsidR="00A82144">
              <w:t>61</w:t>
            </w:r>
            <w:r>
              <w:t xml:space="preserve"> for detailed definitions, footnotes and caveats</w:t>
            </w:r>
            <w:r w:rsidRPr="000B2A40">
              <w:t>.</w:t>
            </w:r>
          </w:p>
        </w:tc>
      </w:tr>
      <w:tr w:rsidR="001768C6" w:rsidRPr="00176D3F" w:rsidTr="0038602A">
        <w:tc>
          <w:tcPr>
            <w:tcW w:w="8771" w:type="dxa"/>
            <w:tcBorders>
              <w:top w:val="nil"/>
              <w:left w:val="nil"/>
              <w:bottom w:val="nil"/>
              <w:right w:val="nil"/>
            </w:tcBorders>
            <w:shd w:val="clear" w:color="auto" w:fill="auto"/>
          </w:tcPr>
          <w:p w:rsidR="001768C6" w:rsidRPr="00176D3F" w:rsidRDefault="001768C6" w:rsidP="002473C0">
            <w:pPr>
              <w:pStyle w:val="Source"/>
            </w:pPr>
            <w:r>
              <w:rPr>
                <w:i/>
              </w:rPr>
              <w:t>Source</w:t>
            </w:r>
            <w:r w:rsidRPr="000B2A40">
              <w:t>:</w:t>
            </w:r>
            <w:r>
              <w:t xml:space="preserve"> Department of Health</w:t>
            </w:r>
            <w:r w:rsidRPr="000B2A40">
              <w:t xml:space="preserve"> (unpublished)</w:t>
            </w:r>
            <w:r>
              <w:t xml:space="preserve"> </w:t>
            </w:r>
            <w:r w:rsidRPr="00B156DD">
              <w:t>MBS</w:t>
            </w:r>
            <w:r>
              <w:t xml:space="preserve"> and </w:t>
            </w:r>
            <w:proofErr w:type="spellStart"/>
            <w:r>
              <w:t>DVA</w:t>
            </w:r>
            <w:proofErr w:type="spellEnd"/>
            <w:r w:rsidRPr="00B156DD">
              <w:t xml:space="preserve"> data </w:t>
            </w:r>
            <w:r>
              <w:t>collections</w:t>
            </w:r>
            <w:r w:rsidRPr="006C74C6">
              <w:t xml:space="preserve">; </w:t>
            </w:r>
            <w:r w:rsidRPr="00CB64A6">
              <w:t>tables </w:t>
            </w:r>
            <w:proofErr w:type="spellStart"/>
            <w:r w:rsidRPr="00CB64A6">
              <w:t>10A.</w:t>
            </w:r>
            <w:r w:rsidR="00A82144">
              <w:t>6</w:t>
            </w:r>
            <w:r w:rsidR="00417AF9">
              <w:t>0</w:t>
            </w:r>
            <w:proofErr w:type="spellEnd"/>
            <w:r w:rsidR="002473C0">
              <w:t>-</w:t>
            </w:r>
            <w:r w:rsidR="00A82144">
              <w:t>61</w:t>
            </w:r>
            <w:r w:rsidRPr="00176D3F">
              <w:t xml:space="preserve"> </w:t>
            </w:r>
          </w:p>
        </w:tc>
      </w:tr>
      <w:tr w:rsidR="001768C6" w:rsidTr="0038602A">
        <w:tc>
          <w:tcPr>
            <w:tcW w:w="8771" w:type="dxa"/>
            <w:tcBorders>
              <w:top w:val="nil"/>
              <w:left w:val="nil"/>
              <w:bottom w:val="single" w:sz="6" w:space="0" w:color="78A22F"/>
              <w:right w:val="nil"/>
            </w:tcBorders>
            <w:shd w:val="clear" w:color="auto" w:fill="auto"/>
          </w:tcPr>
          <w:p w:rsidR="001768C6" w:rsidRDefault="001768C6" w:rsidP="0038602A">
            <w:pPr>
              <w:pStyle w:val="Figurespace"/>
            </w:pPr>
          </w:p>
        </w:tc>
      </w:tr>
      <w:tr w:rsidR="001768C6" w:rsidRPr="000863A5" w:rsidTr="0038602A">
        <w:tc>
          <w:tcPr>
            <w:tcW w:w="8771" w:type="dxa"/>
            <w:tcBorders>
              <w:top w:val="single" w:sz="6" w:space="0" w:color="78A22F"/>
              <w:left w:val="nil"/>
              <w:bottom w:val="nil"/>
              <w:right w:val="nil"/>
            </w:tcBorders>
          </w:tcPr>
          <w:p w:rsidR="001768C6" w:rsidRPr="00626D32" w:rsidRDefault="001768C6" w:rsidP="0038602A">
            <w:pPr>
              <w:pStyle w:val="BoxSpaceBelow"/>
            </w:pPr>
          </w:p>
        </w:tc>
      </w:tr>
    </w:tbl>
    <w:p w:rsidR="009A322F" w:rsidRPr="00097C57" w:rsidRDefault="006B7534" w:rsidP="009A322F">
      <w:pPr>
        <w:pStyle w:val="Heading4"/>
      </w:pPr>
      <w:r>
        <w:t xml:space="preserve">Quality — </w:t>
      </w:r>
      <w:r w:rsidR="009205C8">
        <w:t>S</w:t>
      </w:r>
      <w:r>
        <w:t>afety</w:t>
      </w:r>
      <w:r w:rsidR="009205C8">
        <w:t xml:space="preserve"> —</w:t>
      </w:r>
      <w:bookmarkStart w:id="16" w:name="OLE_LINK12"/>
      <w:r w:rsidR="009A322F">
        <w:t xml:space="preserve"> </w:t>
      </w:r>
      <w:r w:rsidR="009A322F" w:rsidRPr="00B934AF">
        <w:t>GPs with vocational registration</w:t>
      </w:r>
      <w:r w:rsidR="009A322F">
        <w:t xml:space="preserve"> </w:t>
      </w:r>
    </w:p>
    <w:p w:rsidR="009A322F" w:rsidRDefault="009A322F" w:rsidP="009A322F">
      <w:pPr>
        <w:pStyle w:val="BodyText"/>
      </w:pPr>
      <w:r>
        <w:t>‘</w:t>
      </w:r>
      <w:r w:rsidRPr="00E90439">
        <w:t>GPs with vocational registration</w:t>
      </w:r>
      <w:r>
        <w:t xml:space="preserve">’ is an indicator of governments’ objective to ensure </w:t>
      </w:r>
      <w:r w:rsidRPr="00E90439">
        <w:t xml:space="preserve">the GP workforce </w:t>
      </w:r>
      <w:r>
        <w:t xml:space="preserve">has the </w:t>
      </w:r>
      <w:r w:rsidRPr="00E90439">
        <w:t xml:space="preserve">capability to deliver high quality </w:t>
      </w:r>
      <w:r w:rsidR="00753637">
        <w:t xml:space="preserve">and safe </w:t>
      </w:r>
      <w:r w:rsidRPr="00E90439">
        <w:t>services</w:t>
      </w:r>
      <w:r>
        <w:t xml:space="preserve"> (</w:t>
      </w:r>
      <w:r w:rsidRPr="00AA3CFC">
        <w:t>box 10.1</w:t>
      </w:r>
      <w:r w:rsidR="00AA3CFC">
        <w:t>2</w:t>
      </w:r>
      <w:r>
        <w:t>)</w:t>
      </w:r>
      <w:r w:rsidR="00CB64A6">
        <w:t>.</w:t>
      </w:r>
    </w:p>
    <w:p w:rsidR="00CD1276" w:rsidRDefault="00CD12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1276" w:rsidTr="00F520F2">
        <w:tc>
          <w:tcPr>
            <w:tcW w:w="8771" w:type="dxa"/>
            <w:tcBorders>
              <w:top w:val="single" w:sz="6" w:space="0" w:color="78A22F"/>
              <w:left w:val="nil"/>
              <w:bottom w:val="nil"/>
              <w:right w:val="nil"/>
            </w:tcBorders>
            <w:shd w:val="clear" w:color="auto" w:fill="F2F2F2"/>
          </w:tcPr>
          <w:p w:rsidR="00CD1276" w:rsidRDefault="00CD1276" w:rsidP="00CD1276">
            <w:pPr>
              <w:pStyle w:val="BoxTitle"/>
            </w:pPr>
            <w:r>
              <w:rPr>
                <w:b w:val="0"/>
              </w:rPr>
              <w:t>Box 10.</w:t>
            </w:r>
            <w:r w:rsidR="008F09D3">
              <w:rPr>
                <w:b w:val="0"/>
                <w:noProof/>
              </w:rPr>
              <w:t>12</w:t>
            </w:r>
            <w:r>
              <w:tab/>
            </w:r>
            <w:r w:rsidRPr="00B934AF">
              <w:t>GPs with vocational registration</w:t>
            </w:r>
          </w:p>
        </w:tc>
      </w:tr>
      <w:tr w:rsidR="00CD1276" w:rsidTr="00F520F2">
        <w:trPr>
          <w:cantSplit/>
        </w:trPr>
        <w:tc>
          <w:tcPr>
            <w:tcW w:w="8771" w:type="dxa"/>
            <w:tcBorders>
              <w:top w:val="nil"/>
              <w:left w:val="nil"/>
              <w:bottom w:val="nil"/>
              <w:right w:val="nil"/>
            </w:tcBorders>
            <w:shd w:val="clear" w:color="auto" w:fill="F2F2F2"/>
          </w:tcPr>
          <w:p w:rsidR="00CD1276" w:rsidRPr="00944E91" w:rsidRDefault="00CD1276" w:rsidP="00CD1276">
            <w:pPr>
              <w:pStyle w:val="Box"/>
            </w:pPr>
            <w:r w:rsidRPr="00E90439">
              <w:t xml:space="preserve">‘GPs with vocational registration’ is </w:t>
            </w:r>
            <w:r>
              <w:t xml:space="preserve">defined as the proportion of </w:t>
            </w:r>
            <w:proofErr w:type="spellStart"/>
            <w:r>
              <w:t>FSE</w:t>
            </w:r>
            <w:proofErr w:type="spellEnd"/>
            <w:r>
              <w:t xml:space="preserve"> GPs with vocational registration.</w:t>
            </w:r>
            <w:r w:rsidRPr="00B70220">
              <w:t xml:space="preserve"> Vocationally registered GPs are considered to have the values, skills and knowledge necessary for competent unsupervised general practice within Australia (</w:t>
            </w:r>
            <w:proofErr w:type="spellStart"/>
            <w:r w:rsidRPr="00B70220">
              <w:t>RACGP</w:t>
            </w:r>
            <w:proofErr w:type="spellEnd"/>
            <w:r>
              <w:t> 2014).</w:t>
            </w:r>
          </w:p>
          <w:p w:rsidR="00CD1276" w:rsidRDefault="00CD1276" w:rsidP="00CD1276">
            <w:pPr>
              <w:pStyle w:val="Box"/>
            </w:pPr>
            <w:r>
              <w:t xml:space="preserve">A high or increasing proportion of </w:t>
            </w:r>
            <w:proofErr w:type="spellStart"/>
            <w:r>
              <w:t>FSE</w:t>
            </w:r>
            <w:proofErr w:type="spellEnd"/>
            <w:r>
              <w:t xml:space="preserve"> GPs with vocational registration can indicate an improvement in the capability of the GP workforce to deliver high quality services</w:t>
            </w:r>
            <w:r w:rsidRPr="006E5535">
              <w:t xml:space="preserve">. </w:t>
            </w:r>
            <w:r w:rsidRPr="00A97F84">
              <w:t xml:space="preserve">Data </w:t>
            </w:r>
            <w:r>
              <w:t xml:space="preserve">reported </w:t>
            </w:r>
            <w:r w:rsidRPr="00A97F84">
              <w:t>for this indicator are</w:t>
            </w:r>
            <w:r>
              <w:t>:</w:t>
            </w:r>
          </w:p>
          <w:p w:rsidR="00CD1276" w:rsidRDefault="00CD1276" w:rsidP="00CD1276">
            <w:pPr>
              <w:pStyle w:val="BoxListBullet"/>
            </w:pPr>
            <w:r w:rsidRPr="00065D58">
              <w:t>comparable (subject to caveats) across jurisdictions and over time</w:t>
            </w:r>
          </w:p>
          <w:p w:rsidR="00CD1276" w:rsidRDefault="00CD1276" w:rsidP="00CB64A6">
            <w:pPr>
              <w:pStyle w:val="BoxListBullet"/>
            </w:pPr>
            <w:r w:rsidRPr="00065D58">
              <w:t xml:space="preserve">complete (subject to caveats) for the current reporting period. All required </w:t>
            </w:r>
            <w:r w:rsidRPr="00CB64A6">
              <w:t>201</w:t>
            </w:r>
            <w:r w:rsidR="00CB64A6" w:rsidRPr="00CB64A6">
              <w:t>5</w:t>
            </w:r>
            <w:r w:rsidRPr="00CB64A6">
              <w:noBreakHyphen/>
              <w:t>1</w:t>
            </w:r>
            <w:r w:rsidR="00CB64A6">
              <w:t>6</w:t>
            </w:r>
            <w:r w:rsidRPr="00065D58">
              <w:t xml:space="preserve"> data are available for all jurisdictions</w:t>
            </w:r>
            <w:r w:rsidR="00E47D85">
              <w:t>.</w:t>
            </w:r>
          </w:p>
        </w:tc>
      </w:tr>
      <w:tr w:rsidR="00CD1276" w:rsidTr="00F520F2">
        <w:trPr>
          <w:cantSplit/>
        </w:trPr>
        <w:tc>
          <w:tcPr>
            <w:tcW w:w="8771" w:type="dxa"/>
            <w:tcBorders>
              <w:top w:val="nil"/>
              <w:left w:val="nil"/>
              <w:bottom w:val="single" w:sz="6" w:space="0" w:color="78A22F"/>
              <w:right w:val="nil"/>
            </w:tcBorders>
            <w:shd w:val="clear" w:color="auto" w:fill="F2F2F2"/>
          </w:tcPr>
          <w:p w:rsidR="00CD1276" w:rsidRDefault="00CD1276">
            <w:pPr>
              <w:pStyle w:val="Box"/>
              <w:spacing w:before="0" w:line="120" w:lineRule="exact"/>
            </w:pPr>
          </w:p>
        </w:tc>
      </w:tr>
      <w:tr w:rsidR="00CD1276" w:rsidRPr="000863A5" w:rsidTr="00F520F2">
        <w:tc>
          <w:tcPr>
            <w:tcW w:w="8771" w:type="dxa"/>
            <w:tcBorders>
              <w:top w:val="single" w:sz="6" w:space="0" w:color="78A22F"/>
              <w:left w:val="nil"/>
              <w:bottom w:val="nil"/>
              <w:right w:val="nil"/>
            </w:tcBorders>
          </w:tcPr>
          <w:p w:rsidR="00CD1276" w:rsidRPr="00626D32" w:rsidRDefault="00CD1276" w:rsidP="00F520F2">
            <w:pPr>
              <w:pStyle w:val="BoxSpaceBelow"/>
            </w:pPr>
          </w:p>
        </w:tc>
      </w:tr>
    </w:tbl>
    <w:p w:rsidR="009A322F" w:rsidRPr="00097C57" w:rsidRDefault="009A322F" w:rsidP="009A322F">
      <w:pPr>
        <w:pStyle w:val="BodyText"/>
        <w:tabs>
          <w:tab w:val="left" w:pos="8222"/>
        </w:tabs>
      </w:pPr>
      <w:r>
        <w:t>Nationally</w:t>
      </w:r>
      <w:r w:rsidR="0095088E">
        <w:t xml:space="preserve"> in 2015-16</w:t>
      </w:r>
      <w:r>
        <w:t xml:space="preserve">, the proportion of </w:t>
      </w:r>
      <w:proofErr w:type="spellStart"/>
      <w:r>
        <w:t>FSE</w:t>
      </w:r>
      <w:proofErr w:type="spellEnd"/>
      <w:r>
        <w:t xml:space="preserve"> GPs with </w:t>
      </w:r>
      <w:r w:rsidRPr="003D21F8">
        <w:t>vocational registration</w:t>
      </w:r>
      <w:r w:rsidR="0095088E">
        <w:t xml:space="preserve"> </w:t>
      </w:r>
      <w:r w:rsidR="0095088E" w:rsidRPr="00F72052">
        <w:t>was</w:t>
      </w:r>
      <w:r w:rsidR="0095088E">
        <w:t xml:space="preserve"> </w:t>
      </w:r>
      <w:r w:rsidR="002C2000">
        <w:t>80</w:t>
      </w:r>
      <w:r w:rsidR="0095088E">
        <w:t>.</w:t>
      </w:r>
      <w:r w:rsidR="002C2000">
        <w:t>1</w:t>
      </w:r>
      <w:r w:rsidR="0095088E">
        <w:t xml:space="preserve"> per cent, with the proportion</w:t>
      </w:r>
      <w:r w:rsidR="0095088E" w:rsidRPr="00F72052">
        <w:t xml:space="preserve"> highest in major cities and lowest in</w:t>
      </w:r>
      <w:r w:rsidR="0095088E">
        <w:t xml:space="preserve"> outer regional and </w:t>
      </w:r>
      <w:r w:rsidR="0095088E" w:rsidRPr="00F72052">
        <w:t>remote areas</w:t>
      </w:r>
      <w:r w:rsidR="0095088E" w:rsidRPr="00CB64A6">
        <w:t xml:space="preserve"> (table </w:t>
      </w:r>
      <w:proofErr w:type="spellStart"/>
      <w:r w:rsidR="0095088E" w:rsidRPr="00CB64A6">
        <w:t>10A.</w:t>
      </w:r>
      <w:r w:rsidR="006D4918">
        <w:t>49</w:t>
      </w:r>
      <w:proofErr w:type="spellEnd"/>
      <w:r w:rsidR="0095088E" w:rsidRPr="00CB64A6">
        <w:t>)</w:t>
      </w:r>
      <w:r w:rsidR="0095088E" w:rsidRPr="003D21F8">
        <w:t>.</w:t>
      </w:r>
      <w:r w:rsidR="0095088E">
        <w:t xml:space="preserve"> From 201</w:t>
      </w:r>
      <w:r w:rsidR="00FF7AF0">
        <w:t>3</w:t>
      </w:r>
      <w:r w:rsidR="0095088E">
        <w:t>-1</w:t>
      </w:r>
      <w:r w:rsidR="00FF7AF0">
        <w:t>4</w:t>
      </w:r>
      <w:r w:rsidR="0095088E">
        <w:t xml:space="preserve"> to 2015-16, the proportion </w:t>
      </w:r>
      <w:r w:rsidR="0095088E" w:rsidRPr="00F72052">
        <w:t xml:space="preserve">decreased from </w:t>
      </w:r>
      <w:r w:rsidR="00FF7AF0" w:rsidRPr="00FF7AF0">
        <w:t>82</w:t>
      </w:r>
      <w:r w:rsidR="0095088E" w:rsidRPr="00FF7AF0">
        <w:t>.</w:t>
      </w:r>
      <w:r w:rsidR="00FF7AF0" w:rsidRPr="00FF7AF0">
        <w:t>5</w:t>
      </w:r>
      <w:r w:rsidR="0095088E" w:rsidRPr="00FF7AF0">
        <w:t xml:space="preserve"> to </w:t>
      </w:r>
      <w:r w:rsidR="00FF7AF0" w:rsidRPr="00FF7AF0">
        <w:t>80.1</w:t>
      </w:r>
      <w:r w:rsidR="0095088E" w:rsidRPr="00FF7AF0">
        <w:t xml:space="preserve"> </w:t>
      </w:r>
      <w:r w:rsidR="0095088E" w:rsidRPr="00F72052">
        <w:t xml:space="preserve">per cent </w:t>
      </w:r>
      <w:r w:rsidR="0095088E" w:rsidRPr="00C06271">
        <w:t>(figure 10.1</w:t>
      </w:r>
      <w:r w:rsidR="0095088E">
        <w:t>6)</w:t>
      </w:r>
      <w:r w:rsidRPr="003D21F8">
        <w:t>.</w:t>
      </w:r>
    </w:p>
    <w:p w:rsidR="00E969DE" w:rsidRDefault="00E969DE"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69DE" w:rsidTr="0038602A">
        <w:tc>
          <w:tcPr>
            <w:tcW w:w="8771" w:type="dxa"/>
            <w:tcBorders>
              <w:top w:val="single" w:sz="6" w:space="0" w:color="78A22F"/>
              <w:left w:val="nil"/>
              <w:bottom w:val="nil"/>
              <w:right w:val="nil"/>
            </w:tcBorders>
            <w:shd w:val="clear" w:color="auto" w:fill="auto"/>
          </w:tcPr>
          <w:p w:rsidR="00E969DE" w:rsidRPr="00176D3F" w:rsidRDefault="00E969DE" w:rsidP="0058317E">
            <w:pPr>
              <w:pStyle w:val="FigureTitle"/>
            </w:pPr>
            <w:r w:rsidRPr="00784A05">
              <w:rPr>
                <w:b w:val="0"/>
              </w:rPr>
              <w:t xml:space="preserve">Figure </w:t>
            </w:r>
            <w:r>
              <w:rPr>
                <w:b w:val="0"/>
              </w:rPr>
              <w:t>10.</w:t>
            </w:r>
            <w:r w:rsidR="008F09D3">
              <w:rPr>
                <w:b w:val="0"/>
                <w:noProof/>
              </w:rPr>
              <w:t>16</w:t>
            </w:r>
            <w:r>
              <w:tab/>
            </w:r>
            <w:proofErr w:type="spellStart"/>
            <w:r>
              <w:t>FSE</w:t>
            </w:r>
            <w:proofErr w:type="spellEnd"/>
            <w:r>
              <w:t xml:space="preserve"> </w:t>
            </w:r>
            <w:r w:rsidRPr="00B245AB">
              <w:t>GPs with vocational registration</w:t>
            </w:r>
            <w:r w:rsidRPr="003171F4">
              <w:rPr>
                <w:rStyle w:val="NoteLabel"/>
                <w:b/>
              </w:rPr>
              <w:t>a</w:t>
            </w:r>
          </w:p>
        </w:tc>
      </w:tr>
      <w:tr w:rsidR="00E969DE"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69DE" w:rsidTr="0038602A">
              <w:trPr>
                <w:jc w:val="center"/>
              </w:trPr>
              <w:tc>
                <w:tcPr>
                  <w:tcW w:w="5000" w:type="pct"/>
                  <w:tcBorders>
                    <w:top w:val="nil"/>
                    <w:bottom w:val="nil"/>
                  </w:tcBorders>
                </w:tcPr>
                <w:p w:rsidR="00E969DE" w:rsidRDefault="00461A36" w:rsidP="0038602A">
                  <w:pPr>
                    <w:pStyle w:val="Figure"/>
                    <w:spacing w:before="60" w:after="60"/>
                  </w:pPr>
                  <w:r>
                    <w:rPr>
                      <w:noProof/>
                    </w:rPr>
                    <w:drawing>
                      <wp:inline distT="0" distB="0" distL="0" distR="0" wp14:anchorId="7A377FF5" wp14:editId="3E34D051">
                        <wp:extent cx="5381625" cy="2752725"/>
                        <wp:effectExtent l="0" t="0" r="9525" b="9525"/>
                        <wp:docPr id="19" name="Picture 19" descr="Figure 10.16 FSE GPs with vocational registr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625" cy="2752725"/>
                                </a:xfrm>
                                <a:prstGeom prst="rect">
                                  <a:avLst/>
                                </a:prstGeom>
                                <a:noFill/>
                                <a:ln>
                                  <a:noFill/>
                                </a:ln>
                              </pic:spPr>
                            </pic:pic>
                          </a:graphicData>
                        </a:graphic>
                      </wp:inline>
                    </w:drawing>
                  </w:r>
                </w:p>
              </w:tc>
            </w:tr>
          </w:tbl>
          <w:p w:rsidR="00E969DE" w:rsidRDefault="00E969DE" w:rsidP="0038602A">
            <w:pPr>
              <w:pStyle w:val="Figure"/>
            </w:pPr>
          </w:p>
        </w:tc>
      </w:tr>
      <w:tr w:rsidR="00E969DE" w:rsidRPr="00176D3F" w:rsidTr="0038602A">
        <w:tc>
          <w:tcPr>
            <w:tcW w:w="8771" w:type="dxa"/>
            <w:tcBorders>
              <w:top w:val="nil"/>
              <w:left w:val="nil"/>
              <w:bottom w:val="nil"/>
              <w:right w:val="nil"/>
            </w:tcBorders>
            <w:shd w:val="clear" w:color="auto" w:fill="auto"/>
          </w:tcPr>
          <w:p w:rsidR="00E969DE" w:rsidRPr="00176D3F" w:rsidRDefault="00E969DE" w:rsidP="006D4918">
            <w:pPr>
              <w:pStyle w:val="Note"/>
            </w:pPr>
            <w:r>
              <w:rPr>
                <w:rStyle w:val="NoteLabel"/>
              </w:rPr>
              <w:t>a</w:t>
            </w:r>
            <w:r>
              <w:t xml:space="preserve"> </w:t>
            </w:r>
            <w:r w:rsidRPr="005452F4">
              <w:t xml:space="preserve">See </w:t>
            </w:r>
            <w:r w:rsidRPr="00AD0CA4">
              <w:t>box 10.1</w:t>
            </w:r>
            <w:r w:rsidR="00AD0CA4">
              <w:t>2</w:t>
            </w:r>
            <w:r w:rsidRPr="005452F4">
              <w:t xml:space="preserve"> and </w:t>
            </w:r>
            <w:r w:rsidRPr="00CB64A6">
              <w:t xml:space="preserve">table </w:t>
            </w:r>
            <w:proofErr w:type="spellStart"/>
            <w:r w:rsidRPr="00CB64A6">
              <w:t>10A.5</w:t>
            </w:r>
            <w:r w:rsidR="006D4918">
              <w:t>0</w:t>
            </w:r>
            <w:proofErr w:type="spellEnd"/>
            <w:r w:rsidRPr="005452F4">
              <w:t xml:space="preserve"> for detailed definitions, footnotes and caveats.</w:t>
            </w:r>
          </w:p>
        </w:tc>
      </w:tr>
      <w:tr w:rsidR="00E969DE" w:rsidRPr="00176D3F" w:rsidTr="0038602A">
        <w:tc>
          <w:tcPr>
            <w:tcW w:w="8771" w:type="dxa"/>
            <w:tcBorders>
              <w:top w:val="nil"/>
              <w:left w:val="nil"/>
              <w:bottom w:val="nil"/>
              <w:right w:val="nil"/>
            </w:tcBorders>
            <w:shd w:val="clear" w:color="auto" w:fill="auto"/>
          </w:tcPr>
          <w:p w:rsidR="00E969DE" w:rsidRPr="00176D3F" w:rsidRDefault="00E969DE" w:rsidP="006D4918">
            <w:pPr>
              <w:pStyle w:val="Source"/>
            </w:pPr>
            <w:r w:rsidRPr="00B245AB">
              <w:rPr>
                <w:i/>
              </w:rPr>
              <w:t>Source</w:t>
            </w:r>
            <w:r w:rsidRPr="00B245AB">
              <w:t xml:space="preserve">: </w:t>
            </w:r>
            <w:r>
              <w:t>Department of Health</w:t>
            </w:r>
            <w:r w:rsidRPr="00B156DD">
              <w:t xml:space="preserve"> (unpublished) MBS </w:t>
            </w:r>
            <w:r>
              <w:t>Statistics</w:t>
            </w:r>
            <w:r w:rsidRPr="00B245AB">
              <w:t xml:space="preserve">; </w:t>
            </w:r>
            <w:r w:rsidRPr="00CB64A6">
              <w:t>table </w:t>
            </w:r>
            <w:proofErr w:type="spellStart"/>
            <w:r w:rsidRPr="00CB64A6">
              <w:t>10A.5</w:t>
            </w:r>
            <w:r w:rsidR="006D4918">
              <w:t>0</w:t>
            </w:r>
            <w:proofErr w:type="spellEnd"/>
            <w:r w:rsidRPr="006C74C6">
              <w:t>.</w:t>
            </w:r>
            <w:r w:rsidRPr="00176D3F">
              <w:t xml:space="preserve"> </w:t>
            </w:r>
          </w:p>
        </w:tc>
      </w:tr>
      <w:tr w:rsidR="00E969DE" w:rsidTr="0038602A">
        <w:tc>
          <w:tcPr>
            <w:tcW w:w="8771" w:type="dxa"/>
            <w:tcBorders>
              <w:top w:val="nil"/>
              <w:left w:val="nil"/>
              <w:bottom w:val="single" w:sz="6" w:space="0" w:color="78A22F"/>
              <w:right w:val="nil"/>
            </w:tcBorders>
            <w:shd w:val="clear" w:color="auto" w:fill="auto"/>
          </w:tcPr>
          <w:p w:rsidR="00E969DE" w:rsidRDefault="00E969DE" w:rsidP="0038602A">
            <w:pPr>
              <w:pStyle w:val="Figurespace"/>
            </w:pPr>
          </w:p>
        </w:tc>
      </w:tr>
      <w:tr w:rsidR="00E969DE" w:rsidRPr="000863A5" w:rsidTr="0038602A">
        <w:tc>
          <w:tcPr>
            <w:tcW w:w="8771" w:type="dxa"/>
            <w:tcBorders>
              <w:top w:val="single" w:sz="6" w:space="0" w:color="78A22F"/>
              <w:left w:val="nil"/>
              <w:bottom w:val="nil"/>
              <w:right w:val="nil"/>
            </w:tcBorders>
          </w:tcPr>
          <w:p w:rsidR="00E969DE" w:rsidRPr="00626D32" w:rsidRDefault="00E969DE" w:rsidP="0038602A">
            <w:pPr>
              <w:pStyle w:val="BoxSpaceBelow"/>
            </w:pPr>
          </w:p>
        </w:tc>
      </w:tr>
    </w:tbl>
    <w:p w:rsidR="00A8410E" w:rsidRDefault="00A8410E" w:rsidP="00A8410E">
      <w:pPr>
        <w:pStyle w:val="Heading4"/>
      </w:pPr>
      <w:r w:rsidRPr="00B245AB">
        <w:t>General practices with accreditation</w:t>
      </w:r>
    </w:p>
    <w:p w:rsidR="00184176" w:rsidRDefault="00184176" w:rsidP="00184176">
      <w:pPr>
        <w:pStyle w:val="BodyText"/>
      </w:pPr>
      <w:r>
        <w:t>‘</w:t>
      </w:r>
      <w:r w:rsidRPr="009D1F2C">
        <w:t>General practices with accreditation</w:t>
      </w:r>
      <w:r>
        <w:t>’ is an indicator of governments’ objective to ensure the GP workforce has the capability to provide high quality and safe services (</w:t>
      </w:r>
      <w:r w:rsidRPr="00AA3CFC">
        <w:t>box 10.1</w:t>
      </w:r>
      <w:r>
        <w:t>3).</w:t>
      </w:r>
    </w:p>
    <w:tbl>
      <w:tblPr>
        <w:tblpPr w:leftFromText="180" w:rightFromText="180" w:vertAnchor="text" w:horzAnchor="margin" w:tblpY="325"/>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4176" w:rsidTr="00184176">
        <w:tc>
          <w:tcPr>
            <w:tcW w:w="8771" w:type="dxa"/>
            <w:tcBorders>
              <w:top w:val="single" w:sz="6" w:space="0" w:color="78A22F"/>
              <w:left w:val="nil"/>
              <w:bottom w:val="nil"/>
              <w:right w:val="nil"/>
            </w:tcBorders>
            <w:shd w:val="clear" w:color="auto" w:fill="F2F2F2"/>
          </w:tcPr>
          <w:p w:rsidR="00184176" w:rsidRDefault="00184176" w:rsidP="00184176">
            <w:pPr>
              <w:pStyle w:val="BoxTitle"/>
            </w:pPr>
            <w:r>
              <w:rPr>
                <w:b w:val="0"/>
              </w:rPr>
              <w:lastRenderedPageBreak/>
              <w:t>Box 10.</w:t>
            </w:r>
            <w:r w:rsidR="008F09D3">
              <w:rPr>
                <w:b w:val="0"/>
                <w:noProof/>
              </w:rPr>
              <w:t>13</w:t>
            </w:r>
            <w:r>
              <w:tab/>
            </w:r>
            <w:r w:rsidRPr="00B245AB">
              <w:t>General practices with accreditation</w:t>
            </w:r>
          </w:p>
        </w:tc>
      </w:tr>
      <w:tr w:rsidR="00184176" w:rsidTr="00184176">
        <w:trPr>
          <w:cantSplit/>
        </w:trPr>
        <w:tc>
          <w:tcPr>
            <w:tcW w:w="8771" w:type="dxa"/>
            <w:tcBorders>
              <w:top w:val="nil"/>
              <w:left w:val="nil"/>
              <w:bottom w:val="nil"/>
              <w:right w:val="nil"/>
            </w:tcBorders>
            <w:shd w:val="clear" w:color="auto" w:fill="F2F2F2"/>
          </w:tcPr>
          <w:p w:rsidR="00184176" w:rsidRDefault="00184176" w:rsidP="00184176">
            <w:pPr>
              <w:pStyle w:val="Box"/>
            </w:pPr>
            <w:r>
              <w:t>‘</w:t>
            </w:r>
            <w:r w:rsidRPr="009D1F2C">
              <w:t>General practices with accreditation</w:t>
            </w:r>
            <w:r>
              <w:t>’ is defined as the proportion of general practices in Australia that are accredited</w:t>
            </w:r>
            <w:r w:rsidRPr="00CD48F3">
              <w:t>.</w:t>
            </w:r>
            <w:r>
              <w:t xml:space="preserve"> </w:t>
            </w:r>
            <w:r w:rsidRPr="00FC52FD">
              <w:t xml:space="preserve">Accreditation is a voluntary </w:t>
            </w:r>
            <w:r w:rsidRPr="0052184D">
              <w:t>process of independent third</w:t>
            </w:r>
            <w:r>
              <w:noBreakHyphen/>
            </w:r>
            <w:r w:rsidRPr="0052184D">
              <w:t>party peer review tha</w:t>
            </w:r>
            <w:r w:rsidRPr="00FC52FD">
              <w:t>t assess</w:t>
            </w:r>
            <w:r>
              <w:t>es</w:t>
            </w:r>
            <w:r w:rsidRPr="00FC52FD">
              <w:t xml:space="preserve"> general practices against a set of st</w:t>
            </w:r>
            <w:r>
              <w:t xml:space="preserve">andards developed by the </w:t>
            </w:r>
            <w:proofErr w:type="spellStart"/>
            <w:r>
              <w:t>RACGP</w:t>
            </w:r>
            <w:proofErr w:type="spellEnd"/>
            <w:r>
              <w:t>.</w:t>
            </w:r>
          </w:p>
          <w:p w:rsidR="00184176" w:rsidRDefault="00184176" w:rsidP="00184176">
            <w:pPr>
              <w:pStyle w:val="Box"/>
            </w:pPr>
            <w:r>
              <w:t>A high or increasing proportion of practices with accreditation can indicate an improvement in the capability of general practice to deliver high quality services. However, general practices without accreditation may deliver services of equally high quality. For a particular general practice, the decision to seek accreditation might be influenced by perceived costs and benefits unrelated to its quality standards.</w:t>
            </w:r>
          </w:p>
          <w:p w:rsidR="00184176" w:rsidRDefault="00184176" w:rsidP="00184176">
            <w:pPr>
              <w:pStyle w:val="Box"/>
            </w:pPr>
            <w:r>
              <w:t>Data reported for this indicator are:</w:t>
            </w:r>
          </w:p>
          <w:p w:rsidR="00184176" w:rsidRDefault="00184176" w:rsidP="00184176">
            <w:pPr>
              <w:pStyle w:val="BoxListBullet"/>
            </w:pPr>
            <w:r>
              <w:t>comparable (subject to caveats) across jurisdictions and over time</w:t>
            </w:r>
          </w:p>
          <w:p w:rsidR="00184176" w:rsidRDefault="00184176" w:rsidP="00184176">
            <w:pPr>
              <w:pStyle w:val="BoxListBullet"/>
            </w:pPr>
            <w:r>
              <w:t xml:space="preserve">not available for the current reporting </w:t>
            </w:r>
            <w:r w:rsidRPr="004B0922">
              <w:t>period</w:t>
            </w:r>
            <w:r w:rsidRPr="009111EF">
              <w:t xml:space="preserve"> as data for the number of general practices are not available</w:t>
            </w:r>
            <w:r>
              <w:t>.</w:t>
            </w:r>
          </w:p>
        </w:tc>
      </w:tr>
      <w:tr w:rsidR="00184176" w:rsidTr="00184176">
        <w:trPr>
          <w:cantSplit/>
        </w:trPr>
        <w:tc>
          <w:tcPr>
            <w:tcW w:w="8771" w:type="dxa"/>
            <w:tcBorders>
              <w:top w:val="nil"/>
              <w:left w:val="nil"/>
              <w:bottom w:val="single" w:sz="6" w:space="0" w:color="78A22F"/>
              <w:right w:val="nil"/>
            </w:tcBorders>
            <w:shd w:val="clear" w:color="auto" w:fill="F2F2F2"/>
          </w:tcPr>
          <w:p w:rsidR="00184176" w:rsidRDefault="00184176" w:rsidP="00184176">
            <w:pPr>
              <w:pStyle w:val="Box"/>
              <w:spacing w:before="0" w:line="120" w:lineRule="exact"/>
            </w:pPr>
          </w:p>
        </w:tc>
      </w:tr>
      <w:tr w:rsidR="00184176" w:rsidRPr="000863A5" w:rsidTr="00184176">
        <w:tc>
          <w:tcPr>
            <w:tcW w:w="8771" w:type="dxa"/>
            <w:tcBorders>
              <w:top w:val="single" w:sz="6" w:space="0" w:color="78A22F"/>
              <w:left w:val="nil"/>
              <w:bottom w:val="nil"/>
              <w:right w:val="nil"/>
            </w:tcBorders>
          </w:tcPr>
          <w:p w:rsidR="00184176" w:rsidRPr="00626D32" w:rsidRDefault="00184176" w:rsidP="00184176">
            <w:pPr>
              <w:pStyle w:val="BoxSpaceBelow"/>
            </w:pPr>
          </w:p>
        </w:tc>
      </w:tr>
    </w:tbl>
    <w:p w:rsidR="00C55ACF" w:rsidRPr="00C55ACF" w:rsidRDefault="00C55ACF" w:rsidP="00C55ACF">
      <w:pPr>
        <w:pStyle w:val="BodyText"/>
      </w:pPr>
    </w:p>
    <w:p w:rsidR="00A8410E" w:rsidRPr="006D358C" w:rsidRDefault="00A8410E" w:rsidP="00A8410E">
      <w:pPr>
        <w:pStyle w:val="BodyText"/>
      </w:pPr>
      <w:r>
        <w:t>Data for the number of accredited practices and the available h</w:t>
      </w:r>
      <w:r w:rsidRPr="006D358C">
        <w:t xml:space="preserve">istorical data for the proportion of practices with accreditation are reported in </w:t>
      </w:r>
      <w:r w:rsidRPr="00CB64A6">
        <w:t>table </w:t>
      </w:r>
      <w:proofErr w:type="spellStart"/>
      <w:r w:rsidRPr="00CB64A6">
        <w:t>10A.5</w:t>
      </w:r>
      <w:r w:rsidR="006D4918">
        <w:t>1</w:t>
      </w:r>
      <w:proofErr w:type="spellEnd"/>
      <w:r w:rsidRPr="006D358C">
        <w:t>.</w:t>
      </w:r>
    </w:p>
    <w:p w:rsidR="00A8410E" w:rsidRPr="00BB1180" w:rsidRDefault="00A8410E" w:rsidP="00BB1180">
      <w:pPr>
        <w:pStyle w:val="BodyText"/>
        <w:tabs>
          <w:tab w:val="left" w:pos="8222"/>
        </w:tabs>
        <w:rPr>
          <w:b/>
          <w:color w:val="FF0000"/>
          <w:u w:val="dotted"/>
        </w:rPr>
      </w:pPr>
      <w:r w:rsidRPr="005842D6">
        <w:t xml:space="preserve">The proportion of patients attending </w:t>
      </w:r>
      <w:r w:rsidR="006868FA">
        <w:t xml:space="preserve">PIP practices (proxy for </w:t>
      </w:r>
      <w:r w:rsidR="006868FA" w:rsidRPr="005842D6">
        <w:t>accredited practices</w:t>
      </w:r>
      <w:r w:rsidR="006868FA">
        <w:t xml:space="preserve">) </w:t>
      </w:r>
      <w:r w:rsidRPr="005842D6">
        <w:t xml:space="preserve">provides useful </w:t>
      </w:r>
      <w:r w:rsidRPr="00807C85">
        <w:t>additional</w:t>
      </w:r>
      <w:r w:rsidRPr="005842D6">
        <w:t xml:space="preserve"> information relating to accreditation. </w:t>
      </w:r>
      <w:r>
        <w:t>Nationally</w:t>
      </w:r>
      <w:r w:rsidRPr="005842D6">
        <w:t xml:space="preserve">, the proportion of </w:t>
      </w:r>
      <w:r w:rsidR="006868FA">
        <w:t>general practice patient care</w:t>
      </w:r>
      <w:r w:rsidRPr="004B0922">
        <w:t xml:space="preserve"> provided by PIP practices has increased slightly </w:t>
      </w:r>
      <w:r w:rsidRPr="00FB4EC0">
        <w:t xml:space="preserve">in all jurisdictions </w:t>
      </w:r>
      <w:r w:rsidR="006868FA">
        <w:t>from</w:t>
      </w:r>
      <w:r w:rsidRPr="00411092">
        <w:t xml:space="preserve"> </w:t>
      </w:r>
      <w:r w:rsidRPr="00CB64A6">
        <w:t>20</w:t>
      </w:r>
      <w:r w:rsidR="00CB64A6" w:rsidRPr="00CB64A6">
        <w:t>10</w:t>
      </w:r>
      <w:r w:rsidRPr="00CB64A6">
        <w:noBreakHyphen/>
        <w:t>1</w:t>
      </w:r>
      <w:r w:rsidR="00CB64A6" w:rsidRPr="00CB64A6">
        <w:t>1</w:t>
      </w:r>
      <w:r w:rsidRPr="00CB64A6">
        <w:t xml:space="preserve"> to 201</w:t>
      </w:r>
      <w:r w:rsidR="00CB64A6" w:rsidRPr="00CB64A6">
        <w:t>4</w:t>
      </w:r>
      <w:r w:rsidRPr="00CB64A6">
        <w:noBreakHyphen/>
        <w:t>1</w:t>
      </w:r>
      <w:r w:rsidR="00CB64A6" w:rsidRPr="00CB64A6">
        <w:t>5</w:t>
      </w:r>
      <w:r w:rsidRPr="00CB64A6">
        <w:t xml:space="preserve"> (table </w:t>
      </w:r>
      <w:proofErr w:type="spellStart"/>
      <w:r w:rsidRPr="00CB64A6">
        <w:t>10A.5</w:t>
      </w:r>
      <w:r w:rsidR="006D4918">
        <w:t>2</w:t>
      </w:r>
      <w:proofErr w:type="spellEnd"/>
      <w:r w:rsidRPr="00CB64A6">
        <w:t>).</w:t>
      </w:r>
    </w:p>
    <w:p w:rsidR="006B7534" w:rsidRPr="00EE7B5B" w:rsidRDefault="0043386F" w:rsidP="00CF6CF3">
      <w:pPr>
        <w:pStyle w:val="Heading4"/>
      </w:pPr>
      <w:r>
        <w:t>E</w:t>
      </w:r>
      <w:r w:rsidR="00EE7B5B" w:rsidRPr="00EE7B5B">
        <w:t xml:space="preserve">lectronic health </w:t>
      </w:r>
      <w:r w:rsidR="00255CC0">
        <w:t xml:space="preserve">information </w:t>
      </w:r>
      <w:r w:rsidR="00EE7B5B" w:rsidRPr="00EE7B5B">
        <w:t>systems</w:t>
      </w:r>
      <w:bookmarkEnd w:id="16"/>
    </w:p>
    <w:tbl>
      <w:tblPr>
        <w:tblpPr w:leftFromText="180" w:rightFromText="180" w:vertAnchor="text" w:horzAnchor="margin" w:tblpY="1090"/>
        <w:tblW w:w="0" w:type="auto"/>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4176" w:rsidTr="00184176">
        <w:tc>
          <w:tcPr>
            <w:tcW w:w="8771" w:type="dxa"/>
            <w:tcBorders>
              <w:top w:val="single" w:sz="6" w:space="0" w:color="78A22F"/>
              <w:left w:val="nil"/>
              <w:bottom w:val="nil"/>
              <w:right w:val="nil"/>
            </w:tcBorders>
            <w:shd w:val="clear" w:color="auto" w:fill="F2F2F2"/>
          </w:tcPr>
          <w:p w:rsidR="00184176" w:rsidRDefault="00184176" w:rsidP="00184176">
            <w:pPr>
              <w:pStyle w:val="BoxTitle"/>
            </w:pPr>
            <w:r>
              <w:rPr>
                <w:b w:val="0"/>
              </w:rPr>
              <w:t>Box 10.</w:t>
            </w:r>
            <w:r w:rsidR="008F09D3">
              <w:rPr>
                <w:b w:val="0"/>
                <w:noProof/>
              </w:rPr>
              <w:t>14</w:t>
            </w:r>
            <w:r>
              <w:tab/>
              <w:t>E</w:t>
            </w:r>
            <w:r w:rsidRPr="00EE7B5B">
              <w:t xml:space="preserve">lectronic health </w:t>
            </w:r>
            <w:r>
              <w:t xml:space="preserve">information </w:t>
            </w:r>
            <w:r w:rsidRPr="00EE7B5B">
              <w:t>systems</w:t>
            </w:r>
          </w:p>
        </w:tc>
      </w:tr>
      <w:tr w:rsidR="00184176" w:rsidTr="00184176">
        <w:trPr>
          <w:cantSplit/>
        </w:trPr>
        <w:tc>
          <w:tcPr>
            <w:tcW w:w="8771" w:type="dxa"/>
            <w:tcBorders>
              <w:top w:val="nil"/>
              <w:left w:val="nil"/>
              <w:bottom w:val="nil"/>
              <w:right w:val="nil"/>
            </w:tcBorders>
            <w:shd w:val="clear" w:color="auto" w:fill="F2F2F2"/>
          </w:tcPr>
          <w:p w:rsidR="00184176" w:rsidRPr="0070304B" w:rsidRDefault="00184176" w:rsidP="00184176">
            <w:pPr>
              <w:pStyle w:val="Box"/>
            </w:pPr>
            <w:r w:rsidRPr="0070304B">
              <w:t>‘</w:t>
            </w:r>
            <w:r>
              <w:t>E</w:t>
            </w:r>
            <w:r w:rsidRPr="00EE7B5B">
              <w:t xml:space="preserve">lectronic health </w:t>
            </w:r>
            <w:r w:rsidRPr="00255CC0">
              <w:t xml:space="preserve">information </w:t>
            </w:r>
            <w:r w:rsidRPr="00EE7B5B">
              <w:t>systems</w:t>
            </w:r>
            <w:r w:rsidRPr="0070304B">
              <w:t xml:space="preserve">’ </w:t>
            </w:r>
            <w:r>
              <w:t xml:space="preserve">is defined as the </w:t>
            </w:r>
            <w:r w:rsidRPr="0070304B">
              <w:t xml:space="preserve">proportion of </w:t>
            </w:r>
            <w:r>
              <w:t xml:space="preserve">general </w:t>
            </w:r>
            <w:r w:rsidRPr="0070304B">
              <w:t xml:space="preserve">practices enrolled in the PIP that </w:t>
            </w:r>
            <w:r>
              <w:t xml:space="preserve">are </w:t>
            </w:r>
            <w:r w:rsidRPr="00B27FCD">
              <w:t>registered for the PIP eHealth incentive</w:t>
            </w:r>
            <w:r>
              <w:t>.</w:t>
            </w:r>
          </w:p>
          <w:p w:rsidR="00184176" w:rsidRPr="0070304B" w:rsidRDefault="00184176" w:rsidP="00184176">
            <w:pPr>
              <w:pStyle w:val="Box"/>
            </w:pPr>
            <w:r w:rsidRPr="0070304B">
              <w:t>A</w:t>
            </w:r>
            <w:r>
              <w:t xml:space="preserve"> high or</w:t>
            </w:r>
            <w:r w:rsidRPr="0070304B">
              <w:t xml:space="preserve"> increas</w:t>
            </w:r>
            <w:r>
              <w:t>ing</w:t>
            </w:r>
            <w:r w:rsidRPr="0070304B">
              <w:t xml:space="preserve"> proportion </w:t>
            </w:r>
            <w:r>
              <w:t>can</w:t>
            </w:r>
            <w:r w:rsidRPr="0070304B">
              <w:t xml:space="preserve"> indicate </w:t>
            </w:r>
            <w:r w:rsidRPr="00A642DE">
              <w:t xml:space="preserve">that patient health information at the point of care and coordination of care across multiple providers and services </w:t>
            </w:r>
            <w:r>
              <w:t xml:space="preserve">are desirable or </w:t>
            </w:r>
            <w:r w:rsidRPr="00A642DE">
              <w:t>are improved, minimising the</w:t>
            </w:r>
            <w:r w:rsidRPr="0070304B">
              <w:t xml:space="preserve"> likelihood of patient harm due</w:t>
            </w:r>
            <w:r>
              <w:t xml:space="preserve"> </w:t>
            </w:r>
            <w:r w:rsidRPr="00A642DE">
              <w:t>to information gaps.</w:t>
            </w:r>
          </w:p>
          <w:p w:rsidR="00184176" w:rsidRPr="0070304B" w:rsidRDefault="00184176" w:rsidP="00184176">
            <w:pPr>
              <w:pStyle w:val="Box"/>
            </w:pPr>
            <w:r w:rsidRPr="00F500ED">
              <w:t>The PIP does not include all practices in Australia. PIP practices provided around 84.</w:t>
            </w:r>
            <w:r w:rsidR="00A965D2">
              <w:t>6</w:t>
            </w:r>
            <w:r w:rsidRPr="00F500ED">
              <w:t> per cent of general practice patient care in 201</w:t>
            </w:r>
            <w:r w:rsidR="00A965D2">
              <w:t>4</w:t>
            </w:r>
            <w:r w:rsidRPr="00F500ED">
              <w:noBreakHyphen/>
              <w:t>1</w:t>
            </w:r>
            <w:r w:rsidR="00A965D2">
              <w:t>5</w:t>
            </w:r>
            <w:r w:rsidRPr="00F500ED">
              <w:t xml:space="preserve"> (Department of Health unpublished; table </w:t>
            </w:r>
            <w:proofErr w:type="spellStart"/>
            <w:r w:rsidRPr="00F500ED">
              <w:t>10A.5</w:t>
            </w:r>
            <w:r w:rsidR="006D4918">
              <w:t>2</w:t>
            </w:r>
            <w:proofErr w:type="spellEnd"/>
            <w:r w:rsidRPr="00F500ED">
              <w:t>).</w:t>
            </w:r>
          </w:p>
          <w:p w:rsidR="00184176" w:rsidRDefault="00184176" w:rsidP="00184176">
            <w:pPr>
              <w:pStyle w:val="Box"/>
            </w:pPr>
            <w:r>
              <w:t>Data reported against this indicator are:</w:t>
            </w:r>
          </w:p>
          <w:p w:rsidR="00184176" w:rsidRDefault="00184176" w:rsidP="00184176">
            <w:pPr>
              <w:pStyle w:val="BoxListBullet"/>
            </w:pPr>
            <w:r>
              <w:t>comparable (subject to caveats) across jurisdictions and over time</w:t>
            </w:r>
          </w:p>
          <w:p w:rsidR="00184176" w:rsidRDefault="00184176" w:rsidP="00184176">
            <w:pPr>
              <w:pStyle w:val="BoxListBullet"/>
            </w:pPr>
            <w:r>
              <w:t>complete (subject to caveats) for the current reporting period. All required 2016 data are available for all jurisdictions.</w:t>
            </w:r>
          </w:p>
        </w:tc>
      </w:tr>
      <w:tr w:rsidR="00184176" w:rsidTr="00184176">
        <w:trPr>
          <w:cantSplit/>
        </w:trPr>
        <w:tc>
          <w:tcPr>
            <w:tcW w:w="8771" w:type="dxa"/>
            <w:tcBorders>
              <w:top w:val="nil"/>
              <w:left w:val="nil"/>
              <w:bottom w:val="single" w:sz="6" w:space="0" w:color="78A22F"/>
              <w:right w:val="nil"/>
            </w:tcBorders>
            <w:shd w:val="clear" w:color="auto" w:fill="F2F2F2"/>
          </w:tcPr>
          <w:p w:rsidR="00184176" w:rsidRDefault="00184176" w:rsidP="00184176">
            <w:pPr>
              <w:pStyle w:val="Box"/>
              <w:spacing w:before="0" w:line="120" w:lineRule="exact"/>
            </w:pPr>
          </w:p>
        </w:tc>
      </w:tr>
      <w:tr w:rsidR="00184176" w:rsidRPr="000863A5" w:rsidTr="00184176">
        <w:tc>
          <w:tcPr>
            <w:tcW w:w="8771" w:type="dxa"/>
            <w:tcBorders>
              <w:top w:val="single" w:sz="6" w:space="0" w:color="78A22F"/>
              <w:left w:val="nil"/>
              <w:bottom w:val="nil"/>
              <w:right w:val="nil"/>
            </w:tcBorders>
          </w:tcPr>
          <w:p w:rsidR="00184176" w:rsidRPr="00626D32" w:rsidRDefault="00184176" w:rsidP="00184176">
            <w:pPr>
              <w:pStyle w:val="BoxSpaceBelow"/>
            </w:pPr>
          </w:p>
        </w:tc>
      </w:tr>
    </w:tbl>
    <w:p w:rsidR="006E3F26" w:rsidRPr="00200C93" w:rsidRDefault="00B679EB" w:rsidP="00944E91">
      <w:pPr>
        <w:pStyle w:val="BodyText"/>
      </w:pPr>
      <w:r>
        <w:t>‘</w:t>
      </w:r>
      <w:r w:rsidR="0043386F">
        <w:t>E</w:t>
      </w:r>
      <w:r w:rsidR="00EE7B5B" w:rsidRPr="00EE7B5B">
        <w:t xml:space="preserve">lectronic health </w:t>
      </w:r>
      <w:r w:rsidR="00255CC0" w:rsidRPr="00255CC0">
        <w:t xml:space="preserve">information </w:t>
      </w:r>
      <w:r w:rsidR="00EE7B5B" w:rsidRPr="00EE7B5B">
        <w:t>systems</w:t>
      </w:r>
      <w:r>
        <w:t>’</w:t>
      </w:r>
      <w:r w:rsidRPr="00B679EB">
        <w:t xml:space="preserve"> is an indicator of </w:t>
      </w:r>
      <w:r>
        <w:t xml:space="preserve">governments’ </w:t>
      </w:r>
      <w:r w:rsidR="00F5404E" w:rsidRPr="00F5404E">
        <w:t xml:space="preserve">objective that primary and community health services are high quality and </w:t>
      </w:r>
      <w:r w:rsidR="00F5404E">
        <w:t xml:space="preserve">safe </w:t>
      </w:r>
      <w:r w:rsidR="00C5227E">
        <w:t>(</w:t>
      </w:r>
      <w:r w:rsidR="000852B5" w:rsidRPr="00AA3CFC">
        <w:t>box </w:t>
      </w:r>
      <w:r w:rsidR="00897589" w:rsidRPr="00AA3CFC">
        <w:t>10.</w:t>
      </w:r>
      <w:r w:rsidR="004F66F0" w:rsidRPr="00AA3CFC">
        <w:t>1</w:t>
      </w:r>
      <w:r w:rsidR="001C7EC5">
        <w:t>4</w:t>
      </w:r>
      <w:r w:rsidR="006E3F26" w:rsidRPr="004F66F0">
        <w:t>)</w:t>
      </w:r>
      <w:r w:rsidR="00C5227E">
        <w:t>.</w:t>
      </w:r>
    </w:p>
    <w:p w:rsidR="00657414" w:rsidRDefault="00EE7B5B" w:rsidP="00A73D31">
      <w:pPr>
        <w:pStyle w:val="BodyText"/>
      </w:pPr>
      <w:r>
        <w:lastRenderedPageBreak/>
        <w:t xml:space="preserve">The PIP eHealth Incentive aims to </w:t>
      </w:r>
      <w:r w:rsidRPr="00EE7B5B">
        <w:t>encourage general practices to keep up</w:t>
      </w:r>
      <w:r>
        <w:t xml:space="preserve"> </w:t>
      </w:r>
      <w:r w:rsidRPr="00EE7B5B">
        <w:t>to</w:t>
      </w:r>
      <w:r>
        <w:t xml:space="preserve"> </w:t>
      </w:r>
      <w:r w:rsidRPr="00EE7B5B">
        <w:t xml:space="preserve">date with the latest developments in </w:t>
      </w:r>
      <w:r w:rsidR="00ED1A4B">
        <w:t>electronic health information systems</w:t>
      </w:r>
      <w:r>
        <w:t xml:space="preserve">. </w:t>
      </w:r>
      <w:bookmarkStart w:id="17" w:name="OLE_LINK49"/>
      <w:r w:rsidR="0009384B">
        <w:t>Current</w:t>
      </w:r>
      <w:r w:rsidR="00657414">
        <w:t xml:space="preserve"> eligibility requirements requir</w:t>
      </w:r>
      <w:r w:rsidR="0009384B">
        <w:t>e</w:t>
      </w:r>
      <w:r w:rsidR="00657414">
        <w:t xml:space="preserve"> practices to:</w:t>
      </w:r>
    </w:p>
    <w:p w:rsidR="00657414" w:rsidRDefault="00657414" w:rsidP="00A73D31">
      <w:pPr>
        <w:pStyle w:val="ListBullet"/>
      </w:pPr>
      <w:r>
        <w:t>integrate healthcare identifiers in</w:t>
      </w:r>
      <w:r w:rsidR="00314EB0">
        <w:t>to electronic practice records</w:t>
      </w:r>
    </w:p>
    <w:p w:rsidR="00657414" w:rsidRDefault="00657414" w:rsidP="00A73D31">
      <w:pPr>
        <w:pStyle w:val="ListBullet"/>
      </w:pPr>
      <w:r>
        <w:t>have</w:t>
      </w:r>
      <w:r w:rsidR="00314EB0">
        <w:t xml:space="preserve"> a secure messaging capability</w:t>
      </w:r>
    </w:p>
    <w:p w:rsidR="00657414" w:rsidRDefault="00657414" w:rsidP="00A73D31">
      <w:pPr>
        <w:pStyle w:val="ListBullet"/>
      </w:pPr>
      <w:r>
        <w:t>use data records a</w:t>
      </w:r>
      <w:r w:rsidR="00314EB0">
        <w:t>nd clinical coding of diagnose</w:t>
      </w:r>
      <w:r w:rsidR="000847B9">
        <w:t>s</w:t>
      </w:r>
    </w:p>
    <w:p w:rsidR="00657414" w:rsidRDefault="00657414" w:rsidP="00A73D31">
      <w:pPr>
        <w:pStyle w:val="ListBullet"/>
      </w:pPr>
      <w:r>
        <w:t>send prescriptions electronically to a pr</w:t>
      </w:r>
      <w:r w:rsidR="00314EB0">
        <w:t>escription exchange service</w:t>
      </w:r>
    </w:p>
    <w:p w:rsidR="00657414" w:rsidRDefault="00657414" w:rsidP="00A73D31">
      <w:pPr>
        <w:pStyle w:val="ListBullet"/>
      </w:pPr>
      <w:r w:rsidRPr="00657414">
        <w:t>participate in the eHealth record system and be capable of creating and uploading Shared Health Summaries and Event Summaries using compliant software</w:t>
      </w:r>
      <w:r>
        <w:t>.</w:t>
      </w:r>
    </w:p>
    <w:bookmarkEnd w:id="17"/>
    <w:p w:rsidR="00BA21DE" w:rsidRPr="00097C57" w:rsidRDefault="00073BB2" w:rsidP="00CC62D8">
      <w:pPr>
        <w:pStyle w:val="BodyText"/>
      </w:pPr>
      <w:r w:rsidRPr="007A5677">
        <w:t xml:space="preserve">Nationally, the proportion of PIP practices using electronic health systems was </w:t>
      </w:r>
      <w:r w:rsidR="00AC24F1" w:rsidRPr="00AC24F1">
        <w:t>91</w:t>
      </w:r>
      <w:r w:rsidRPr="00AC24F1">
        <w:t>.</w:t>
      </w:r>
      <w:r w:rsidR="00AC24F1" w:rsidRPr="00AC24F1">
        <w:t>0</w:t>
      </w:r>
      <w:r w:rsidRPr="00AC24F1">
        <w:t> </w:t>
      </w:r>
      <w:r w:rsidRPr="007A5677">
        <w:t>per cent in May 201</w:t>
      </w:r>
      <w:r w:rsidR="00CB64A6" w:rsidRPr="007A5677">
        <w:t>6</w:t>
      </w:r>
      <w:r w:rsidR="00F5404E">
        <w:t xml:space="preserve"> </w:t>
      </w:r>
      <w:r w:rsidR="006B7534" w:rsidRPr="007A5677">
        <w:t>(</w:t>
      </w:r>
      <w:r w:rsidR="00897589" w:rsidRPr="007A5677">
        <w:t>figure 10.</w:t>
      </w:r>
      <w:r w:rsidR="00CB64A6" w:rsidRPr="007A5677">
        <w:t>17</w:t>
      </w:r>
      <w:r w:rsidR="00523419" w:rsidRPr="007A5677">
        <w:t>).</w:t>
      </w:r>
      <w:r w:rsidR="00E2636C" w:rsidRPr="007A5677">
        <w:t xml:space="preserve"> </w:t>
      </w:r>
      <w:r w:rsidR="00BA21DE" w:rsidRPr="007A5677">
        <w:t>The proportion of PIP practices using electronic health systems increased in all areas between May 2013 and May 201</w:t>
      </w:r>
      <w:r w:rsidR="007A5677" w:rsidRPr="007A5677">
        <w:t>6</w:t>
      </w:r>
      <w:r w:rsidR="00BA21DE" w:rsidRPr="007A5677">
        <w:t>, remaining lower in remote and very remote areas than in other areas (</w:t>
      </w:r>
      <w:r w:rsidR="004C1512" w:rsidRPr="007A5677">
        <w:t>t</w:t>
      </w:r>
      <w:r w:rsidR="00E2636C" w:rsidRPr="007A5677">
        <w:t>able </w:t>
      </w:r>
      <w:proofErr w:type="spellStart"/>
      <w:r w:rsidR="002F6015" w:rsidRPr="007A5677">
        <w:t>10A.</w:t>
      </w:r>
      <w:r w:rsidR="006D4918">
        <w:t>63</w:t>
      </w:r>
      <w:proofErr w:type="spellEnd"/>
      <w:r w:rsidR="00BA21DE" w:rsidRPr="007A5677">
        <w:t>).</w:t>
      </w:r>
    </w:p>
    <w:p w:rsidR="006234F0" w:rsidRDefault="006234F0"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34F0" w:rsidTr="0038602A">
        <w:tc>
          <w:tcPr>
            <w:tcW w:w="8771" w:type="dxa"/>
            <w:tcBorders>
              <w:top w:val="single" w:sz="6" w:space="0" w:color="78A22F"/>
              <w:left w:val="nil"/>
              <w:bottom w:val="nil"/>
              <w:right w:val="nil"/>
            </w:tcBorders>
            <w:shd w:val="clear" w:color="auto" w:fill="auto"/>
          </w:tcPr>
          <w:p w:rsidR="006234F0" w:rsidRPr="00176D3F" w:rsidRDefault="006234F0" w:rsidP="00C06271">
            <w:pPr>
              <w:pStyle w:val="FigureTitle"/>
            </w:pPr>
            <w:r w:rsidRPr="00784A05">
              <w:rPr>
                <w:b w:val="0"/>
              </w:rPr>
              <w:t xml:space="preserve">Figure </w:t>
            </w:r>
            <w:r>
              <w:rPr>
                <w:b w:val="0"/>
              </w:rPr>
              <w:t>10.</w:t>
            </w:r>
            <w:r w:rsidR="008F09D3">
              <w:rPr>
                <w:b w:val="0"/>
                <w:noProof/>
              </w:rPr>
              <w:t>17</w:t>
            </w:r>
            <w:r>
              <w:tab/>
            </w:r>
            <w:r w:rsidRPr="00437A62">
              <w:t xml:space="preserve">PIP practices </w:t>
            </w:r>
            <w:r>
              <w:t>using electronic health systems</w:t>
            </w:r>
            <w:r w:rsidRPr="008827DC">
              <w:rPr>
                <w:rStyle w:val="NoteLabel"/>
                <w:b/>
              </w:rPr>
              <w:t>a</w:t>
            </w:r>
          </w:p>
        </w:tc>
      </w:tr>
      <w:tr w:rsidR="006234F0"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234F0" w:rsidTr="0038602A">
              <w:trPr>
                <w:jc w:val="center"/>
              </w:trPr>
              <w:tc>
                <w:tcPr>
                  <w:tcW w:w="5000" w:type="pct"/>
                  <w:tcBorders>
                    <w:top w:val="nil"/>
                    <w:bottom w:val="nil"/>
                  </w:tcBorders>
                </w:tcPr>
                <w:p w:rsidR="006234F0" w:rsidRDefault="00461A36" w:rsidP="00047F92">
                  <w:pPr>
                    <w:pStyle w:val="Figure"/>
                    <w:spacing w:before="60" w:after="60"/>
                  </w:pPr>
                  <w:r>
                    <w:rPr>
                      <w:noProof/>
                    </w:rPr>
                    <w:drawing>
                      <wp:inline distT="0" distB="0" distL="0" distR="0" wp14:anchorId="0B288613" wp14:editId="2CAC47CB">
                        <wp:extent cx="5238750" cy="2676525"/>
                        <wp:effectExtent l="0" t="0" r="0" b="9525"/>
                        <wp:docPr id="20" name="Picture 20" descr="Figure 10.17 PIP practices using electronic health system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38750" cy="2676525"/>
                                </a:xfrm>
                                <a:prstGeom prst="rect">
                                  <a:avLst/>
                                </a:prstGeom>
                                <a:noFill/>
                                <a:ln>
                                  <a:noFill/>
                                </a:ln>
                              </pic:spPr>
                            </pic:pic>
                          </a:graphicData>
                        </a:graphic>
                      </wp:inline>
                    </w:drawing>
                  </w:r>
                </w:p>
              </w:tc>
            </w:tr>
          </w:tbl>
          <w:p w:rsidR="006234F0" w:rsidRDefault="006234F0" w:rsidP="0038602A">
            <w:pPr>
              <w:pStyle w:val="Figure"/>
            </w:pPr>
          </w:p>
        </w:tc>
      </w:tr>
      <w:tr w:rsidR="006234F0" w:rsidRPr="00176D3F" w:rsidTr="0038602A">
        <w:tc>
          <w:tcPr>
            <w:tcW w:w="8771" w:type="dxa"/>
            <w:tcBorders>
              <w:top w:val="nil"/>
              <w:left w:val="nil"/>
              <w:bottom w:val="nil"/>
              <w:right w:val="nil"/>
            </w:tcBorders>
            <w:shd w:val="clear" w:color="auto" w:fill="auto"/>
          </w:tcPr>
          <w:p w:rsidR="006234F0" w:rsidRPr="00176D3F" w:rsidRDefault="006234F0" w:rsidP="006D4918">
            <w:pPr>
              <w:pStyle w:val="Note"/>
            </w:pPr>
            <w:r>
              <w:rPr>
                <w:rStyle w:val="NoteLabel"/>
              </w:rPr>
              <w:t>a</w:t>
            </w:r>
            <w:r>
              <w:t xml:space="preserve"> </w:t>
            </w:r>
            <w:r w:rsidRPr="005F3C9D">
              <w:sym w:font="Symbol" w:char="F020"/>
            </w:r>
            <w:r w:rsidRPr="005F3C9D">
              <w:t xml:space="preserve">See </w:t>
            </w:r>
            <w:r w:rsidRPr="00AD0CA4">
              <w:t>box 10.1</w:t>
            </w:r>
            <w:r w:rsidR="00AD0CA4">
              <w:t>4</w:t>
            </w:r>
            <w:r w:rsidRPr="005F3C9D">
              <w:t xml:space="preserve"> and </w:t>
            </w:r>
            <w:r w:rsidRPr="007A5677">
              <w:t xml:space="preserve">table </w:t>
            </w:r>
            <w:proofErr w:type="spellStart"/>
            <w:r w:rsidRPr="007A5677">
              <w:t>10A.</w:t>
            </w:r>
            <w:r w:rsidR="006D4918">
              <w:t>62</w:t>
            </w:r>
            <w:proofErr w:type="spellEnd"/>
            <w:r w:rsidRPr="005F3C9D">
              <w:t xml:space="preserve"> for detailed defi</w:t>
            </w:r>
            <w:r>
              <w:t>nitions, footnotes and caveats.</w:t>
            </w:r>
          </w:p>
        </w:tc>
      </w:tr>
      <w:tr w:rsidR="006234F0" w:rsidRPr="00176D3F" w:rsidTr="0038602A">
        <w:tc>
          <w:tcPr>
            <w:tcW w:w="8771" w:type="dxa"/>
            <w:tcBorders>
              <w:top w:val="nil"/>
              <w:left w:val="nil"/>
              <w:bottom w:val="nil"/>
              <w:right w:val="nil"/>
            </w:tcBorders>
            <w:shd w:val="clear" w:color="auto" w:fill="auto"/>
          </w:tcPr>
          <w:p w:rsidR="006234F0" w:rsidRPr="00176D3F" w:rsidRDefault="006234F0" w:rsidP="006D4918">
            <w:pPr>
              <w:pStyle w:val="Source"/>
            </w:pPr>
            <w:r>
              <w:rPr>
                <w:i/>
              </w:rPr>
              <w:t>Source</w:t>
            </w:r>
            <w:r w:rsidRPr="00437A62">
              <w:t>:</w:t>
            </w:r>
            <w:r>
              <w:t xml:space="preserve"> Department of Health</w:t>
            </w:r>
            <w:r w:rsidRPr="00437A62">
              <w:t xml:space="preserve"> (unpublished)</w:t>
            </w:r>
            <w:r>
              <w:t xml:space="preserve"> </w:t>
            </w:r>
            <w:r w:rsidRPr="00B156DD">
              <w:t xml:space="preserve">MBS and PIP data </w:t>
            </w:r>
            <w:r w:rsidRPr="006C74C6">
              <w:t xml:space="preserve">collections; </w:t>
            </w:r>
            <w:r w:rsidRPr="007A5677">
              <w:t xml:space="preserve">table </w:t>
            </w:r>
            <w:proofErr w:type="spellStart"/>
            <w:r w:rsidRPr="007A5677">
              <w:t>10A.</w:t>
            </w:r>
            <w:r w:rsidR="006D4918">
              <w:t>62</w:t>
            </w:r>
            <w:proofErr w:type="spellEnd"/>
            <w:r>
              <w:t>.</w:t>
            </w:r>
            <w:r w:rsidRPr="00176D3F">
              <w:t xml:space="preserve"> </w:t>
            </w:r>
          </w:p>
        </w:tc>
      </w:tr>
      <w:tr w:rsidR="006234F0" w:rsidTr="0038602A">
        <w:tc>
          <w:tcPr>
            <w:tcW w:w="8771" w:type="dxa"/>
            <w:tcBorders>
              <w:top w:val="nil"/>
              <w:left w:val="nil"/>
              <w:bottom w:val="single" w:sz="6" w:space="0" w:color="78A22F"/>
              <w:right w:val="nil"/>
            </w:tcBorders>
            <w:shd w:val="clear" w:color="auto" w:fill="auto"/>
          </w:tcPr>
          <w:p w:rsidR="006234F0" w:rsidRDefault="006234F0" w:rsidP="0038602A">
            <w:pPr>
              <w:pStyle w:val="Figurespace"/>
            </w:pPr>
          </w:p>
        </w:tc>
      </w:tr>
      <w:tr w:rsidR="006234F0" w:rsidRPr="000863A5" w:rsidTr="0038602A">
        <w:tc>
          <w:tcPr>
            <w:tcW w:w="8771" w:type="dxa"/>
            <w:tcBorders>
              <w:top w:val="single" w:sz="6" w:space="0" w:color="78A22F"/>
              <w:left w:val="nil"/>
              <w:bottom w:val="nil"/>
              <w:right w:val="nil"/>
            </w:tcBorders>
          </w:tcPr>
          <w:p w:rsidR="006234F0" w:rsidRPr="00626D32" w:rsidRDefault="006234F0" w:rsidP="0038602A">
            <w:pPr>
              <w:pStyle w:val="BoxSpaceBelow"/>
            </w:pPr>
          </w:p>
        </w:tc>
      </w:tr>
    </w:tbl>
    <w:p w:rsidR="004E2756" w:rsidRDefault="00B934AF" w:rsidP="00CF6CF3">
      <w:pPr>
        <w:pStyle w:val="Heading4"/>
      </w:pPr>
      <w:r>
        <w:t xml:space="preserve">Quality — </w:t>
      </w:r>
      <w:r w:rsidR="00A65566">
        <w:t>R</w:t>
      </w:r>
      <w:r>
        <w:t>esponsiveness</w:t>
      </w:r>
      <w:r w:rsidR="00A65566">
        <w:t xml:space="preserve"> — </w:t>
      </w:r>
      <w:r w:rsidR="004E2756">
        <w:t>Patient satisfaction</w:t>
      </w:r>
    </w:p>
    <w:p w:rsidR="00AA4349" w:rsidRDefault="004E2756" w:rsidP="00CF6CF3">
      <w:pPr>
        <w:pStyle w:val="BodyText"/>
      </w:pPr>
      <w:r>
        <w:t xml:space="preserve">‘Patient satisfaction’ </w:t>
      </w:r>
      <w:r w:rsidR="00676048">
        <w:t xml:space="preserve">is </w:t>
      </w:r>
      <w:r>
        <w:t xml:space="preserve">an indicator of governments’ objective </w:t>
      </w:r>
      <w:r w:rsidR="00A65566">
        <w:t>that</w:t>
      </w:r>
      <w:r>
        <w:t xml:space="preserve"> </w:t>
      </w:r>
      <w:r w:rsidR="00AE5D3F">
        <w:t>primary and community health</w:t>
      </w:r>
      <w:r>
        <w:t xml:space="preserve"> services </w:t>
      </w:r>
      <w:r w:rsidRPr="00AE5D3F">
        <w:t xml:space="preserve">are </w:t>
      </w:r>
      <w:r w:rsidR="00F11DA5" w:rsidRPr="00AE5D3F">
        <w:t>high quality and</w:t>
      </w:r>
      <w:r w:rsidR="00F11DA5">
        <w:t xml:space="preserve"> </w:t>
      </w:r>
      <w:r w:rsidR="00A65566">
        <w:t>account for</w:t>
      </w:r>
      <w:r>
        <w:t xml:space="preserve"> </w:t>
      </w:r>
      <w:r w:rsidR="00360A0B" w:rsidRPr="00676048">
        <w:t>individual patient needs</w:t>
      </w:r>
      <w:r w:rsidR="00360A0B">
        <w:t xml:space="preserve"> </w:t>
      </w:r>
      <w:r w:rsidR="00A65566">
        <w:t>(</w:t>
      </w:r>
      <w:r w:rsidR="00A65566" w:rsidRPr="00AA3CFC">
        <w:t>box 10.1</w:t>
      </w:r>
      <w:r w:rsidR="00AA3CFC">
        <w:t>5</w:t>
      </w:r>
      <w:r w:rsidR="00A65566">
        <w:t>).</w:t>
      </w:r>
    </w:p>
    <w:p w:rsidR="00E60C70" w:rsidRDefault="00E60C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0C70" w:rsidTr="00F520F2">
        <w:tc>
          <w:tcPr>
            <w:tcW w:w="8771" w:type="dxa"/>
            <w:tcBorders>
              <w:top w:val="single" w:sz="6" w:space="0" w:color="78A22F"/>
              <w:left w:val="nil"/>
              <w:bottom w:val="nil"/>
              <w:right w:val="nil"/>
            </w:tcBorders>
            <w:shd w:val="clear" w:color="auto" w:fill="F2F2F2"/>
          </w:tcPr>
          <w:p w:rsidR="00E60C70" w:rsidRDefault="00E60C70" w:rsidP="007A5677">
            <w:pPr>
              <w:pStyle w:val="BoxTitle"/>
            </w:pPr>
            <w:r>
              <w:rPr>
                <w:b w:val="0"/>
              </w:rPr>
              <w:t>Box 10.</w:t>
            </w:r>
            <w:r w:rsidR="008F09D3">
              <w:rPr>
                <w:b w:val="0"/>
                <w:noProof/>
              </w:rPr>
              <w:t>15</w:t>
            </w:r>
            <w:r>
              <w:tab/>
            </w:r>
            <w:r w:rsidRPr="00B934AF">
              <w:t>Patient satisfaction</w:t>
            </w:r>
          </w:p>
        </w:tc>
      </w:tr>
      <w:tr w:rsidR="00E60C70" w:rsidTr="00F520F2">
        <w:trPr>
          <w:cantSplit/>
        </w:trPr>
        <w:tc>
          <w:tcPr>
            <w:tcW w:w="8771" w:type="dxa"/>
            <w:tcBorders>
              <w:top w:val="nil"/>
              <w:left w:val="nil"/>
              <w:bottom w:val="nil"/>
              <w:right w:val="nil"/>
            </w:tcBorders>
            <w:shd w:val="clear" w:color="auto" w:fill="F2F2F2"/>
          </w:tcPr>
          <w:p w:rsidR="00E60C70" w:rsidRPr="00DD2794" w:rsidRDefault="00E60C70" w:rsidP="00F520F2">
            <w:pPr>
              <w:pStyle w:val="Box"/>
            </w:pPr>
            <w:r w:rsidRPr="00DD2794">
              <w:t>‘Patient satisfaction’ is defined as the quality of care as perceived by the patient. It is mea</w:t>
            </w:r>
            <w:r w:rsidR="006868FA">
              <w:t xml:space="preserve">sured as patient experience of </w:t>
            </w:r>
            <w:r w:rsidRPr="00DD2794">
              <w:t>aspects of care that are key factors in patient outcomes and can be readily modified. Two measures of patient experience of communication with health professionals — a key aspect of care — are reported</w:t>
            </w:r>
            <w:r>
              <w:t>:</w:t>
            </w:r>
          </w:p>
          <w:p w:rsidR="00E60C70" w:rsidRPr="00DD2794" w:rsidRDefault="00E60C70" w:rsidP="00F520F2">
            <w:pPr>
              <w:pStyle w:val="BoxListBullet"/>
            </w:pPr>
            <w:r w:rsidRPr="00DD2794">
              <w:t xml:space="preserve">the </w:t>
            </w:r>
            <w:r>
              <w:t>proportion</w:t>
            </w:r>
            <w:r w:rsidRPr="00DD2794">
              <w:t xml:space="preserve"> of people who saw a GP in the previous 12 months where the GP always or often: listened carefully to them; showed respect; </w:t>
            </w:r>
            <w:r>
              <w:t>and spent enough time with them</w:t>
            </w:r>
          </w:p>
          <w:p w:rsidR="00E60C70" w:rsidRPr="00DD2794" w:rsidRDefault="00E60C70" w:rsidP="00F520F2">
            <w:pPr>
              <w:pStyle w:val="BoxListBullet"/>
            </w:pPr>
            <w:r w:rsidRPr="00DD2794">
              <w:t xml:space="preserve">the </w:t>
            </w:r>
            <w:r>
              <w:t xml:space="preserve">proportion </w:t>
            </w:r>
            <w:r w:rsidRPr="00DD2794">
              <w:t>of people who saw a dental professional in the previous 12 months where the dental pr</w:t>
            </w:r>
            <w:r w:rsidR="006868FA">
              <w:t>ofessional</w:t>
            </w:r>
            <w:r w:rsidRPr="00DD2794">
              <w:t xml:space="preserve"> always or often: listened carefully to them; showed respect; and spent enough time with them.</w:t>
            </w:r>
          </w:p>
          <w:p w:rsidR="00E60C70" w:rsidRDefault="00E60C70" w:rsidP="00F520F2">
            <w:pPr>
              <w:pStyle w:val="Box"/>
            </w:pPr>
            <w:r w:rsidRPr="00DD2794">
              <w:t xml:space="preserve">High or increasing proportions can indicate </w:t>
            </w:r>
            <w:r w:rsidR="006868FA">
              <w:t>improved satisfaction with</w:t>
            </w:r>
            <w:r w:rsidR="006868FA" w:rsidRPr="00DD2794">
              <w:t xml:space="preserve"> </w:t>
            </w:r>
            <w:r w:rsidRPr="00DD2794">
              <w:t>communication with health professionals.</w:t>
            </w:r>
            <w:r>
              <w:t xml:space="preserve"> Data reported against this indicator are:</w:t>
            </w:r>
          </w:p>
          <w:p w:rsidR="00E60C70" w:rsidRDefault="00E60C70" w:rsidP="00F520F2">
            <w:pPr>
              <w:pStyle w:val="BoxListBullet"/>
            </w:pPr>
            <w:r>
              <w:t>comparable (subject to caveats) across jurisdictions and over time</w:t>
            </w:r>
          </w:p>
          <w:p w:rsidR="00E60C70" w:rsidRDefault="00E60C70" w:rsidP="00F520F2">
            <w:pPr>
              <w:pStyle w:val="BoxListBullet"/>
            </w:pPr>
            <w:r>
              <w:t xml:space="preserve">complete (subject to caveats) for the current reporting period. All required </w:t>
            </w:r>
            <w:r w:rsidRPr="007A5677">
              <w:t>201</w:t>
            </w:r>
            <w:r w:rsidR="007A5677" w:rsidRPr="007A5677">
              <w:t>5</w:t>
            </w:r>
            <w:r w:rsidRPr="007A5677">
              <w:noBreakHyphen/>
              <w:t>1</w:t>
            </w:r>
            <w:r w:rsidR="007A5677" w:rsidRPr="007A5677">
              <w:t>6</w:t>
            </w:r>
            <w:r w:rsidRPr="007A5677">
              <w:t xml:space="preserve"> data</w:t>
            </w:r>
            <w:r>
              <w:t xml:space="preserve"> are available for all jurisdictions.</w:t>
            </w:r>
          </w:p>
          <w:p w:rsidR="00E60C70" w:rsidRPr="00944E91" w:rsidRDefault="00E60C70" w:rsidP="00F520F2">
            <w:pPr>
              <w:pStyle w:val="Box"/>
            </w:pPr>
            <w:r w:rsidRPr="005372AA">
              <w:t xml:space="preserve">The </w:t>
            </w:r>
            <w:proofErr w:type="spellStart"/>
            <w:r w:rsidRPr="005372AA">
              <w:t>PExS</w:t>
            </w:r>
            <w:proofErr w:type="spellEnd"/>
            <w:r w:rsidRPr="005372AA">
              <w:t xml:space="preserve"> does not include people living in discrete Aboriginal and Torres Strait Islander communities, which affects the comparability of the NT results.</w:t>
            </w:r>
          </w:p>
        </w:tc>
      </w:tr>
      <w:tr w:rsidR="00E60C70" w:rsidTr="00F520F2">
        <w:trPr>
          <w:cantSplit/>
        </w:trPr>
        <w:tc>
          <w:tcPr>
            <w:tcW w:w="8771" w:type="dxa"/>
            <w:tcBorders>
              <w:top w:val="nil"/>
              <w:left w:val="nil"/>
              <w:bottom w:val="single" w:sz="6" w:space="0" w:color="78A22F"/>
              <w:right w:val="nil"/>
            </w:tcBorders>
            <w:shd w:val="clear" w:color="auto" w:fill="F2F2F2"/>
          </w:tcPr>
          <w:p w:rsidR="00E60C70" w:rsidRDefault="00E60C70">
            <w:pPr>
              <w:pStyle w:val="Box"/>
              <w:spacing w:before="0" w:line="120" w:lineRule="exact"/>
            </w:pPr>
          </w:p>
        </w:tc>
      </w:tr>
      <w:tr w:rsidR="00E60C70" w:rsidRPr="000863A5" w:rsidTr="00F520F2">
        <w:tc>
          <w:tcPr>
            <w:tcW w:w="8771" w:type="dxa"/>
            <w:tcBorders>
              <w:top w:val="single" w:sz="6" w:space="0" w:color="78A22F"/>
              <w:left w:val="nil"/>
              <w:bottom w:val="nil"/>
              <w:right w:val="nil"/>
            </w:tcBorders>
          </w:tcPr>
          <w:p w:rsidR="00E60C70" w:rsidRPr="00626D32" w:rsidRDefault="00E60C70" w:rsidP="00F520F2">
            <w:pPr>
              <w:pStyle w:val="BoxSpaceBelow"/>
            </w:pPr>
          </w:p>
        </w:tc>
      </w:tr>
    </w:tbl>
    <w:p w:rsidR="0016425B" w:rsidRPr="007A5677" w:rsidRDefault="00A17AC6" w:rsidP="00693B62">
      <w:pPr>
        <w:pStyle w:val="BodyText"/>
      </w:pPr>
      <w:r w:rsidRPr="007A5677">
        <w:t>Nationally</w:t>
      </w:r>
      <w:r w:rsidR="00C13335" w:rsidRPr="007A5677">
        <w:t xml:space="preserve"> in 201</w:t>
      </w:r>
      <w:r w:rsidR="007A5677" w:rsidRPr="007A5677">
        <w:t>5</w:t>
      </w:r>
      <w:r w:rsidR="0064097A" w:rsidRPr="007A5677">
        <w:noBreakHyphen/>
      </w:r>
      <w:r w:rsidR="00C13335" w:rsidRPr="007A5677">
        <w:t>1</w:t>
      </w:r>
      <w:r w:rsidR="007A5677" w:rsidRPr="007A5677">
        <w:t>6</w:t>
      </w:r>
      <w:r w:rsidRPr="007A5677">
        <w:t>,</w:t>
      </w:r>
      <w:r w:rsidR="00A05A03" w:rsidRPr="007A5677">
        <w:t xml:space="preserve"> </w:t>
      </w:r>
      <w:r w:rsidR="0016425B" w:rsidRPr="007A5677">
        <w:t>the majority of respondents reported that</w:t>
      </w:r>
      <w:r w:rsidR="00C13335" w:rsidRPr="007A5677">
        <w:t xml:space="preserve"> </w:t>
      </w:r>
      <w:r w:rsidR="0016425B" w:rsidRPr="007A5677">
        <w:t xml:space="preserve">the </w:t>
      </w:r>
      <w:r w:rsidR="00C3690E" w:rsidRPr="007A5677">
        <w:t>GP always or often</w:t>
      </w:r>
      <w:r w:rsidR="00446FA7" w:rsidRPr="007A5677">
        <w:t>:</w:t>
      </w:r>
    </w:p>
    <w:p w:rsidR="0016425B" w:rsidRPr="007A5677" w:rsidRDefault="0016425B" w:rsidP="00693B62">
      <w:pPr>
        <w:pStyle w:val="ListBullet"/>
        <w:tabs>
          <w:tab w:val="left" w:pos="6946"/>
        </w:tabs>
      </w:pPr>
      <w:r w:rsidRPr="007A5677">
        <w:t>listened carefully to them (</w:t>
      </w:r>
      <w:r w:rsidR="00A673D5">
        <w:t>91</w:t>
      </w:r>
      <w:r w:rsidR="00CC4F96" w:rsidRPr="007A5677">
        <w:t>.</w:t>
      </w:r>
      <w:r w:rsidR="00A673D5">
        <w:t>6</w:t>
      </w:r>
      <w:r w:rsidR="00A2124E" w:rsidRPr="007A5677">
        <w:t xml:space="preserve"> </w:t>
      </w:r>
      <w:r w:rsidRPr="007A5677">
        <w:t>per cent)</w:t>
      </w:r>
    </w:p>
    <w:p w:rsidR="0016425B" w:rsidRPr="007A5677" w:rsidRDefault="0016425B" w:rsidP="00693B62">
      <w:pPr>
        <w:pStyle w:val="ListBullet"/>
        <w:tabs>
          <w:tab w:val="left" w:pos="6946"/>
        </w:tabs>
      </w:pPr>
      <w:r w:rsidRPr="007A5677">
        <w:t>showed respect (</w:t>
      </w:r>
      <w:r w:rsidR="00A673D5">
        <w:t>94</w:t>
      </w:r>
      <w:r w:rsidR="00CC4F96" w:rsidRPr="007A5677">
        <w:t>.</w:t>
      </w:r>
      <w:r w:rsidR="00A673D5">
        <w:t>0</w:t>
      </w:r>
      <w:r w:rsidR="00A2124E" w:rsidRPr="007A5677">
        <w:t xml:space="preserve"> </w:t>
      </w:r>
      <w:r w:rsidRPr="007A5677">
        <w:t>per cent)</w:t>
      </w:r>
    </w:p>
    <w:p w:rsidR="0016425B" w:rsidRPr="007A5677" w:rsidRDefault="0016425B" w:rsidP="00693B62">
      <w:pPr>
        <w:pStyle w:val="ListBullet"/>
        <w:tabs>
          <w:tab w:val="left" w:pos="6946"/>
        </w:tabs>
      </w:pPr>
      <w:r w:rsidRPr="007A5677">
        <w:t>spent enough time with them (</w:t>
      </w:r>
      <w:r w:rsidR="00A673D5">
        <w:t>90</w:t>
      </w:r>
      <w:r w:rsidR="00CC4F96" w:rsidRPr="007A5677">
        <w:t>.</w:t>
      </w:r>
      <w:r w:rsidR="00A673D5">
        <w:t>3</w:t>
      </w:r>
      <w:r w:rsidR="00A2124E" w:rsidRPr="007A5677">
        <w:t xml:space="preserve"> </w:t>
      </w:r>
      <w:r w:rsidRPr="007A5677">
        <w:t>per cent)</w:t>
      </w:r>
      <w:r w:rsidR="00C13335" w:rsidRPr="007A5677">
        <w:t xml:space="preserve"> (figure 10.</w:t>
      </w:r>
      <w:r w:rsidR="007A5677">
        <w:t>18</w:t>
      </w:r>
      <w:r w:rsidR="00C13335" w:rsidRPr="007A5677">
        <w:t>)</w:t>
      </w:r>
      <w:r w:rsidR="0001182F" w:rsidRPr="007A5677">
        <w:t>.</w:t>
      </w:r>
    </w:p>
    <w:p w:rsidR="00765202" w:rsidRDefault="00693701" w:rsidP="00765202">
      <w:pPr>
        <w:pStyle w:val="BodyText"/>
      </w:pPr>
      <w:r w:rsidRPr="007A5677">
        <w:t xml:space="preserve">Data for </w:t>
      </w:r>
      <w:r w:rsidR="00D16EBA" w:rsidRPr="007A5677">
        <w:t>Aboriginal and Torres Strait Islander</w:t>
      </w:r>
      <w:r w:rsidRPr="007A5677">
        <w:t xml:space="preserve"> Australians are not comparable to the data presented here</w:t>
      </w:r>
      <w:r w:rsidR="006868FA">
        <w:t xml:space="preserve"> (</w:t>
      </w:r>
      <w:r w:rsidR="006868FA" w:rsidRPr="007A5677">
        <w:t>table </w:t>
      </w:r>
      <w:proofErr w:type="spellStart"/>
      <w:r w:rsidR="006868FA" w:rsidRPr="007A5677">
        <w:t>10A.</w:t>
      </w:r>
      <w:r w:rsidR="006D4918">
        <w:t>66</w:t>
      </w:r>
      <w:proofErr w:type="spellEnd"/>
      <w:r w:rsidR="006868FA">
        <w:t>)</w:t>
      </w:r>
      <w:r w:rsidRPr="007A5677">
        <w:t>.</w:t>
      </w:r>
    </w:p>
    <w:p w:rsidR="00765202" w:rsidRPr="007A5677" w:rsidRDefault="00765202" w:rsidP="00693B62">
      <w:pPr>
        <w:pStyle w:val="BodyText"/>
      </w:pPr>
      <w:r w:rsidRPr="007A5677">
        <w:t>Nationally in 2015</w:t>
      </w:r>
      <w:r w:rsidRPr="007A5677">
        <w:noBreakHyphen/>
        <w:t>16, the majority of respondents reported that dentists always or often:</w:t>
      </w:r>
    </w:p>
    <w:p w:rsidR="00765202" w:rsidRPr="007A5677" w:rsidRDefault="00765202" w:rsidP="00693B62">
      <w:pPr>
        <w:pStyle w:val="ListBullet"/>
        <w:tabs>
          <w:tab w:val="left" w:pos="6946"/>
        </w:tabs>
      </w:pPr>
      <w:r w:rsidRPr="007A5677">
        <w:t>listened carefully to them (</w:t>
      </w:r>
      <w:r w:rsidR="00A673D5">
        <w:t>95</w:t>
      </w:r>
      <w:r w:rsidRPr="007A5677">
        <w:t>.</w:t>
      </w:r>
      <w:r w:rsidR="00A673D5">
        <w:t>5</w:t>
      </w:r>
      <w:r w:rsidRPr="007A5677">
        <w:t xml:space="preserve"> per cent)</w:t>
      </w:r>
    </w:p>
    <w:p w:rsidR="00765202" w:rsidRPr="007A5677" w:rsidRDefault="00765202" w:rsidP="00693B62">
      <w:pPr>
        <w:pStyle w:val="ListBullet"/>
        <w:tabs>
          <w:tab w:val="left" w:pos="6946"/>
        </w:tabs>
      </w:pPr>
      <w:r w:rsidRPr="007A5677">
        <w:t>showed respect (</w:t>
      </w:r>
      <w:r w:rsidR="00A673D5">
        <w:t>96</w:t>
      </w:r>
      <w:r w:rsidRPr="007A5677">
        <w:t>.</w:t>
      </w:r>
      <w:r w:rsidR="00A673D5">
        <w:t>3</w:t>
      </w:r>
      <w:r w:rsidRPr="007A5677">
        <w:t xml:space="preserve"> per cent)</w:t>
      </w:r>
    </w:p>
    <w:p w:rsidR="00765202" w:rsidRPr="007A5677" w:rsidRDefault="00765202" w:rsidP="00693B62">
      <w:pPr>
        <w:pStyle w:val="ListBullet"/>
        <w:tabs>
          <w:tab w:val="left" w:pos="6946"/>
        </w:tabs>
      </w:pPr>
      <w:r w:rsidRPr="007A5677">
        <w:t>spent enough time with them (</w:t>
      </w:r>
      <w:r w:rsidR="00A673D5">
        <w:t>96</w:t>
      </w:r>
      <w:r w:rsidRPr="007A5677">
        <w:t>.</w:t>
      </w:r>
      <w:r w:rsidR="00B93211">
        <w:t>6</w:t>
      </w:r>
      <w:r w:rsidRPr="007A5677">
        <w:t xml:space="preserve"> per cent) (figure 10.19).</w:t>
      </w:r>
    </w:p>
    <w:p w:rsidR="005A01A0" w:rsidRDefault="00765202" w:rsidP="00765202">
      <w:pPr>
        <w:pStyle w:val="BodyText"/>
      </w:pPr>
      <w:r w:rsidRPr="007A5677">
        <w:t xml:space="preserve">Data </w:t>
      </w:r>
      <w:r>
        <w:t xml:space="preserve">for both measures </w:t>
      </w:r>
      <w:r w:rsidRPr="007A5677">
        <w:t xml:space="preserve">are presented by remoteness area in tables </w:t>
      </w:r>
      <w:proofErr w:type="spellStart"/>
      <w:r w:rsidRPr="007A5677">
        <w:t>10A.</w:t>
      </w:r>
      <w:r w:rsidR="006D4918">
        <w:t>6</w:t>
      </w:r>
      <w:r w:rsidR="007A4F17">
        <w:t>7</w:t>
      </w:r>
      <w:proofErr w:type="spellEnd"/>
      <w:r w:rsidR="007A4F17" w:rsidRPr="007A5677">
        <w:noBreakHyphen/>
      </w:r>
      <w:r w:rsidR="006D4918">
        <w:t>6</w:t>
      </w:r>
      <w:r w:rsidRPr="007A5677">
        <w:t>8.</w:t>
      </w:r>
    </w:p>
    <w:p w:rsidR="00F90DBA" w:rsidRDefault="00F90DBA" w:rsidP="00E269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F90DBA" w:rsidTr="00E2697F">
        <w:trPr>
          <w:tblHeader/>
        </w:trPr>
        <w:tc>
          <w:tcPr>
            <w:tcW w:w="8771" w:type="dxa"/>
            <w:tcBorders>
              <w:top w:val="single" w:sz="6" w:space="0" w:color="78A22F"/>
              <w:left w:val="nil"/>
              <w:bottom w:val="nil"/>
              <w:right w:val="nil"/>
            </w:tcBorders>
            <w:shd w:val="clear" w:color="auto" w:fill="auto"/>
          </w:tcPr>
          <w:p w:rsidR="00F90DBA" w:rsidRPr="00176D3F" w:rsidRDefault="00D93ED6" w:rsidP="00D93ED6">
            <w:pPr>
              <w:pStyle w:val="FigureTitle"/>
            </w:pPr>
            <w:r w:rsidRPr="00D93ED6">
              <w:rPr>
                <w:b w:val="0"/>
              </w:rPr>
              <w:t>Figure 10.</w:t>
            </w:r>
            <w:r w:rsidR="008F09D3">
              <w:rPr>
                <w:b w:val="0"/>
                <w:noProof/>
              </w:rPr>
              <w:t>18</w:t>
            </w:r>
            <w:r w:rsidR="00F90DBA">
              <w:tab/>
              <w:t>People whose GP always or often listened carefully, showed respect, spent enough time</w:t>
            </w:r>
            <w:r w:rsidR="00F90DBA" w:rsidRPr="003109EE">
              <w:t xml:space="preserve">, </w:t>
            </w:r>
            <w:r w:rsidR="00F90DBA" w:rsidRPr="007A5677">
              <w:t>2015</w:t>
            </w:r>
            <w:r w:rsidR="00F90DBA" w:rsidRPr="007A5677">
              <w:noBreakHyphen/>
              <w:t>1</w:t>
            </w:r>
            <w:r w:rsidR="00F90DBA">
              <w:t>6</w:t>
            </w:r>
            <w:r w:rsidR="00F90DBA" w:rsidRPr="003109EE">
              <w:rPr>
                <w:rStyle w:val="NoteLabel"/>
                <w:b/>
              </w:rPr>
              <w:t>a</w:t>
            </w:r>
            <w:r w:rsidR="00F90DBA">
              <w:rPr>
                <w:rStyle w:val="NoteLabel"/>
                <w:b/>
              </w:rPr>
              <w:t>, b</w:t>
            </w:r>
          </w:p>
        </w:tc>
      </w:tr>
      <w:tr w:rsidR="00F90DBA" w:rsidTr="00E2697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90DBA" w:rsidRPr="00B1465D" w:rsidTr="00E2697F">
              <w:trPr>
                <w:tblHeader/>
                <w:jc w:val="center"/>
              </w:trPr>
              <w:tc>
                <w:tcPr>
                  <w:tcW w:w="5000" w:type="pct"/>
                  <w:tcBorders>
                    <w:top w:val="nil"/>
                    <w:bottom w:val="nil"/>
                  </w:tcBorders>
                </w:tcPr>
                <w:p w:rsidR="00F90DBA" w:rsidRPr="00B1465D" w:rsidRDefault="00461A36" w:rsidP="00E2697F">
                  <w:pPr>
                    <w:pStyle w:val="Figure"/>
                    <w:spacing w:before="60" w:after="60"/>
                    <w:rPr>
                      <w:rFonts w:ascii="Arial" w:hAnsi="Arial" w:cs="Arial"/>
                      <w:sz w:val="18"/>
                      <w:szCs w:val="18"/>
                    </w:rPr>
                  </w:pPr>
                  <w:r>
                    <w:rPr>
                      <w:rFonts w:ascii="Arial" w:hAnsi="Arial" w:cs="Arial"/>
                      <w:noProof/>
                      <w:sz w:val="18"/>
                      <w:szCs w:val="18"/>
                    </w:rPr>
                    <w:drawing>
                      <wp:inline distT="0" distB="0" distL="0" distR="0" wp14:anchorId="684AF5C2" wp14:editId="1EC30A77">
                        <wp:extent cx="5238750" cy="2733675"/>
                        <wp:effectExtent l="0" t="0" r="0" b="9525"/>
                        <wp:docPr id="21" name="Picture 21" descr="Figure 10.18 People whose GP always or often listened carefully, showed respect, spent enough time,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38750" cy="2733675"/>
                                </a:xfrm>
                                <a:prstGeom prst="rect">
                                  <a:avLst/>
                                </a:prstGeom>
                                <a:noFill/>
                                <a:ln>
                                  <a:noFill/>
                                </a:ln>
                              </pic:spPr>
                            </pic:pic>
                          </a:graphicData>
                        </a:graphic>
                      </wp:inline>
                    </w:drawing>
                  </w:r>
                </w:p>
              </w:tc>
            </w:tr>
          </w:tbl>
          <w:p w:rsidR="00F90DBA" w:rsidRDefault="00F90DBA" w:rsidP="00E2697F">
            <w:pPr>
              <w:pStyle w:val="Figure"/>
            </w:pPr>
          </w:p>
        </w:tc>
      </w:tr>
      <w:tr w:rsidR="00F90DBA" w:rsidRPr="00176D3F" w:rsidTr="00E2697F">
        <w:tc>
          <w:tcPr>
            <w:tcW w:w="8771" w:type="dxa"/>
            <w:tcBorders>
              <w:top w:val="nil"/>
              <w:left w:val="nil"/>
              <w:bottom w:val="nil"/>
              <w:right w:val="nil"/>
            </w:tcBorders>
            <w:shd w:val="clear" w:color="auto" w:fill="auto"/>
          </w:tcPr>
          <w:p w:rsidR="00F90DBA" w:rsidRPr="00176D3F" w:rsidRDefault="00F90DBA" w:rsidP="00684310">
            <w:pPr>
              <w:pStyle w:val="Note"/>
            </w:pPr>
            <w:r>
              <w:rPr>
                <w:rStyle w:val="NoteLabel"/>
              </w:rPr>
              <w:t>a</w:t>
            </w:r>
            <w:r>
              <w:t xml:space="preserve"> See </w:t>
            </w:r>
            <w:r w:rsidRPr="0038602A">
              <w:t>box 10.1</w:t>
            </w:r>
            <w:r>
              <w:t xml:space="preserve">5 and </w:t>
            </w:r>
            <w:r w:rsidRPr="007A5677">
              <w:t xml:space="preserve">tables </w:t>
            </w:r>
            <w:proofErr w:type="spellStart"/>
            <w:r w:rsidRPr="007A5677">
              <w:t>10A.</w:t>
            </w:r>
            <w:r>
              <w:t>64</w:t>
            </w:r>
            <w:proofErr w:type="spellEnd"/>
            <w:r w:rsidRPr="007A5677">
              <w:noBreakHyphen/>
            </w:r>
            <w:r>
              <w:t>65 for detailed definitions, footnotes and caveats</w:t>
            </w:r>
            <w:r w:rsidRPr="00636133">
              <w:t>.</w:t>
            </w:r>
            <w:r>
              <w:rPr>
                <w:rStyle w:val="NoteLabel"/>
              </w:rPr>
              <w:t xml:space="preserve"> b</w:t>
            </w:r>
            <w:r>
              <w:t xml:space="preserve"> </w:t>
            </w:r>
            <w:r w:rsidRPr="00AC119F">
              <w:rPr>
                <w:rFonts w:asciiTheme="minorHAnsi" w:hAnsiTheme="minorHAnsi"/>
                <w:szCs w:val="18"/>
              </w:rPr>
              <w:t>Error bars represent the 95 per cent confidence interval associated with each point estimate</w:t>
            </w:r>
            <w:r w:rsidRPr="008A7681">
              <w:rPr>
                <w:rFonts w:asciiTheme="minorHAnsi" w:hAnsiTheme="minorHAnsi"/>
                <w:sz w:val="22"/>
                <w:szCs w:val="22"/>
              </w:rPr>
              <w:t>.</w:t>
            </w:r>
          </w:p>
        </w:tc>
      </w:tr>
      <w:tr w:rsidR="00F90DBA" w:rsidRPr="00176D3F" w:rsidTr="00E2697F">
        <w:tc>
          <w:tcPr>
            <w:tcW w:w="8771" w:type="dxa"/>
            <w:tcBorders>
              <w:top w:val="nil"/>
              <w:left w:val="nil"/>
              <w:bottom w:val="nil"/>
              <w:right w:val="nil"/>
            </w:tcBorders>
            <w:shd w:val="clear" w:color="auto" w:fill="auto"/>
          </w:tcPr>
          <w:p w:rsidR="00F90DBA" w:rsidRPr="00176D3F" w:rsidRDefault="00F90DBA" w:rsidP="00F90DBA">
            <w:pPr>
              <w:pStyle w:val="Source"/>
            </w:pPr>
            <w:r>
              <w:rPr>
                <w:i/>
              </w:rPr>
              <w:t>Source</w:t>
            </w:r>
            <w:r w:rsidRPr="00167F06">
              <w:t xml:space="preserve">: </w:t>
            </w:r>
            <w:r>
              <w:t xml:space="preserve">ABS (unpublished) </w:t>
            </w:r>
            <w:r w:rsidRPr="0011698B">
              <w:t>Patient Experience Survey 201</w:t>
            </w:r>
            <w:r>
              <w:t>5</w:t>
            </w:r>
            <w:r>
              <w:noBreakHyphen/>
            </w:r>
            <w:r w:rsidRPr="0011698B">
              <w:t>1</w:t>
            </w:r>
            <w:r>
              <w:t>6</w:t>
            </w:r>
            <w:r w:rsidRPr="0011698B">
              <w:t>,</w:t>
            </w:r>
            <w:r>
              <w:t xml:space="preserve"> Cat. no. 4839.0; </w:t>
            </w:r>
            <w:r w:rsidRPr="007A5677">
              <w:t xml:space="preserve">tables </w:t>
            </w:r>
            <w:proofErr w:type="spellStart"/>
            <w:r w:rsidRPr="007A5677">
              <w:t>10A.</w:t>
            </w:r>
            <w:r>
              <w:t>64</w:t>
            </w:r>
            <w:proofErr w:type="spellEnd"/>
            <w:r w:rsidRPr="007A5677">
              <w:noBreakHyphen/>
            </w:r>
            <w:r>
              <w:t>65</w:t>
            </w:r>
            <w:r w:rsidRPr="00176D3F">
              <w:t xml:space="preserve"> </w:t>
            </w:r>
          </w:p>
        </w:tc>
      </w:tr>
      <w:tr w:rsidR="00F90DBA" w:rsidTr="00E2697F">
        <w:tc>
          <w:tcPr>
            <w:tcW w:w="8771" w:type="dxa"/>
            <w:tcBorders>
              <w:top w:val="nil"/>
              <w:left w:val="nil"/>
              <w:bottom w:val="single" w:sz="6" w:space="0" w:color="78A22F"/>
              <w:right w:val="nil"/>
            </w:tcBorders>
            <w:shd w:val="clear" w:color="auto" w:fill="auto"/>
          </w:tcPr>
          <w:p w:rsidR="00F90DBA" w:rsidRDefault="00F90DBA" w:rsidP="00E2697F">
            <w:pPr>
              <w:pStyle w:val="Figurespace"/>
            </w:pPr>
          </w:p>
        </w:tc>
      </w:tr>
      <w:tr w:rsidR="00F90DBA" w:rsidRPr="000863A5" w:rsidTr="00E2697F">
        <w:tc>
          <w:tcPr>
            <w:tcW w:w="8771" w:type="dxa"/>
            <w:tcBorders>
              <w:top w:val="single" w:sz="6" w:space="0" w:color="78A22F"/>
              <w:left w:val="nil"/>
              <w:bottom w:val="nil"/>
              <w:right w:val="nil"/>
            </w:tcBorders>
          </w:tcPr>
          <w:p w:rsidR="00F90DBA" w:rsidRPr="00626D32" w:rsidRDefault="00F90DBA" w:rsidP="00E2697F">
            <w:pPr>
              <w:pStyle w:val="BoxSpaceBelow"/>
            </w:pPr>
          </w:p>
        </w:tc>
      </w:tr>
    </w:tbl>
    <w:p w:rsidR="00D93ED6" w:rsidRDefault="00D93ED6" w:rsidP="00E2697F">
      <w:pPr>
        <w:pStyle w:val="BoxSpaceAbove"/>
      </w:pPr>
      <w:bookmarkStart w:id="18" w:name="ThisTable"/>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93ED6" w:rsidTr="00E2697F">
        <w:trPr>
          <w:tblHeader/>
        </w:trPr>
        <w:tc>
          <w:tcPr>
            <w:tcW w:w="8771" w:type="dxa"/>
            <w:tcBorders>
              <w:top w:val="single" w:sz="6" w:space="0" w:color="78A22F"/>
              <w:left w:val="nil"/>
              <w:bottom w:val="nil"/>
              <w:right w:val="nil"/>
            </w:tcBorders>
            <w:shd w:val="clear" w:color="auto" w:fill="auto"/>
          </w:tcPr>
          <w:p w:rsidR="00D93ED6" w:rsidRPr="00176D3F" w:rsidRDefault="00D93ED6" w:rsidP="00D93ED6">
            <w:pPr>
              <w:pStyle w:val="FigureTitle"/>
            </w:pPr>
            <w:r w:rsidRPr="00784A05">
              <w:rPr>
                <w:b w:val="0"/>
              </w:rPr>
              <w:t xml:space="preserve">Figure </w:t>
            </w:r>
            <w:r>
              <w:rPr>
                <w:b w:val="0"/>
              </w:rPr>
              <w:t>10.</w:t>
            </w:r>
            <w:r w:rsidR="008F09D3">
              <w:rPr>
                <w:b w:val="0"/>
                <w:noProof/>
              </w:rPr>
              <w:t>19</w:t>
            </w:r>
            <w:r>
              <w:rPr>
                <w:b w:val="0"/>
              </w:rPr>
              <w:t xml:space="preserve"> </w:t>
            </w:r>
            <w:r w:rsidRPr="00D93ED6">
              <w:t>P</w:t>
            </w:r>
            <w:r>
              <w:t>eople whose dental professional</w:t>
            </w:r>
            <w:r w:rsidRPr="0001182F">
              <w:t xml:space="preserve"> </w:t>
            </w:r>
            <w:r>
              <w:t>always or often listened carefully, showed respect, spent enough time</w:t>
            </w:r>
            <w:r w:rsidRPr="003109EE">
              <w:t xml:space="preserve">, </w:t>
            </w:r>
            <w:r w:rsidRPr="007A5677">
              <w:t>2015</w:t>
            </w:r>
            <w:r w:rsidRPr="007A5677">
              <w:noBreakHyphen/>
              <w:t>1</w:t>
            </w:r>
            <w:r>
              <w:t>6</w:t>
            </w:r>
            <w:r>
              <w:rPr>
                <w:rStyle w:val="NoteLabel"/>
                <w:b/>
              </w:rPr>
              <w:t>a, b</w:t>
            </w:r>
          </w:p>
        </w:tc>
      </w:tr>
      <w:tr w:rsidR="00D93ED6" w:rsidTr="00E2697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D93ED6" w:rsidRPr="00B1465D" w:rsidTr="00E2697F">
              <w:trPr>
                <w:tblHeader/>
                <w:jc w:val="center"/>
              </w:trPr>
              <w:tc>
                <w:tcPr>
                  <w:tcW w:w="5000" w:type="pct"/>
                  <w:tcBorders>
                    <w:top w:val="nil"/>
                    <w:bottom w:val="nil"/>
                  </w:tcBorders>
                </w:tcPr>
                <w:p w:rsidR="00D93ED6" w:rsidRPr="00B1465D" w:rsidRDefault="00D93ED6" w:rsidP="00E2697F">
                  <w:pPr>
                    <w:pStyle w:val="Figure"/>
                    <w:spacing w:before="60" w:after="60"/>
                    <w:rPr>
                      <w:rFonts w:ascii="Arial" w:hAnsi="Arial" w:cs="Arial"/>
                      <w:sz w:val="18"/>
                      <w:szCs w:val="18"/>
                    </w:rPr>
                  </w:pPr>
                  <w:r>
                    <w:rPr>
                      <w:noProof/>
                    </w:rPr>
                    <w:drawing>
                      <wp:inline distT="0" distB="0" distL="0" distR="0" wp14:anchorId="3B753BCA" wp14:editId="1B8395F1">
                        <wp:extent cx="5175885" cy="2696210"/>
                        <wp:effectExtent l="0" t="0" r="5715" b="8890"/>
                        <wp:docPr id="4" name="Picture 4" descr="Figure 10.19 People whose dental professional always or often listened carefully, showed respect, spent enough time,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75885" cy="2696210"/>
                                </a:xfrm>
                                <a:prstGeom prst="rect">
                                  <a:avLst/>
                                </a:prstGeom>
                                <a:noFill/>
                                <a:ln>
                                  <a:noFill/>
                                </a:ln>
                              </pic:spPr>
                            </pic:pic>
                          </a:graphicData>
                        </a:graphic>
                      </wp:inline>
                    </w:drawing>
                  </w:r>
                </w:p>
              </w:tc>
            </w:tr>
          </w:tbl>
          <w:p w:rsidR="00D93ED6" w:rsidRDefault="00D93ED6" w:rsidP="00E2697F">
            <w:pPr>
              <w:pStyle w:val="Figure"/>
            </w:pPr>
          </w:p>
        </w:tc>
      </w:tr>
      <w:tr w:rsidR="00D93ED6" w:rsidRPr="00176D3F" w:rsidTr="00E2697F">
        <w:tc>
          <w:tcPr>
            <w:tcW w:w="8771" w:type="dxa"/>
            <w:tcBorders>
              <w:top w:val="nil"/>
              <w:left w:val="nil"/>
              <w:bottom w:val="nil"/>
              <w:right w:val="nil"/>
            </w:tcBorders>
            <w:shd w:val="clear" w:color="auto" w:fill="auto"/>
          </w:tcPr>
          <w:p w:rsidR="00D93ED6" w:rsidRPr="00176D3F" w:rsidRDefault="00D93ED6" w:rsidP="00D93ED6">
            <w:pPr>
              <w:pStyle w:val="Note"/>
            </w:pPr>
            <w:r>
              <w:rPr>
                <w:rStyle w:val="NoteLabel"/>
              </w:rPr>
              <w:t>a</w:t>
            </w:r>
            <w:r w:rsidRPr="00C54E42">
              <w:t xml:space="preserve"> </w:t>
            </w:r>
            <w:r>
              <w:t xml:space="preserve">See </w:t>
            </w:r>
            <w:r w:rsidRPr="0038602A">
              <w:t>box 10.1</w:t>
            </w:r>
            <w:r>
              <w:t xml:space="preserve">5 and </w:t>
            </w:r>
            <w:r w:rsidRPr="007A5677">
              <w:t xml:space="preserve">tables </w:t>
            </w:r>
            <w:proofErr w:type="spellStart"/>
            <w:r w:rsidRPr="007A5677">
              <w:t>10A.</w:t>
            </w:r>
            <w:r>
              <w:t>67</w:t>
            </w:r>
            <w:proofErr w:type="spellEnd"/>
            <w:r>
              <w:noBreakHyphen/>
              <w:t>6</w:t>
            </w:r>
            <w:r w:rsidRPr="007A5677">
              <w:t>8</w:t>
            </w:r>
            <w:r>
              <w:t xml:space="preserve"> for detailed definitions, footnotes and caveats</w:t>
            </w:r>
            <w:r w:rsidRPr="00636133">
              <w:t>.</w:t>
            </w:r>
            <w:r>
              <w:t xml:space="preserve"> </w:t>
            </w:r>
            <w:r>
              <w:rPr>
                <w:rStyle w:val="NoteLabel"/>
              </w:rPr>
              <w:t>b</w:t>
            </w:r>
            <w:r>
              <w:t xml:space="preserve"> </w:t>
            </w:r>
            <w:r w:rsidRPr="00AC119F">
              <w:rPr>
                <w:rFonts w:asciiTheme="minorHAnsi" w:hAnsiTheme="minorHAnsi"/>
                <w:szCs w:val="18"/>
              </w:rPr>
              <w:t>Error bars represent the 95 per cent confidence interval associated with each point estimate</w:t>
            </w:r>
            <w:r w:rsidRPr="008A7681">
              <w:rPr>
                <w:rFonts w:asciiTheme="minorHAnsi" w:hAnsiTheme="minorHAnsi"/>
                <w:sz w:val="22"/>
                <w:szCs w:val="22"/>
              </w:rPr>
              <w:t>.</w:t>
            </w:r>
          </w:p>
        </w:tc>
      </w:tr>
      <w:tr w:rsidR="00D93ED6" w:rsidRPr="00176D3F" w:rsidTr="00E2697F">
        <w:tc>
          <w:tcPr>
            <w:tcW w:w="8771" w:type="dxa"/>
            <w:tcBorders>
              <w:top w:val="nil"/>
              <w:left w:val="nil"/>
              <w:bottom w:val="nil"/>
              <w:right w:val="nil"/>
            </w:tcBorders>
            <w:shd w:val="clear" w:color="auto" w:fill="auto"/>
          </w:tcPr>
          <w:p w:rsidR="00D93ED6" w:rsidRPr="00176D3F" w:rsidRDefault="00D93ED6" w:rsidP="00D93ED6">
            <w:pPr>
              <w:pStyle w:val="Source"/>
            </w:pPr>
            <w:r w:rsidRPr="00425E96">
              <w:rPr>
                <w:i/>
              </w:rPr>
              <w:t>Source</w:t>
            </w:r>
            <w:r w:rsidRPr="00167F06">
              <w:t xml:space="preserve">: </w:t>
            </w:r>
            <w:r w:rsidRPr="00A97F84">
              <w:t xml:space="preserve">ABS (unpublished) </w:t>
            </w:r>
            <w:r w:rsidRPr="00B831A6">
              <w:t>Patient Experience Survey 201</w:t>
            </w:r>
            <w:r>
              <w:t>5</w:t>
            </w:r>
            <w:r>
              <w:noBreakHyphen/>
            </w:r>
            <w:r w:rsidRPr="00B831A6">
              <w:t>1</w:t>
            </w:r>
            <w:r>
              <w:t>6</w:t>
            </w:r>
            <w:r w:rsidRPr="00B831A6">
              <w:t>, Cat</w:t>
            </w:r>
            <w:r w:rsidRPr="000A2E3B">
              <w:t>. no. 4839</w:t>
            </w:r>
            <w:r>
              <w:t xml:space="preserve">.0; </w:t>
            </w:r>
            <w:r w:rsidRPr="007A5677">
              <w:t xml:space="preserve">tables </w:t>
            </w:r>
            <w:proofErr w:type="spellStart"/>
            <w:r w:rsidRPr="007A5677">
              <w:t>10A.</w:t>
            </w:r>
            <w:r>
              <w:t>67</w:t>
            </w:r>
            <w:proofErr w:type="spellEnd"/>
            <w:r>
              <w:noBreakHyphen/>
              <w:t>6</w:t>
            </w:r>
            <w:r w:rsidRPr="007A5677">
              <w:t>8</w:t>
            </w:r>
            <w:r w:rsidRPr="006C74C6">
              <w:t>.</w:t>
            </w:r>
          </w:p>
        </w:tc>
      </w:tr>
      <w:tr w:rsidR="00D93ED6" w:rsidTr="00E2697F">
        <w:tc>
          <w:tcPr>
            <w:tcW w:w="8771" w:type="dxa"/>
            <w:tcBorders>
              <w:top w:val="nil"/>
              <w:left w:val="nil"/>
              <w:bottom w:val="single" w:sz="6" w:space="0" w:color="78A22F"/>
              <w:right w:val="nil"/>
            </w:tcBorders>
            <w:shd w:val="clear" w:color="auto" w:fill="auto"/>
          </w:tcPr>
          <w:p w:rsidR="00D93ED6" w:rsidRDefault="00D93ED6" w:rsidP="00E2697F">
            <w:pPr>
              <w:pStyle w:val="Figurespace"/>
            </w:pPr>
          </w:p>
        </w:tc>
      </w:tr>
      <w:tr w:rsidR="00D93ED6" w:rsidRPr="000863A5" w:rsidTr="00E2697F">
        <w:tc>
          <w:tcPr>
            <w:tcW w:w="8771" w:type="dxa"/>
            <w:tcBorders>
              <w:top w:val="single" w:sz="6" w:space="0" w:color="78A22F"/>
              <w:left w:val="nil"/>
              <w:bottom w:val="nil"/>
              <w:right w:val="nil"/>
            </w:tcBorders>
          </w:tcPr>
          <w:p w:rsidR="00D93ED6" w:rsidRPr="00626D32" w:rsidRDefault="00D93ED6" w:rsidP="00E2697F">
            <w:pPr>
              <w:pStyle w:val="BoxSpaceBelow"/>
            </w:pPr>
          </w:p>
        </w:tc>
      </w:tr>
    </w:tbl>
    <w:bookmarkEnd w:id="18"/>
    <w:p w:rsidR="00085B88" w:rsidRPr="00097C57" w:rsidRDefault="00085B88" w:rsidP="00085B88">
      <w:pPr>
        <w:pStyle w:val="Heading4"/>
      </w:pPr>
      <w:r>
        <w:lastRenderedPageBreak/>
        <w:t>Quality — continuity</w:t>
      </w:r>
      <w:r w:rsidR="00172785">
        <w:t xml:space="preserve"> — </w:t>
      </w:r>
      <w:r w:rsidR="00E21DCB" w:rsidRPr="00172785">
        <w:rPr>
          <w:rStyle w:val="BodyTextChar"/>
        </w:rPr>
        <w:t xml:space="preserve">Continuity of chronic disease management </w:t>
      </w:r>
    </w:p>
    <w:p w:rsidR="00773F94" w:rsidRDefault="00E61B66" w:rsidP="00172785">
      <w:pPr>
        <w:pStyle w:val="BodyText"/>
      </w:pPr>
      <w:r>
        <w:t>Continuity of chronic disease management is an indicator of</w:t>
      </w:r>
      <w:r w:rsidR="00773F94" w:rsidRPr="00773F94">
        <w:t xml:space="preserve"> </w:t>
      </w:r>
      <w:r>
        <w:t xml:space="preserve">government’s </w:t>
      </w:r>
      <w:r w:rsidR="007A5677">
        <w:t xml:space="preserve">objective that services are </w:t>
      </w:r>
      <w:r w:rsidR="00773F94" w:rsidRPr="00773F94">
        <w:t>well co-ordinated to ensure continuity of care where more than one service type, and/or ongoing service provision is required</w:t>
      </w:r>
      <w:r w:rsidR="00F5404E">
        <w:t xml:space="preserve"> (box 10.16)</w:t>
      </w:r>
      <w:r w:rsidR="00E95E68">
        <w:t>.</w:t>
      </w:r>
    </w:p>
    <w:p w:rsidR="00E60C70" w:rsidRDefault="00E60C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0C70" w:rsidTr="00F520F2">
        <w:tc>
          <w:tcPr>
            <w:tcW w:w="8771" w:type="dxa"/>
            <w:tcBorders>
              <w:top w:val="single" w:sz="6" w:space="0" w:color="78A22F"/>
              <w:left w:val="nil"/>
              <w:bottom w:val="nil"/>
              <w:right w:val="nil"/>
            </w:tcBorders>
            <w:shd w:val="clear" w:color="auto" w:fill="F2F2F2"/>
          </w:tcPr>
          <w:p w:rsidR="00E60C70" w:rsidRDefault="00E60C70">
            <w:pPr>
              <w:pStyle w:val="BoxTitle"/>
            </w:pPr>
            <w:r>
              <w:rPr>
                <w:b w:val="0"/>
              </w:rPr>
              <w:t>Box 10.</w:t>
            </w:r>
            <w:r w:rsidR="008F09D3">
              <w:rPr>
                <w:b w:val="0"/>
                <w:noProof/>
              </w:rPr>
              <w:t>16</w:t>
            </w:r>
            <w:r>
              <w:tab/>
            </w:r>
            <w:r w:rsidR="00773F94" w:rsidRPr="00172785">
              <w:rPr>
                <w:rStyle w:val="BodyTextChar"/>
              </w:rPr>
              <w:t>Continuity of chronic disease management</w:t>
            </w:r>
          </w:p>
        </w:tc>
      </w:tr>
      <w:tr w:rsidR="00E60C70" w:rsidTr="00F520F2">
        <w:trPr>
          <w:cantSplit/>
        </w:trPr>
        <w:tc>
          <w:tcPr>
            <w:tcW w:w="8771" w:type="dxa"/>
            <w:tcBorders>
              <w:top w:val="nil"/>
              <w:left w:val="nil"/>
              <w:bottom w:val="nil"/>
              <w:right w:val="nil"/>
            </w:tcBorders>
            <w:shd w:val="clear" w:color="auto" w:fill="F2F2F2"/>
          </w:tcPr>
          <w:p w:rsidR="00E61B66" w:rsidRDefault="00E61B66" w:rsidP="00B67B4A">
            <w:pPr>
              <w:pStyle w:val="BoxListBullet"/>
              <w:numPr>
                <w:ilvl w:val="0"/>
                <w:numId w:val="0"/>
              </w:numPr>
            </w:pPr>
            <w:r>
              <w:t>Continuity of chronic disease management is defined a</w:t>
            </w:r>
            <w:r w:rsidR="00B67B4A">
              <w:t xml:space="preserve">s </w:t>
            </w:r>
            <w:r>
              <w:t>the proportion of GPs who used the MBS chronic disease management items for care planning or case conferencing at least once during a 12 month period.</w:t>
            </w:r>
          </w:p>
          <w:p w:rsidR="0040298E" w:rsidRDefault="0040298E" w:rsidP="00B67B4A">
            <w:pPr>
              <w:pStyle w:val="BoxListBullet"/>
              <w:numPr>
                <w:ilvl w:val="0"/>
                <w:numId w:val="0"/>
              </w:numPr>
            </w:pPr>
            <w:r>
              <w:t>A high or increasing proportion of GPs who use chronic disease management items is desirable.</w:t>
            </w:r>
          </w:p>
          <w:p w:rsidR="00E60C70" w:rsidRDefault="00E61B66" w:rsidP="00F520F2">
            <w:pPr>
              <w:pStyle w:val="Box"/>
            </w:pPr>
            <w:r w:rsidRPr="00E61B66">
              <w:t>Chronic disease management items in the MBS allow for the preparation and regular review of care plans for individuals with complex, multidisciplinary care needs due to chronic or terminal medical conditions, through GP managed or multidisciplinary team based care. Individual compliance with management measures is also a critical determinant of the occurrence and severity of complications for patients with chronic disease.</w:t>
            </w:r>
          </w:p>
          <w:p w:rsidR="00B67B4A" w:rsidRPr="0040298E" w:rsidRDefault="00B67B4A" w:rsidP="00B67B4A">
            <w:pPr>
              <w:keepNext/>
              <w:spacing w:before="120" w:line="260" w:lineRule="atLeast"/>
              <w:jc w:val="both"/>
              <w:rPr>
                <w:rFonts w:ascii="Arial" w:hAnsi="Arial"/>
                <w:sz w:val="20"/>
                <w:szCs w:val="20"/>
              </w:rPr>
            </w:pPr>
            <w:r w:rsidRPr="0040298E">
              <w:rPr>
                <w:rFonts w:ascii="Arial" w:hAnsi="Arial"/>
                <w:sz w:val="20"/>
                <w:szCs w:val="20"/>
              </w:rPr>
              <w:t>Data reported against this indicator are:</w:t>
            </w:r>
          </w:p>
          <w:p w:rsidR="00B67B4A" w:rsidRPr="0040298E" w:rsidRDefault="00B67B4A" w:rsidP="00B67B4A">
            <w:pPr>
              <w:pStyle w:val="BoxListBullet"/>
            </w:pPr>
            <w:r w:rsidRPr="0040298E">
              <w:t>comparable (subject to caveats) across jurisdictions and over time</w:t>
            </w:r>
          </w:p>
          <w:p w:rsidR="00B67B4A" w:rsidRDefault="00B67B4A" w:rsidP="0040298E">
            <w:pPr>
              <w:pStyle w:val="BoxListBullet"/>
            </w:pPr>
            <w:r w:rsidRPr="0040298E">
              <w:t xml:space="preserve">complete (subject to caveats) for the current reporting period. All required data are available for all jurisdictions </w:t>
            </w:r>
            <w:r w:rsidR="005365E5" w:rsidRPr="0040298E">
              <w:t>up to 201</w:t>
            </w:r>
            <w:r w:rsidR="0040298E" w:rsidRPr="0040298E">
              <w:t>5</w:t>
            </w:r>
            <w:r w:rsidR="005365E5" w:rsidRPr="0040298E">
              <w:t>-1</w:t>
            </w:r>
            <w:r w:rsidR="0040298E" w:rsidRPr="0040298E">
              <w:t>6.</w:t>
            </w:r>
          </w:p>
        </w:tc>
      </w:tr>
      <w:tr w:rsidR="00E60C70" w:rsidTr="00F520F2">
        <w:trPr>
          <w:cantSplit/>
        </w:trPr>
        <w:tc>
          <w:tcPr>
            <w:tcW w:w="8771" w:type="dxa"/>
            <w:tcBorders>
              <w:top w:val="nil"/>
              <w:left w:val="nil"/>
              <w:bottom w:val="single" w:sz="6" w:space="0" w:color="78A22F"/>
              <w:right w:val="nil"/>
            </w:tcBorders>
            <w:shd w:val="clear" w:color="auto" w:fill="F2F2F2"/>
          </w:tcPr>
          <w:p w:rsidR="00E60C70" w:rsidRDefault="00E60C70">
            <w:pPr>
              <w:pStyle w:val="Box"/>
              <w:spacing w:before="0" w:line="120" w:lineRule="exact"/>
            </w:pPr>
          </w:p>
        </w:tc>
      </w:tr>
      <w:tr w:rsidR="00E60C70" w:rsidRPr="000863A5" w:rsidTr="00F520F2">
        <w:tc>
          <w:tcPr>
            <w:tcW w:w="8771" w:type="dxa"/>
            <w:tcBorders>
              <w:top w:val="single" w:sz="6" w:space="0" w:color="78A22F"/>
              <w:left w:val="nil"/>
              <w:bottom w:val="nil"/>
              <w:right w:val="nil"/>
            </w:tcBorders>
          </w:tcPr>
          <w:p w:rsidR="00E60C70" w:rsidRPr="00626D32" w:rsidRDefault="00E60C70" w:rsidP="00F520F2">
            <w:pPr>
              <w:pStyle w:val="BoxSpaceBelow"/>
            </w:pPr>
          </w:p>
        </w:tc>
      </w:tr>
    </w:tbl>
    <w:p w:rsidR="00172785" w:rsidRDefault="00773F94" w:rsidP="00172785">
      <w:pPr>
        <w:pStyle w:val="BodyText"/>
      </w:pPr>
      <w:r w:rsidRPr="00AD2BF6">
        <w:t xml:space="preserve">Nationally, </w:t>
      </w:r>
      <w:r>
        <w:t>the</w:t>
      </w:r>
      <w:r w:rsidRPr="00AD2BF6">
        <w:t xml:space="preserve"> proportion of GPs who used chronic disease management MBS items for care planning or case conferencing</w:t>
      </w:r>
      <w:r>
        <w:t xml:space="preserve"> remained steady over the five years to </w:t>
      </w:r>
      <w:r w:rsidRPr="0040298E">
        <w:t>201</w:t>
      </w:r>
      <w:r w:rsidR="0040298E" w:rsidRPr="0040298E">
        <w:t>5</w:t>
      </w:r>
      <w:r w:rsidRPr="0040298E">
        <w:noBreakHyphen/>
        <w:t>1</w:t>
      </w:r>
      <w:r w:rsidR="0040298E" w:rsidRPr="0040298E">
        <w:t>6</w:t>
      </w:r>
      <w:r w:rsidRPr="00097C57">
        <w:t xml:space="preserve"> </w:t>
      </w:r>
      <w:r w:rsidRPr="00097C57">
        <w:br/>
      </w:r>
      <w:r w:rsidRPr="0040298E">
        <w:t>(</w:t>
      </w:r>
      <w:r w:rsidR="002C2000">
        <w:t>97</w:t>
      </w:r>
      <w:r w:rsidRPr="0040298E">
        <w:t>.</w:t>
      </w:r>
      <w:r w:rsidR="002C2000">
        <w:t>2</w:t>
      </w:r>
      <w:r w:rsidRPr="0040298E">
        <w:t xml:space="preserve"> per cent in 201</w:t>
      </w:r>
      <w:r w:rsidR="0040298E" w:rsidRPr="0040298E">
        <w:t>5</w:t>
      </w:r>
      <w:r w:rsidRPr="0040298E">
        <w:noBreakHyphen/>
        <w:t>1</w:t>
      </w:r>
      <w:r w:rsidR="0040298E" w:rsidRPr="0040298E">
        <w:t>6</w:t>
      </w:r>
      <w:r w:rsidRPr="0040298E">
        <w:t xml:space="preserve">) (table </w:t>
      </w:r>
      <w:proofErr w:type="spellStart"/>
      <w:r w:rsidRPr="0040298E">
        <w:t>10A.</w:t>
      </w:r>
      <w:r w:rsidR="00B212AD">
        <w:t>59</w:t>
      </w:r>
      <w:proofErr w:type="spellEnd"/>
      <w:r>
        <w:t>).</w:t>
      </w:r>
    </w:p>
    <w:p w:rsidR="0001197C" w:rsidRDefault="0001197C" w:rsidP="0001197C">
      <w:pPr>
        <w:pStyle w:val="Heading3"/>
      </w:pPr>
      <w:r w:rsidRPr="0001197C">
        <w:t>Efficiency</w:t>
      </w:r>
    </w:p>
    <w:p w:rsidR="00C13335" w:rsidRDefault="00C13335" w:rsidP="00C13335">
      <w:pPr>
        <w:pStyle w:val="Heading4"/>
      </w:pPr>
      <w:r w:rsidRPr="0001197C">
        <w:t>Sustainability</w:t>
      </w:r>
    </w:p>
    <w:p w:rsidR="00C13335" w:rsidRDefault="00C13335" w:rsidP="001710EE">
      <w:pPr>
        <w:pStyle w:val="BodyText"/>
      </w:pPr>
      <w:r w:rsidRPr="0001197C">
        <w:t>The Steering Committee has identified the sustainability of primary and community health as a key area for development in future reports.</w:t>
      </w:r>
      <w:r w:rsidR="008B68AB">
        <w:t xml:space="preserve"> </w:t>
      </w:r>
    </w:p>
    <w:p w:rsidR="0001197C" w:rsidRDefault="0001197C" w:rsidP="0001197C">
      <w:pPr>
        <w:pStyle w:val="Heading4"/>
      </w:pPr>
      <w:r w:rsidRPr="0001197C">
        <w:t>Cost to government of general practice per person</w:t>
      </w:r>
    </w:p>
    <w:p w:rsidR="0001197C" w:rsidRDefault="005C42E8" w:rsidP="0001197C">
      <w:pPr>
        <w:pStyle w:val="BodyText"/>
      </w:pPr>
      <w:r>
        <w:t>‘C</w:t>
      </w:r>
      <w:r w:rsidR="0001197C" w:rsidRPr="0001197C">
        <w:t xml:space="preserve">ost to government of general practice per person’ is </w:t>
      </w:r>
      <w:r w:rsidR="004D6520">
        <w:t>an</w:t>
      </w:r>
      <w:r w:rsidR="0001197C" w:rsidRPr="0001197C">
        <w:t xml:space="preserve"> indicator of </w:t>
      </w:r>
      <w:r w:rsidR="004D6520">
        <w:t>governments’ objective to provide primary healthcare services in an</w:t>
      </w:r>
      <w:r w:rsidR="0001197C" w:rsidRPr="0001197C">
        <w:t xml:space="preserve"> efficien</w:t>
      </w:r>
      <w:r w:rsidR="004D6520">
        <w:t>t manner</w:t>
      </w:r>
      <w:r w:rsidR="0001197C" w:rsidRPr="0001197C">
        <w:t xml:space="preserve"> (</w:t>
      </w:r>
      <w:r w:rsidR="00897589" w:rsidRPr="00AA3CFC">
        <w:t>box 10.</w:t>
      </w:r>
      <w:r w:rsidR="000C6FFD" w:rsidRPr="00AA3CFC">
        <w:t>1</w:t>
      </w:r>
      <w:r w:rsidR="00AA3CFC">
        <w:t>7</w:t>
      </w:r>
      <w:r w:rsidR="004D6520">
        <w:t>).</w:t>
      </w:r>
    </w:p>
    <w:p w:rsidR="00E60C70" w:rsidRDefault="00E60C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0C70" w:rsidTr="00F520F2">
        <w:tc>
          <w:tcPr>
            <w:tcW w:w="8771" w:type="dxa"/>
            <w:tcBorders>
              <w:top w:val="single" w:sz="6" w:space="0" w:color="78A22F"/>
              <w:left w:val="nil"/>
              <w:bottom w:val="nil"/>
              <w:right w:val="nil"/>
            </w:tcBorders>
            <w:shd w:val="clear" w:color="auto" w:fill="F2F2F2"/>
          </w:tcPr>
          <w:p w:rsidR="00E60C70" w:rsidRDefault="00E60C70">
            <w:pPr>
              <w:pStyle w:val="BoxTitle"/>
            </w:pPr>
            <w:r>
              <w:rPr>
                <w:b w:val="0"/>
              </w:rPr>
              <w:t>Box 10.</w:t>
            </w:r>
            <w:r w:rsidR="008F09D3">
              <w:rPr>
                <w:b w:val="0"/>
                <w:noProof/>
              </w:rPr>
              <w:t>17</w:t>
            </w:r>
            <w:r>
              <w:tab/>
            </w:r>
            <w:r w:rsidRPr="0001197C">
              <w:t>Cost to government of general practice per person</w:t>
            </w:r>
          </w:p>
        </w:tc>
      </w:tr>
      <w:tr w:rsidR="00E60C70" w:rsidTr="00F520F2">
        <w:trPr>
          <w:cantSplit/>
        </w:trPr>
        <w:tc>
          <w:tcPr>
            <w:tcW w:w="8771" w:type="dxa"/>
            <w:tcBorders>
              <w:top w:val="nil"/>
              <w:left w:val="nil"/>
              <w:bottom w:val="nil"/>
              <w:right w:val="nil"/>
            </w:tcBorders>
            <w:shd w:val="clear" w:color="auto" w:fill="F2F2F2"/>
          </w:tcPr>
          <w:p w:rsidR="00E60C70" w:rsidRDefault="00E60C70" w:rsidP="00E60C70">
            <w:pPr>
              <w:pStyle w:val="Box"/>
            </w:pPr>
            <w:r>
              <w:t>‘Cost to government of general practice per person’ is defined as the cost to government of general practice per person in the population.</w:t>
            </w:r>
          </w:p>
          <w:p w:rsidR="00E60C70" w:rsidRDefault="00E60C70" w:rsidP="00E60C70">
            <w:pPr>
              <w:pStyle w:val="Box"/>
            </w:pPr>
            <w:r w:rsidRPr="00A73D31">
              <w:t>This indicator needs to be interpreted with care. A low or decreasing cost per person can indicate higher efficiency, provided services are equally or more effective.</w:t>
            </w:r>
            <w:r>
              <w:t xml:space="preserve"> It can also reflect service substitution between primary healthcare and hospital or specialist services — potentially at greater expense.</w:t>
            </w:r>
          </w:p>
          <w:p w:rsidR="00E60C70" w:rsidRDefault="00E60C70" w:rsidP="00E60C70">
            <w:pPr>
              <w:pStyle w:val="Box"/>
            </w:pPr>
            <w:r>
              <w:t xml:space="preserve">Cost to government of general practice </w:t>
            </w:r>
            <w:r w:rsidRPr="00222501">
              <w:t xml:space="preserve">does not </w:t>
            </w:r>
            <w:r>
              <w:t>capture</w:t>
            </w:r>
            <w:r w:rsidRPr="00222501">
              <w:t xml:space="preserve"> costs </w:t>
            </w:r>
            <w:r>
              <w:t xml:space="preserve">of salaried GP service delivery models, used </w:t>
            </w:r>
            <w:r w:rsidRPr="00222501">
              <w:t>particularly in rural and remote areas</w:t>
            </w:r>
            <w:r>
              <w:t xml:space="preserve">, where </w:t>
            </w:r>
            <w:r w:rsidRPr="00222501">
              <w:t xml:space="preserve">primary healthcare </w:t>
            </w:r>
            <w:r>
              <w:t xml:space="preserve">services are provided </w:t>
            </w:r>
            <w:r w:rsidRPr="00222501">
              <w:t xml:space="preserve">by salaried GPs in community health settings, </w:t>
            </w:r>
            <w:r>
              <w:t xml:space="preserve">through </w:t>
            </w:r>
            <w:r w:rsidRPr="00222501">
              <w:t>emergency d</w:t>
            </w:r>
            <w:r>
              <w:t>epartments, and Aboriginal and Torres Strait Islander</w:t>
            </w:r>
            <w:r w:rsidRPr="00222501">
              <w:t xml:space="preserve"> primary healthcare services. </w:t>
            </w:r>
            <w:r w:rsidR="00765202">
              <w:t>So</w:t>
            </w:r>
            <w:r w:rsidRPr="00222501">
              <w:t xml:space="preserve">, costs </w:t>
            </w:r>
            <w:r>
              <w:t>are understated for</w:t>
            </w:r>
            <w:r w:rsidRPr="00222501">
              <w:t xml:space="preserve"> jurisdictions </w:t>
            </w:r>
            <w:r>
              <w:t>where a</w:t>
            </w:r>
            <w:r w:rsidRPr="00222501">
              <w:t xml:space="preserve"> large proportion of </w:t>
            </w:r>
            <w:r>
              <w:t xml:space="preserve">the </w:t>
            </w:r>
            <w:r w:rsidRPr="00222501">
              <w:t>population</w:t>
            </w:r>
            <w:r>
              <w:t xml:space="preserve"> live in</w:t>
            </w:r>
            <w:r w:rsidRPr="00222501">
              <w:t xml:space="preserve"> rural and remote</w:t>
            </w:r>
            <w:r>
              <w:t xml:space="preserve"> areas.</w:t>
            </w:r>
          </w:p>
          <w:p w:rsidR="00E60C70" w:rsidRDefault="00E60C70" w:rsidP="00E60C70">
            <w:pPr>
              <w:pStyle w:val="Box"/>
            </w:pPr>
            <w:r>
              <w:t>Data reported for this indicator are:</w:t>
            </w:r>
          </w:p>
          <w:p w:rsidR="00E60C70" w:rsidRPr="001720C4" w:rsidRDefault="00E60C70" w:rsidP="00E60C70">
            <w:pPr>
              <w:pStyle w:val="BoxListBullet"/>
              <w:rPr>
                <w:b/>
              </w:rPr>
            </w:pPr>
            <w:r w:rsidRPr="001720C4">
              <w:t>comparable</w:t>
            </w:r>
            <w:r>
              <w:t xml:space="preserve"> (subject to caveats) </w:t>
            </w:r>
            <w:r w:rsidRPr="00065D58">
              <w:t>across jurisdictions and over time</w:t>
            </w:r>
            <w:r>
              <w:t xml:space="preserve"> </w:t>
            </w:r>
            <w:r w:rsidRPr="00706BB0">
              <w:t>but a break in time series means that data from 2012</w:t>
            </w:r>
            <w:r>
              <w:noBreakHyphen/>
            </w:r>
            <w:r w:rsidRPr="00706BB0">
              <w:t xml:space="preserve">13 </w:t>
            </w:r>
            <w:r>
              <w:t xml:space="preserve">onwards </w:t>
            </w:r>
            <w:r w:rsidRPr="00706BB0">
              <w:t>are not compar</w:t>
            </w:r>
            <w:r>
              <w:t>able to data for previous years</w:t>
            </w:r>
          </w:p>
          <w:p w:rsidR="00E60C70" w:rsidRDefault="00E60C70" w:rsidP="0040298E">
            <w:pPr>
              <w:pStyle w:val="BoxListBullet"/>
            </w:pPr>
            <w:r>
              <w:t xml:space="preserve">complete (subject to caveats) for the current reporting period. All required </w:t>
            </w:r>
            <w:r w:rsidRPr="0040298E">
              <w:t>201</w:t>
            </w:r>
            <w:r w:rsidR="0040298E" w:rsidRPr="0040298E">
              <w:t>5</w:t>
            </w:r>
            <w:r w:rsidRPr="0040298E">
              <w:noBreakHyphen/>
              <w:t>1</w:t>
            </w:r>
            <w:r w:rsidR="0040298E" w:rsidRPr="0040298E">
              <w:t>6</w:t>
            </w:r>
            <w:r w:rsidRPr="0040298E">
              <w:t xml:space="preserve"> data</w:t>
            </w:r>
            <w:r>
              <w:t xml:space="preserve"> are a</w:t>
            </w:r>
            <w:r w:rsidR="00E47D85">
              <w:t>vailable for all jurisdictions.</w:t>
            </w:r>
          </w:p>
        </w:tc>
      </w:tr>
      <w:tr w:rsidR="00E60C70" w:rsidTr="00F520F2">
        <w:trPr>
          <w:cantSplit/>
        </w:trPr>
        <w:tc>
          <w:tcPr>
            <w:tcW w:w="8771" w:type="dxa"/>
            <w:tcBorders>
              <w:top w:val="nil"/>
              <w:left w:val="nil"/>
              <w:bottom w:val="single" w:sz="6" w:space="0" w:color="78A22F"/>
              <w:right w:val="nil"/>
            </w:tcBorders>
            <w:shd w:val="clear" w:color="auto" w:fill="F2F2F2"/>
          </w:tcPr>
          <w:p w:rsidR="00E60C70" w:rsidRDefault="00E60C70">
            <w:pPr>
              <w:pStyle w:val="Box"/>
              <w:spacing w:before="0" w:line="120" w:lineRule="exact"/>
            </w:pPr>
          </w:p>
        </w:tc>
      </w:tr>
      <w:tr w:rsidR="00E60C70" w:rsidRPr="000863A5" w:rsidTr="00F520F2">
        <w:tc>
          <w:tcPr>
            <w:tcW w:w="8771" w:type="dxa"/>
            <w:tcBorders>
              <w:top w:val="single" w:sz="6" w:space="0" w:color="78A22F"/>
              <w:left w:val="nil"/>
              <w:bottom w:val="nil"/>
              <w:right w:val="nil"/>
            </w:tcBorders>
          </w:tcPr>
          <w:p w:rsidR="00E60C70" w:rsidRPr="00626D32" w:rsidRDefault="00E60C70" w:rsidP="00F520F2">
            <w:pPr>
              <w:pStyle w:val="BoxSpaceBelow"/>
            </w:pPr>
          </w:p>
        </w:tc>
      </w:tr>
    </w:tbl>
    <w:p w:rsidR="008653F7" w:rsidRDefault="00FC0E9C" w:rsidP="00F72052">
      <w:pPr>
        <w:pStyle w:val="BodyText"/>
        <w:tabs>
          <w:tab w:val="left" w:pos="8222"/>
        </w:tabs>
      </w:pPr>
      <w:r w:rsidRPr="00D43019">
        <w:t>Nationally in 201</w:t>
      </w:r>
      <w:r w:rsidR="0040298E" w:rsidRPr="00D43019">
        <w:t>5</w:t>
      </w:r>
      <w:r w:rsidRPr="00D43019">
        <w:t>-1</w:t>
      </w:r>
      <w:r w:rsidR="0040298E" w:rsidRPr="00D43019">
        <w:t>6</w:t>
      </w:r>
      <w:r w:rsidRPr="00D43019">
        <w:t xml:space="preserve">, </w:t>
      </w:r>
      <w:r w:rsidR="002B68E7">
        <w:t>total</w:t>
      </w:r>
      <w:r w:rsidRPr="00D43019">
        <w:t xml:space="preserve"> expenditure on general practice was $</w:t>
      </w:r>
      <w:r w:rsidR="002B68E7">
        <w:t>8</w:t>
      </w:r>
      <w:r w:rsidR="0040298E" w:rsidRPr="00D43019">
        <w:t>.</w:t>
      </w:r>
      <w:r w:rsidR="002B68E7">
        <w:t>7</w:t>
      </w:r>
      <w:r w:rsidRPr="00D43019">
        <w:t> billion, translating to a rate of $</w:t>
      </w:r>
      <w:r w:rsidR="002B68E7">
        <w:t>365</w:t>
      </w:r>
      <w:r w:rsidRPr="00D43019">
        <w:t> per person</w:t>
      </w:r>
      <w:r w:rsidR="00D43019" w:rsidRPr="00D43019">
        <w:t xml:space="preserve"> (figure 10.20).</w:t>
      </w:r>
      <w:r w:rsidR="0030671D">
        <w:t xml:space="preserve"> </w:t>
      </w:r>
    </w:p>
    <w:p w:rsidR="005A5D70" w:rsidRDefault="005A5D70"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5D70" w:rsidTr="0038602A">
        <w:tc>
          <w:tcPr>
            <w:tcW w:w="8771" w:type="dxa"/>
            <w:tcBorders>
              <w:top w:val="single" w:sz="6" w:space="0" w:color="78A22F"/>
              <w:left w:val="nil"/>
              <w:bottom w:val="nil"/>
              <w:right w:val="nil"/>
            </w:tcBorders>
            <w:shd w:val="clear" w:color="auto" w:fill="auto"/>
          </w:tcPr>
          <w:p w:rsidR="005A5D70" w:rsidRPr="00176D3F" w:rsidRDefault="005A5D70" w:rsidP="00D43019">
            <w:pPr>
              <w:pStyle w:val="FigureTitle"/>
            </w:pPr>
            <w:r w:rsidRPr="00784A05">
              <w:rPr>
                <w:b w:val="0"/>
              </w:rPr>
              <w:t xml:space="preserve">Figure </w:t>
            </w:r>
            <w:r>
              <w:rPr>
                <w:b w:val="0"/>
              </w:rPr>
              <w:t>10.</w:t>
            </w:r>
            <w:r w:rsidR="008F09D3">
              <w:rPr>
                <w:b w:val="0"/>
                <w:noProof/>
              </w:rPr>
              <w:t>20</w:t>
            </w:r>
            <w:r>
              <w:tab/>
            </w:r>
            <w:r w:rsidR="00E067AF" w:rsidRPr="0001197C">
              <w:t xml:space="preserve">Australian Government </w:t>
            </w:r>
            <w:r w:rsidR="00E067AF">
              <w:t>fee</w:t>
            </w:r>
            <w:r w:rsidR="00E067AF">
              <w:noBreakHyphen/>
              <w:t>for</w:t>
            </w:r>
            <w:r w:rsidR="00E067AF">
              <w:noBreakHyphen/>
              <w:t>service expenditure per </w:t>
            </w:r>
            <w:r w:rsidR="00E067AF" w:rsidRPr="0001197C">
              <w:t xml:space="preserve">person on </w:t>
            </w:r>
            <w:r w:rsidR="00E067AF" w:rsidRPr="00D842D1">
              <w:t>GPs</w:t>
            </w:r>
            <w:r w:rsidR="00E067AF">
              <w:t xml:space="preserve"> </w:t>
            </w:r>
            <w:r w:rsidR="00E067AF" w:rsidRPr="009514DC">
              <w:t>(201</w:t>
            </w:r>
            <w:r w:rsidR="00D43019">
              <w:t>5</w:t>
            </w:r>
            <w:r w:rsidR="00E067AF">
              <w:noBreakHyphen/>
            </w:r>
            <w:r w:rsidR="00E067AF" w:rsidRPr="009514DC">
              <w:t>1</w:t>
            </w:r>
            <w:r w:rsidR="00D43019">
              <w:t>6</w:t>
            </w:r>
            <w:r w:rsidR="00E067AF" w:rsidRPr="009514DC">
              <w:t xml:space="preserve"> dollars)</w:t>
            </w:r>
            <w:r w:rsidR="00E067AF" w:rsidRPr="00711A02">
              <w:rPr>
                <w:rStyle w:val="NoteLabel"/>
                <w:b/>
              </w:rPr>
              <w:t>a</w:t>
            </w:r>
          </w:p>
        </w:tc>
      </w:tr>
      <w:tr w:rsidR="005A5D70" w:rsidTr="0038602A">
        <w:tc>
          <w:tcPr>
            <w:tcW w:w="8771" w:type="dxa"/>
            <w:tcBorders>
              <w:top w:val="nil"/>
              <w:left w:val="nil"/>
              <w:bottom w:val="nil"/>
              <w:right w:val="nil"/>
            </w:tcBorders>
            <w:shd w:val="clear" w:color="auto" w:fill="auto"/>
            <w:tcMar>
              <w:top w:w="28" w:type="dxa"/>
              <w:bottom w:w="28" w:type="dxa"/>
            </w:tcMar>
          </w:tcPr>
          <w:tbl>
            <w:tblPr>
              <w:tblW w:w="847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74"/>
            </w:tblGrid>
            <w:tr w:rsidR="005A5D70" w:rsidTr="00165DF6">
              <w:trPr>
                <w:trHeight w:val="4491"/>
                <w:jc w:val="center"/>
              </w:trPr>
              <w:tc>
                <w:tcPr>
                  <w:tcW w:w="8474" w:type="dxa"/>
                  <w:tcBorders>
                    <w:top w:val="nil"/>
                    <w:bottom w:val="nil"/>
                  </w:tcBorders>
                </w:tcPr>
                <w:p w:rsidR="005A5D70" w:rsidRDefault="00461A36" w:rsidP="0038602A">
                  <w:pPr>
                    <w:pStyle w:val="Figure"/>
                    <w:spacing w:before="60" w:after="60"/>
                  </w:pPr>
                  <w:r>
                    <w:rPr>
                      <w:noProof/>
                    </w:rPr>
                    <w:drawing>
                      <wp:inline distT="0" distB="0" distL="0" distR="0" wp14:anchorId="221C050F" wp14:editId="27FAE75E">
                        <wp:extent cx="5124450" cy="2762250"/>
                        <wp:effectExtent l="0" t="0" r="0" b="0"/>
                        <wp:docPr id="22" name="Picture 22" descr="Figure 10.20 Australian Government fee-for-service expenditure per person on GPS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24450" cy="2762250"/>
                                </a:xfrm>
                                <a:prstGeom prst="rect">
                                  <a:avLst/>
                                </a:prstGeom>
                                <a:noFill/>
                                <a:ln>
                                  <a:noFill/>
                                </a:ln>
                              </pic:spPr>
                            </pic:pic>
                          </a:graphicData>
                        </a:graphic>
                      </wp:inline>
                    </w:drawing>
                  </w:r>
                </w:p>
              </w:tc>
            </w:tr>
          </w:tbl>
          <w:p w:rsidR="005A5D70" w:rsidRDefault="005A5D70" w:rsidP="0038602A">
            <w:pPr>
              <w:pStyle w:val="Figure"/>
            </w:pPr>
          </w:p>
        </w:tc>
      </w:tr>
      <w:tr w:rsidR="005A5D70" w:rsidRPr="00176D3F" w:rsidTr="0038602A">
        <w:tc>
          <w:tcPr>
            <w:tcW w:w="8771" w:type="dxa"/>
            <w:tcBorders>
              <w:top w:val="nil"/>
              <w:left w:val="nil"/>
              <w:bottom w:val="nil"/>
              <w:right w:val="nil"/>
            </w:tcBorders>
            <w:shd w:val="clear" w:color="auto" w:fill="auto"/>
          </w:tcPr>
          <w:p w:rsidR="005A5D70" w:rsidRPr="00176D3F" w:rsidRDefault="005A5D70" w:rsidP="00B212AD">
            <w:pPr>
              <w:pStyle w:val="Note"/>
            </w:pPr>
            <w:r>
              <w:rPr>
                <w:rStyle w:val="NoteLabel"/>
              </w:rPr>
              <w:t>a</w:t>
            </w:r>
            <w:r>
              <w:t xml:space="preserve"> </w:t>
            </w:r>
            <w:r w:rsidR="00E067AF">
              <w:t xml:space="preserve">See </w:t>
            </w:r>
            <w:r w:rsidR="00E067AF" w:rsidRPr="00F4390A">
              <w:t xml:space="preserve">box </w:t>
            </w:r>
            <w:proofErr w:type="spellStart"/>
            <w:r w:rsidR="00E067AF" w:rsidRPr="00F4390A">
              <w:t>10A.1</w:t>
            </w:r>
            <w:r w:rsidR="00F4390A">
              <w:t>7</w:t>
            </w:r>
            <w:proofErr w:type="spellEnd"/>
            <w:r w:rsidR="00E067AF">
              <w:t xml:space="preserve"> and </w:t>
            </w:r>
            <w:r w:rsidR="00E067AF" w:rsidRPr="00D43019">
              <w:t xml:space="preserve">table </w:t>
            </w:r>
            <w:proofErr w:type="spellStart"/>
            <w:r w:rsidR="00E067AF" w:rsidRPr="00D43019">
              <w:t>10A.</w:t>
            </w:r>
            <w:r w:rsidR="00B212AD">
              <w:t>2</w:t>
            </w:r>
            <w:proofErr w:type="spellEnd"/>
            <w:r w:rsidR="00E067AF">
              <w:t xml:space="preserve"> for detailed definitions, footnotes and caveats</w:t>
            </w:r>
            <w:r w:rsidR="00E067AF" w:rsidRPr="00325A76">
              <w:t>.</w:t>
            </w:r>
          </w:p>
        </w:tc>
      </w:tr>
      <w:tr w:rsidR="005A5D70" w:rsidRPr="00176D3F" w:rsidTr="0038602A">
        <w:tc>
          <w:tcPr>
            <w:tcW w:w="8771" w:type="dxa"/>
            <w:tcBorders>
              <w:top w:val="nil"/>
              <w:left w:val="nil"/>
              <w:bottom w:val="nil"/>
              <w:right w:val="nil"/>
            </w:tcBorders>
            <w:shd w:val="clear" w:color="auto" w:fill="auto"/>
          </w:tcPr>
          <w:p w:rsidR="005A5D70" w:rsidRPr="00176D3F" w:rsidRDefault="00E067AF" w:rsidP="00B212AD">
            <w:pPr>
              <w:pStyle w:val="Source"/>
            </w:pPr>
            <w:r w:rsidRPr="00D842D1">
              <w:rPr>
                <w:i/>
              </w:rPr>
              <w:t>Source</w:t>
            </w:r>
            <w:r w:rsidRPr="00D842D1">
              <w:t xml:space="preserve">: </w:t>
            </w:r>
            <w:r>
              <w:t>Department of Health</w:t>
            </w:r>
            <w:r w:rsidRPr="00352597">
              <w:t xml:space="preserve"> (unpublished) MBS Statistics</w:t>
            </w:r>
            <w:r>
              <w:t xml:space="preserve">; </w:t>
            </w:r>
            <w:proofErr w:type="spellStart"/>
            <w:r w:rsidRPr="00D842D1">
              <w:t>DVA</w:t>
            </w:r>
            <w:proofErr w:type="spellEnd"/>
            <w:r w:rsidRPr="00D842D1">
              <w:t xml:space="preserve"> </w:t>
            </w:r>
            <w:r>
              <w:t>(</w:t>
            </w:r>
            <w:r w:rsidRPr="00325A76">
              <w:t>unpublished)</w:t>
            </w:r>
            <w:r w:rsidRPr="009010CA">
              <w:t xml:space="preserve">, </w:t>
            </w:r>
            <w:proofErr w:type="spellStart"/>
            <w:r w:rsidRPr="009010CA">
              <w:t>DVA</w:t>
            </w:r>
            <w:proofErr w:type="spellEnd"/>
            <w:r w:rsidRPr="009010CA">
              <w:t xml:space="preserve"> data collection</w:t>
            </w:r>
            <w:r w:rsidRPr="00325A76">
              <w:t>;</w:t>
            </w:r>
            <w:r w:rsidRPr="00D842D1">
              <w:t xml:space="preserve"> </w:t>
            </w:r>
            <w:r w:rsidRPr="00D43019">
              <w:t>table </w:t>
            </w:r>
            <w:proofErr w:type="spellStart"/>
            <w:r w:rsidRPr="00D43019">
              <w:t>10A.</w:t>
            </w:r>
            <w:r w:rsidR="00B212AD">
              <w:t>2</w:t>
            </w:r>
            <w:proofErr w:type="spellEnd"/>
            <w:r w:rsidR="009227A5">
              <w:t>.</w:t>
            </w:r>
            <w:r w:rsidR="005A5D70" w:rsidRPr="00176D3F">
              <w:t xml:space="preserve"> </w:t>
            </w:r>
          </w:p>
        </w:tc>
      </w:tr>
      <w:tr w:rsidR="005A5D70" w:rsidTr="0038602A">
        <w:tc>
          <w:tcPr>
            <w:tcW w:w="8771" w:type="dxa"/>
            <w:tcBorders>
              <w:top w:val="nil"/>
              <w:left w:val="nil"/>
              <w:bottom w:val="single" w:sz="6" w:space="0" w:color="78A22F"/>
              <w:right w:val="nil"/>
            </w:tcBorders>
            <w:shd w:val="clear" w:color="auto" w:fill="auto"/>
          </w:tcPr>
          <w:p w:rsidR="005A5D70" w:rsidRDefault="005A5D70" w:rsidP="0038602A">
            <w:pPr>
              <w:pStyle w:val="Figurespace"/>
            </w:pPr>
          </w:p>
        </w:tc>
      </w:tr>
      <w:tr w:rsidR="005A5D70" w:rsidRPr="000863A5" w:rsidTr="0038602A">
        <w:tc>
          <w:tcPr>
            <w:tcW w:w="8771" w:type="dxa"/>
            <w:tcBorders>
              <w:top w:val="single" w:sz="6" w:space="0" w:color="78A22F"/>
              <w:left w:val="nil"/>
              <w:bottom w:val="nil"/>
              <w:right w:val="nil"/>
            </w:tcBorders>
          </w:tcPr>
          <w:p w:rsidR="005A5D70" w:rsidRPr="00626D32" w:rsidRDefault="005A5D70" w:rsidP="0038602A">
            <w:pPr>
              <w:pStyle w:val="BoxSpaceBelow"/>
            </w:pPr>
          </w:p>
        </w:tc>
      </w:tr>
    </w:tbl>
    <w:p w:rsidR="0001197C" w:rsidRPr="00944E91" w:rsidRDefault="00CD66BC" w:rsidP="000373F7">
      <w:pPr>
        <w:pStyle w:val="Heading3"/>
      </w:pPr>
      <w:r w:rsidRPr="00CD66BC">
        <w:lastRenderedPageBreak/>
        <w:t>Outcomes</w:t>
      </w:r>
    </w:p>
    <w:p w:rsidR="0053394C" w:rsidRPr="00097C57" w:rsidRDefault="00CD66BC" w:rsidP="0090362E">
      <w:pPr>
        <w:pStyle w:val="BodyText"/>
      </w:pPr>
      <w:r>
        <w:t xml:space="preserve">Outcomes are the impact of services on the status of an individual or group </w:t>
      </w:r>
      <w:r w:rsidR="00720D62">
        <w:t>(</w:t>
      </w:r>
      <w:r w:rsidR="00C85D1A">
        <w:t>see chapter 1</w:t>
      </w:r>
      <w:r w:rsidRPr="009F4F9C">
        <w:t>).</w:t>
      </w:r>
      <w:r w:rsidR="00EB5E62">
        <w:t xml:space="preserve"> </w:t>
      </w:r>
    </w:p>
    <w:p w:rsidR="00CD66BC" w:rsidRPr="00944E91" w:rsidRDefault="00CD66BC" w:rsidP="002804C0">
      <w:pPr>
        <w:pStyle w:val="Heading4"/>
      </w:pPr>
      <w:r w:rsidRPr="00CD66BC">
        <w:t>Child immunisation coverage</w:t>
      </w:r>
    </w:p>
    <w:p w:rsidR="004D6520" w:rsidRDefault="004D6520" w:rsidP="00C14146">
      <w:pPr>
        <w:pStyle w:val="BodyText"/>
      </w:pPr>
      <w:r w:rsidRPr="004D6520">
        <w:t xml:space="preserve">‘Child immunisation coverage’ is an indicator of </w:t>
      </w:r>
      <w:r>
        <w:t xml:space="preserve">governments’ objective to </w:t>
      </w:r>
      <w:r w:rsidR="00F43A55">
        <w:t xml:space="preserve">prevent </w:t>
      </w:r>
      <w:r w:rsidR="00D43019">
        <w:t>illness</w:t>
      </w:r>
      <w:r w:rsidR="00F43A55" w:rsidRPr="004D6520">
        <w:t xml:space="preserve"> </w:t>
      </w:r>
      <w:r>
        <w:t>(</w:t>
      </w:r>
      <w:r w:rsidR="00757A2A" w:rsidRPr="00AA3CFC">
        <w:t>box </w:t>
      </w:r>
      <w:r w:rsidR="00897589" w:rsidRPr="00AA3CFC">
        <w:t>10.</w:t>
      </w:r>
      <w:r w:rsidR="000C6FFD" w:rsidRPr="00AA3CFC">
        <w:t>1</w:t>
      </w:r>
      <w:r w:rsidR="00AA3CFC">
        <w:t>8</w:t>
      </w:r>
      <w:r w:rsidR="00391C44">
        <w:t>).</w:t>
      </w:r>
    </w:p>
    <w:p w:rsidR="005D5597" w:rsidRDefault="005D55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D5597" w:rsidTr="00F520F2">
        <w:tc>
          <w:tcPr>
            <w:tcW w:w="8771" w:type="dxa"/>
            <w:tcBorders>
              <w:top w:val="single" w:sz="6" w:space="0" w:color="78A22F"/>
              <w:left w:val="nil"/>
              <w:bottom w:val="nil"/>
              <w:right w:val="nil"/>
            </w:tcBorders>
            <w:shd w:val="clear" w:color="auto" w:fill="F2F2F2"/>
          </w:tcPr>
          <w:p w:rsidR="005D5597" w:rsidRDefault="005D5597" w:rsidP="005D5597">
            <w:pPr>
              <w:pStyle w:val="BoxTitle"/>
            </w:pPr>
            <w:r>
              <w:rPr>
                <w:b w:val="0"/>
              </w:rPr>
              <w:t>Box 10.</w:t>
            </w:r>
            <w:r w:rsidR="008F09D3">
              <w:rPr>
                <w:b w:val="0"/>
                <w:noProof/>
              </w:rPr>
              <w:t>18</w:t>
            </w:r>
            <w:r>
              <w:tab/>
            </w:r>
            <w:r w:rsidRPr="00CD66BC">
              <w:t>Child immunisation coverage</w:t>
            </w:r>
          </w:p>
        </w:tc>
      </w:tr>
      <w:tr w:rsidR="005D5597" w:rsidTr="00F520F2">
        <w:trPr>
          <w:cantSplit/>
        </w:trPr>
        <w:tc>
          <w:tcPr>
            <w:tcW w:w="8771" w:type="dxa"/>
            <w:tcBorders>
              <w:top w:val="nil"/>
              <w:left w:val="nil"/>
              <w:bottom w:val="nil"/>
              <w:right w:val="nil"/>
            </w:tcBorders>
            <w:shd w:val="clear" w:color="auto" w:fill="F2F2F2"/>
          </w:tcPr>
          <w:p w:rsidR="005D5597" w:rsidRDefault="005D5597" w:rsidP="005D5597">
            <w:pPr>
              <w:pStyle w:val="Box"/>
            </w:pPr>
            <w:r>
              <w:t>‘Child immunisation coverage’ is defined by three measures:</w:t>
            </w:r>
          </w:p>
          <w:p w:rsidR="005D5597" w:rsidRDefault="005D5597" w:rsidP="005D5597">
            <w:pPr>
              <w:pStyle w:val="BoxListBullet"/>
            </w:pPr>
            <w:r>
              <w:t xml:space="preserve">the proportion of children aged 12 months to less than 15 months who are fully immunised (at this age, immunised </w:t>
            </w:r>
            <w:r w:rsidRPr="007937C1">
              <w:t xml:space="preserve">against diphtheria, tetanus, pertussis (whooping cough), polio, hepatitis b, </w:t>
            </w:r>
            <w:r w:rsidRPr="002804C0">
              <w:rPr>
                <w:i/>
              </w:rPr>
              <w:t xml:space="preserve">Haemophilus </w:t>
            </w:r>
            <w:proofErr w:type="spellStart"/>
            <w:r w:rsidRPr="002804C0">
              <w:rPr>
                <w:i/>
              </w:rPr>
              <w:t>influenzae</w:t>
            </w:r>
            <w:proofErr w:type="spellEnd"/>
            <w:r w:rsidRPr="007937C1">
              <w:t xml:space="preserve"> type b and</w:t>
            </w:r>
            <w:r>
              <w:t xml:space="preserve"> pneumococcal)</w:t>
            </w:r>
          </w:p>
          <w:p w:rsidR="005D5597" w:rsidRDefault="005D5597" w:rsidP="005D5597">
            <w:pPr>
              <w:pStyle w:val="BoxListBullet"/>
            </w:pPr>
            <w:r>
              <w:t xml:space="preserve">the proportion of children aged 24 months to less than 27 months who are fully immunised (at this age, against diphtheria, tetanus, whooping cough, polio, </w:t>
            </w:r>
            <w:r w:rsidRPr="00270B6F">
              <w:rPr>
                <w:i/>
              </w:rPr>
              <w:t xml:space="preserve">Haemophilus </w:t>
            </w:r>
            <w:proofErr w:type="spellStart"/>
            <w:r w:rsidRPr="00270B6F">
              <w:rPr>
                <w:i/>
              </w:rPr>
              <w:t>influenzae</w:t>
            </w:r>
            <w:proofErr w:type="spellEnd"/>
            <w:r>
              <w:t xml:space="preserve"> type b, hepatitis B, measles, mumps and rubella</w:t>
            </w:r>
            <w:r w:rsidRPr="007937C1">
              <w:t xml:space="preserve"> </w:t>
            </w:r>
            <w:r w:rsidRPr="00F72052">
              <w:t>and meningococcal C and varicella [chickenpox])</w:t>
            </w:r>
          </w:p>
          <w:p w:rsidR="005D5597" w:rsidRDefault="005D5597" w:rsidP="005D5597">
            <w:pPr>
              <w:pStyle w:val="BoxListBullet"/>
            </w:pPr>
            <w:r>
              <w:t xml:space="preserve">the proportion of children aged 60 months to less than 63 months who are fully immunised (at this age, against diphtheria, tetanus, whooping cough, </w:t>
            </w:r>
            <w:r w:rsidRPr="002856CE">
              <w:t>polio, and</w:t>
            </w:r>
            <w:r>
              <w:t xml:space="preserve"> measles, mumps and rubella)</w:t>
            </w:r>
            <w:r w:rsidRPr="00743531">
              <w:t>.</w:t>
            </w:r>
          </w:p>
          <w:p w:rsidR="005D5597" w:rsidRDefault="005D5597" w:rsidP="005D5597">
            <w:pPr>
              <w:pStyle w:val="Box"/>
            </w:pPr>
            <w:r w:rsidRPr="00CD66BC">
              <w:t>A</w:t>
            </w:r>
            <w:r>
              <w:t xml:space="preserve"> high or</w:t>
            </w:r>
            <w:r w:rsidRPr="00CD66BC">
              <w:t xml:space="preserve"> increas</w:t>
            </w:r>
            <w:r>
              <w:t>ing</w:t>
            </w:r>
            <w:r w:rsidRPr="00CD66BC">
              <w:t xml:space="preserve"> proportion of children who are fully immunised indicates a reduction in the risk of children contracting a range of </w:t>
            </w:r>
            <w:r>
              <w:t xml:space="preserve">vaccine preventable </w:t>
            </w:r>
            <w:r w:rsidRPr="00CD66BC">
              <w:t>diseases.</w:t>
            </w:r>
          </w:p>
          <w:p w:rsidR="005D5597" w:rsidRDefault="005D5597" w:rsidP="005D5597">
            <w:pPr>
              <w:pStyle w:val="Box"/>
            </w:pPr>
            <w:r>
              <w:t>Data reported against this indicator are:</w:t>
            </w:r>
          </w:p>
          <w:p w:rsidR="005D5597" w:rsidRDefault="005D5597" w:rsidP="005D5597">
            <w:pPr>
              <w:pStyle w:val="BoxListBullet"/>
            </w:pPr>
            <w:r>
              <w:t>comparable (subject to caveats) across jurisdictions and over time</w:t>
            </w:r>
          </w:p>
          <w:p w:rsidR="005D5597" w:rsidRDefault="005D5597" w:rsidP="00D43019">
            <w:pPr>
              <w:pStyle w:val="BoxListBullet"/>
            </w:pPr>
            <w:r>
              <w:t xml:space="preserve">complete (subject to caveats) for the current reporting period. All required </w:t>
            </w:r>
            <w:r w:rsidRPr="00D43019">
              <w:t>201</w:t>
            </w:r>
            <w:r w:rsidR="00D43019" w:rsidRPr="00D43019">
              <w:t>5</w:t>
            </w:r>
            <w:r w:rsidRPr="00D43019">
              <w:noBreakHyphen/>
              <w:t>1</w:t>
            </w:r>
            <w:r w:rsidR="00D43019">
              <w:t>6</w:t>
            </w:r>
            <w:r>
              <w:t xml:space="preserve"> data are a</w:t>
            </w:r>
            <w:r w:rsidR="00E47D85">
              <w:t>vailable for all jurisdictions.</w:t>
            </w:r>
          </w:p>
        </w:tc>
      </w:tr>
      <w:tr w:rsidR="005D5597" w:rsidTr="00F520F2">
        <w:trPr>
          <w:cantSplit/>
        </w:trPr>
        <w:tc>
          <w:tcPr>
            <w:tcW w:w="8771" w:type="dxa"/>
            <w:tcBorders>
              <w:top w:val="nil"/>
              <w:left w:val="nil"/>
              <w:bottom w:val="single" w:sz="6" w:space="0" w:color="78A22F"/>
              <w:right w:val="nil"/>
            </w:tcBorders>
            <w:shd w:val="clear" w:color="auto" w:fill="F2F2F2"/>
          </w:tcPr>
          <w:p w:rsidR="005D5597" w:rsidRDefault="005D5597">
            <w:pPr>
              <w:pStyle w:val="Box"/>
              <w:spacing w:before="0" w:line="120" w:lineRule="exact"/>
            </w:pPr>
          </w:p>
        </w:tc>
      </w:tr>
      <w:tr w:rsidR="005D5597" w:rsidRPr="000863A5" w:rsidTr="00F520F2">
        <w:tc>
          <w:tcPr>
            <w:tcW w:w="8771" w:type="dxa"/>
            <w:tcBorders>
              <w:top w:val="single" w:sz="6" w:space="0" w:color="78A22F"/>
              <w:left w:val="nil"/>
              <w:bottom w:val="nil"/>
              <w:right w:val="nil"/>
            </w:tcBorders>
          </w:tcPr>
          <w:p w:rsidR="005D5597" w:rsidRPr="00626D32" w:rsidRDefault="005D5597" w:rsidP="00F520F2">
            <w:pPr>
              <w:pStyle w:val="BoxSpaceBelow"/>
            </w:pPr>
          </w:p>
        </w:tc>
      </w:tr>
    </w:tbl>
    <w:p w:rsidR="00D43019" w:rsidRDefault="00D43019" w:rsidP="00416D72">
      <w:pPr>
        <w:pStyle w:val="BodyText"/>
      </w:pPr>
      <w:r>
        <w:t xml:space="preserve">The proportion of children fully immunised in 2015-16 </w:t>
      </w:r>
      <w:r w:rsidR="00765202">
        <w:t>was</w:t>
      </w:r>
      <w:r>
        <w:t>:</w:t>
      </w:r>
    </w:p>
    <w:p w:rsidR="00364ADA" w:rsidRDefault="00FA2DB1" w:rsidP="00D43019">
      <w:pPr>
        <w:pStyle w:val="ListBullet"/>
      </w:pPr>
      <w:r>
        <w:t>F</w:t>
      </w:r>
      <w:r w:rsidR="00364ADA">
        <w:t xml:space="preserve">or children </w:t>
      </w:r>
      <w:r w:rsidR="00D43019">
        <w:t xml:space="preserve">aged 12 to less than 15 months, </w:t>
      </w:r>
      <w:r w:rsidR="002C2000">
        <w:t>93</w:t>
      </w:r>
      <w:r w:rsidR="00364ADA" w:rsidRPr="00D43019">
        <w:t>.</w:t>
      </w:r>
      <w:r w:rsidR="002C2000">
        <w:t>0</w:t>
      </w:r>
      <w:r w:rsidR="00765202">
        <w:t xml:space="preserve"> per cent</w:t>
      </w:r>
    </w:p>
    <w:p w:rsidR="00A318FB" w:rsidRDefault="00A318FB" w:rsidP="00D43019">
      <w:pPr>
        <w:pStyle w:val="ListBullet"/>
      </w:pPr>
      <w:r w:rsidRPr="00A318FB">
        <w:t xml:space="preserve">For children aged 24 to less than 27 months, </w:t>
      </w:r>
      <w:r w:rsidR="002C2000">
        <w:t>90</w:t>
      </w:r>
      <w:r w:rsidR="00CD3E7E" w:rsidRPr="00D43019">
        <w:t>.</w:t>
      </w:r>
      <w:r w:rsidR="002C2000">
        <w:t>7</w:t>
      </w:r>
      <w:r w:rsidR="00CD3E7E" w:rsidRPr="00D43019">
        <w:t xml:space="preserve"> per cent</w:t>
      </w:r>
    </w:p>
    <w:p w:rsidR="00816D3D" w:rsidRPr="00CD3E7E" w:rsidRDefault="005D1AD7" w:rsidP="00D43019">
      <w:pPr>
        <w:pStyle w:val="ListBullet"/>
      </w:pPr>
      <w:r w:rsidRPr="00CD3E7E">
        <w:t xml:space="preserve">For children </w:t>
      </w:r>
      <w:r w:rsidR="00765202">
        <w:t xml:space="preserve">aged 60 to less than 63 months, </w:t>
      </w:r>
      <w:r w:rsidR="002C2000">
        <w:t>92</w:t>
      </w:r>
      <w:r w:rsidRPr="00CD3E7E">
        <w:t>.</w:t>
      </w:r>
      <w:r w:rsidR="002C2000">
        <w:t>9</w:t>
      </w:r>
      <w:r w:rsidRPr="00CD3E7E">
        <w:t xml:space="preserve"> per cent </w:t>
      </w:r>
      <w:r w:rsidR="001B223C" w:rsidRPr="00CD3E7E">
        <w:t>(</w:t>
      </w:r>
      <w:r w:rsidR="005525F2" w:rsidRPr="00CD3E7E">
        <w:t>figure </w:t>
      </w:r>
      <w:r w:rsidR="001B223C" w:rsidRPr="00CD3E7E">
        <w:t>10.</w:t>
      </w:r>
      <w:r w:rsidR="00B928CC" w:rsidRPr="00CD3E7E">
        <w:t>2</w:t>
      </w:r>
      <w:r w:rsidR="00D43019" w:rsidRPr="00CD3E7E">
        <w:t>1</w:t>
      </w:r>
      <w:r w:rsidR="001B223C" w:rsidRPr="00CD3E7E">
        <w:t>).</w:t>
      </w:r>
    </w:p>
    <w:p w:rsidR="00E067AF" w:rsidRDefault="00E067AF"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67AF" w:rsidTr="0038602A">
        <w:tc>
          <w:tcPr>
            <w:tcW w:w="8771" w:type="dxa"/>
            <w:tcBorders>
              <w:top w:val="single" w:sz="6" w:space="0" w:color="78A22F"/>
              <w:left w:val="nil"/>
              <w:bottom w:val="nil"/>
              <w:right w:val="nil"/>
            </w:tcBorders>
            <w:shd w:val="clear" w:color="auto" w:fill="auto"/>
          </w:tcPr>
          <w:p w:rsidR="00E067AF" w:rsidRPr="00176D3F" w:rsidRDefault="00E067AF" w:rsidP="0058317E">
            <w:pPr>
              <w:pStyle w:val="FigureTitle"/>
            </w:pPr>
            <w:r w:rsidRPr="00784A05">
              <w:rPr>
                <w:b w:val="0"/>
              </w:rPr>
              <w:t xml:space="preserve">Figure </w:t>
            </w:r>
            <w:r>
              <w:rPr>
                <w:b w:val="0"/>
              </w:rPr>
              <w:t>10.</w:t>
            </w:r>
            <w:r w:rsidR="008F09D3">
              <w:rPr>
                <w:b w:val="0"/>
                <w:noProof/>
              </w:rPr>
              <w:t>21</w:t>
            </w:r>
            <w:r>
              <w:tab/>
            </w:r>
            <w:r w:rsidRPr="00834AD4">
              <w:t>Children who were fully immunised</w:t>
            </w:r>
            <w:r>
              <w:t xml:space="preserve">, by age (months) </w:t>
            </w:r>
            <w:r>
              <w:br/>
            </w:r>
            <w:r w:rsidRPr="0058317E">
              <w:t>201</w:t>
            </w:r>
            <w:r w:rsidR="0058317E" w:rsidRPr="0058317E">
              <w:t>5</w:t>
            </w:r>
            <w:r w:rsidRPr="0058317E">
              <w:noBreakHyphen/>
              <w:t>1</w:t>
            </w:r>
            <w:r w:rsidR="0058317E">
              <w:t>6</w:t>
            </w:r>
            <w:r>
              <w:rPr>
                <w:rStyle w:val="NoteLabel"/>
                <w:b/>
              </w:rPr>
              <w:t>a</w:t>
            </w:r>
          </w:p>
        </w:tc>
      </w:tr>
      <w:tr w:rsidR="00E067AF" w:rsidTr="0038602A">
        <w:tc>
          <w:tcPr>
            <w:tcW w:w="8771" w:type="dxa"/>
            <w:tcBorders>
              <w:top w:val="nil"/>
              <w:left w:val="nil"/>
              <w:bottom w:val="nil"/>
              <w:right w:val="nil"/>
            </w:tcBorders>
            <w:shd w:val="clear" w:color="auto" w:fill="auto"/>
            <w:tcMar>
              <w:top w:w="28" w:type="dxa"/>
              <w:bottom w:w="28" w:type="dxa"/>
            </w:tcMar>
          </w:tcPr>
          <w:tbl>
            <w:tblPr>
              <w:tblW w:w="8776"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776"/>
            </w:tblGrid>
            <w:tr w:rsidR="00E067AF" w:rsidTr="00A421DB">
              <w:trPr>
                <w:jc w:val="center"/>
              </w:trPr>
              <w:tc>
                <w:tcPr>
                  <w:tcW w:w="5000" w:type="pct"/>
                  <w:tcBorders>
                    <w:top w:val="nil"/>
                    <w:bottom w:val="nil"/>
                  </w:tcBorders>
                </w:tcPr>
                <w:p w:rsidR="00E067AF" w:rsidRDefault="00461A36" w:rsidP="0038602A">
                  <w:pPr>
                    <w:pStyle w:val="Figure"/>
                    <w:spacing w:before="60" w:after="60"/>
                  </w:pPr>
                  <w:r>
                    <w:rPr>
                      <w:noProof/>
                    </w:rPr>
                    <w:drawing>
                      <wp:inline distT="0" distB="0" distL="0" distR="0" wp14:anchorId="5F8ACF99" wp14:editId="6B4B013D">
                        <wp:extent cx="5457825" cy="2762250"/>
                        <wp:effectExtent l="0" t="0" r="9525" b="0"/>
                        <wp:docPr id="23" name="Picture 23" descr="Figure 10.21 Children who were fully immunised, by age in month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57825" cy="2762250"/>
                                </a:xfrm>
                                <a:prstGeom prst="rect">
                                  <a:avLst/>
                                </a:prstGeom>
                                <a:noFill/>
                                <a:ln>
                                  <a:noFill/>
                                </a:ln>
                              </pic:spPr>
                            </pic:pic>
                          </a:graphicData>
                        </a:graphic>
                      </wp:inline>
                    </w:drawing>
                  </w:r>
                </w:p>
              </w:tc>
            </w:tr>
          </w:tbl>
          <w:p w:rsidR="00E067AF" w:rsidRDefault="00E067AF" w:rsidP="0038602A">
            <w:pPr>
              <w:pStyle w:val="Figure"/>
            </w:pPr>
          </w:p>
        </w:tc>
      </w:tr>
      <w:tr w:rsidR="00E067AF" w:rsidRPr="00176D3F" w:rsidTr="0038602A">
        <w:tc>
          <w:tcPr>
            <w:tcW w:w="8771" w:type="dxa"/>
            <w:tcBorders>
              <w:top w:val="nil"/>
              <w:left w:val="nil"/>
              <w:bottom w:val="nil"/>
              <w:right w:val="nil"/>
            </w:tcBorders>
            <w:shd w:val="clear" w:color="auto" w:fill="auto"/>
          </w:tcPr>
          <w:p w:rsidR="00E067AF" w:rsidRPr="00176D3F" w:rsidRDefault="00E067AF" w:rsidP="00B93211">
            <w:pPr>
              <w:pStyle w:val="Note"/>
            </w:pPr>
            <w:r>
              <w:rPr>
                <w:rStyle w:val="NoteLabel"/>
              </w:rPr>
              <w:t>a</w:t>
            </w:r>
            <w:r>
              <w:t xml:space="preserve"> See </w:t>
            </w:r>
            <w:r w:rsidRPr="00F4390A">
              <w:t>box 10.1</w:t>
            </w:r>
            <w:r w:rsidR="00F4390A">
              <w:t>8</w:t>
            </w:r>
            <w:r>
              <w:t xml:space="preserve"> and </w:t>
            </w:r>
            <w:r w:rsidRPr="00D43019">
              <w:t xml:space="preserve">tables </w:t>
            </w:r>
            <w:proofErr w:type="spellStart"/>
            <w:r w:rsidRPr="00D43019">
              <w:t>10A.</w:t>
            </w:r>
            <w:r w:rsidR="00B212AD">
              <w:t>70</w:t>
            </w:r>
            <w:proofErr w:type="spellEnd"/>
            <w:r w:rsidRPr="00D43019">
              <w:t>–</w:t>
            </w:r>
            <w:r w:rsidR="00B212AD">
              <w:t>72</w:t>
            </w:r>
            <w:r>
              <w:t xml:space="preserve"> for detailed definitions, footnotes and caveats.</w:t>
            </w:r>
          </w:p>
        </w:tc>
      </w:tr>
      <w:tr w:rsidR="00E067AF" w:rsidRPr="00176D3F" w:rsidTr="0038602A">
        <w:tc>
          <w:tcPr>
            <w:tcW w:w="8771" w:type="dxa"/>
            <w:tcBorders>
              <w:top w:val="nil"/>
              <w:left w:val="nil"/>
              <w:bottom w:val="nil"/>
              <w:right w:val="nil"/>
            </w:tcBorders>
            <w:shd w:val="clear" w:color="auto" w:fill="auto"/>
          </w:tcPr>
          <w:p w:rsidR="00E067AF" w:rsidRPr="00176D3F" w:rsidRDefault="00E067AF" w:rsidP="00B93211">
            <w:pPr>
              <w:pStyle w:val="Source"/>
            </w:pPr>
            <w:r w:rsidRPr="00834AD4">
              <w:rPr>
                <w:i/>
              </w:rPr>
              <w:t>Source</w:t>
            </w:r>
            <w:r w:rsidRPr="00834AD4">
              <w:t xml:space="preserve">: </w:t>
            </w:r>
            <w:r>
              <w:t>Department of Health</w:t>
            </w:r>
            <w:r w:rsidRPr="00834AD4">
              <w:t xml:space="preserve"> (unpublished)</w:t>
            </w:r>
            <w:r>
              <w:t xml:space="preserve"> </w:t>
            </w:r>
            <w:proofErr w:type="spellStart"/>
            <w:r w:rsidRPr="00E91C91">
              <w:t>ACIR</w:t>
            </w:r>
            <w:proofErr w:type="spellEnd"/>
            <w:r w:rsidRPr="00295C56">
              <w:t xml:space="preserve"> </w:t>
            </w:r>
            <w:r>
              <w:t xml:space="preserve">data collection; </w:t>
            </w:r>
            <w:r w:rsidRPr="00D43019">
              <w:t>tables </w:t>
            </w:r>
            <w:proofErr w:type="spellStart"/>
            <w:r w:rsidRPr="00D43019">
              <w:t>10A.</w:t>
            </w:r>
            <w:r w:rsidR="00B212AD">
              <w:t>70</w:t>
            </w:r>
            <w:proofErr w:type="spellEnd"/>
            <w:r w:rsidRPr="00D43019">
              <w:t>–</w:t>
            </w:r>
            <w:r w:rsidR="00B212AD">
              <w:t>72</w:t>
            </w:r>
            <w:r w:rsidRPr="006C74C6">
              <w:t>.</w:t>
            </w:r>
            <w:r w:rsidRPr="00176D3F">
              <w:t xml:space="preserve"> </w:t>
            </w:r>
          </w:p>
        </w:tc>
      </w:tr>
      <w:tr w:rsidR="00E067AF" w:rsidTr="0038602A">
        <w:tc>
          <w:tcPr>
            <w:tcW w:w="8771" w:type="dxa"/>
            <w:tcBorders>
              <w:top w:val="nil"/>
              <w:left w:val="nil"/>
              <w:bottom w:val="single" w:sz="6" w:space="0" w:color="78A22F"/>
              <w:right w:val="nil"/>
            </w:tcBorders>
            <w:shd w:val="clear" w:color="auto" w:fill="auto"/>
          </w:tcPr>
          <w:p w:rsidR="00E067AF" w:rsidRDefault="00E067AF" w:rsidP="0038602A">
            <w:pPr>
              <w:pStyle w:val="Figurespace"/>
            </w:pPr>
          </w:p>
        </w:tc>
      </w:tr>
      <w:tr w:rsidR="00E067AF" w:rsidRPr="000863A5" w:rsidTr="0038602A">
        <w:tc>
          <w:tcPr>
            <w:tcW w:w="8771" w:type="dxa"/>
            <w:tcBorders>
              <w:top w:val="single" w:sz="6" w:space="0" w:color="78A22F"/>
              <w:left w:val="nil"/>
              <w:bottom w:val="nil"/>
              <w:right w:val="nil"/>
            </w:tcBorders>
          </w:tcPr>
          <w:p w:rsidR="00E067AF" w:rsidRPr="00626D32" w:rsidRDefault="00E067AF" w:rsidP="0038602A">
            <w:pPr>
              <w:pStyle w:val="BoxSpaceBelow"/>
            </w:pPr>
          </w:p>
        </w:tc>
      </w:tr>
    </w:tbl>
    <w:p w:rsidR="002F579B" w:rsidRDefault="002F579B" w:rsidP="002804C0">
      <w:pPr>
        <w:pStyle w:val="Heading4"/>
      </w:pPr>
      <w:r w:rsidRPr="002F579B">
        <w:t>Notifications of selected childhood diseases</w:t>
      </w:r>
    </w:p>
    <w:p w:rsidR="00095E5A" w:rsidRDefault="00F43A55" w:rsidP="00956A0C">
      <w:pPr>
        <w:pStyle w:val="BodyText"/>
      </w:pPr>
      <w:r>
        <w:t>‘</w:t>
      </w:r>
      <w:r w:rsidRPr="00F43A55">
        <w:t>Notifications of selected childhood diseases</w:t>
      </w:r>
      <w:r>
        <w:t xml:space="preserve">’ is an indicator of governments’ objective to </w:t>
      </w:r>
      <w:r w:rsidR="00CD3E7E">
        <w:t xml:space="preserve">manage illness </w:t>
      </w:r>
      <w:r w:rsidR="006304E0">
        <w:t>(</w:t>
      </w:r>
      <w:r w:rsidR="00897589" w:rsidRPr="007C7EA6">
        <w:t>box 10.</w:t>
      </w:r>
      <w:r w:rsidR="001C7EC5">
        <w:t>1</w:t>
      </w:r>
      <w:r w:rsidR="007C7EA6">
        <w:t>9</w:t>
      </w:r>
      <w:r w:rsidR="006304E0" w:rsidRPr="008E4541">
        <w:t>)</w:t>
      </w:r>
      <w:r w:rsidRPr="008E4541">
        <w:t>.</w:t>
      </w:r>
      <w:r w:rsidR="00956A0C">
        <w:t xml:space="preserve"> </w:t>
      </w:r>
    </w:p>
    <w:p w:rsidR="005D5597" w:rsidRDefault="005D559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D5597" w:rsidTr="00F520F2">
        <w:tc>
          <w:tcPr>
            <w:tcW w:w="8771" w:type="dxa"/>
            <w:tcBorders>
              <w:top w:val="single" w:sz="6" w:space="0" w:color="78A22F"/>
              <w:left w:val="nil"/>
              <w:bottom w:val="nil"/>
              <w:right w:val="nil"/>
            </w:tcBorders>
            <w:shd w:val="clear" w:color="auto" w:fill="F2F2F2"/>
          </w:tcPr>
          <w:p w:rsidR="005D5597" w:rsidRDefault="005D5597" w:rsidP="005D5597">
            <w:pPr>
              <w:pStyle w:val="BoxTitle"/>
            </w:pPr>
            <w:r>
              <w:rPr>
                <w:b w:val="0"/>
              </w:rPr>
              <w:t>Box 10.</w:t>
            </w:r>
            <w:r w:rsidR="008F09D3">
              <w:rPr>
                <w:b w:val="0"/>
                <w:noProof/>
              </w:rPr>
              <w:t>19</w:t>
            </w:r>
            <w:r>
              <w:tab/>
            </w:r>
            <w:r w:rsidRPr="002F579B">
              <w:t>Notifications of selected childhood diseases</w:t>
            </w:r>
          </w:p>
        </w:tc>
      </w:tr>
      <w:tr w:rsidR="005D5597" w:rsidTr="00F520F2">
        <w:trPr>
          <w:cantSplit/>
        </w:trPr>
        <w:tc>
          <w:tcPr>
            <w:tcW w:w="8771" w:type="dxa"/>
            <w:tcBorders>
              <w:top w:val="nil"/>
              <w:left w:val="nil"/>
              <w:bottom w:val="nil"/>
              <w:right w:val="nil"/>
            </w:tcBorders>
            <w:shd w:val="clear" w:color="auto" w:fill="F2F2F2"/>
          </w:tcPr>
          <w:p w:rsidR="002538FD" w:rsidRDefault="002538FD" w:rsidP="002538FD">
            <w:pPr>
              <w:pStyle w:val="Box"/>
            </w:pPr>
            <w:r w:rsidRPr="00F2021D">
              <w:t xml:space="preserve">Notifications of selected childhood diseases’ </w:t>
            </w:r>
            <w:r>
              <w:t xml:space="preserve">is defined as the number of notifications </w:t>
            </w:r>
            <w:r w:rsidRPr="008A1890">
              <w:t>of measles, pertussis and</w:t>
            </w:r>
            <w:r>
              <w:t xml:space="preserve"> </w:t>
            </w:r>
            <w:r w:rsidRPr="006E5535">
              <w:t>invasive</w:t>
            </w:r>
            <w:r w:rsidRPr="008A1890">
              <w:t xml:space="preserve"> </w:t>
            </w:r>
            <w:r w:rsidRPr="008A1890">
              <w:rPr>
                <w:i/>
              </w:rPr>
              <w:t xml:space="preserve">Haemophilus </w:t>
            </w:r>
            <w:proofErr w:type="spellStart"/>
            <w:r w:rsidRPr="008A1890">
              <w:rPr>
                <w:i/>
              </w:rPr>
              <w:t>influenzae</w:t>
            </w:r>
            <w:proofErr w:type="spellEnd"/>
            <w:r w:rsidRPr="008A1890">
              <w:t xml:space="preserve"> type b reported to the National Notifiable Diseases Surveillance System </w:t>
            </w:r>
            <w:r>
              <w:t>(</w:t>
            </w:r>
            <w:proofErr w:type="spellStart"/>
            <w:r>
              <w:t>NNDSS</w:t>
            </w:r>
            <w:proofErr w:type="spellEnd"/>
            <w:r>
              <w:t xml:space="preserve">) </w:t>
            </w:r>
            <w:r w:rsidRPr="008A1890">
              <w:t xml:space="preserve">by </w:t>
            </w:r>
            <w:r>
              <w:t>S</w:t>
            </w:r>
            <w:r w:rsidRPr="008A1890">
              <w:t xml:space="preserve">tate and </w:t>
            </w:r>
            <w:r>
              <w:t>T</w:t>
            </w:r>
            <w:r w:rsidRPr="008A1890">
              <w:t>erritory health authorities</w:t>
            </w:r>
            <w:r>
              <w:t xml:space="preserve"> for children aged 0–14 years, per 100 000 children in that age group.</w:t>
            </w:r>
          </w:p>
          <w:p w:rsidR="002538FD" w:rsidRDefault="002538FD" w:rsidP="002538FD">
            <w:pPr>
              <w:pStyle w:val="Box"/>
            </w:pPr>
            <w:r>
              <w:t>A low or reducing notification rate for the selected diseases indicates that the immunisation program is more effective.</w:t>
            </w:r>
          </w:p>
          <w:p w:rsidR="00CD3E7E" w:rsidRDefault="002538FD" w:rsidP="00CD3E7E">
            <w:pPr>
              <w:pStyle w:val="Box"/>
            </w:pPr>
            <w:r w:rsidRPr="0089594F">
              <w:t xml:space="preserve">Measles, pertussis (whooping cough) and </w:t>
            </w:r>
            <w:r w:rsidRPr="006E5535">
              <w:t>invasive</w:t>
            </w:r>
            <w:r w:rsidRPr="008A1890">
              <w:t xml:space="preserve"> </w:t>
            </w:r>
            <w:r w:rsidRPr="0089594F">
              <w:rPr>
                <w:i/>
              </w:rPr>
              <w:t xml:space="preserve">Haemophilus </w:t>
            </w:r>
            <w:proofErr w:type="spellStart"/>
            <w:r w:rsidRPr="0089594F">
              <w:rPr>
                <w:i/>
              </w:rPr>
              <w:t>influenzae</w:t>
            </w:r>
            <w:proofErr w:type="spellEnd"/>
            <w:r w:rsidRPr="0089594F">
              <w:t xml:space="preserve"> type b are nationally notifiable vaccine preventable diseases</w:t>
            </w:r>
            <w:r>
              <w:t>, and notification to</w:t>
            </w:r>
            <w:r w:rsidRPr="0089594F">
              <w:t xml:space="preserve"> the relevant State or Territory authority </w:t>
            </w:r>
            <w:r>
              <w:t>is required on diagnosis</w:t>
            </w:r>
            <w:r w:rsidR="00765202">
              <w:t>.</w:t>
            </w:r>
          </w:p>
          <w:p w:rsidR="00CD3E7E" w:rsidRDefault="00CD3E7E" w:rsidP="00CD3E7E">
            <w:pPr>
              <w:pStyle w:val="Box"/>
            </w:pPr>
            <w:r>
              <w:t>Data reported against this indicator are:</w:t>
            </w:r>
          </w:p>
          <w:p w:rsidR="00CD3E7E" w:rsidRDefault="00CD3E7E" w:rsidP="00CD3E7E">
            <w:pPr>
              <w:pStyle w:val="BoxListBullet"/>
            </w:pPr>
            <w:r>
              <w:t>comparable (subject to caveats) across jurisdictions and over time</w:t>
            </w:r>
          </w:p>
          <w:p w:rsidR="005D5597" w:rsidRDefault="00CD3E7E" w:rsidP="00765202">
            <w:pPr>
              <w:pStyle w:val="BoxListBullet"/>
            </w:pPr>
            <w:r>
              <w:t xml:space="preserve">complete (subject to caveats) for the current reporting period. All required </w:t>
            </w:r>
            <w:r w:rsidRPr="00CD3E7E">
              <w:t>2015</w:t>
            </w:r>
            <w:r w:rsidRPr="00CD3E7E">
              <w:noBreakHyphen/>
              <w:t>16 data</w:t>
            </w:r>
            <w:r>
              <w:t xml:space="preserve"> are available for all jurisdictions.</w:t>
            </w:r>
          </w:p>
        </w:tc>
      </w:tr>
      <w:tr w:rsidR="005D5597" w:rsidTr="00F520F2">
        <w:trPr>
          <w:cantSplit/>
        </w:trPr>
        <w:tc>
          <w:tcPr>
            <w:tcW w:w="8771" w:type="dxa"/>
            <w:tcBorders>
              <w:top w:val="nil"/>
              <w:left w:val="nil"/>
              <w:bottom w:val="single" w:sz="6" w:space="0" w:color="78A22F"/>
              <w:right w:val="nil"/>
            </w:tcBorders>
            <w:shd w:val="clear" w:color="auto" w:fill="F2F2F2"/>
          </w:tcPr>
          <w:p w:rsidR="005D5597" w:rsidRDefault="005D5597">
            <w:pPr>
              <w:pStyle w:val="Box"/>
              <w:spacing w:before="0" w:line="120" w:lineRule="exact"/>
            </w:pPr>
          </w:p>
        </w:tc>
      </w:tr>
      <w:tr w:rsidR="005D5597" w:rsidRPr="000863A5" w:rsidTr="00F520F2">
        <w:tc>
          <w:tcPr>
            <w:tcW w:w="8771" w:type="dxa"/>
            <w:tcBorders>
              <w:top w:val="single" w:sz="6" w:space="0" w:color="78A22F"/>
              <w:left w:val="nil"/>
              <w:bottom w:val="nil"/>
              <w:right w:val="nil"/>
            </w:tcBorders>
          </w:tcPr>
          <w:p w:rsidR="005D5597" w:rsidRPr="00626D32" w:rsidRDefault="005D5597" w:rsidP="00F520F2">
            <w:pPr>
              <w:pStyle w:val="BoxSpaceBelow"/>
            </w:pPr>
          </w:p>
        </w:tc>
      </w:tr>
    </w:tbl>
    <w:p w:rsidR="008E4B34" w:rsidRPr="00CD3E7E" w:rsidRDefault="00D123F1" w:rsidP="00E52E8A">
      <w:pPr>
        <w:pStyle w:val="BodyText"/>
      </w:pPr>
      <w:r w:rsidRPr="00CD3E7E">
        <w:lastRenderedPageBreak/>
        <w:t>Nationally</w:t>
      </w:r>
      <w:r w:rsidR="00BA6F60" w:rsidRPr="00CD3E7E">
        <w:t xml:space="preserve"> in 201</w:t>
      </w:r>
      <w:r w:rsidR="00CD3E7E" w:rsidRPr="00CD3E7E">
        <w:t>5</w:t>
      </w:r>
      <w:r w:rsidR="0064097A" w:rsidRPr="00CD3E7E">
        <w:noBreakHyphen/>
      </w:r>
      <w:r w:rsidR="00BA6F60" w:rsidRPr="00CD3E7E">
        <w:t>1</w:t>
      </w:r>
      <w:r w:rsidR="00CD3E7E" w:rsidRPr="00CD3E7E">
        <w:t>6</w:t>
      </w:r>
      <w:r w:rsidRPr="00CD3E7E">
        <w:t xml:space="preserve">, </w:t>
      </w:r>
      <w:r w:rsidR="00BA6F60" w:rsidRPr="00CD3E7E">
        <w:t>the rate of notifications for children aged 0</w:t>
      </w:r>
      <w:r w:rsidR="00F04D5C" w:rsidRPr="00CD3E7E">
        <w:t>–</w:t>
      </w:r>
      <w:r w:rsidR="00BA6F60" w:rsidRPr="00CD3E7E">
        <w:t>14 years was</w:t>
      </w:r>
      <w:r w:rsidR="008E4B34" w:rsidRPr="00CD3E7E">
        <w:t>:</w:t>
      </w:r>
    </w:p>
    <w:p w:rsidR="008E4B34" w:rsidRPr="00CD3E7E" w:rsidRDefault="002C2000" w:rsidP="008E4B34">
      <w:pPr>
        <w:pStyle w:val="ListBullet"/>
      </w:pPr>
      <w:r>
        <w:t>0</w:t>
      </w:r>
      <w:r w:rsidR="00BA6F60" w:rsidRPr="00CD3E7E">
        <w:t>.</w:t>
      </w:r>
      <w:r>
        <w:t>2</w:t>
      </w:r>
      <w:r w:rsidR="002C76E0" w:rsidRPr="00CD3E7E">
        <w:t xml:space="preserve"> </w:t>
      </w:r>
      <w:r w:rsidR="008E4B34" w:rsidRPr="00CD3E7E">
        <w:t>per</w:t>
      </w:r>
      <w:r w:rsidR="00015158" w:rsidRPr="00CD3E7E">
        <w:t> </w:t>
      </w:r>
      <w:r w:rsidR="00BA6F60" w:rsidRPr="00CD3E7E">
        <w:t xml:space="preserve">100 000 for </w:t>
      </w:r>
      <w:r w:rsidR="00B70C0E" w:rsidRPr="00CD3E7E">
        <w:rPr>
          <w:i/>
        </w:rPr>
        <w:t xml:space="preserve">Haemophilus </w:t>
      </w:r>
      <w:proofErr w:type="spellStart"/>
      <w:r w:rsidR="00B70C0E" w:rsidRPr="00CD3E7E">
        <w:rPr>
          <w:i/>
        </w:rPr>
        <w:t>influenzae</w:t>
      </w:r>
      <w:proofErr w:type="spellEnd"/>
      <w:r w:rsidR="00B70C0E" w:rsidRPr="00CD3E7E">
        <w:t xml:space="preserve"> type b (table </w:t>
      </w:r>
      <w:proofErr w:type="spellStart"/>
      <w:r w:rsidR="00B70C0E" w:rsidRPr="00CD3E7E">
        <w:t>10A.</w:t>
      </w:r>
      <w:r w:rsidR="00A646BC">
        <w:t>75</w:t>
      </w:r>
      <w:proofErr w:type="spellEnd"/>
      <w:r w:rsidR="00B70C0E" w:rsidRPr="00CD3E7E">
        <w:t>)</w:t>
      </w:r>
    </w:p>
    <w:p w:rsidR="008E4B34" w:rsidRPr="00CD3E7E" w:rsidRDefault="002C2000" w:rsidP="008E4B34">
      <w:pPr>
        <w:pStyle w:val="ListBullet"/>
      </w:pPr>
      <w:r>
        <w:t>0</w:t>
      </w:r>
      <w:r w:rsidR="002C76E0">
        <w:t>.</w:t>
      </w:r>
      <w:r>
        <w:t>5</w:t>
      </w:r>
      <w:r w:rsidR="008E4B34" w:rsidRPr="00CD3E7E">
        <w:t xml:space="preserve"> per 100 000 for measles </w:t>
      </w:r>
      <w:r w:rsidR="00B70C0E" w:rsidRPr="00CD3E7E">
        <w:t xml:space="preserve">(table </w:t>
      </w:r>
      <w:proofErr w:type="spellStart"/>
      <w:r w:rsidR="00B70C0E" w:rsidRPr="00CD3E7E">
        <w:t>10A.</w:t>
      </w:r>
      <w:r w:rsidR="00A646BC">
        <w:t>73</w:t>
      </w:r>
      <w:proofErr w:type="spellEnd"/>
      <w:r w:rsidR="00B70C0E" w:rsidRPr="00CD3E7E">
        <w:t>)</w:t>
      </w:r>
    </w:p>
    <w:p w:rsidR="00BA6F60" w:rsidRPr="00CD3E7E" w:rsidRDefault="002C2000" w:rsidP="008E4B34">
      <w:pPr>
        <w:pStyle w:val="ListBullet"/>
      </w:pPr>
      <w:r>
        <w:t>288</w:t>
      </w:r>
      <w:r w:rsidR="002C76E0">
        <w:t>.</w:t>
      </w:r>
      <w:r>
        <w:t>4</w:t>
      </w:r>
      <w:r w:rsidR="008E4B34" w:rsidRPr="00CD3E7E">
        <w:t xml:space="preserve"> per </w:t>
      </w:r>
      <w:r w:rsidR="00B70C0E" w:rsidRPr="00CD3E7E">
        <w:t>100 000 for pertussis (whooping cough)</w:t>
      </w:r>
      <w:r w:rsidR="00703380" w:rsidRPr="00CD3E7E">
        <w:t xml:space="preserve"> (figure 10.2</w:t>
      </w:r>
      <w:r w:rsidR="00CD3E7E" w:rsidRPr="00CD3E7E">
        <w:t>2</w:t>
      </w:r>
      <w:r w:rsidR="006C39B6" w:rsidRPr="00CD3E7E">
        <w:t xml:space="preserve"> and table </w:t>
      </w:r>
      <w:proofErr w:type="spellStart"/>
      <w:r w:rsidR="006C39B6" w:rsidRPr="00CD3E7E">
        <w:t>10A.</w:t>
      </w:r>
      <w:r w:rsidR="00A646BC">
        <w:t>74</w:t>
      </w:r>
      <w:proofErr w:type="spellEnd"/>
      <w:r w:rsidR="00B70C0E" w:rsidRPr="00CD3E7E">
        <w:t>).</w:t>
      </w:r>
    </w:p>
    <w:p w:rsidR="008E4B34" w:rsidRPr="00097C57" w:rsidRDefault="00B70C0E" w:rsidP="002D68B6">
      <w:pPr>
        <w:pStyle w:val="BodyText"/>
      </w:pPr>
      <w:r w:rsidRPr="00CD3E7E">
        <w:t xml:space="preserve">Historical data for </w:t>
      </w:r>
      <w:r w:rsidR="00CD3E7E" w:rsidRPr="00673F2C">
        <w:t>ten</w:t>
      </w:r>
      <w:r w:rsidRPr="00CD3E7E">
        <w:t xml:space="preserve"> years of reporting are in tables </w:t>
      </w:r>
      <w:proofErr w:type="spellStart"/>
      <w:r w:rsidRPr="00CD3E7E">
        <w:t>10A.</w:t>
      </w:r>
      <w:r w:rsidR="00A646BC">
        <w:t>73</w:t>
      </w:r>
      <w:proofErr w:type="spellEnd"/>
      <w:r w:rsidR="00570E07" w:rsidRPr="00CD3E7E">
        <w:t>–</w:t>
      </w:r>
      <w:r w:rsidR="00A646BC">
        <w:t>75</w:t>
      </w:r>
      <w:r w:rsidRPr="00CD3E7E">
        <w:t>.</w:t>
      </w:r>
    </w:p>
    <w:p w:rsidR="00E55146" w:rsidRDefault="00E55146"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146" w:rsidTr="0038602A">
        <w:tc>
          <w:tcPr>
            <w:tcW w:w="8771" w:type="dxa"/>
            <w:tcBorders>
              <w:top w:val="single" w:sz="6" w:space="0" w:color="78A22F"/>
              <w:left w:val="nil"/>
              <w:bottom w:val="nil"/>
              <w:right w:val="nil"/>
            </w:tcBorders>
            <w:shd w:val="clear" w:color="auto" w:fill="auto"/>
          </w:tcPr>
          <w:p w:rsidR="00E55146" w:rsidRPr="00176D3F" w:rsidRDefault="00E55146" w:rsidP="00E55146">
            <w:pPr>
              <w:pStyle w:val="FigureTitle"/>
            </w:pPr>
            <w:r w:rsidRPr="00784A05">
              <w:rPr>
                <w:b w:val="0"/>
              </w:rPr>
              <w:t xml:space="preserve">Figure </w:t>
            </w:r>
            <w:r>
              <w:rPr>
                <w:b w:val="0"/>
              </w:rPr>
              <w:t>10.</w:t>
            </w:r>
            <w:r w:rsidR="008F09D3">
              <w:rPr>
                <w:b w:val="0"/>
                <w:noProof/>
              </w:rPr>
              <w:t>22</w:t>
            </w:r>
            <w:r>
              <w:tab/>
              <w:t>Notifications of pertussis (whooping cough) per 100 000 children aged 0–14 years</w:t>
            </w:r>
            <w:r>
              <w:rPr>
                <w:rStyle w:val="NoteLabel"/>
                <w:b/>
              </w:rPr>
              <w:t>a</w:t>
            </w:r>
          </w:p>
        </w:tc>
      </w:tr>
      <w:tr w:rsidR="00E55146"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55146" w:rsidTr="0038602A">
              <w:trPr>
                <w:jc w:val="center"/>
              </w:trPr>
              <w:tc>
                <w:tcPr>
                  <w:tcW w:w="5000" w:type="pct"/>
                  <w:tcBorders>
                    <w:top w:val="nil"/>
                    <w:bottom w:val="nil"/>
                  </w:tcBorders>
                </w:tcPr>
                <w:p w:rsidR="00E55146" w:rsidRDefault="00461A36" w:rsidP="0038602A">
                  <w:pPr>
                    <w:pStyle w:val="Figure"/>
                    <w:spacing w:before="60" w:after="60"/>
                  </w:pPr>
                  <w:r>
                    <w:rPr>
                      <w:noProof/>
                    </w:rPr>
                    <w:drawing>
                      <wp:inline distT="0" distB="0" distL="0" distR="0" wp14:anchorId="377B6723" wp14:editId="14308BCD">
                        <wp:extent cx="5181600" cy="2676525"/>
                        <wp:effectExtent l="0" t="0" r="0" b="9525"/>
                        <wp:docPr id="24" name="Picture 24" descr="Figure 10.22 Notifications of pertussis (whooping cough) per 100 000 children aged 0-1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81600" cy="2676525"/>
                                </a:xfrm>
                                <a:prstGeom prst="rect">
                                  <a:avLst/>
                                </a:prstGeom>
                                <a:noFill/>
                                <a:ln>
                                  <a:noFill/>
                                </a:ln>
                              </pic:spPr>
                            </pic:pic>
                          </a:graphicData>
                        </a:graphic>
                      </wp:inline>
                    </w:drawing>
                  </w:r>
                </w:p>
              </w:tc>
            </w:tr>
          </w:tbl>
          <w:p w:rsidR="00E55146" w:rsidRDefault="00E55146" w:rsidP="0038602A">
            <w:pPr>
              <w:pStyle w:val="Figure"/>
            </w:pPr>
          </w:p>
        </w:tc>
      </w:tr>
      <w:tr w:rsidR="00E55146" w:rsidRPr="00176D3F" w:rsidTr="0038602A">
        <w:tc>
          <w:tcPr>
            <w:tcW w:w="8771" w:type="dxa"/>
            <w:tcBorders>
              <w:top w:val="nil"/>
              <w:left w:val="nil"/>
              <w:bottom w:val="nil"/>
              <w:right w:val="nil"/>
            </w:tcBorders>
            <w:shd w:val="clear" w:color="auto" w:fill="auto"/>
          </w:tcPr>
          <w:p w:rsidR="00E55146" w:rsidRPr="00176D3F" w:rsidRDefault="00E55146" w:rsidP="00FF3D12">
            <w:pPr>
              <w:pStyle w:val="Note"/>
            </w:pPr>
            <w:r>
              <w:rPr>
                <w:rStyle w:val="NoteLabel"/>
              </w:rPr>
              <w:t>a</w:t>
            </w:r>
            <w:r>
              <w:t xml:space="preserve"> See </w:t>
            </w:r>
            <w:r w:rsidRPr="00F4390A">
              <w:t>box 10.</w:t>
            </w:r>
            <w:r w:rsidR="00F4390A">
              <w:t>19</w:t>
            </w:r>
            <w:r>
              <w:t xml:space="preserve"> and </w:t>
            </w:r>
            <w:r w:rsidRPr="00CD3E7E">
              <w:t xml:space="preserve">table </w:t>
            </w:r>
            <w:proofErr w:type="spellStart"/>
            <w:r w:rsidRPr="00CD3E7E">
              <w:t>10A.</w:t>
            </w:r>
            <w:r w:rsidR="00FF3D12">
              <w:t>74</w:t>
            </w:r>
            <w:proofErr w:type="spellEnd"/>
            <w:r>
              <w:t xml:space="preserve"> for detailed definitions, footnotes and caveats.</w:t>
            </w:r>
          </w:p>
        </w:tc>
      </w:tr>
      <w:tr w:rsidR="00E55146" w:rsidRPr="00176D3F" w:rsidTr="0038602A">
        <w:tc>
          <w:tcPr>
            <w:tcW w:w="8771" w:type="dxa"/>
            <w:tcBorders>
              <w:top w:val="nil"/>
              <w:left w:val="nil"/>
              <w:bottom w:val="nil"/>
              <w:right w:val="nil"/>
            </w:tcBorders>
            <w:shd w:val="clear" w:color="auto" w:fill="auto"/>
          </w:tcPr>
          <w:p w:rsidR="00E55146" w:rsidRPr="00176D3F" w:rsidRDefault="00E55146" w:rsidP="00FF3D12">
            <w:pPr>
              <w:pStyle w:val="Source"/>
            </w:pPr>
            <w:r w:rsidRPr="00480CFE">
              <w:rPr>
                <w:i/>
              </w:rPr>
              <w:t>Source</w:t>
            </w:r>
            <w:r w:rsidRPr="00480CFE">
              <w:t xml:space="preserve">: </w:t>
            </w:r>
            <w:r>
              <w:t>Department of Health</w:t>
            </w:r>
            <w:r w:rsidRPr="00480CFE">
              <w:t xml:space="preserve"> (unpublished)</w:t>
            </w:r>
            <w:r>
              <w:t xml:space="preserve"> </w:t>
            </w:r>
            <w:proofErr w:type="spellStart"/>
            <w:r w:rsidRPr="00E969C8">
              <w:t>NNDSS</w:t>
            </w:r>
            <w:proofErr w:type="spellEnd"/>
            <w:r>
              <w:t xml:space="preserve">, </w:t>
            </w:r>
            <w:r w:rsidRPr="00A73D31">
              <w:t>ABS</w:t>
            </w:r>
            <w:r>
              <w:t xml:space="preserve"> </w:t>
            </w:r>
            <w:r w:rsidRPr="00A73D31">
              <w:t xml:space="preserve">(various years) </w:t>
            </w:r>
            <w:r w:rsidRPr="00F04D5C">
              <w:t>Population by Age and Sex, Australian States and Territories,</w:t>
            </w:r>
            <w:r w:rsidRPr="00A73D31">
              <w:t xml:space="preserve"> Cat. </w:t>
            </w:r>
            <w:r>
              <w:t>n</w:t>
            </w:r>
            <w:r w:rsidRPr="00A73D31">
              <w:t>o. 3201.0</w:t>
            </w:r>
            <w:r w:rsidRPr="00480CFE">
              <w:t>;</w:t>
            </w:r>
            <w:r>
              <w:t xml:space="preserve"> </w:t>
            </w:r>
            <w:r w:rsidRPr="00CD3E7E">
              <w:t>table </w:t>
            </w:r>
            <w:proofErr w:type="spellStart"/>
            <w:r w:rsidRPr="00CD3E7E">
              <w:t>10A.</w:t>
            </w:r>
            <w:r w:rsidR="00FF3D12">
              <w:t>74</w:t>
            </w:r>
            <w:proofErr w:type="spellEnd"/>
            <w:r w:rsidRPr="006C74C6">
              <w:t>.</w:t>
            </w:r>
            <w:r w:rsidRPr="00176D3F">
              <w:t xml:space="preserve"> </w:t>
            </w:r>
          </w:p>
        </w:tc>
      </w:tr>
      <w:tr w:rsidR="00E55146" w:rsidTr="0038602A">
        <w:tc>
          <w:tcPr>
            <w:tcW w:w="8771" w:type="dxa"/>
            <w:tcBorders>
              <w:top w:val="nil"/>
              <w:left w:val="nil"/>
              <w:bottom w:val="single" w:sz="6" w:space="0" w:color="78A22F"/>
              <w:right w:val="nil"/>
            </w:tcBorders>
            <w:shd w:val="clear" w:color="auto" w:fill="auto"/>
          </w:tcPr>
          <w:p w:rsidR="00E55146" w:rsidRDefault="00E55146" w:rsidP="0038602A">
            <w:pPr>
              <w:pStyle w:val="Figurespace"/>
            </w:pPr>
          </w:p>
        </w:tc>
      </w:tr>
      <w:tr w:rsidR="00E55146" w:rsidRPr="000863A5" w:rsidTr="0038602A">
        <w:tc>
          <w:tcPr>
            <w:tcW w:w="8771" w:type="dxa"/>
            <w:tcBorders>
              <w:top w:val="single" w:sz="6" w:space="0" w:color="78A22F"/>
              <w:left w:val="nil"/>
              <w:bottom w:val="nil"/>
              <w:right w:val="nil"/>
            </w:tcBorders>
          </w:tcPr>
          <w:p w:rsidR="00E55146" w:rsidRPr="00626D32" w:rsidRDefault="00E55146" w:rsidP="0038602A">
            <w:pPr>
              <w:pStyle w:val="BoxSpaceBelow"/>
            </w:pPr>
          </w:p>
        </w:tc>
      </w:tr>
    </w:tbl>
    <w:p w:rsidR="00105402" w:rsidRDefault="00105402" w:rsidP="00E73B7E">
      <w:pPr>
        <w:pStyle w:val="Heading4"/>
      </w:pPr>
      <w:r w:rsidRPr="006C74C6">
        <w:t xml:space="preserve">Participation for women in breast cancer </w:t>
      </w:r>
      <w:r w:rsidRPr="00701FDC">
        <w:t>screening</w:t>
      </w:r>
      <w:r w:rsidR="00495A32">
        <w:t xml:space="preserve"> </w:t>
      </w:r>
    </w:p>
    <w:p w:rsidR="00105402" w:rsidRDefault="00105402" w:rsidP="00105402">
      <w:pPr>
        <w:pStyle w:val="BodyText"/>
      </w:pPr>
      <w:r>
        <w:t>‘</w:t>
      </w:r>
      <w:r w:rsidRPr="00701FDC">
        <w:t xml:space="preserve">Participation for women in </w:t>
      </w:r>
      <w:r>
        <w:t>breast</w:t>
      </w:r>
      <w:r w:rsidRPr="00701FDC">
        <w:t xml:space="preserve"> </w:t>
      </w:r>
      <w:r>
        <w:t xml:space="preserve">cancer </w:t>
      </w:r>
      <w:r w:rsidRPr="00701FDC">
        <w:t xml:space="preserve">screening’ is an indicator of </w:t>
      </w:r>
      <w:r>
        <w:t xml:space="preserve">governments’ objective to </w:t>
      </w:r>
      <w:r w:rsidR="00CD3E7E">
        <w:t xml:space="preserve">prevent illness </w:t>
      </w:r>
      <w:r>
        <w:t>through the provision of early detection services (</w:t>
      </w:r>
      <w:r w:rsidRPr="007C7EA6">
        <w:t>box 10.</w:t>
      </w:r>
      <w:r w:rsidR="007C7EA6">
        <w:t>20</w:t>
      </w:r>
      <w:r>
        <w:t>).</w:t>
      </w:r>
    </w:p>
    <w:p w:rsidR="002538FD" w:rsidRDefault="002538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38FD" w:rsidTr="00F520F2">
        <w:tc>
          <w:tcPr>
            <w:tcW w:w="8771" w:type="dxa"/>
            <w:tcBorders>
              <w:top w:val="single" w:sz="6" w:space="0" w:color="78A22F"/>
              <w:left w:val="nil"/>
              <w:bottom w:val="nil"/>
              <w:right w:val="nil"/>
            </w:tcBorders>
            <w:shd w:val="clear" w:color="auto" w:fill="F2F2F2"/>
          </w:tcPr>
          <w:p w:rsidR="002538FD" w:rsidRDefault="002538FD" w:rsidP="002538FD">
            <w:pPr>
              <w:pStyle w:val="BoxTitle"/>
            </w:pPr>
            <w:r>
              <w:rPr>
                <w:b w:val="0"/>
              </w:rPr>
              <w:t>Box 10.</w:t>
            </w:r>
            <w:r w:rsidR="008F09D3">
              <w:rPr>
                <w:b w:val="0"/>
                <w:noProof/>
              </w:rPr>
              <w:t>20</w:t>
            </w:r>
            <w:r>
              <w:tab/>
            </w:r>
            <w:r w:rsidRPr="00E52050">
              <w:t>Participation for women in breast cancer screening</w:t>
            </w:r>
          </w:p>
        </w:tc>
      </w:tr>
      <w:tr w:rsidR="002538FD" w:rsidTr="00F520F2">
        <w:trPr>
          <w:cantSplit/>
        </w:trPr>
        <w:tc>
          <w:tcPr>
            <w:tcW w:w="8771" w:type="dxa"/>
            <w:tcBorders>
              <w:top w:val="nil"/>
              <w:left w:val="nil"/>
              <w:bottom w:val="nil"/>
              <w:right w:val="nil"/>
            </w:tcBorders>
            <w:shd w:val="clear" w:color="auto" w:fill="F2F2F2"/>
          </w:tcPr>
          <w:p w:rsidR="000135E5" w:rsidRPr="00097C57" w:rsidRDefault="002538FD" w:rsidP="002538FD">
            <w:pPr>
              <w:pStyle w:val="Box"/>
              <w:rPr>
                <w:sz w:val="24"/>
              </w:rPr>
            </w:pPr>
            <w:r>
              <w:t xml:space="preserve">Participation for women in breast cancer screening’ is defined as the number of women aged </w:t>
            </w:r>
            <w:r w:rsidRPr="000135E5">
              <w:t>50–</w:t>
            </w:r>
            <w:r w:rsidR="00232136" w:rsidRPr="000135E5">
              <w:t>74</w:t>
            </w:r>
            <w:r w:rsidRPr="000135E5">
              <w:t xml:space="preserve"> years who are screened in the </w:t>
            </w:r>
            <w:proofErr w:type="spellStart"/>
            <w:r w:rsidRPr="000135E5">
              <w:t>BreastScreen</w:t>
            </w:r>
            <w:proofErr w:type="spellEnd"/>
            <w:r w:rsidRPr="000135E5">
              <w:t xml:space="preserve"> Australia Program over a 24 month period, divided by the estimated population of women aged 50–</w:t>
            </w:r>
            <w:r w:rsidR="00232136" w:rsidRPr="000135E5">
              <w:t>74</w:t>
            </w:r>
            <w:r w:rsidRPr="000135E5">
              <w:t xml:space="preserve"> years and reported as a rate.</w:t>
            </w:r>
            <w:r w:rsidR="00130D4E">
              <w:t xml:space="preserve"> </w:t>
            </w:r>
          </w:p>
          <w:p w:rsidR="002538FD" w:rsidRDefault="002538FD" w:rsidP="002538FD">
            <w:pPr>
              <w:pStyle w:val="Box"/>
            </w:pPr>
            <w:r>
              <w:t>A high or increasing participation rate is desirable.</w:t>
            </w:r>
          </w:p>
          <w:p w:rsidR="002538FD" w:rsidRDefault="002538FD" w:rsidP="002538FD">
            <w:pPr>
              <w:pStyle w:val="Box"/>
            </w:pPr>
            <w:r>
              <w:t>Data reported against this indicator are:</w:t>
            </w:r>
          </w:p>
          <w:p w:rsidR="002538FD" w:rsidRDefault="002538FD" w:rsidP="002538FD">
            <w:pPr>
              <w:pStyle w:val="BoxListBullet"/>
            </w:pPr>
            <w:r>
              <w:t>comparable (subject to caveats) across jurisdictions and over time</w:t>
            </w:r>
            <w:r w:rsidR="002C7F2F">
              <w:t>.</w:t>
            </w:r>
            <w:r w:rsidR="008346B0">
              <w:t xml:space="preserve"> A break in series with the change of target age group </w:t>
            </w:r>
            <w:r w:rsidR="008105C8">
              <w:t>from</w:t>
            </w:r>
            <w:r w:rsidR="008346B0">
              <w:t xml:space="preserve"> 50-69 years to 50-74 years means that data from 2014</w:t>
            </w:r>
            <w:r w:rsidR="00FA2493">
              <w:t>–</w:t>
            </w:r>
            <w:r w:rsidR="008346B0">
              <w:t>2015</w:t>
            </w:r>
            <w:r w:rsidR="002C7F2F">
              <w:t xml:space="preserve"> </w:t>
            </w:r>
            <w:r w:rsidR="00507A02">
              <w:t xml:space="preserve">onwards </w:t>
            </w:r>
            <w:r w:rsidR="008346B0" w:rsidRPr="008346B0">
              <w:t>are not comparable to earlier time periods</w:t>
            </w:r>
          </w:p>
          <w:p w:rsidR="002538FD" w:rsidRDefault="002538FD" w:rsidP="00D8453E">
            <w:pPr>
              <w:pStyle w:val="BoxListBullet"/>
            </w:pPr>
            <w:r>
              <w:t>complete (subject to caveats) for the current reporting period. All required data for the 24</w:t>
            </w:r>
            <w:r>
              <w:noBreakHyphen/>
              <w:t>month period 201</w:t>
            </w:r>
            <w:r w:rsidR="00845BEA">
              <w:t>4</w:t>
            </w:r>
            <w:r w:rsidR="00507A02">
              <w:t>–</w:t>
            </w:r>
            <w:r>
              <w:t>201</w:t>
            </w:r>
            <w:r w:rsidR="00845BEA">
              <w:t>5</w:t>
            </w:r>
            <w:r>
              <w:t xml:space="preserve"> are available for all jurisdictions.</w:t>
            </w:r>
          </w:p>
        </w:tc>
      </w:tr>
      <w:tr w:rsidR="002538FD" w:rsidTr="00F520F2">
        <w:trPr>
          <w:cantSplit/>
        </w:trPr>
        <w:tc>
          <w:tcPr>
            <w:tcW w:w="8771" w:type="dxa"/>
            <w:tcBorders>
              <w:top w:val="nil"/>
              <w:left w:val="nil"/>
              <w:bottom w:val="single" w:sz="6" w:space="0" w:color="78A22F"/>
              <w:right w:val="nil"/>
            </w:tcBorders>
            <w:shd w:val="clear" w:color="auto" w:fill="F2F2F2"/>
          </w:tcPr>
          <w:p w:rsidR="002538FD" w:rsidRDefault="002538FD">
            <w:pPr>
              <w:pStyle w:val="Box"/>
              <w:spacing w:before="0" w:line="120" w:lineRule="exact"/>
            </w:pPr>
          </w:p>
        </w:tc>
      </w:tr>
      <w:tr w:rsidR="002538FD" w:rsidRPr="000863A5" w:rsidTr="00F520F2">
        <w:tc>
          <w:tcPr>
            <w:tcW w:w="8771" w:type="dxa"/>
            <w:tcBorders>
              <w:top w:val="single" w:sz="6" w:space="0" w:color="78A22F"/>
              <w:left w:val="nil"/>
              <w:bottom w:val="nil"/>
              <w:right w:val="nil"/>
            </w:tcBorders>
          </w:tcPr>
          <w:p w:rsidR="002538FD" w:rsidRPr="00626D32" w:rsidRDefault="002538FD" w:rsidP="00F520F2">
            <w:pPr>
              <w:pStyle w:val="BoxSpaceBelow"/>
            </w:pPr>
          </w:p>
        </w:tc>
      </w:tr>
    </w:tbl>
    <w:p w:rsidR="00FA2493" w:rsidRDefault="00FA2493" w:rsidP="00FA2493">
      <w:pPr>
        <w:pStyle w:val="BodyText"/>
      </w:pPr>
      <w:r w:rsidRPr="000135E5">
        <w:t>The national age standardised participation rate for women aged 50–74 years for the 24 month reference period 2014–2015 was 53.2 per cent (figure 10.23).</w:t>
      </w:r>
    </w:p>
    <w:p w:rsidR="00E55146" w:rsidRDefault="00E55146"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146" w:rsidTr="0038602A">
        <w:tc>
          <w:tcPr>
            <w:tcW w:w="8771" w:type="dxa"/>
            <w:tcBorders>
              <w:top w:val="single" w:sz="6" w:space="0" w:color="78A22F"/>
              <w:left w:val="nil"/>
              <w:bottom w:val="nil"/>
              <w:right w:val="nil"/>
            </w:tcBorders>
            <w:shd w:val="clear" w:color="auto" w:fill="auto"/>
          </w:tcPr>
          <w:p w:rsidR="00E55146" w:rsidRPr="00176D3F" w:rsidRDefault="00E55146" w:rsidP="00113A1C">
            <w:pPr>
              <w:pStyle w:val="FigureTitle"/>
            </w:pPr>
            <w:r w:rsidRPr="00784A05">
              <w:rPr>
                <w:b w:val="0"/>
              </w:rPr>
              <w:t xml:space="preserve">Figure </w:t>
            </w:r>
            <w:r>
              <w:rPr>
                <w:b w:val="0"/>
              </w:rPr>
              <w:t>10.</w:t>
            </w:r>
            <w:r w:rsidR="008F09D3">
              <w:rPr>
                <w:b w:val="0"/>
                <w:noProof/>
              </w:rPr>
              <w:t>23</w:t>
            </w:r>
            <w:r>
              <w:tab/>
            </w:r>
            <w:r w:rsidRPr="00643080">
              <w:t xml:space="preserve">Participation in </w:t>
            </w:r>
            <w:proofErr w:type="spellStart"/>
            <w:r w:rsidRPr="00643080">
              <w:t>BreastScreen</w:t>
            </w:r>
            <w:proofErr w:type="spellEnd"/>
            <w:r w:rsidRPr="00643080">
              <w:t xml:space="preserve"> Australia screening programs — women aged </w:t>
            </w:r>
            <w:r w:rsidRPr="00001EC4">
              <w:t>50–</w:t>
            </w:r>
            <w:r w:rsidR="00001EC4" w:rsidRPr="00001EC4">
              <w:t>74</w:t>
            </w:r>
            <w:r w:rsidRPr="00001EC4">
              <w:t xml:space="preserve"> years</w:t>
            </w:r>
            <w:r w:rsidRPr="00643080">
              <w:t xml:space="preserve"> </w:t>
            </w:r>
            <w:r w:rsidR="00B62AB6">
              <w:t>2014</w:t>
            </w:r>
            <w:r w:rsidR="00113A1C">
              <w:t>-</w:t>
            </w:r>
            <w:r w:rsidR="00B62AB6">
              <w:t xml:space="preserve">2015 </w:t>
            </w:r>
            <w:r w:rsidRPr="00643080">
              <w:t>(24 month period)</w:t>
            </w:r>
            <w:r>
              <w:rPr>
                <w:rStyle w:val="NoteLabel"/>
                <w:b/>
              </w:rPr>
              <w:t>a</w:t>
            </w:r>
          </w:p>
        </w:tc>
      </w:tr>
      <w:tr w:rsidR="00E55146"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55146" w:rsidTr="00001EC4">
              <w:trPr>
                <w:jc w:val="center"/>
              </w:trPr>
              <w:tc>
                <w:tcPr>
                  <w:tcW w:w="8504" w:type="dxa"/>
                  <w:tcBorders>
                    <w:top w:val="nil"/>
                    <w:bottom w:val="nil"/>
                  </w:tcBorders>
                </w:tcPr>
                <w:p w:rsidR="00E55146" w:rsidRDefault="00461A36" w:rsidP="0038602A">
                  <w:pPr>
                    <w:pStyle w:val="Figure"/>
                    <w:spacing w:before="60" w:after="60"/>
                  </w:pPr>
                  <w:r>
                    <w:rPr>
                      <w:noProof/>
                    </w:rPr>
                    <w:drawing>
                      <wp:inline distT="0" distB="0" distL="0" distR="0" wp14:anchorId="256FE209" wp14:editId="503F2D57">
                        <wp:extent cx="5238750" cy="2667000"/>
                        <wp:effectExtent l="0" t="0" r="0" b="0"/>
                        <wp:docPr id="25" name="Picture 25" descr="Figure 10.23 Participation in BreastScreen Australia screening programs, women aged 50-74 years, for the 24 month period covering 2014-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38750" cy="2667000"/>
                                </a:xfrm>
                                <a:prstGeom prst="rect">
                                  <a:avLst/>
                                </a:prstGeom>
                                <a:noFill/>
                                <a:ln>
                                  <a:noFill/>
                                </a:ln>
                              </pic:spPr>
                            </pic:pic>
                          </a:graphicData>
                        </a:graphic>
                      </wp:inline>
                    </w:drawing>
                  </w:r>
                </w:p>
              </w:tc>
            </w:tr>
          </w:tbl>
          <w:p w:rsidR="00E55146" w:rsidRDefault="00E55146" w:rsidP="0038602A">
            <w:pPr>
              <w:pStyle w:val="Figure"/>
            </w:pPr>
          </w:p>
        </w:tc>
      </w:tr>
      <w:tr w:rsidR="00E55146" w:rsidRPr="00176D3F" w:rsidTr="0038602A">
        <w:tc>
          <w:tcPr>
            <w:tcW w:w="8771" w:type="dxa"/>
            <w:tcBorders>
              <w:top w:val="nil"/>
              <w:left w:val="nil"/>
              <w:bottom w:val="nil"/>
              <w:right w:val="nil"/>
            </w:tcBorders>
            <w:shd w:val="clear" w:color="auto" w:fill="auto"/>
          </w:tcPr>
          <w:p w:rsidR="00E55146" w:rsidRPr="00176D3F" w:rsidRDefault="00E55146" w:rsidP="00FF3D12">
            <w:pPr>
              <w:pStyle w:val="Note"/>
            </w:pPr>
            <w:r>
              <w:rPr>
                <w:rStyle w:val="NoteLabel"/>
              </w:rPr>
              <w:t>a</w:t>
            </w:r>
            <w:r>
              <w:t xml:space="preserve"> See </w:t>
            </w:r>
            <w:r w:rsidRPr="00F4390A">
              <w:t>box 10.2</w:t>
            </w:r>
            <w:r w:rsidR="00F4390A">
              <w:t>0</w:t>
            </w:r>
            <w:r>
              <w:t xml:space="preserve"> and </w:t>
            </w:r>
            <w:r w:rsidRPr="000135E5">
              <w:t xml:space="preserve">table </w:t>
            </w:r>
            <w:proofErr w:type="spellStart"/>
            <w:r w:rsidRPr="000135E5">
              <w:t>10A.</w:t>
            </w:r>
            <w:r w:rsidR="00FF3D12">
              <w:t>76</w:t>
            </w:r>
            <w:proofErr w:type="spellEnd"/>
            <w:r>
              <w:t xml:space="preserve"> for detailed definitions, footnotes and caveats.</w:t>
            </w:r>
          </w:p>
        </w:tc>
      </w:tr>
      <w:tr w:rsidR="00E55146" w:rsidRPr="00176D3F" w:rsidTr="0038602A">
        <w:tc>
          <w:tcPr>
            <w:tcW w:w="8771" w:type="dxa"/>
            <w:tcBorders>
              <w:top w:val="nil"/>
              <w:left w:val="nil"/>
              <w:bottom w:val="nil"/>
              <w:right w:val="nil"/>
            </w:tcBorders>
            <w:shd w:val="clear" w:color="auto" w:fill="auto"/>
          </w:tcPr>
          <w:p w:rsidR="00E55146" w:rsidRPr="00176D3F" w:rsidRDefault="00E55146" w:rsidP="00FF3D12">
            <w:pPr>
              <w:pStyle w:val="Source"/>
            </w:pPr>
            <w:r>
              <w:rPr>
                <w:i/>
              </w:rPr>
              <w:t>Source</w:t>
            </w:r>
            <w:r w:rsidRPr="00167F06">
              <w:t xml:space="preserve">: </w:t>
            </w:r>
            <w:r>
              <w:t xml:space="preserve">State and Territory governments (unpublished); </w:t>
            </w:r>
            <w:r w:rsidRPr="00A73D31">
              <w:t>ABS</w:t>
            </w:r>
            <w:r>
              <w:t xml:space="preserve"> </w:t>
            </w:r>
            <w:r w:rsidRPr="00A73D31">
              <w:t xml:space="preserve">(various years) </w:t>
            </w:r>
            <w:r w:rsidRPr="000C2588">
              <w:t>Population by Age and Sex, Australian States and Territories,</w:t>
            </w:r>
            <w:r w:rsidRPr="00A73D31">
              <w:t xml:space="preserve"> Cat. </w:t>
            </w:r>
            <w:r>
              <w:t>n</w:t>
            </w:r>
            <w:r w:rsidRPr="00A73D31">
              <w:t>o. 3201.0</w:t>
            </w:r>
            <w:r>
              <w:t xml:space="preserve">; </w:t>
            </w:r>
            <w:r w:rsidRPr="000135E5">
              <w:t xml:space="preserve">table </w:t>
            </w:r>
            <w:proofErr w:type="spellStart"/>
            <w:r w:rsidRPr="000135E5">
              <w:t>10A.</w:t>
            </w:r>
            <w:r w:rsidR="00FF3D12">
              <w:t>76</w:t>
            </w:r>
            <w:proofErr w:type="spellEnd"/>
            <w:r>
              <w:t>.</w:t>
            </w:r>
            <w:r w:rsidRPr="00176D3F">
              <w:t xml:space="preserve"> </w:t>
            </w:r>
          </w:p>
        </w:tc>
      </w:tr>
      <w:tr w:rsidR="00E55146" w:rsidTr="0038602A">
        <w:tc>
          <w:tcPr>
            <w:tcW w:w="8771" w:type="dxa"/>
            <w:tcBorders>
              <w:top w:val="nil"/>
              <w:left w:val="nil"/>
              <w:bottom w:val="single" w:sz="6" w:space="0" w:color="78A22F"/>
              <w:right w:val="nil"/>
            </w:tcBorders>
            <w:shd w:val="clear" w:color="auto" w:fill="auto"/>
          </w:tcPr>
          <w:p w:rsidR="00E55146" w:rsidRDefault="00E55146" w:rsidP="0038602A">
            <w:pPr>
              <w:pStyle w:val="Figurespace"/>
            </w:pPr>
          </w:p>
        </w:tc>
      </w:tr>
      <w:tr w:rsidR="00E55146" w:rsidRPr="000863A5" w:rsidTr="0038602A">
        <w:tc>
          <w:tcPr>
            <w:tcW w:w="8771" w:type="dxa"/>
            <w:tcBorders>
              <w:top w:val="single" w:sz="6" w:space="0" w:color="78A22F"/>
              <w:left w:val="nil"/>
              <w:bottom w:val="nil"/>
              <w:right w:val="nil"/>
            </w:tcBorders>
          </w:tcPr>
          <w:p w:rsidR="00E55146" w:rsidRPr="00626D32" w:rsidRDefault="00E55146" w:rsidP="0038602A">
            <w:pPr>
              <w:pStyle w:val="BoxSpaceBelow"/>
            </w:pPr>
          </w:p>
        </w:tc>
      </w:tr>
    </w:tbl>
    <w:p w:rsidR="00E7605A" w:rsidRDefault="00860920" w:rsidP="007D66D3">
      <w:pPr>
        <w:pStyle w:val="BodyText"/>
      </w:pPr>
      <w:r>
        <w:t>Aboriginal and Torres Strait Islander</w:t>
      </w:r>
      <w:r w:rsidRPr="008424C4">
        <w:t xml:space="preserve"> wo</w:t>
      </w:r>
      <w:r>
        <w:t>men, women from non</w:t>
      </w:r>
      <w:r>
        <w:noBreakHyphen/>
      </w:r>
      <w:r w:rsidRPr="008424C4">
        <w:t>English speaking backgrounds (</w:t>
      </w:r>
      <w:proofErr w:type="spellStart"/>
      <w:r w:rsidRPr="008424C4">
        <w:t>NESB</w:t>
      </w:r>
      <w:proofErr w:type="spellEnd"/>
      <w:r w:rsidRPr="008424C4">
        <w:t>) and women living in outer regional, remote and very remote areas can experience particular language, cultural and geographic barriers to accessing breast cancer screening.</w:t>
      </w:r>
      <w:r>
        <w:t xml:space="preserve"> </w:t>
      </w:r>
      <w:r w:rsidRPr="00B927EB">
        <w:t>Participation rates for community groups at</w:t>
      </w:r>
      <w:r>
        <w:t xml:space="preserve"> or close to</w:t>
      </w:r>
      <w:r w:rsidRPr="00B927EB">
        <w:t xml:space="preserve"> those for the total population indicate equitable access to early detection services.</w:t>
      </w:r>
      <w:r>
        <w:t xml:space="preserve"> Data are not directly </w:t>
      </w:r>
      <w:r>
        <w:lastRenderedPageBreak/>
        <w:t xml:space="preserve">comparable within or across community groups </w:t>
      </w:r>
      <w:r w:rsidRPr="00D72BFA">
        <w:t xml:space="preserve">as </w:t>
      </w:r>
      <w:r>
        <w:t xml:space="preserve">Indigenous </w:t>
      </w:r>
      <w:r w:rsidRPr="00D72BFA">
        <w:t xml:space="preserve">and </w:t>
      </w:r>
      <w:proofErr w:type="spellStart"/>
      <w:r w:rsidRPr="00D72BFA">
        <w:t>NESB</w:t>
      </w:r>
      <w:proofErr w:type="spellEnd"/>
      <w:r>
        <w:t xml:space="preserve"> status</w:t>
      </w:r>
      <w:r w:rsidRPr="00D72BFA">
        <w:t xml:space="preserve"> </w:t>
      </w:r>
      <w:r>
        <w:t>identification in</w:t>
      </w:r>
      <w:r w:rsidR="00923025">
        <w:t xml:space="preserve"> administrative records varies.</w:t>
      </w:r>
    </w:p>
    <w:p w:rsidR="00860920" w:rsidRPr="00097C57" w:rsidRDefault="00E73B7E" w:rsidP="00762D09">
      <w:pPr>
        <w:pStyle w:val="BodyText"/>
      </w:pPr>
      <w:r w:rsidRPr="005E67F8">
        <w:t>For the 24</w:t>
      </w:r>
      <w:r w:rsidR="0064097A" w:rsidRPr="005E67F8">
        <w:noBreakHyphen/>
      </w:r>
      <w:r w:rsidRPr="005E67F8">
        <w:t>month period 201</w:t>
      </w:r>
      <w:r w:rsidR="00B62AB6" w:rsidRPr="005E67F8">
        <w:t>4</w:t>
      </w:r>
      <w:r w:rsidR="002220F3" w:rsidRPr="005E67F8">
        <w:t>–</w:t>
      </w:r>
      <w:r w:rsidRPr="005E67F8">
        <w:t>201</w:t>
      </w:r>
      <w:r w:rsidR="00B62AB6" w:rsidRPr="005E67F8">
        <w:t>5</w:t>
      </w:r>
      <w:r w:rsidRPr="005E67F8">
        <w:t xml:space="preserve">, the participation rate for women </w:t>
      </w:r>
      <w:r w:rsidR="00C259E7" w:rsidRPr="005E67F8">
        <w:t>aged 50–</w:t>
      </w:r>
      <w:r w:rsidR="00784EE0" w:rsidRPr="005E67F8">
        <w:t>74</w:t>
      </w:r>
      <w:r w:rsidR="00C259E7" w:rsidRPr="005E67F8">
        <w:t xml:space="preserve"> years</w:t>
      </w:r>
      <w:r w:rsidRPr="005E67F8">
        <w:t xml:space="preserve"> was </w:t>
      </w:r>
      <w:r w:rsidR="00851886" w:rsidRPr="005E67F8">
        <w:t>3</w:t>
      </w:r>
      <w:r w:rsidR="00D8453E" w:rsidRPr="005E67F8">
        <w:t>7</w:t>
      </w:r>
      <w:r w:rsidRPr="005E67F8">
        <w:t>.</w:t>
      </w:r>
      <w:r w:rsidR="00D8453E" w:rsidRPr="005E67F8">
        <w:t>1</w:t>
      </w:r>
      <w:r w:rsidRPr="005E67F8">
        <w:t xml:space="preserve"> per cent for Aboriginal and Torres Strait Islander women an</w:t>
      </w:r>
      <w:r w:rsidR="00B62AB6" w:rsidRPr="005E67F8">
        <w:t xml:space="preserve">d </w:t>
      </w:r>
      <w:r w:rsidR="00851886" w:rsidRPr="005E67F8">
        <w:t>4</w:t>
      </w:r>
      <w:r w:rsidR="00D8453E" w:rsidRPr="005E67F8">
        <w:t>9</w:t>
      </w:r>
      <w:r w:rsidR="00B62AB6" w:rsidRPr="005E67F8">
        <w:t>.</w:t>
      </w:r>
      <w:r w:rsidR="00D8453E" w:rsidRPr="005E67F8">
        <w:t>1</w:t>
      </w:r>
      <w:r w:rsidR="00B62AB6" w:rsidRPr="005E67F8">
        <w:t xml:space="preserve"> per cent for </w:t>
      </w:r>
      <w:proofErr w:type="spellStart"/>
      <w:r w:rsidR="00B62AB6" w:rsidRPr="005E67F8">
        <w:t>NESB</w:t>
      </w:r>
      <w:proofErr w:type="spellEnd"/>
      <w:r w:rsidR="00B62AB6" w:rsidRPr="005E67F8">
        <w:t xml:space="preserve"> women </w:t>
      </w:r>
      <w:r w:rsidR="005830A6" w:rsidRPr="005E67F8">
        <w:t xml:space="preserve">(tables </w:t>
      </w:r>
      <w:proofErr w:type="spellStart"/>
      <w:r w:rsidR="005830A6" w:rsidRPr="005E67F8">
        <w:t>10A.</w:t>
      </w:r>
      <w:r w:rsidR="00FF3D12" w:rsidRPr="005E67F8">
        <w:t>77</w:t>
      </w:r>
      <w:proofErr w:type="spellEnd"/>
      <w:r w:rsidR="00507A02" w:rsidRPr="005E67F8">
        <w:t>-</w:t>
      </w:r>
      <w:r w:rsidR="00FF3D12" w:rsidRPr="005E67F8">
        <w:t>78</w:t>
      </w:r>
      <w:r w:rsidRPr="005E67F8">
        <w:t>).</w:t>
      </w:r>
      <w:r w:rsidRPr="00B62AB6">
        <w:t xml:space="preserve"> </w:t>
      </w:r>
      <w:r w:rsidR="00860920" w:rsidRPr="00CF1BE2">
        <w:t xml:space="preserve">State and Territory data by remoteness area </w:t>
      </w:r>
      <w:r w:rsidR="00CF1BE2">
        <w:t>showed that participation rates were highest in outer regional areas (58.2 per cent) and the major cities (56.6 per cent</w:t>
      </w:r>
      <w:r w:rsidR="00140B80">
        <w:t>)</w:t>
      </w:r>
      <w:r w:rsidR="00CF1BE2">
        <w:t xml:space="preserve"> </w:t>
      </w:r>
      <w:r w:rsidR="00C31443">
        <w:t>(</w:t>
      </w:r>
      <w:r w:rsidR="002220F3" w:rsidRPr="00CF1BE2">
        <w:t>table </w:t>
      </w:r>
      <w:proofErr w:type="spellStart"/>
      <w:r w:rsidR="00860920" w:rsidRPr="00CF1BE2">
        <w:t>10A.</w:t>
      </w:r>
      <w:r w:rsidR="00FF3D12">
        <w:t>7</w:t>
      </w:r>
      <w:r w:rsidR="00860920" w:rsidRPr="00CF1BE2">
        <w:t>9</w:t>
      </w:r>
      <w:proofErr w:type="spellEnd"/>
      <w:r w:rsidR="00E7605A" w:rsidRPr="00CF1BE2">
        <w:t>)</w:t>
      </w:r>
      <w:r w:rsidR="00860920" w:rsidRPr="00CF1BE2">
        <w:t>.</w:t>
      </w:r>
    </w:p>
    <w:p w:rsidR="000A5518" w:rsidRPr="00097C57" w:rsidRDefault="000A5518" w:rsidP="00923025">
      <w:pPr>
        <w:pStyle w:val="Heading4"/>
        <w:rPr>
          <w:rFonts w:ascii="Times New Roman" w:hAnsi="Times New Roman"/>
        </w:rPr>
      </w:pPr>
      <w:r w:rsidRPr="00701FDC">
        <w:t>Participation for women in cervical screening</w:t>
      </w:r>
    </w:p>
    <w:p w:rsidR="00D1655C" w:rsidRDefault="000A5518" w:rsidP="000A5518">
      <w:pPr>
        <w:pStyle w:val="BodyText"/>
      </w:pPr>
      <w:r w:rsidRPr="00701FDC">
        <w:t xml:space="preserve">‘Participation for women in cervical screening’ is an indicator of </w:t>
      </w:r>
      <w:r>
        <w:t xml:space="preserve">governments’ objective to </w:t>
      </w:r>
      <w:r w:rsidR="00B62AB6">
        <w:t xml:space="preserve">prevent illness </w:t>
      </w:r>
      <w:r>
        <w:t>through the provision of early detection services (</w:t>
      </w:r>
      <w:r w:rsidRPr="0079731E">
        <w:t>box 10.</w:t>
      </w:r>
      <w:r w:rsidR="0079731E">
        <w:t>2</w:t>
      </w:r>
      <w:r w:rsidR="001C7EC5">
        <w:t>1</w:t>
      </w:r>
      <w:r>
        <w:t>).</w:t>
      </w:r>
    </w:p>
    <w:p w:rsidR="00751A5B" w:rsidRDefault="00751A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1A5B" w:rsidTr="00F520F2">
        <w:tc>
          <w:tcPr>
            <w:tcW w:w="8771" w:type="dxa"/>
            <w:tcBorders>
              <w:top w:val="single" w:sz="6" w:space="0" w:color="78A22F"/>
              <w:left w:val="nil"/>
              <w:bottom w:val="nil"/>
              <w:right w:val="nil"/>
            </w:tcBorders>
            <w:shd w:val="clear" w:color="auto" w:fill="F2F2F2"/>
          </w:tcPr>
          <w:p w:rsidR="00751A5B" w:rsidRDefault="00751A5B" w:rsidP="00751A5B">
            <w:pPr>
              <w:pStyle w:val="BoxTitle"/>
            </w:pPr>
            <w:r>
              <w:rPr>
                <w:b w:val="0"/>
              </w:rPr>
              <w:t>Box 10.</w:t>
            </w:r>
            <w:r w:rsidR="008F09D3">
              <w:rPr>
                <w:b w:val="0"/>
                <w:noProof/>
              </w:rPr>
              <w:t>21</w:t>
            </w:r>
            <w:r>
              <w:tab/>
            </w:r>
            <w:r w:rsidRPr="00480CFE">
              <w:t>Participation for women in cervical screening</w:t>
            </w:r>
          </w:p>
        </w:tc>
      </w:tr>
      <w:tr w:rsidR="00751A5B" w:rsidTr="00F520F2">
        <w:trPr>
          <w:cantSplit/>
        </w:trPr>
        <w:tc>
          <w:tcPr>
            <w:tcW w:w="8771" w:type="dxa"/>
            <w:tcBorders>
              <w:top w:val="nil"/>
              <w:left w:val="nil"/>
              <w:bottom w:val="nil"/>
              <w:right w:val="nil"/>
            </w:tcBorders>
            <w:shd w:val="clear" w:color="auto" w:fill="F2F2F2"/>
          </w:tcPr>
          <w:p w:rsidR="00751A5B" w:rsidRDefault="00751A5B" w:rsidP="00751A5B">
            <w:pPr>
              <w:pStyle w:val="Box"/>
            </w:pPr>
            <w:r w:rsidRPr="00F2021D">
              <w:t xml:space="preserve">‘Participation for women in cervical screening’ </w:t>
            </w:r>
            <w:r>
              <w:t xml:space="preserve">is defined as the proportion of the estimated eligible population of women aged 20–69 years who are screened over a </w:t>
            </w:r>
            <w:r w:rsidR="00507A02">
              <w:t>24 month</w:t>
            </w:r>
            <w:r>
              <w:t xml:space="preserve"> period, reported as a rate. Eligible women are those who have not had a hysterectomy.</w:t>
            </w:r>
          </w:p>
          <w:p w:rsidR="00751A5B" w:rsidRDefault="00751A5B" w:rsidP="00751A5B">
            <w:pPr>
              <w:pStyle w:val="Box"/>
            </w:pPr>
            <w:r>
              <w:t>A high or increasing proportion of eligible women aged 20–69 years who have been screened is desirable.</w:t>
            </w:r>
          </w:p>
          <w:p w:rsidR="00751A5B" w:rsidRDefault="00751A5B" w:rsidP="00751A5B">
            <w:pPr>
              <w:pStyle w:val="Box"/>
            </w:pPr>
            <w:r>
              <w:t>Data reported against this indicator are:</w:t>
            </w:r>
          </w:p>
          <w:p w:rsidR="00751A5B" w:rsidRDefault="00751A5B" w:rsidP="00751A5B">
            <w:pPr>
              <w:pStyle w:val="BoxListBullet"/>
            </w:pPr>
            <w:r>
              <w:t>comparable (subject to caveats) across jurisdictions and over time</w:t>
            </w:r>
          </w:p>
          <w:p w:rsidR="00751A5B" w:rsidRDefault="00751A5B" w:rsidP="00507A02">
            <w:pPr>
              <w:pStyle w:val="BoxListBullet"/>
            </w:pPr>
            <w:r>
              <w:t>complete (subject to caveats) for the current reporting period. All required data for the 24</w:t>
            </w:r>
            <w:r>
              <w:noBreakHyphen/>
              <w:t xml:space="preserve">month period </w:t>
            </w:r>
            <w:r w:rsidRPr="00C6121D">
              <w:t>201</w:t>
            </w:r>
            <w:r w:rsidR="00C6121D" w:rsidRPr="00C6121D">
              <w:t>4</w:t>
            </w:r>
            <w:r w:rsidR="00507A02">
              <w:t>–</w:t>
            </w:r>
            <w:r w:rsidRPr="00C6121D">
              <w:t>201</w:t>
            </w:r>
            <w:r w:rsidR="00C6121D" w:rsidRPr="00C6121D">
              <w:t>5</w:t>
            </w:r>
            <w:r>
              <w:t xml:space="preserve"> are a</w:t>
            </w:r>
            <w:r w:rsidR="00E47D85">
              <w:t>vailable for all jurisdictions.</w:t>
            </w:r>
          </w:p>
        </w:tc>
      </w:tr>
      <w:tr w:rsidR="00751A5B" w:rsidTr="00F520F2">
        <w:trPr>
          <w:cantSplit/>
        </w:trPr>
        <w:tc>
          <w:tcPr>
            <w:tcW w:w="8771" w:type="dxa"/>
            <w:tcBorders>
              <w:top w:val="nil"/>
              <w:left w:val="nil"/>
              <w:bottom w:val="single" w:sz="6" w:space="0" w:color="78A22F"/>
              <w:right w:val="nil"/>
            </w:tcBorders>
            <w:shd w:val="clear" w:color="auto" w:fill="F2F2F2"/>
          </w:tcPr>
          <w:p w:rsidR="00751A5B" w:rsidRDefault="00751A5B">
            <w:pPr>
              <w:pStyle w:val="Box"/>
              <w:spacing w:before="0" w:line="120" w:lineRule="exact"/>
            </w:pPr>
          </w:p>
        </w:tc>
      </w:tr>
      <w:tr w:rsidR="00751A5B" w:rsidRPr="000863A5" w:rsidTr="00F520F2">
        <w:tc>
          <w:tcPr>
            <w:tcW w:w="8771" w:type="dxa"/>
            <w:tcBorders>
              <w:top w:val="single" w:sz="6" w:space="0" w:color="78A22F"/>
              <w:left w:val="nil"/>
              <w:bottom w:val="nil"/>
              <w:right w:val="nil"/>
            </w:tcBorders>
          </w:tcPr>
          <w:p w:rsidR="00751A5B" w:rsidRPr="00626D32" w:rsidRDefault="00751A5B" w:rsidP="00F520F2">
            <w:pPr>
              <w:pStyle w:val="BoxSpaceBelow"/>
            </w:pPr>
          </w:p>
        </w:tc>
      </w:tr>
    </w:tbl>
    <w:p w:rsidR="00507A02" w:rsidRDefault="00D1655C" w:rsidP="00D666C0">
      <w:pPr>
        <w:pStyle w:val="BodyText"/>
      </w:pPr>
      <w:bookmarkStart w:id="19" w:name="TableTitle"/>
      <w:bookmarkEnd w:id="19"/>
      <w:r w:rsidRPr="00E06FAC">
        <w:t>For the 24 month period 201</w:t>
      </w:r>
      <w:r w:rsidR="00C6121D" w:rsidRPr="00E06FAC">
        <w:t>4</w:t>
      </w:r>
      <w:r w:rsidR="002220F3" w:rsidRPr="00E06FAC">
        <w:t>–</w:t>
      </w:r>
      <w:r w:rsidRPr="00E06FAC">
        <w:t>201</w:t>
      </w:r>
      <w:r w:rsidR="00C6121D" w:rsidRPr="00E06FAC">
        <w:t>5</w:t>
      </w:r>
      <w:r w:rsidRPr="00E06FAC">
        <w:t>, t</w:t>
      </w:r>
      <w:r w:rsidR="00D666C0" w:rsidRPr="00E06FAC">
        <w:t>he national age</w:t>
      </w:r>
      <w:r w:rsidR="0064097A" w:rsidRPr="00E06FAC">
        <w:noBreakHyphen/>
      </w:r>
      <w:r w:rsidR="00D666C0" w:rsidRPr="00E06FAC">
        <w:t>standardised participation rate for women aged 20–69 years in cervical screening</w:t>
      </w:r>
      <w:r w:rsidRPr="00E06FAC">
        <w:t xml:space="preserve"> was 5</w:t>
      </w:r>
      <w:r w:rsidR="00C6121D" w:rsidRPr="00E06FAC">
        <w:t>6</w:t>
      </w:r>
      <w:r w:rsidRPr="00E06FAC">
        <w:t>.</w:t>
      </w:r>
      <w:r w:rsidR="000A3BE1">
        <w:t>9</w:t>
      </w:r>
      <w:r w:rsidRPr="00E06FAC">
        <w:t xml:space="preserve"> per cent, </w:t>
      </w:r>
      <w:r w:rsidRPr="000A3BE1">
        <w:t>a slight decrease from</w:t>
      </w:r>
      <w:r w:rsidR="0064097A" w:rsidRPr="000A3BE1">
        <w:t xml:space="preserve"> </w:t>
      </w:r>
      <w:r w:rsidRPr="000A3BE1">
        <w:t>57.</w:t>
      </w:r>
      <w:r w:rsidR="000A3BE1" w:rsidRPr="000A3BE1">
        <w:t>3</w:t>
      </w:r>
      <w:r w:rsidRPr="000A3BE1">
        <w:t xml:space="preserve"> per cent for the 24</w:t>
      </w:r>
      <w:r w:rsidR="0064097A" w:rsidRPr="000A3BE1">
        <w:noBreakHyphen/>
      </w:r>
      <w:r w:rsidRPr="000A3BE1">
        <w:t>month period 20</w:t>
      </w:r>
      <w:r w:rsidR="000A3BE1" w:rsidRPr="000A3BE1">
        <w:t>1</w:t>
      </w:r>
      <w:r w:rsidRPr="000A3BE1">
        <w:t>0</w:t>
      </w:r>
      <w:r w:rsidR="002220F3" w:rsidRPr="000A3BE1">
        <w:t>–</w:t>
      </w:r>
      <w:r w:rsidRPr="000A3BE1">
        <w:t>201</w:t>
      </w:r>
      <w:r w:rsidR="000A3BE1" w:rsidRPr="000A3BE1">
        <w:t>1</w:t>
      </w:r>
      <w:r w:rsidR="00D666C0" w:rsidRPr="000A3BE1">
        <w:t xml:space="preserve"> </w:t>
      </w:r>
      <w:r w:rsidR="00D666C0" w:rsidRPr="007E0C49">
        <w:t>(</w:t>
      </w:r>
      <w:r w:rsidR="0074005E" w:rsidRPr="007E0C49">
        <w:t>figure 10.2</w:t>
      </w:r>
      <w:r w:rsidR="00B62AB6">
        <w:t>4</w:t>
      </w:r>
      <w:r w:rsidR="00D666C0" w:rsidRPr="007E0C49">
        <w:t>).</w:t>
      </w:r>
      <w:r w:rsidR="00D666C0" w:rsidRPr="00E06FAC">
        <w:t xml:space="preserve"> Data are presented for a </w:t>
      </w:r>
      <w:r w:rsidR="00E06FAC" w:rsidRPr="00E06FAC">
        <w:t>ten</w:t>
      </w:r>
      <w:r w:rsidR="00D666C0" w:rsidRPr="00E06FAC">
        <w:t xml:space="preserve"> year time series in </w:t>
      </w:r>
      <w:r w:rsidR="00D666C0" w:rsidRPr="00B62AB6">
        <w:t xml:space="preserve">table </w:t>
      </w:r>
      <w:proofErr w:type="spellStart"/>
      <w:r w:rsidR="00D666C0" w:rsidRPr="00B62AB6">
        <w:t>10A.</w:t>
      </w:r>
      <w:r w:rsidR="00FF3D12">
        <w:t>80</w:t>
      </w:r>
      <w:proofErr w:type="spellEnd"/>
      <w:r w:rsidR="00D666C0" w:rsidRPr="00E06FAC">
        <w:t>.</w:t>
      </w:r>
    </w:p>
    <w:p w:rsidR="009E13B6" w:rsidRPr="00097C57" w:rsidRDefault="00E554C1" w:rsidP="00193CBE">
      <w:pPr>
        <w:pStyle w:val="BodyText"/>
      </w:pPr>
      <w:r w:rsidRPr="00E06FAC">
        <w:t>Nationally i</w:t>
      </w:r>
      <w:r w:rsidR="00D1655C" w:rsidRPr="00E06FAC">
        <w:t>n 2012</w:t>
      </w:r>
      <w:r w:rsidR="0064097A" w:rsidRPr="00E06FAC">
        <w:noBreakHyphen/>
      </w:r>
      <w:r w:rsidR="00D1655C" w:rsidRPr="00E06FAC">
        <w:t xml:space="preserve">13, </w:t>
      </w:r>
      <w:r w:rsidRPr="00E06FAC">
        <w:t xml:space="preserve">the age standardised proportion of </w:t>
      </w:r>
      <w:r w:rsidR="00D1655C" w:rsidRPr="00E06FAC">
        <w:t>Aboriginal and Torres Strait Islander women aged 20–69 years respond</w:t>
      </w:r>
      <w:r w:rsidR="00E0675F" w:rsidRPr="00E06FAC">
        <w:t>ing</w:t>
      </w:r>
      <w:r w:rsidR="00D1655C" w:rsidRPr="00E06FAC">
        <w:t xml:space="preserve"> to the National Aboriginal and Torres Strait Islander Health survey </w:t>
      </w:r>
      <w:r w:rsidR="00E0675F" w:rsidRPr="00E06FAC">
        <w:t xml:space="preserve">who </w:t>
      </w:r>
      <w:r w:rsidR="00D1655C" w:rsidRPr="00E06FAC">
        <w:t xml:space="preserve">reported having a Pap smear at least every 2 years </w:t>
      </w:r>
      <w:r w:rsidRPr="00E06FAC">
        <w:t xml:space="preserve">was </w:t>
      </w:r>
      <w:r w:rsidRPr="00193CBE">
        <w:t>53.4 per cent</w:t>
      </w:r>
      <w:r w:rsidRPr="00E06FAC">
        <w:t xml:space="preserve"> </w:t>
      </w:r>
      <w:r w:rsidR="00D1655C" w:rsidRPr="00B62AB6">
        <w:t>(table </w:t>
      </w:r>
      <w:proofErr w:type="spellStart"/>
      <w:r w:rsidR="00D1655C" w:rsidRPr="00B62AB6">
        <w:t>10A.</w:t>
      </w:r>
      <w:r w:rsidR="00FF3D12">
        <w:t>81</w:t>
      </w:r>
      <w:proofErr w:type="spellEnd"/>
      <w:r w:rsidR="00D1655C" w:rsidRPr="00B62AB6">
        <w:t>).</w:t>
      </w:r>
    </w:p>
    <w:p w:rsidR="006952A0" w:rsidRDefault="006952A0"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52A0" w:rsidTr="0038602A">
        <w:tc>
          <w:tcPr>
            <w:tcW w:w="8771" w:type="dxa"/>
            <w:tcBorders>
              <w:top w:val="single" w:sz="6" w:space="0" w:color="78A22F"/>
              <w:left w:val="nil"/>
              <w:bottom w:val="nil"/>
              <w:right w:val="nil"/>
            </w:tcBorders>
            <w:shd w:val="clear" w:color="auto" w:fill="auto"/>
          </w:tcPr>
          <w:p w:rsidR="006952A0" w:rsidRPr="00176D3F" w:rsidRDefault="006952A0" w:rsidP="006952A0">
            <w:pPr>
              <w:pStyle w:val="FigureTitle"/>
            </w:pPr>
            <w:r w:rsidRPr="00784A05">
              <w:rPr>
                <w:b w:val="0"/>
              </w:rPr>
              <w:t xml:space="preserve">Figure </w:t>
            </w:r>
            <w:r>
              <w:rPr>
                <w:b w:val="0"/>
              </w:rPr>
              <w:t>10.</w:t>
            </w:r>
            <w:r w:rsidR="008F09D3">
              <w:rPr>
                <w:b w:val="0"/>
                <w:noProof/>
              </w:rPr>
              <w:t>24</w:t>
            </w:r>
            <w:r>
              <w:tab/>
            </w:r>
            <w:r w:rsidRPr="00F000A2">
              <w:t>Participation rate for women aged 20–69 years in cervical screening</w:t>
            </w:r>
            <w:r>
              <w:t xml:space="preserve"> (24 </w:t>
            </w:r>
            <w:r w:rsidRPr="00C107E6">
              <w:t>month period)</w:t>
            </w:r>
            <w:r w:rsidRPr="00B91268">
              <w:rPr>
                <w:rStyle w:val="NoteLabel"/>
                <w:b/>
              </w:rPr>
              <w:t>a</w:t>
            </w:r>
          </w:p>
        </w:tc>
      </w:tr>
      <w:tr w:rsidR="006952A0"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952A0" w:rsidTr="000A3BE1">
              <w:trPr>
                <w:jc w:val="center"/>
              </w:trPr>
              <w:tc>
                <w:tcPr>
                  <w:tcW w:w="8504" w:type="dxa"/>
                  <w:tcBorders>
                    <w:top w:val="nil"/>
                    <w:bottom w:val="nil"/>
                  </w:tcBorders>
                </w:tcPr>
                <w:p w:rsidR="006952A0" w:rsidRDefault="00461A36" w:rsidP="0038602A">
                  <w:pPr>
                    <w:pStyle w:val="Figure"/>
                    <w:spacing w:before="60" w:after="60"/>
                  </w:pPr>
                  <w:r>
                    <w:rPr>
                      <w:noProof/>
                    </w:rPr>
                    <w:drawing>
                      <wp:inline distT="0" distB="0" distL="0" distR="0" wp14:anchorId="22BB33AE" wp14:editId="02BA6239">
                        <wp:extent cx="5248275" cy="2952750"/>
                        <wp:effectExtent l="0" t="0" r="9525" b="0"/>
                        <wp:docPr id="26" name="Picture 26" descr="Figure 10.24 Participation rate for women aged 20-69 years in cervical cancer screening, by 24 month perio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48275" cy="2952750"/>
                                </a:xfrm>
                                <a:prstGeom prst="rect">
                                  <a:avLst/>
                                </a:prstGeom>
                                <a:noFill/>
                                <a:ln>
                                  <a:noFill/>
                                </a:ln>
                              </pic:spPr>
                            </pic:pic>
                          </a:graphicData>
                        </a:graphic>
                      </wp:inline>
                    </w:drawing>
                  </w:r>
                </w:p>
              </w:tc>
            </w:tr>
          </w:tbl>
          <w:p w:rsidR="006952A0" w:rsidRDefault="006952A0" w:rsidP="0038602A">
            <w:pPr>
              <w:pStyle w:val="Figure"/>
            </w:pPr>
          </w:p>
        </w:tc>
      </w:tr>
      <w:tr w:rsidR="006952A0" w:rsidRPr="00176D3F" w:rsidTr="0038602A">
        <w:tc>
          <w:tcPr>
            <w:tcW w:w="8771" w:type="dxa"/>
            <w:tcBorders>
              <w:top w:val="nil"/>
              <w:left w:val="nil"/>
              <w:bottom w:val="nil"/>
              <w:right w:val="nil"/>
            </w:tcBorders>
            <w:shd w:val="clear" w:color="auto" w:fill="auto"/>
          </w:tcPr>
          <w:p w:rsidR="006952A0" w:rsidRPr="00176D3F" w:rsidRDefault="006952A0" w:rsidP="00FF3D12">
            <w:pPr>
              <w:pStyle w:val="Note"/>
            </w:pPr>
            <w:r>
              <w:rPr>
                <w:rStyle w:val="NoteLabel"/>
              </w:rPr>
              <w:t>a</w:t>
            </w:r>
            <w:r w:rsidRPr="00531CF3">
              <w:t xml:space="preserve"> </w:t>
            </w:r>
            <w:r>
              <w:t xml:space="preserve">See </w:t>
            </w:r>
            <w:r w:rsidRPr="00F4390A">
              <w:t>box 10.2</w:t>
            </w:r>
            <w:r w:rsidR="00F4390A">
              <w:t>1</w:t>
            </w:r>
            <w:r>
              <w:t xml:space="preserve"> and </w:t>
            </w:r>
            <w:r w:rsidRPr="008F1787">
              <w:t xml:space="preserve">table </w:t>
            </w:r>
            <w:proofErr w:type="spellStart"/>
            <w:r w:rsidRPr="008F1787">
              <w:t>10A.</w:t>
            </w:r>
            <w:r w:rsidR="00FF3D12">
              <w:t>80</w:t>
            </w:r>
            <w:proofErr w:type="spellEnd"/>
            <w:r>
              <w:t xml:space="preserve"> for detailed definitions, footnotes and caveats.</w:t>
            </w:r>
          </w:p>
        </w:tc>
      </w:tr>
      <w:tr w:rsidR="006952A0" w:rsidRPr="00176D3F" w:rsidTr="0038602A">
        <w:tc>
          <w:tcPr>
            <w:tcW w:w="8771" w:type="dxa"/>
            <w:tcBorders>
              <w:top w:val="nil"/>
              <w:left w:val="nil"/>
              <w:bottom w:val="nil"/>
              <w:right w:val="nil"/>
            </w:tcBorders>
            <w:shd w:val="clear" w:color="auto" w:fill="auto"/>
          </w:tcPr>
          <w:p w:rsidR="006952A0" w:rsidRPr="00176D3F" w:rsidRDefault="006952A0" w:rsidP="00FF3D12">
            <w:pPr>
              <w:pStyle w:val="Source"/>
            </w:pPr>
            <w:r w:rsidRPr="00014EF9">
              <w:rPr>
                <w:i/>
              </w:rPr>
              <w:t>Source</w:t>
            </w:r>
            <w:r w:rsidRPr="00014EF9">
              <w:t xml:space="preserve">: </w:t>
            </w:r>
            <w:proofErr w:type="spellStart"/>
            <w:r>
              <w:t>AIHW</w:t>
            </w:r>
            <w:proofErr w:type="spellEnd"/>
            <w:r>
              <w:t> </w:t>
            </w:r>
            <w:r w:rsidRPr="00014EF9">
              <w:t>(unpublished) State</w:t>
            </w:r>
            <w:r>
              <w:t xml:space="preserve"> and Territory Cervical Cytology Registry data collections</w:t>
            </w:r>
            <w:r w:rsidRPr="00EA31D1">
              <w:t xml:space="preserve">; </w:t>
            </w:r>
            <w:r w:rsidRPr="008F1787">
              <w:t>table </w:t>
            </w:r>
            <w:proofErr w:type="spellStart"/>
            <w:r w:rsidRPr="008F1787">
              <w:t>10A.</w:t>
            </w:r>
            <w:r w:rsidR="00FF3D12">
              <w:t>80</w:t>
            </w:r>
            <w:proofErr w:type="spellEnd"/>
            <w:r w:rsidRPr="00117908">
              <w:t>.</w:t>
            </w:r>
            <w:r w:rsidRPr="00176D3F">
              <w:t xml:space="preserve"> </w:t>
            </w:r>
          </w:p>
        </w:tc>
      </w:tr>
      <w:tr w:rsidR="006952A0" w:rsidTr="0038602A">
        <w:tc>
          <w:tcPr>
            <w:tcW w:w="8771" w:type="dxa"/>
            <w:tcBorders>
              <w:top w:val="nil"/>
              <w:left w:val="nil"/>
              <w:bottom w:val="single" w:sz="6" w:space="0" w:color="78A22F"/>
              <w:right w:val="nil"/>
            </w:tcBorders>
            <w:shd w:val="clear" w:color="auto" w:fill="auto"/>
          </w:tcPr>
          <w:p w:rsidR="006952A0" w:rsidRDefault="006952A0" w:rsidP="0038602A">
            <w:pPr>
              <w:pStyle w:val="Figurespace"/>
            </w:pPr>
          </w:p>
        </w:tc>
      </w:tr>
      <w:tr w:rsidR="006952A0" w:rsidRPr="000863A5" w:rsidTr="0038602A">
        <w:tc>
          <w:tcPr>
            <w:tcW w:w="8771" w:type="dxa"/>
            <w:tcBorders>
              <w:top w:val="single" w:sz="6" w:space="0" w:color="78A22F"/>
              <w:left w:val="nil"/>
              <w:bottom w:val="nil"/>
              <w:right w:val="nil"/>
            </w:tcBorders>
          </w:tcPr>
          <w:p w:rsidR="006952A0" w:rsidRPr="00626D32" w:rsidRDefault="006952A0" w:rsidP="0038602A">
            <w:pPr>
              <w:pStyle w:val="BoxSpaceBelow"/>
            </w:pPr>
          </w:p>
        </w:tc>
      </w:tr>
    </w:tbl>
    <w:p w:rsidR="00BD74D6" w:rsidRPr="00CD25F0" w:rsidRDefault="00BD74D6" w:rsidP="00BD74D6">
      <w:pPr>
        <w:pStyle w:val="Heading4"/>
      </w:pPr>
      <w:r w:rsidRPr="00CD25F0">
        <w:t>Influenza vaccination coverage for older people</w:t>
      </w:r>
    </w:p>
    <w:p w:rsidR="00BD74D6" w:rsidRDefault="00BD74D6" w:rsidP="00BD74D6">
      <w:pPr>
        <w:pStyle w:val="BodyText"/>
      </w:pPr>
      <w:r w:rsidRPr="00310BB6">
        <w:t>‘Influenza vaccination coverage for older people’</w:t>
      </w:r>
      <w:r>
        <w:t xml:space="preserve"> is an indicator of governments’ objective to prevent </w:t>
      </w:r>
      <w:r w:rsidR="00B62AB6">
        <w:t>illness</w:t>
      </w:r>
      <w:r>
        <w:t xml:space="preserve"> (</w:t>
      </w:r>
      <w:r w:rsidRPr="0079731E">
        <w:t>box 10.2</w:t>
      </w:r>
      <w:r w:rsidR="0079731E">
        <w:t>2</w:t>
      </w:r>
      <w:r w:rsidRPr="00B251BD">
        <w:t>)</w:t>
      </w:r>
      <w:r>
        <w:t>.</w:t>
      </w:r>
    </w:p>
    <w:p w:rsidR="00751A5B" w:rsidRDefault="00751A5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1A5B" w:rsidTr="00F520F2">
        <w:tc>
          <w:tcPr>
            <w:tcW w:w="8771" w:type="dxa"/>
            <w:tcBorders>
              <w:top w:val="single" w:sz="6" w:space="0" w:color="78A22F"/>
              <w:left w:val="nil"/>
              <w:bottom w:val="nil"/>
              <w:right w:val="nil"/>
            </w:tcBorders>
            <w:shd w:val="clear" w:color="auto" w:fill="F2F2F2"/>
          </w:tcPr>
          <w:p w:rsidR="00751A5B" w:rsidRDefault="00751A5B" w:rsidP="00751A5B">
            <w:pPr>
              <w:pStyle w:val="BoxTitle"/>
            </w:pPr>
            <w:r>
              <w:rPr>
                <w:b w:val="0"/>
              </w:rPr>
              <w:t>Box 10.</w:t>
            </w:r>
            <w:r w:rsidR="008F09D3">
              <w:rPr>
                <w:b w:val="0"/>
                <w:noProof/>
              </w:rPr>
              <w:t>22</w:t>
            </w:r>
            <w:r>
              <w:tab/>
            </w:r>
            <w:r w:rsidRPr="00480CFE">
              <w:t>Influenza vaccination coverage for older people</w:t>
            </w:r>
          </w:p>
        </w:tc>
      </w:tr>
      <w:tr w:rsidR="00751A5B" w:rsidTr="00F520F2">
        <w:trPr>
          <w:cantSplit/>
        </w:trPr>
        <w:tc>
          <w:tcPr>
            <w:tcW w:w="8771" w:type="dxa"/>
            <w:tcBorders>
              <w:top w:val="nil"/>
              <w:left w:val="nil"/>
              <w:bottom w:val="nil"/>
              <w:right w:val="nil"/>
            </w:tcBorders>
            <w:shd w:val="clear" w:color="auto" w:fill="F2F2F2"/>
          </w:tcPr>
          <w:p w:rsidR="00751A5B" w:rsidRDefault="00751A5B" w:rsidP="00751A5B">
            <w:pPr>
              <w:pStyle w:val="Box"/>
            </w:pPr>
            <w:r>
              <w:t>‘</w:t>
            </w:r>
            <w:r w:rsidRPr="00CC362C">
              <w:t>Influenza vaccination coverage for older people</w:t>
            </w:r>
            <w:r>
              <w:t>’ is defined as the proportion of people aged 65 years or over who have been vaccinated against seasonal influenza.</w:t>
            </w:r>
          </w:p>
          <w:p w:rsidR="00751A5B" w:rsidRDefault="00751A5B" w:rsidP="00751A5B">
            <w:pPr>
              <w:pStyle w:val="Box"/>
            </w:pPr>
            <w:r>
              <w:t xml:space="preserve">A high or increasing proportion of older people vaccinated against influenza </w:t>
            </w:r>
            <w:r w:rsidR="00507A02">
              <w:t>is desirable</w:t>
            </w:r>
            <w:r>
              <w:t>.</w:t>
            </w:r>
          </w:p>
          <w:p w:rsidR="00751A5B" w:rsidRDefault="00751A5B" w:rsidP="00751A5B">
            <w:pPr>
              <w:pStyle w:val="Box"/>
            </w:pPr>
            <w:r>
              <w:t>Data reported for this indicator are:</w:t>
            </w:r>
          </w:p>
          <w:p w:rsidR="00751A5B" w:rsidRDefault="00751A5B" w:rsidP="00F85DCB">
            <w:pPr>
              <w:pStyle w:val="BoxListBullet"/>
            </w:pPr>
            <w:r w:rsidRPr="00216571">
              <w:t>comparable (subject to caveats) across jurisdictions and over time</w:t>
            </w:r>
          </w:p>
          <w:p w:rsidR="00751A5B" w:rsidRDefault="00751A5B" w:rsidP="00F85DCB">
            <w:pPr>
              <w:pStyle w:val="BoxListBullet"/>
            </w:pPr>
            <w:r>
              <w:t>not available fo</w:t>
            </w:r>
            <w:r w:rsidR="00E47D85">
              <w:t>r the current reporting period.</w:t>
            </w:r>
          </w:p>
        </w:tc>
      </w:tr>
      <w:tr w:rsidR="00751A5B" w:rsidTr="00F520F2">
        <w:trPr>
          <w:cantSplit/>
        </w:trPr>
        <w:tc>
          <w:tcPr>
            <w:tcW w:w="8771" w:type="dxa"/>
            <w:tcBorders>
              <w:top w:val="nil"/>
              <w:left w:val="nil"/>
              <w:bottom w:val="single" w:sz="6" w:space="0" w:color="78A22F"/>
              <w:right w:val="nil"/>
            </w:tcBorders>
            <w:shd w:val="clear" w:color="auto" w:fill="F2F2F2"/>
          </w:tcPr>
          <w:p w:rsidR="00751A5B" w:rsidRDefault="00751A5B">
            <w:pPr>
              <w:pStyle w:val="Box"/>
              <w:spacing w:before="0" w:line="120" w:lineRule="exact"/>
            </w:pPr>
          </w:p>
        </w:tc>
      </w:tr>
      <w:tr w:rsidR="00751A5B" w:rsidRPr="000863A5" w:rsidTr="00F520F2">
        <w:tc>
          <w:tcPr>
            <w:tcW w:w="8771" w:type="dxa"/>
            <w:tcBorders>
              <w:top w:val="single" w:sz="6" w:space="0" w:color="78A22F"/>
              <w:left w:val="nil"/>
              <w:bottom w:val="nil"/>
              <w:right w:val="nil"/>
            </w:tcBorders>
          </w:tcPr>
          <w:p w:rsidR="00751A5B" w:rsidRPr="00626D32" w:rsidRDefault="00751A5B" w:rsidP="00F520F2">
            <w:pPr>
              <w:pStyle w:val="BoxSpaceBelow"/>
            </w:pPr>
          </w:p>
        </w:tc>
      </w:tr>
    </w:tbl>
    <w:p w:rsidR="00BD74D6" w:rsidRDefault="00BD74D6" w:rsidP="00BD74D6">
      <w:pPr>
        <w:pStyle w:val="BodyText"/>
      </w:pPr>
      <w:r w:rsidRPr="00C32110">
        <w:t xml:space="preserve">Updated data were not available for </w:t>
      </w:r>
      <w:r w:rsidR="00507A02">
        <w:t>the general population</w:t>
      </w:r>
      <w:r w:rsidR="00507A02" w:rsidRPr="00C32110">
        <w:t xml:space="preserve"> </w:t>
      </w:r>
      <w:r w:rsidRPr="00C32110">
        <w:t>for the 201</w:t>
      </w:r>
      <w:r w:rsidR="00287E24" w:rsidRPr="00C32110">
        <w:t>7</w:t>
      </w:r>
      <w:r w:rsidRPr="00C32110">
        <w:t xml:space="preserve"> Report</w:t>
      </w:r>
      <w:r>
        <w:t xml:space="preserve"> — historical data are presented in </w:t>
      </w:r>
      <w:r w:rsidRPr="004602A4">
        <w:t xml:space="preserve">table </w:t>
      </w:r>
      <w:proofErr w:type="spellStart"/>
      <w:r w:rsidRPr="004602A4">
        <w:t>10A.</w:t>
      </w:r>
      <w:r w:rsidR="00FF3D12">
        <w:t>8</w:t>
      </w:r>
      <w:r w:rsidR="007313A9">
        <w:t>2</w:t>
      </w:r>
      <w:proofErr w:type="spellEnd"/>
      <w:r w:rsidR="00FF7AF0">
        <w:t>.</w:t>
      </w:r>
      <w:r w:rsidR="00812E03">
        <w:t xml:space="preserve"> </w:t>
      </w:r>
      <w:r w:rsidR="00D07052">
        <w:t>Nationally in 2012</w:t>
      </w:r>
      <w:r w:rsidR="00D07052">
        <w:noBreakHyphen/>
        <w:t>13, an estimated 25.3</w:t>
      </w:r>
      <w:r w:rsidR="00D07052" w:rsidRPr="00131F67">
        <w:t xml:space="preserve"> per cent </w:t>
      </w:r>
      <w:r w:rsidR="00507A02">
        <w:t xml:space="preserve">Aboriginal and Torres Strait Islander </w:t>
      </w:r>
      <w:r>
        <w:t>aged 50 years or over</w:t>
      </w:r>
      <w:r w:rsidRPr="00131F67">
        <w:t xml:space="preserve"> were fully vaccinated against </w:t>
      </w:r>
      <w:r w:rsidRPr="00E5192F">
        <w:t>influenza and pneumococcal disease</w:t>
      </w:r>
      <w:r w:rsidR="00D07052">
        <w:t xml:space="preserve"> </w:t>
      </w:r>
      <w:r w:rsidRPr="00131F67">
        <w:t>(</w:t>
      </w:r>
      <w:r w:rsidRPr="004602A4">
        <w:t>table </w:t>
      </w:r>
      <w:proofErr w:type="spellStart"/>
      <w:r w:rsidRPr="004602A4">
        <w:t>10A.</w:t>
      </w:r>
      <w:r w:rsidR="00FF3D12">
        <w:t>83</w:t>
      </w:r>
      <w:proofErr w:type="spellEnd"/>
      <w:r>
        <w:t>).</w:t>
      </w:r>
    </w:p>
    <w:p w:rsidR="00C047A1" w:rsidRPr="00944E91" w:rsidRDefault="00C047A1" w:rsidP="00C047A1">
      <w:pPr>
        <w:pStyle w:val="Heading4"/>
      </w:pPr>
      <w:r w:rsidRPr="006C74C6">
        <w:lastRenderedPageBreak/>
        <w:t>Selected potentially preventable hospitalisations</w:t>
      </w:r>
    </w:p>
    <w:p w:rsidR="00AC57FF" w:rsidRDefault="00B90CA0" w:rsidP="004333AA">
      <w:pPr>
        <w:pStyle w:val="BodyText"/>
      </w:pPr>
      <w:r>
        <w:t>‘</w:t>
      </w:r>
      <w:r w:rsidRPr="00B90CA0">
        <w:t xml:space="preserve">Selected </w:t>
      </w:r>
      <w:r>
        <w:t>p</w:t>
      </w:r>
      <w:r w:rsidR="0012559F">
        <w:t>otentially preventable hospitalisations</w:t>
      </w:r>
      <w:r>
        <w:t>’</w:t>
      </w:r>
      <w:r w:rsidR="0012559F">
        <w:t xml:space="preserve"> </w:t>
      </w:r>
      <w:r w:rsidRPr="00B90CA0">
        <w:t xml:space="preserve">is an indicator of governments’ objective to prevent </w:t>
      </w:r>
      <w:r w:rsidR="004602A4">
        <w:t xml:space="preserve">and to manage illness and injury effectively in the community </w:t>
      </w:r>
      <w:r w:rsidR="00CF7C41">
        <w:t>(</w:t>
      </w:r>
      <w:r w:rsidR="00897589">
        <w:t>box</w:t>
      </w:r>
      <w:r w:rsidR="005D077B" w:rsidRPr="005E67F8">
        <w:t> </w:t>
      </w:r>
      <w:r w:rsidR="005D077B">
        <w:t xml:space="preserve"> </w:t>
      </w:r>
      <w:r w:rsidR="00897589">
        <w:t>10.</w:t>
      </w:r>
      <w:r w:rsidR="00CF7C41">
        <w:t>2</w:t>
      </w:r>
      <w:r w:rsidR="0079731E">
        <w:t>3</w:t>
      </w:r>
      <w:r w:rsidR="00CF7C41">
        <w:t>)</w:t>
      </w:r>
      <w:r>
        <w:t>.</w:t>
      </w:r>
    </w:p>
    <w:p w:rsidR="00F520F2" w:rsidRDefault="00F520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20F2" w:rsidTr="00F520F2">
        <w:tc>
          <w:tcPr>
            <w:tcW w:w="8771" w:type="dxa"/>
            <w:tcBorders>
              <w:top w:val="single" w:sz="6" w:space="0" w:color="78A22F"/>
              <w:left w:val="nil"/>
              <w:bottom w:val="nil"/>
              <w:right w:val="nil"/>
            </w:tcBorders>
            <w:shd w:val="clear" w:color="auto" w:fill="F2F2F2"/>
          </w:tcPr>
          <w:p w:rsidR="00F520F2" w:rsidRDefault="00F520F2" w:rsidP="004602A4">
            <w:pPr>
              <w:pStyle w:val="BoxTitle"/>
            </w:pPr>
            <w:r>
              <w:rPr>
                <w:b w:val="0"/>
              </w:rPr>
              <w:t>Box 10.</w:t>
            </w:r>
            <w:r w:rsidR="008F09D3">
              <w:rPr>
                <w:b w:val="0"/>
                <w:noProof/>
              </w:rPr>
              <w:t>23</w:t>
            </w:r>
            <w:r>
              <w:tab/>
            </w:r>
            <w:r w:rsidRPr="00B90CA0">
              <w:t xml:space="preserve">Selected </w:t>
            </w:r>
            <w:r>
              <w:t>p</w:t>
            </w:r>
            <w:r w:rsidRPr="000D0082">
              <w:t>otentially preventable hospitalisation</w:t>
            </w:r>
            <w:r>
              <w:t>s</w:t>
            </w:r>
          </w:p>
        </w:tc>
      </w:tr>
      <w:tr w:rsidR="00F520F2" w:rsidTr="00F520F2">
        <w:trPr>
          <w:cantSplit/>
        </w:trPr>
        <w:tc>
          <w:tcPr>
            <w:tcW w:w="8771" w:type="dxa"/>
            <w:tcBorders>
              <w:top w:val="nil"/>
              <w:left w:val="nil"/>
              <w:bottom w:val="nil"/>
              <w:right w:val="nil"/>
            </w:tcBorders>
            <w:shd w:val="clear" w:color="auto" w:fill="F2F2F2"/>
          </w:tcPr>
          <w:p w:rsidR="00F520F2" w:rsidRDefault="00F520F2" w:rsidP="00F520F2">
            <w:pPr>
              <w:pStyle w:val="Box"/>
            </w:pPr>
            <w:r>
              <w:t>‘Selected p</w:t>
            </w:r>
            <w:r w:rsidRPr="00B709A5">
              <w:t>otentially preventable hospitalisations</w:t>
            </w:r>
            <w:r>
              <w:t xml:space="preserve">’ is defined as </w:t>
            </w:r>
            <w:r w:rsidRPr="007013CD">
              <w:t>hospital admissions that may be avoided by</w:t>
            </w:r>
            <w:r>
              <w:t xml:space="preserve"> effective</w:t>
            </w:r>
            <w:r w:rsidRPr="007013CD">
              <w:t xml:space="preserve"> management</w:t>
            </w:r>
            <w:r>
              <w:t xml:space="preserve"> of </w:t>
            </w:r>
            <w:r w:rsidRPr="007013CD">
              <w:t>illness and injury in the primary and community healthcare sector</w:t>
            </w:r>
            <w:r>
              <w:t xml:space="preserve"> or, in some cases,</w:t>
            </w:r>
            <w:r w:rsidRPr="007013CD">
              <w:t xml:space="preserve"> </w:t>
            </w:r>
            <w:r>
              <w:t>by preventing illness and injury altogether. Three measures of selected potentially preventable hospitalisations are reported by jurisdiction of residence:</w:t>
            </w:r>
          </w:p>
          <w:p w:rsidR="00F520F2" w:rsidRDefault="00AF268C" w:rsidP="00F520F2">
            <w:pPr>
              <w:pStyle w:val="BoxListBullet"/>
            </w:pPr>
            <w:r>
              <w:t>P</w:t>
            </w:r>
            <w:r w:rsidR="00F520F2">
              <w:t>otentially preventable hospitalisations for selected</w:t>
            </w:r>
            <w:r w:rsidR="00F520F2" w:rsidRPr="00EA38DE">
              <w:t xml:space="preserve"> </w:t>
            </w:r>
            <w:r w:rsidR="00F520F2">
              <w:t xml:space="preserve">vaccine preventable, acute and chronic </w:t>
            </w:r>
            <w:r w:rsidR="00F520F2" w:rsidRPr="00EA38DE">
              <w:t>conditions</w:t>
            </w:r>
          </w:p>
          <w:p w:rsidR="00F520F2" w:rsidRDefault="00AF268C" w:rsidP="00F520F2">
            <w:pPr>
              <w:pStyle w:val="BoxListBullet"/>
            </w:pPr>
            <w:r>
              <w:t>P</w:t>
            </w:r>
            <w:r w:rsidR="00F520F2">
              <w:t>otentially preventable hospitalisations for diabetes</w:t>
            </w:r>
          </w:p>
          <w:p w:rsidR="00F520F2" w:rsidRDefault="00AF268C" w:rsidP="00F520F2">
            <w:pPr>
              <w:pStyle w:val="BoxListBullet"/>
            </w:pPr>
            <w:r>
              <w:t>P</w:t>
            </w:r>
            <w:r w:rsidR="00F520F2">
              <w:t>otentially preventable hospitalisations of older people for falls.</w:t>
            </w:r>
          </w:p>
          <w:p w:rsidR="00F520F2" w:rsidRDefault="00F520F2" w:rsidP="00F520F2">
            <w:pPr>
              <w:pStyle w:val="Box"/>
            </w:pPr>
            <w:r>
              <w:t>Low or decreasing separation rates for selected potentially preventable hospitalisations can indicate more effective management of selected conditions in the primary and community healthcare sector and/or more effective preventative programs. Factors outside the control of the primary and community healthcare sector also influence hospitalisation rates for these conditions</w:t>
            </w:r>
            <w:r w:rsidRPr="0076506D">
              <w:t>.</w:t>
            </w:r>
            <w:r>
              <w:t xml:space="preserve"> For example, the underlying prevalence of conditions, patient compliance with management and older people’s access to </w:t>
            </w:r>
            <w:r w:rsidRPr="00C5567A">
              <w:t xml:space="preserve">aged care services </w:t>
            </w:r>
            <w:r>
              <w:t>and other support.</w:t>
            </w:r>
          </w:p>
          <w:p w:rsidR="00F520F2" w:rsidRDefault="00F520F2" w:rsidP="00F520F2">
            <w:pPr>
              <w:pStyle w:val="Box"/>
            </w:pPr>
            <w:r>
              <w:t>Data reported for this indicator are:</w:t>
            </w:r>
          </w:p>
          <w:p w:rsidR="00F520F2" w:rsidRPr="00115C8A" w:rsidRDefault="00F520F2" w:rsidP="00F520F2">
            <w:pPr>
              <w:pStyle w:val="BoxListBullet"/>
            </w:pPr>
            <w:r>
              <w:t>comparable (subject to caveats) across jurisdictions and over time</w:t>
            </w:r>
            <w:r w:rsidR="00AF268C">
              <w:t>,</w:t>
            </w:r>
            <w:r>
              <w:t xml:space="preserve"> except for the </w:t>
            </w:r>
            <w:r w:rsidR="00AF268C">
              <w:t xml:space="preserve">diabetes </w:t>
            </w:r>
            <w:r>
              <w:t xml:space="preserve">measure </w:t>
            </w:r>
          </w:p>
          <w:p w:rsidR="00F520F2" w:rsidRDefault="00F520F2" w:rsidP="00AF268C">
            <w:pPr>
              <w:pStyle w:val="BoxListBullet"/>
            </w:pPr>
            <w:r>
              <w:t xml:space="preserve">complete (subject to caveats) for the current reporting period except for the </w:t>
            </w:r>
            <w:r w:rsidR="00AF268C">
              <w:t xml:space="preserve">diabetes </w:t>
            </w:r>
            <w:r>
              <w:t xml:space="preserve">measure for which data are not published for Tasmania, the ACT and the NT. All other required </w:t>
            </w:r>
            <w:r w:rsidRPr="004602A4">
              <w:t>201</w:t>
            </w:r>
            <w:r w:rsidR="004602A4" w:rsidRPr="004602A4">
              <w:t>4</w:t>
            </w:r>
            <w:r w:rsidRPr="004602A4">
              <w:noBreakHyphen/>
              <w:t>1</w:t>
            </w:r>
            <w:r w:rsidR="004602A4" w:rsidRPr="004602A4">
              <w:t>5</w:t>
            </w:r>
            <w:r w:rsidRPr="004602A4">
              <w:t xml:space="preserve"> data</w:t>
            </w:r>
            <w:r>
              <w:t xml:space="preserve"> are ava</w:t>
            </w:r>
            <w:r w:rsidR="00E47D85">
              <w:t>ilable for other jurisdictions.</w:t>
            </w:r>
          </w:p>
        </w:tc>
      </w:tr>
      <w:tr w:rsidR="00F520F2" w:rsidTr="00F520F2">
        <w:trPr>
          <w:cantSplit/>
        </w:trPr>
        <w:tc>
          <w:tcPr>
            <w:tcW w:w="8771" w:type="dxa"/>
            <w:tcBorders>
              <w:top w:val="nil"/>
              <w:left w:val="nil"/>
              <w:bottom w:val="single" w:sz="6" w:space="0" w:color="78A22F"/>
              <w:right w:val="nil"/>
            </w:tcBorders>
            <w:shd w:val="clear" w:color="auto" w:fill="F2F2F2"/>
          </w:tcPr>
          <w:p w:rsidR="00F520F2" w:rsidRDefault="00F520F2">
            <w:pPr>
              <w:pStyle w:val="Box"/>
              <w:spacing w:before="0" w:line="120" w:lineRule="exact"/>
            </w:pPr>
          </w:p>
        </w:tc>
      </w:tr>
      <w:tr w:rsidR="00F520F2" w:rsidRPr="000863A5" w:rsidTr="00F520F2">
        <w:tc>
          <w:tcPr>
            <w:tcW w:w="8771" w:type="dxa"/>
            <w:tcBorders>
              <w:top w:val="single" w:sz="6" w:space="0" w:color="78A22F"/>
              <w:left w:val="nil"/>
              <w:bottom w:val="nil"/>
              <w:right w:val="nil"/>
            </w:tcBorders>
          </w:tcPr>
          <w:p w:rsidR="00F520F2" w:rsidRPr="00626D32" w:rsidRDefault="00F520F2" w:rsidP="00F520F2">
            <w:pPr>
              <w:pStyle w:val="BoxSpaceBelow"/>
            </w:pPr>
          </w:p>
        </w:tc>
      </w:tr>
    </w:tbl>
    <w:p w:rsidR="001E4048" w:rsidRDefault="001E4048" w:rsidP="009A5F51">
      <w:pPr>
        <w:pStyle w:val="Heading5"/>
      </w:pPr>
      <w:bookmarkStart w:id="20" w:name="BoxTitle"/>
      <w:bookmarkEnd w:id="20"/>
      <w:r>
        <w:t>P</w:t>
      </w:r>
      <w:r w:rsidRPr="003773EE">
        <w:t xml:space="preserve">otentially </w:t>
      </w:r>
      <w:r w:rsidRPr="009A5F51">
        <w:t>preventable</w:t>
      </w:r>
      <w:r w:rsidRPr="003773EE">
        <w:t xml:space="preserve"> hospitalisations for </w:t>
      </w:r>
      <w:r>
        <w:t>selected</w:t>
      </w:r>
      <w:r w:rsidRPr="00EA38DE">
        <w:t xml:space="preserve"> </w:t>
      </w:r>
      <w:r>
        <w:t xml:space="preserve">vaccine preventable, acute and chronic </w:t>
      </w:r>
      <w:r w:rsidRPr="00EA38DE">
        <w:t>conditions</w:t>
      </w:r>
    </w:p>
    <w:p w:rsidR="00AF268C" w:rsidRDefault="00DF3F57" w:rsidP="003B0E34">
      <w:pPr>
        <w:pStyle w:val="BodyText"/>
      </w:pPr>
      <w:r w:rsidRPr="005E67F8">
        <w:t>Nationally, the age</w:t>
      </w:r>
      <w:r w:rsidR="0053761F" w:rsidRPr="005E67F8">
        <w:noBreakHyphen/>
      </w:r>
      <w:r w:rsidRPr="005E67F8">
        <w:t xml:space="preserve">standardised hospital separation rate for </w:t>
      </w:r>
      <w:r w:rsidR="00D30DB6" w:rsidRPr="005E67F8">
        <w:t xml:space="preserve">the </w:t>
      </w:r>
      <w:r w:rsidRPr="005E67F8">
        <w:t>selected vaccine preventable, a</w:t>
      </w:r>
      <w:r w:rsidR="00D07052">
        <w:t xml:space="preserve">cute and chronic conditions was </w:t>
      </w:r>
      <w:r w:rsidR="00CE6E73" w:rsidRPr="005E67F8">
        <w:t>25</w:t>
      </w:r>
      <w:r w:rsidR="00F81441" w:rsidRPr="005E67F8">
        <w:t>.</w:t>
      </w:r>
      <w:r w:rsidR="00585D36" w:rsidRPr="005E67F8">
        <w:t>2</w:t>
      </w:r>
      <w:r w:rsidRPr="005E67F8">
        <w:t xml:space="preserve"> per 1000 people in </w:t>
      </w:r>
      <w:r w:rsidR="00DE6986" w:rsidRPr="005E67F8">
        <w:t>201</w:t>
      </w:r>
      <w:r w:rsidR="004602A4" w:rsidRPr="005E67F8">
        <w:t>4</w:t>
      </w:r>
      <w:r w:rsidR="00DE6986" w:rsidRPr="005E67F8">
        <w:noBreakHyphen/>
      </w:r>
      <w:r w:rsidR="003E7656" w:rsidRPr="005E67F8">
        <w:t>1</w:t>
      </w:r>
      <w:r w:rsidR="004602A4" w:rsidRPr="005E67F8">
        <w:t>5</w:t>
      </w:r>
      <w:r w:rsidRPr="005E67F8">
        <w:t xml:space="preserve"> (</w:t>
      </w:r>
      <w:r w:rsidR="00F81441" w:rsidRPr="005E67F8">
        <w:t>table </w:t>
      </w:r>
      <w:r w:rsidR="00897589" w:rsidRPr="005E67F8">
        <w:t>10.</w:t>
      </w:r>
      <w:r w:rsidR="00507A02" w:rsidRPr="005E67F8">
        <w:t>2</w:t>
      </w:r>
      <w:r w:rsidRPr="005E67F8">
        <w:t xml:space="preserve">). Of these, </w:t>
      </w:r>
      <w:r w:rsidR="005B3A3A" w:rsidRPr="005E67F8">
        <w:t>48</w:t>
      </w:r>
      <w:r w:rsidR="00F81441" w:rsidRPr="005E67F8">
        <w:t>.</w:t>
      </w:r>
      <w:r w:rsidR="009D07C1" w:rsidRPr="005E67F8">
        <w:t>4</w:t>
      </w:r>
      <w:r w:rsidRPr="005E67F8">
        <w:t xml:space="preserve"> per cent were for </w:t>
      </w:r>
      <w:r w:rsidR="00587C3B" w:rsidRPr="005E67F8">
        <w:t xml:space="preserve">acute </w:t>
      </w:r>
      <w:r w:rsidRPr="005E67F8">
        <w:t xml:space="preserve">and </w:t>
      </w:r>
      <w:r w:rsidR="005B3A3A" w:rsidRPr="005E67F8">
        <w:t>45</w:t>
      </w:r>
      <w:r w:rsidR="00F81441" w:rsidRPr="005E67F8">
        <w:t>.</w:t>
      </w:r>
      <w:r w:rsidR="009D07C1" w:rsidRPr="005E67F8">
        <w:t>2</w:t>
      </w:r>
      <w:r w:rsidRPr="005E67F8">
        <w:t xml:space="preserve"> per cent for </w:t>
      </w:r>
      <w:r w:rsidR="00587C3B" w:rsidRPr="005E67F8">
        <w:t xml:space="preserve">chronic </w:t>
      </w:r>
      <w:r w:rsidRPr="005E67F8">
        <w:t xml:space="preserve">conditions (table </w:t>
      </w:r>
      <w:proofErr w:type="spellStart"/>
      <w:r w:rsidR="00C9076B" w:rsidRPr="005E67F8">
        <w:t>10A.</w:t>
      </w:r>
      <w:r w:rsidR="00FF3D12" w:rsidRPr="005E67F8">
        <w:t>84</w:t>
      </w:r>
      <w:proofErr w:type="spellEnd"/>
      <w:r w:rsidR="00610D90" w:rsidRPr="005E67F8">
        <w:t>)</w:t>
      </w:r>
      <w:r w:rsidR="00610D90" w:rsidRPr="00070EC9">
        <w:t>.</w:t>
      </w:r>
    </w:p>
    <w:p w:rsidR="00DF3F57" w:rsidRPr="00097C57" w:rsidRDefault="00015D1C" w:rsidP="003B0E34">
      <w:pPr>
        <w:pStyle w:val="BodyText"/>
      </w:pPr>
      <w:r w:rsidRPr="00070EC9">
        <w:t xml:space="preserve">The </w:t>
      </w:r>
      <w:r w:rsidR="00417AF7" w:rsidRPr="00070EC9">
        <w:t>age</w:t>
      </w:r>
      <w:r w:rsidR="00417AF7" w:rsidRPr="00070EC9">
        <w:noBreakHyphen/>
        <w:t xml:space="preserve">standardised hospital separation </w:t>
      </w:r>
      <w:r w:rsidRPr="00070EC9">
        <w:t xml:space="preserve">rate was higher for Aboriginal and Torres Strait Islander Australians than for other Australians </w:t>
      </w:r>
      <w:r w:rsidR="007C1981" w:rsidRPr="00070EC9">
        <w:t xml:space="preserve">in </w:t>
      </w:r>
      <w:r w:rsidR="005670BA" w:rsidRPr="00070EC9">
        <w:t xml:space="preserve">all jurisdictions for </w:t>
      </w:r>
      <w:r w:rsidR="007C1981" w:rsidRPr="00070EC9">
        <w:t>the f</w:t>
      </w:r>
      <w:r w:rsidR="00070EC9" w:rsidRPr="00070EC9">
        <w:t>ive</w:t>
      </w:r>
      <w:r w:rsidR="007C1981" w:rsidRPr="00070EC9">
        <w:t xml:space="preserve"> years </w:t>
      </w:r>
      <w:r w:rsidR="005670BA" w:rsidRPr="00070EC9">
        <w:t>2010</w:t>
      </w:r>
      <w:r w:rsidR="0064097A" w:rsidRPr="00070EC9">
        <w:noBreakHyphen/>
      </w:r>
      <w:r w:rsidR="005670BA" w:rsidRPr="00070EC9">
        <w:t xml:space="preserve">11 </w:t>
      </w:r>
      <w:r w:rsidR="007C1981" w:rsidRPr="00070EC9">
        <w:t>to 201</w:t>
      </w:r>
      <w:r w:rsidR="00070EC9" w:rsidRPr="00070EC9">
        <w:t>4</w:t>
      </w:r>
      <w:r w:rsidR="007C1981" w:rsidRPr="00070EC9">
        <w:noBreakHyphen/>
        <w:t>1</w:t>
      </w:r>
      <w:r w:rsidR="00070EC9" w:rsidRPr="00070EC9">
        <w:t>5</w:t>
      </w:r>
      <w:r w:rsidR="007C1981" w:rsidRPr="00070EC9">
        <w:t xml:space="preserve"> and</w:t>
      </w:r>
      <w:r w:rsidR="005670BA" w:rsidRPr="00070EC9">
        <w:t>,</w:t>
      </w:r>
      <w:r w:rsidR="007C1981" w:rsidRPr="00070EC9">
        <w:t xml:space="preserve"> for the three </w:t>
      </w:r>
      <w:r w:rsidR="005670BA" w:rsidRPr="00070EC9">
        <w:t xml:space="preserve">previous </w:t>
      </w:r>
      <w:r w:rsidR="007C1981" w:rsidRPr="00070EC9">
        <w:t xml:space="preserve">years, </w:t>
      </w:r>
      <w:r w:rsidR="005670BA" w:rsidRPr="00070EC9">
        <w:t>in</w:t>
      </w:r>
      <w:r w:rsidR="007C1981" w:rsidRPr="00070EC9">
        <w:t xml:space="preserve"> </w:t>
      </w:r>
      <w:r w:rsidRPr="00070EC9">
        <w:t>all jurisdictions</w:t>
      </w:r>
      <w:r w:rsidR="007C1981" w:rsidRPr="00070EC9">
        <w:t xml:space="preserve"> for which </w:t>
      </w:r>
      <w:r w:rsidR="005670BA" w:rsidRPr="00070EC9">
        <w:t xml:space="preserve">Indigenous status </w:t>
      </w:r>
      <w:r w:rsidR="007C1981" w:rsidRPr="00070EC9">
        <w:t xml:space="preserve">data are of sufficient quality for statistical reporting purposes </w:t>
      </w:r>
      <w:r w:rsidR="00D427BE" w:rsidRPr="00070EC9">
        <w:t>(</w:t>
      </w:r>
      <w:r w:rsidR="006C36C1" w:rsidRPr="00070EC9">
        <w:t>table</w:t>
      </w:r>
      <w:r w:rsidR="00C31443" w:rsidRPr="005E67F8">
        <w:t> </w:t>
      </w:r>
      <w:proofErr w:type="spellStart"/>
      <w:r w:rsidR="006C36C1" w:rsidRPr="00070EC9">
        <w:t>10A.</w:t>
      </w:r>
      <w:r w:rsidR="00FF3D12">
        <w:t>85</w:t>
      </w:r>
      <w:proofErr w:type="spellEnd"/>
      <w:r w:rsidRPr="00070EC9">
        <w:t>).</w:t>
      </w:r>
    </w:p>
    <w:p w:rsidR="002739AE" w:rsidRDefault="002739AE" w:rsidP="000715A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739AE" w:rsidTr="000715AF">
        <w:tc>
          <w:tcPr>
            <w:tcW w:w="8771" w:type="dxa"/>
            <w:tcBorders>
              <w:top w:val="single" w:sz="6" w:space="0" w:color="78A22F"/>
              <w:left w:val="nil"/>
              <w:bottom w:val="nil"/>
              <w:right w:val="nil"/>
            </w:tcBorders>
            <w:shd w:val="clear" w:color="auto" w:fill="auto"/>
          </w:tcPr>
          <w:p w:rsidR="002739AE" w:rsidRPr="00784A05" w:rsidRDefault="002739AE" w:rsidP="004602A4">
            <w:pPr>
              <w:pStyle w:val="TableTitle"/>
            </w:pPr>
            <w:r>
              <w:rPr>
                <w:b w:val="0"/>
              </w:rPr>
              <w:t>Table 10.</w:t>
            </w:r>
            <w:r w:rsidR="008F09D3">
              <w:rPr>
                <w:b w:val="0"/>
                <w:noProof/>
              </w:rPr>
              <w:t>2</w:t>
            </w:r>
            <w:r>
              <w:tab/>
            </w:r>
            <w:r w:rsidRPr="004602A4">
              <w:t>Separations for selected potentially preventable hospitalisations per 1000 people, 201</w:t>
            </w:r>
            <w:r w:rsidR="004602A4" w:rsidRPr="004602A4">
              <w:t>4</w:t>
            </w:r>
            <w:r w:rsidRPr="004602A4">
              <w:noBreakHyphen/>
              <w:t>1</w:t>
            </w:r>
            <w:r w:rsidR="004602A4" w:rsidRPr="004602A4">
              <w:t>5</w:t>
            </w:r>
            <w:r w:rsidRPr="004602A4">
              <w:t xml:space="preserve"> (ASR)</w:t>
            </w:r>
            <w:r w:rsidRPr="004602A4">
              <w:rPr>
                <w:rStyle w:val="NoteLabel"/>
                <w:b/>
              </w:rPr>
              <w:t>a</w:t>
            </w:r>
          </w:p>
        </w:tc>
      </w:tr>
      <w:tr w:rsidR="002739AE" w:rsidTr="00D0705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43"/>
              <w:gridCol w:w="24"/>
              <w:gridCol w:w="20"/>
            </w:tblGrid>
            <w:tr w:rsidR="002739AE" w:rsidTr="002739AE">
              <w:tc>
                <w:tcPr>
                  <w:tcW w:w="4974" w:type="pct"/>
                  <w:tcBorders>
                    <w:top w:val="single" w:sz="6" w:space="0" w:color="BFBFBF"/>
                    <w:bottom w:val="single" w:sz="6" w:space="0" w:color="BFBFBF"/>
                  </w:tcBorders>
                  <w:shd w:val="clear" w:color="auto" w:fill="auto"/>
                  <w:tcMar>
                    <w:top w:w="28" w:type="dxa"/>
                  </w:tcMar>
                </w:tcPr>
                <w:tbl>
                  <w:tblPr>
                    <w:tblpPr w:leftFromText="180" w:rightFromText="180" w:vertAnchor="text" w:horzAnchor="margin" w:tblpY="-313"/>
                    <w:tblOverlap w:val="never"/>
                    <w:tblW w:w="8443" w:type="dxa"/>
                    <w:tblCellMar>
                      <w:left w:w="0" w:type="dxa"/>
                      <w:right w:w="0" w:type="dxa"/>
                    </w:tblCellMar>
                    <w:tblLook w:val="0000" w:firstRow="0" w:lastRow="0" w:firstColumn="0" w:lastColumn="0" w:noHBand="0" w:noVBand="0"/>
                  </w:tblPr>
                  <w:tblGrid>
                    <w:gridCol w:w="2672"/>
                    <w:gridCol w:w="646"/>
                    <w:gridCol w:w="639"/>
                    <w:gridCol w:w="640"/>
                    <w:gridCol w:w="639"/>
                    <w:gridCol w:w="640"/>
                    <w:gridCol w:w="639"/>
                    <w:gridCol w:w="641"/>
                    <w:gridCol w:w="639"/>
                    <w:gridCol w:w="648"/>
                  </w:tblGrid>
                  <w:tr w:rsidR="002739AE" w:rsidRPr="000D63A1" w:rsidTr="00AF1FFA">
                    <w:tc>
                      <w:tcPr>
                        <w:tcW w:w="2672" w:type="dxa"/>
                        <w:tcBorders>
                          <w:bottom w:val="single" w:sz="4" w:space="0" w:color="BFBFBF"/>
                        </w:tcBorders>
                        <w:shd w:val="clear" w:color="auto" w:fill="auto"/>
                      </w:tcPr>
                      <w:p w:rsidR="002739AE" w:rsidRPr="000D63A1" w:rsidRDefault="002739AE" w:rsidP="000715AF">
                        <w:pPr>
                          <w:pStyle w:val="TableBodyText"/>
                          <w:rPr>
                            <w:highlight w:val="yellow"/>
                          </w:rPr>
                        </w:pPr>
                      </w:p>
                    </w:tc>
                    <w:tc>
                      <w:tcPr>
                        <w:tcW w:w="646" w:type="dxa"/>
                        <w:tcBorders>
                          <w:bottom w:val="single" w:sz="4" w:space="0" w:color="BFBFBF"/>
                        </w:tcBorders>
                        <w:shd w:val="clear" w:color="auto" w:fill="auto"/>
                      </w:tcPr>
                      <w:p w:rsidR="002739AE" w:rsidRPr="004602A4" w:rsidRDefault="002739AE" w:rsidP="000715AF">
                        <w:pPr>
                          <w:pStyle w:val="TableBodyText"/>
                          <w:rPr>
                            <w:i/>
                          </w:rPr>
                        </w:pPr>
                        <w:r w:rsidRPr="004602A4">
                          <w:rPr>
                            <w:i/>
                          </w:rPr>
                          <w:t>NSW</w:t>
                        </w:r>
                      </w:p>
                    </w:tc>
                    <w:tc>
                      <w:tcPr>
                        <w:tcW w:w="639" w:type="dxa"/>
                        <w:tcBorders>
                          <w:bottom w:val="single" w:sz="4" w:space="0" w:color="BFBFBF"/>
                        </w:tcBorders>
                        <w:shd w:val="clear" w:color="auto" w:fill="auto"/>
                      </w:tcPr>
                      <w:p w:rsidR="002739AE" w:rsidRPr="004602A4" w:rsidRDefault="002739AE" w:rsidP="000715AF">
                        <w:pPr>
                          <w:pStyle w:val="TableBodyText"/>
                          <w:rPr>
                            <w:i/>
                          </w:rPr>
                        </w:pPr>
                        <w:r w:rsidRPr="004602A4">
                          <w:rPr>
                            <w:i/>
                          </w:rPr>
                          <w:t>Vic</w:t>
                        </w:r>
                      </w:p>
                    </w:tc>
                    <w:tc>
                      <w:tcPr>
                        <w:tcW w:w="640" w:type="dxa"/>
                        <w:tcBorders>
                          <w:bottom w:val="single" w:sz="4" w:space="0" w:color="BFBFBF"/>
                        </w:tcBorders>
                        <w:shd w:val="clear" w:color="auto" w:fill="auto"/>
                      </w:tcPr>
                      <w:p w:rsidR="002739AE" w:rsidRPr="004602A4" w:rsidRDefault="002739AE" w:rsidP="000715AF">
                        <w:pPr>
                          <w:pStyle w:val="TableBodyText"/>
                          <w:rPr>
                            <w:i/>
                          </w:rPr>
                        </w:pPr>
                        <w:r w:rsidRPr="004602A4">
                          <w:rPr>
                            <w:i/>
                          </w:rPr>
                          <w:t>Qld</w:t>
                        </w:r>
                      </w:p>
                    </w:tc>
                    <w:tc>
                      <w:tcPr>
                        <w:tcW w:w="639" w:type="dxa"/>
                        <w:tcBorders>
                          <w:bottom w:val="single" w:sz="4" w:space="0" w:color="BFBFBF"/>
                        </w:tcBorders>
                        <w:shd w:val="clear" w:color="auto" w:fill="auto"/>
                      </w:tcPr>
                      <w:p w:rsidR="002739AE" w:rsidRPr="004602A4" w:rsidRDefault="002739AE" w:rsidP="000715AF">
                        <w:pPr>
                          <w:pStyle w:val="TableBodyText"/>
                          <w:rPr>
                            <w:i/>
                          </w:rPr>
                        </w:pPr>
                        <w:r w:rsidRPr="004602A4">
                          <w:rPr>
                            <w:i/>
                          </w:rPr>
                          <w:t>WA</w:t>
                        </w:r>
                      </w:p>
                    </w:tc>
                    <w:tc>
                      <w:tcPr>
                        <w:tcW w:w="640" w:type="dxa"/>
                        <w:tcBorders>
                          <w:bottom w:val="single" w:sz="4" w:space="0" w:color="BFBFBF"/>
                        </w:tcBorders>
                        <w:shd w:val="clear" w:color="auto" w:fill="auto"/>
                      </w:tcPr>
                      <w:p w:rsidR="002739AE" w:rsidRPr="004602A4" w:rsidRDefault="002739AE" w:rsidP="000715AF">
                        <w:pPr>
                          <w:pStyle w:val="TableBodyText"/>
                          <w:rPr>
                            <w:i/>
                          </w:rPr>
                        </w:pPr>
                        <w:r w:rsidRPr="004602A4">
                          <w:rPr>
                            <w:i/>
                          </w:rPr>
                          <w:t>SA</w:t>
                        </w:r>
                      </w:p>
                    </w:tc>
                    <w:tc>
                      <w:tcPr>
                        <w:tcW w:w="639" w:type="dxa"/>
                        <w:tcBorders>
                          <w:bottom w:val="single" w:sz="4" w:space="0" w:color="BFBFBF"/>
                        </w:tcBorders>
                        <w:shd w:val="clear" w:color="auto" w:fill="auto"/>
                      </w:tcPr>
                      <w:p w:rsidR="002739AE" w:rsidRPr="004602A4" w:rsidRDefault="002739AE" w:rsidP="000715AF">
                        <w:pPr>
                          <w:pStyle w:val="TableBodyText"/>
                          <w:rPr>
                            <w:i/>
                          </w:rPr>
                        </w:pPr>
                        <w:proofErr w:type="spellStart"/>
                        <w:r w:rsidRPr="004602A4">
                          <w:rPr>
                            <w:i/>
                          </w:rPr>
                          <w:t>Tas</w:t>
                        </w:r>
                        <w:proofErr w:type="spellEnd"/>
                      </w:p>
                    </w:tc>
                    <w:tc>
                      <w:tcPr>
                        <w:tcW w:w="641" w:type="dxa"/>
                        <w:tcBorders>
                          <w:bottom w:val="single" w:sz="4" w:space="0" w:color="BFBFBF"/>
                        </w:tcBorders>
                        <w:shd w:val="clear" w:color="auto" w:fill="auto"/>
                      </w:tcPr>
                      <w:p w:rsidR="002739AE" w:rsidRPr="004602A4" w:rsidRDefault="002739AE" w:rsidP="000715AF">
                        <w:pPr>
                          <w:pStyle w:val="TableBodyText"/>
                          <w:rPr>
                            <w:i/>
                          </w:rPr>
                        </w:pPr>
                        <w:r w:rsidRPr="004602A4">
                          <w:rPr>
                            <w:i/>
                          </w:rPr>
                          <w:t>ACT</w:t>
                        </w:r>
                      </w:p>
                    </w:tc>
                    <w:tc>
                      <w:tcPr>
                        <w:tcW w:w="639" w:type="dxa"/>
                        <w:tcBorders>
                          <w:bottom w:val="single" w:sz="4" w:space="0" w:color="BFBFBF"/>
                        </w:tcBorders>
                        <w:shd w:val="clear" w:color="auto" w:fill="auto"/>
                      </w:tcPr>
                      <w:p w:rsidR="002739AE" w:rsidRPr="004602A4" w:rsidRDefault="002739AE" w:rsidP="000715AF">
                        <w:pPr>
                          <w:pStyle w:val="TableBodyText"/>
                          <w:rPr>
                            <w:i/>
                          </w:rPr>
                        </w:pPr>
                        <w:r w:rsidRPr="004602A4">
                          <w:rPr>
                            <w:i/>
                          </w:rPr>
                          <w:t>NT</w:t>
                        </w:r>
                      </w:p>
                    </w:tc>
                    <w:tc>
                      <w:tcPr>
                        <w:tcW w:w="648" w:type="dxa"/>
                        <w:tcBorders>
                          <w:bottom w:val="single" w:sz="4" w:space="0" w:color="BFBFBF"/>
                        </w:tcBorders>
                        <w:shd w:val="clear" w:color="auto" w:fill="auto"/>
                      </w:tcPr>
                      <w:p w:rsidR="002739AE" w:rsidRPr="004602A4" w:rsidRDefault="002739AE" w:rsidP="000715AF">
                        <w:pPr>
                          <w:pStyle w:val="TableBodyText"/>
                          <w:rPr>
                            <w:i/>
                          </w:rPr>
                        </w:pPr>
                        <w:proofErr w:type="spellStart"/>
                        <w:r w:rsidRPr="004602A4">
                          <w:rPr>
                            <w:i/>
                          </w:rPr>
                          <w:t>Aust</w:t>
                        </w:r>
                        <w:proofErr w:type="spellEnd"/>
                      </w:p>
                    </w:tc>
                  </w:tr>
                  <w:tr w:rsidR="002739AE" w:rsidRPr="000D63A1" w:rsidTr="005E67F8">
                    <w:tc>
                      <w:tcPr>
                        <w:tcW w:w="2672" w:type="dxa"/>
                        <w:tcBorders>
                          <w:top w:val="single" w:sz="4" w:space="0" w:color="BFBFBF"/>
                        </w:tcBorders>
                      </w:tcPr>
                      <w:p w:rsidR="002739AE" w:rsidRPr="004602A4" w:rsidRDefault="002739AE" w:rsidP="00F85DCB">
                        <w:pPr>
                          <w:pStyle w:val="TableBodyText"/>
                          <w:spacing w:before="40"/>
                          <w:jc w:val="left"/>
                        </w:pPr>
                        <w:r w:rsidRPr="004602A4">
                          <w:t>Vaccine preventable conditions</w:t>
                        </w:r>
                      </w:p>
                    </w:tc>
                    <w:tc>
                      <w:tcPr>
                        <w:tcW w:w="646"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Pr>
                            <w:rFonts w:cs="Arial"/>
                            <w:szCs w:val="18"/>
                          </w:rPr>
                          <w:t>1.6</w:t>
                        </w:r>
                      </w:p>
                    </w:tc>
                    <w:tc>
                      <w:tcPr>
                        <w:tcW w:w="639"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1.6</w:t>
                        </w:r>
                      </w:p>
                    </w:tc>
                    <w:tc>
                      <w:tcPr>
                        <w:tcW w:w="640"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1.9</w:t>
                        </w:r>
                      </w:p>
                    </w:tc>
                    <w:tc>
                      <w:tcPr>
                        <w:tcW w:w="639"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1.4</w:t>
                        </w:r>
                      </w:p>
                    </w:tc>
                    <w:tc>
                      <w:tcPr>
                        <w:tcW w:w="640"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2.3</w:t>
                        </w:r>
                      </w:p>
                    </w:tc>
                    <w:tc>
                      <w:tcPr>
                        <w:tcW w:w="639"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0.8</w:t>
                        </w:r>
                      </w:p>
                    </w:tc>
                    <w:tc>
                      <w:tcPr>
                        <w:tcW w:w="641" w:type="dxa"/>
                        <w:tcBorders>
                          <w:top w:val="single" w:sz="4" w:space="0" w:color="BFBFBF"/>
                        </w:tcBorders>
                        <w:shd w:val="clear" w:color="auto" w:fill="auto"/>
                        <w:vAlign w:val="center"/>
                      </w:tcPr>
                      <w:p w:rsidR="002739AE" w:rsidRPr="004602A4" w:rsidRDefault="009D07C1" w:rsidP="00F85DCB">
                        <w:pPr>
                          <w:pStyle w:val="TableBodyText"/>
                          <w:spacing w:before="40"/>
                          <w:rPr>
                            <w:rFonts w:cs="Arial"/>
                            <w:szCs w:val="18"/>
                          </w:rPr>
                        </w:pPr>
                        <w:r>
                          <w:rPr>
                            <w:rFonts w:cs="Arial"/>
                            <w:szCs w:val="18"/>
                          </w:rPr>
                          <w:t>1.4</w:t>
                        </w:r>
                      </w:p>
                    </w:tc>
                    <w:tc>
                      <w:tcPr>
                        <w:tcW w:w="639"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8.4</w:t>
                        </w:r>
                      </w:p>
                    </w:tc>
                    <w:tc>
                      <w:tcPr>
                        <w:tcW w:w="648" w:type="dxa"/>
                        <w:tcBorders>
                          <w:top w:val="single" w:sz="4" w:space="0" w:color="BFBFBF"/>
                        </w:tcBorders>
                        <w:shd w:val="clear" w:color="auto" w:fill="auto"/>
                        <w:vAlign w:val="center"/>
                      </w:tcPr>
                      <w:p w:rsidR="002739AE" w:rsidRPr="004602A4" w:rsidRDefault="00063924" w:rsidP="00F85DCB">
                        <w:pPr>
                          <w:pStyle w:val="TableBodyText"/>
                          <w:spacing w:before="40"/>
                          <w:rPr>
                            <w:rFonts w:cs="Arial"/>
                            <w:szCs w:val="18"/>
                          </w:rPr>
                        </w:pPr>
                        <w:r w:rsidRPr="00063924">
                          <w:rPr>
                            <w:rFonts w:cs="Arial"/>
                            <w:szCs w:val="18"/>
                          </w:rPr>
                          <w:t>1.8</w:t>
                        </w:r>
                      </w:p>
                    </w:tc>
                  </w:tr>
                  <w:tr w:rsidR="002739AE" w:rsidRPr="000D63A1" w:rsidTr="005E67F8">
                    <w:tc>
                      <w:tcPr>
                        <w:tcW w:w="2672" w:type="dxa"/>
                      </w:tcPr>
                      <w:p w:rsidR="002739AE" w:rsidRPr="004602A4" w:rsidRDefault="002739AE" w:rsidP="000715AF">
                        <w:pPr>
                          <w:pStyle w:val="TableBodyText"/>
                          <w:jc w:val="left"/>
                        </w:pPr>
                        <w:r w:rsidRPr="004602A4">
                          <w:t xml:space="preserve">Selected acute conditions </w:t>
                        </w:r>
                      </w:p>
                    </w:tc>
                    <w:tc>
                      <w:tcPr>
                        <w:tcW w:w="646" w:type="dxa"/>
                        <w:shd w:val="clear" w:color="auto" w:fill="auto"/>
                        <w:vAlign w:val="center"/>
                      </w:tcPr>
                      <w:p w:rsidR="002739AE" w:rsidRPr="004602A4" w:rsidRDefault="00D255C6" w:rsidP="00063924">
                        <w:pPr>
                          <w:pStyle w:val="TableBodyText"/>
                          <w:rPr>
                            <w:rFonts w:cs="Arial"/>
                            <w:szCs w:val="18"/>
                          </w:rPr>
                        </w:pPr>
                        <w:r>
                          <w:rPr>
                            <w:rFonts w:cs="Arial"/>
                            <w:szCs w:val="18"/>
                          </w:rPr>
                          <w:t>11.0</w:t>
                        </w:r>
                      </w:p>
                    </w:tc>
                    <w:tc>
                      <w:tcPr>
                        <w:tcW w:w="639"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10.9</w:t>
                        </w:r>
                      </w:p>
                    </w:tc>
                    <w:tc>
                      <w:tcPr>
                        <w:tcW w:w="640"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14.9</w:t>
                        </w:r>
                      </w:p>
                    </w:tc>
                    <w:tc>
                      <w:tcPr>
                        <w:tcW w:w="639"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12.4</w:t>
                        </w:r>
                      </w:p>
                    </w:tc>
                    <w:tc>
                      <w:tcPr>
                        <w:tcW w:w="640"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13.1</w:t>
                        </w:r>
                      </w:p>
                    </w:tc>
                    <w:tc>
                      <w:tcPr>
                        <w:tcW w:w="639"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11.3</w:t>
                        </w:r>
                      </w:p>
                    </w:tc>
                    <w:tc>
                      <w:tcPr>
                        <w:tcW w:w="641" w:type="dxa"/>
                        <w:shd w:val="clear" w:color="auto" w:fill="auto"/>
                        <w:vAlign w:val="center"/>
                      </w:tcPr>
                      <w:p w:rsidR="002739AE" w:rsidRPr="004602A4" w:rsidRDefault="009D07C1" w:rsidP="000715AF">
                        <w:pPr>
                          <w:pStyle w:val="TableBodyText"/>
                          <w:rPr>
                            <w:rFonts w:cs="Arial"/>
                            <w:szCs w:val="18"/>
                          </w:rPr>
                        </w:pPr>
                        <w:r>
                          <w:rPr>
                            <w:rFonts w:cs="Arial"/>
                            <w:szCs w:val="18"/>
                          </w:rPr>
                          <w:t>9.4</w:t>
                        </w:r>
                      </w:p>
                    </w:tc>
                    <w:tc>
                      <w:tcPr>
                        <w:tcW w:w="639" w:type="dxa"/>
                        <w:shd w:val="clear" w:color="auto" w:fill="auto"/>
                        <w:vAlign w:val="center"/>
                      </w:tcPr>
                      <w:p w:rsidR="002739AE" w:rsidRPr="004602A4" w:rsidRDefault="00063924" w:rsidP="000715AF">
                        <w:pPr>
                          <w:pStyle w:val="TableBodyText"/>
                          <w:rPr>
                            <w:rFonts w:cs="Arial"/>
                            <w:szCs w:val="18"/>
                          </w:rPr>
                        </w:pPr>
                        <w:r w:rsidRPr="00063924">
                          <w:rPr>
                            <w:rFonts w:cs="Arial"/>
                            <w:szCs w:val="18"/>
                          </w:rPr>
                          <w:t>21.3</w:t>
                        </w:r>
                      </w:p>
                    </w:tc>
                    <w:tc>
                      <w:tcPr>
                        <w:tcW w:w="648" w:type="dxa"/>
                        <w:shd w:val="clear" w:color="auto" w:fill="auto"/>
                        <w:vAlign w:val="center"/>
                      </w:tcPr>
                      <w:p w:rsidR="002739AE" w:rsidRPr="004602A4" w:rsidRDefault="00063924" w:rsidP="009D07C1">
                        <w:pPr>
                          <w:pStyle w:val="TableBodyText"/>
                          <w:rPr>
                            <w:rFonts w:cs="Arial"/>
                            <w:szCs w:val="18"/>
                          </w:rPr>
                        </w:pPr>
                        <w:r w:rsidRPr="00063924">
                          <w:rPr>
                            <w:rFonts w:cs="Arial"/>
                            <w:szCs w:val="18"/>
                          </w:rPr>
                          <w:t>12.</w:t>
                        </w:r>
                        <w:r w:rsidR="009D07C1">
                          <w:rPr>
                            <w:rFonts w:cs="Arial"/>
                            <w:szCs w:val="18"/>
                          </w:rPr>
                          <w:t>2</w:t>
                        </w:r>
                      </w:p>
                    </w:tc>
                  </w:tr>
                  <w:tr w:rsidR="002739AE" w:rsidRPr="000D63A1" w:rsidTr="00AF1FFA">
                    <w:tc>
                      <w:tcPr>
                        <w:tcW w:w="2672" w:type="dxa"/>
                      </w:tcPr>
                      <w:p w:rsidR="002739AE" w:rsidRPr="004602A4" w:rsidRDefault="002739AE" w:rsidP="000715AF">
                        <w:pPr>
                          <w:pStyle w:val="TableBodyText"/>
                          <w:jc w:val="left"/>
                        </w:pPr>
                        <w:r w:rsidRPr="004602A4">
                          <w:t>Selected chronic conditions</w:t>
                        </w:r>
                      </w:p>
                    </w:tc>
                    <w:tc>
                      <w:tcPr>
                        <w:tcW w:w="646" w:type="dxa"/>
                        <w:shd w:val="clear" w:color="auto" w:fill="auto"/>
                        <w:vAlign w:val="center"/>
                      </w:tcPr>
                      <w:p w:rsidR="002739AE" w:rsidRPr="004602A4" w:rsidRDefault="00D255C6" w:rsidP="00D255C6">
                        <w:pPr>
                          <w:pStyle w:val="TableBodyText"/>
                          <w:rPr>
                            <w:rFonts w:cs="Arial"/>
                            <w:szCs w:val="18"/>
                          </w:rPr>
                        </w:pPr>
                        <w:r>
                          <w:rPr>
                            <w:rFonts w:cs="Arial"/>
                            <w:szCs w:val="18"/>
                          </w:rPr>
                          <w:t>10.3</w:t>
                        </w:r>
                      </w:p>
                    </w:tc>
                    <w:tc>
                      <w:tcPr>
                        <w:tcW w:w="639"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11.6</w:t>
                        </w:r>
                      </w:p>
                    </w:tc>
                    <w:tc>
                      <w:tcPr>
                        <w:tcW w:w="640"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13.2</w:t>
                        </w:r>
                      </w:p>
                    </w:tc>
                    <w:tc>
                      <w:tcPr>
                        <w:tcW w:w="639"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10.6</w:t>
                        </w:r>
                      </w:p>
                    </w:tc>
                    <w:tc>
                      <w:tcPr>
                        <w:tcW w:w="640"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11.6</w:t>
                        </w:r>
                      </w:p>
                    </w:tc>
                    <w:tc>
                      <w:tcPr>
                        <w:tcW w:w="639"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10.5</w:t>
                        </w:r>
                      </w:p>
                    </w:tc>
                    <w:tc>
                      <w:tcPr>
                        <w:tcW w:w="641" w:type="dxa"/>
                        <w:shd w:val="clear" w:color="auto" w:fill="auto"/>
                        <w:vAlign w:val="center"/>
                      </w:tcPr>
                      <w:p w:rsidR="002739AE" w:rsidRPr="004602A4" w:rsidRDefault="009D07C1" w:rsidP="000715AF">
                        <w:pPr>
                          <w:pStyle w:val="TableBodyText"/>
                          <w:rPr>
                            <w:rFonts w:cs="Arial"/>
                            <w:szCs w:val="18"/>
                          </w:rPr>
                        </w:pPr>
                        <w:r>
                          <w:rPr>
                            <w:rFonts w:cs="Arial"/>
                            <w:szCs w:val="18"/>
                          </w:rPr>
                          <w:t>8.4</w:t>
                        </w:r>
                      </w:p>
                    </w:tc>
                    <w:tc>
                      <w:tcPr>
                        <w:tcW w:w="639" w:type="dxa"/>
                        <w:shd w:val="clear" w:color="auto" w:fill="auto"/>
                        <w:vAlign w:val="center"/>
                      </w:tcPr>
                      <w:p w:rsidR="002739AE" w:rsidRPr="004602A4" w:rsidRDefault="00D255C6" w:rsidP="000715AF">
                        <w:pPr>
                          <w:pStyle w:val="TableBodyText"/>
                          <w:rPr>
                            <w:rFonts w:cs="Arial"/>
                            <w:szCs w:val="18"/>
                          </w:rPr>
                        </w:pPr>
                        <w:r w:rsidRPr="00D255C6">
                          <w:rPr>
                            <w:rFonts w:cs="Arial"/>
                            <w:szCs w:val="18"/>
                          </w:rPr>
                          <w:t>22.4</w:t>
                        </w:r>
                      </w:p>
                    </w:tc>
                    <w:tc>
                      <w:tcPr>
                        <w:tcW w:w="648" w:type="dxa"/>
                        <w:shd w:val="clear" w:color="auto" w:fill="auto"/>
                        <w:vAlign w:val="center"/>
                      </w:tcPr>
                      <w:p w:rsidR="002739AE" w:rsidRPr="004602A4" w:rsidRDefault="00D255C6" w:rsidP="009D07C1">
                        <w:pPr>
                          <w:pStyle w:val="TableBodyText"/>
                          <w:rPr>
                            <w:rFonts w:cs="Arial"/>
                            <w:szCs w:val="18"/>
                          </w:rPr>
                        </w:pPr>
                        <w:r w:rsidRPr="00D255C6">
                          <w:rPr>
                            <w:rFonts w:cs="Arial"/>
                            <w:szCs w:val="18"/>
                          </w:rPr>
                          <w:t>11.</w:t>
                        </w:r>
                        <w:r w:rsidR="009D07C1">
                          <w:rPr>
                            <w:rFonts w:cs="Arial"/>
                            <w:szCs w:val="18"/>
                          </w:rPr>
                          <w:t>4</w:t>
                        </w:r>
                      </w:p>
                    </w:tc>
                  </w:tr>
                  <w:tr w:rsidR="002739AE" w:rsidRPr="000D63A1" w:rsidTr="00AF1FFA">
                    <w:tc>
                      <w:tcPr>
                        <w:tcW w:w="2672" w:type="dxa"/>
                        <w:shd w:val="clear" w:color="auto" w:fill="auto"/>
                      </w:tcPr>
                      <w:p w:rsidR="002739AE" w:rsidRPr="004602A4" w:rsidRDefault="002739AE" w:rsidP="000715AF">
                        <w:pPr>
                          <w:pStyle w:val="TableBodyText"/>
                          <w:jc w:val="left"/>
                          <w:rPr>
                            <w:rStyle w:val="NoteLabel"/>
                            <w:b w:val="0"/>
                            <w:sz w:val="20"/>
                          </w:rPr>
                        </w:pPr>
                        <w:r w:rsidRPr="004602A4">
                          <w:rPr>
                            <w:b/>
                          </w:rPr>
                          <w:t>Total</w:t>
                        </w:r>
                      </w:p>
                    </w:tc>
                    <w:tc>
                      <w:tcPr>
                        <w:tcW w:w="646" w:type="dxa"/>
                        <w:shd w:val="clear" w:color="auto" w:fill="auto"/>
                        <w:vAlign w:val="center"/>
                      </w:tcPr>
                      <w:p w:rsidR="002739AE" w:rsidRPr="004602A4" w:rsidRDefault="00F4412D" w:rsidP="00F4412D">
                        <w:pPr>
                          <w:pStyle w:val="TableBodyText"/>
                          <w:rPr>
                            <w:rFonts w:cs="Arial"/>
                            <w:b/>
                            <w:bCs/>
                            <w:szCs w:val="18"/>
                          </w:rPr>
                        </w:pPr>
                        <w:r>
                          <w:rPr>
                            <w:rFonts w:cs="Arial"/>
                            <w:b/>
                            <w:bCs/>
                            <w:szCs w:val="18"/>
                          </w:rPr>
                          <w:t>22.7</w:t>
                        </w:r>
                      </w:p>
                    </w:tc>
                    <w:tc>
                      <w:tcPr>
                        <w:tcW w:w="639"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23.9</w:t>
                        </w:r>
                      </w:p>
                    </w:tc>
                    <w:tc>
                      <w:tcPr>
                        <w:tcW w:w="640"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29.8</w:t>
                        </w:r>
                      </w:p>
                    </w:tc>
                    <w:tc>
                      <w:tcPr>
                        <w:tcW w:w="639"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24.3</w:t>
                        </w:r>
                      </w:p>
                    </w:tc>
                    <w:tc>
                      <w:tcPr>
                        <w:tcW w:w="640"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26.6</w:t>
                        </w:r>
                      </w:p>
                    </w:tc>
                    <w:tc>
                      <w:tcPr>
                        <w:tcW w:w="639"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22.5</w:t>
                        </w:r>
                      </w:p>
                    </w:tc>
                    <w:tc>
                      <w:tcPr>
                        <w:tcW w:w="641" w:type="dxa"/>
                        <w:shd w:val="clear" w:color="auto" w:fill="auto"/>
                        <w:vAlign w:val="center"/>
                      </w:tcPr>
                      <w:p w:rsidR="002739AE" w:rsidRPr="004602A4" w:rsidRDefault="009D07C1" w:rsidP="00746C71">
                        <w:pPr>
                          <w:pStyle w:val="TableBodyText"/>
                          <w:rPr>
                            <w:rFonts w:cs="Arial"/>
                            <w:b/>
                            <w:bCs/>
                            <w:szCs w:val="18"/>
                          </w:rPr>
                        </w:pPr>
                        <w:r>
                          <w:rPr>
                            <w:rFonts w:cs="Arial"/>
                            <w:b/>
                            <w:bCs/>
                            <w:szCs w:val="18"/>
                          </w:rPr>
                          <w:t>19.0</w:t>
                        </w:r>
                      </w:p>
                    </w:tc>
                    <w:tc>
                      <w:tcPr>
                        <w:tcW w:w="639" w:type="dxa"/>
                        <w:shd w:val="clear" w:color="auto" w:fill="auto"/>
                        <w:vAlign w:val="center"/>
                      </w:tcPr>
                      <w:p w:rsidR="002739AE" w:rsidRPr="004602A4" w:rsidRDefault="00F4412D" w:rsidP="000715AF">
                        <w:pPr>
                          <w:pStyle w:val="TableBodyText"/>
                          <w:rPr>
                            <w:rFonts w:cs="Arial"/>
                            <w:b/>
                            <w:bCs/>
                            <w:szCs w:val="18"/>
                          </w:rPr>
                        </w:pPr>
                        <w:r w:rsidRPr="00D255C6">
                          <w:rPr>
                            <w:rFonts w:cs="Arial"/>
                            <w:b/>
                            <w:bCs/>
                            <w:szCs w:val="18"/>
                          </w:rPr>
                          <w:t>50.2</w:t>
                        </w:r>
                      </w:p>
                    </w:tc>
                    <w:tc>
                      <w:tcPr>
                        <w:tcW w:w="648" w:type="dxa"/>
                        <w:shd w:val="clear" w:color="auto" w:fill="auto"/>
                        <w:vAlign w:val="center"/>
                      </w:tcPr>
                      <w:p w:rsidR="002739AE" w:rsidRPr="004602A4" w:rsidRDefault="00F4412D" w:rsidP="009D07C1">
                        <w:pPr>
                          <w:pStyle w:val="TableBodyText"/>
                          <w:rPr>
                            <w:rFonts w:cs="Arial"/>
                            <w:b/>
                            <w:bCs/>
                            <w:szCs w:val="18"/>
                          </w:rPr>
                        </w:pPr>
                        <w:r w:rsidRPr="00D255C6">
                          <w:rPr>
                            <w:rFonts w:cs="Arial"/>
                            <w:b/>
                            <w:bCs/>
                            <w:szCs w:val="18"/>
                          </w:rPr>
                          <w:t>25.</w:t>
                        </w:r>
                        <w:r w:rsidR="009D07C1">
                          <w:rPr>
                            <w:rFonts w:cs="Arial"/>
                            <w:b/>
                            <w:bCs/>
                            <w:szCs w:val="18"/>
                          </w:rPr>
                          <w:t>2</w:t>
                        </w:r>
                      </w:p>
                    </w:tc>
                  </w:tr>
                </w:tbl>
                <w:p w:rsidR="002739AE" w:rsidRDefault="002739AE" w:rsidP="000715AF">
                  <w:pPr>
                    <w:pStyle w:val="TableColumnHeading"/>
                    <w:jc w:val="left"/>
                  </w:pPr>
                </w:p>
              </w:tc>
              <w:tc>
                <w:tcPr>
                  <w:tcW w:w="14" w:type="pct"/>
                  <w:tcBorders>
                    <w:top w:val="single" w:sz="6" w:space="0" w:color="BFBFBF"/>
                    <w:bottom w:val="single" w:sz="6" w:space="0" w:color="BFBFBF"/>
                  </w:tcBorders>
                  <w:shd w:val="clear" w:color="auto" w:fill="auto"/>
                  <w:tcMar>
                    <w:top w:w="28" w:type="dxa"/>
                  </w:tcMar>
                </w:tcPr>
                <w:p w:rsidR="002739AE" w:rsidRDefault="002739AE" w:rsidP="000715AF">
                  <w:pPr>
                    <w:pStyle w:val="TableColumnHeading"/>
                  </w:pPr>
                </w:p>
              </w:tc>
              <w:tc>
                <w:tcPr>
                  <w:tcW w:w="12" w:type="pct"/>
                  <w:tcBorders>
                    <w:top w:val="single" w:sz="6" w:space="0" w:color="BFBFBF"/>
                    <w:bottom w:val="single" w:sz="6" w:space="0" w:color="BFBFBF"/>
                  </w:tcBorders>
                  <w:shd w:val="clear" w:color="auto" w:fill="auto"/>
                  <w:tcMar>
                    <w:top w:w="28" w:type="dxa"/>
                  </w:tcMar>
                </w:tcPr>
                <w:p w:rsidR="002739AE" w:rsidRDefault="002739AE" w:rsidP="000715AF">
                  <w:pPr>
                    <w:pStyle w:val="TableColumnHeading"/>
                    <w:ind w:right="28"/>
                  </w:pPr>
                </w:p>
              </w:tc>
            </w:tr>
          </w:tbl>
          <w:p w:rsidR="002739AE" w:rsidRDefault="002739AE" w:rsidP="000715AF">
            <w:pPr>
              <w:pStyle w:val="Box"/>
            </w:pPr>
          </w:p>
        </w:tc>
      </w:tr>
      <w:tr w:rsidR="002739AE" w:rsidTr="000715AF">
        <w:trPr>
          <w:cantSplit/>
        </w:trPr>
        <w:tc>
          <w:tcPr>
            <w:tcW w:w="8771" w:type="dxa"/>
            <w:tcBorders>
              <w:top w:val="nil"/>
              <w:left w:val="nil"/>
              <w:bottom w:val="nil"/>
              <w:right w:val="nil"/>
            </w:tcBorders>
            <w:shd w:val="clear" w:color="auto" w:fill="auto"/>
          </w:tcPr>
          <w:p w:rsidR="002739AE" w:rsidRDefault="002739AE" w:rsidP="00585D36">
            <w:pPr>
              <w:pStyle w:val="Note"/>
              <w:rPr>
                <w:i/>
              </w:rPr>
            </w:pPr>
            <w:r w:rsidRPr="008E77FE">
              <w:rPr>
                <w:rStyle w:val="NoteLabel"/>
              </w:rPr>
              <w:t>a</w:t>
            </w:r>
            <w:r>
              <w:t xml:space="preserve"> See box 10.2</w:t>
            </w:r>
            <w:r w:rsidR="00585D36">
              <w:t>3</w:t>
            </w:r>
            <w:r>
              <w:t xml:space="preserve"> and </w:t>
            </w:r>
            <w:r w:rsidRPr="004602A4">
              <w:t xml:space="preserve">table </w:t>
            </w:r>
            <w:proofErr w:type="spellStart"/>
            <w:r w:rsidRPr="004602A4">
              <w:t>10A.8</w:t>
            </w:r>
            <w:r w:rsidR="00E96F58">
              <w:t>4</w:t>
            </w:r>
            <w:proofErr w:type="spellEnd"/>
            <w:r>
              <w:t xml:space="preserve"> for detailed definitions, footnotes and caveats.</w:t>
            </w:r>
          </w:p>
        </w:tc>
      </w:tr>
      <w:tr w:rsidR="002739AE" w:rsidTr="000715AF">
        <w:trPr>
          <w:cantSplit/>
        </w:trPr>
        <w:tc>
          <w:tcPr>
            <w:tcW w:w="8771" w:type="dxa"/>
            <w:tcBorders>
              <w:top w:val="nil"/>
              <w:left w:val="nil"/>
              <w:bottom w:val="nil"/>
              <w:right w:val="nil"/>
            </w:tcBorders>
            <w:shd w:val="clear" w:color="auto" w:fill="auto"/>
          </w:tcPr>
          <w:p w:rsidR="002739AE" w:rsidRDefault="002739AE" w:rsidP="00E96F58">
            <w:pPr>
              <w:pStyle w:val="Source"/>
            </w:pPr>
            <w:r w:rsidRPr="002C4939">
              <w:rPr>
                <w:i/>
              </w:rPr>
              <w:t>Source</w:t>
            </w:r>
            <w:r w:rsidRPr="002C4939">
              <w:t xml:space="preserve">: </w:t>
            </w:r>
            <w:proofErr w:type="spellStart"/>
            <w:r w:rsidRPr="008F6658">
              <w:t>AIHW</w:t>
            </w:r>
            <w:proofErr w:type="spellEnd"/>
            <w:r w:rsidRPr="008F6658">
              <w:t xml:space="preserve"> (unpublished) </w:t>
            </w:r>
            <w:r w:rsidR="00C115F5" w:rsidRPr="005E67F8">
              <w:t>Admitted patient care 2014–15: Australian hospital statistics</w:t>
            </w:r>
            <w:r>
              <w:t xml:space="preserve">; </w:t>
            </w:r>
            <w:r w:rsidRPr="004602A4">
              <w:t>table </w:t>
            </w:r>
            <w:proofErr w:type="spellStart"/>
            <w:r w:rsidRPr="004602A4">
              <w:t>10A.</w:t>
            </w:r>
            <w:r w:rsidR="00E96F58">
              <w:t>84</w:t>
            </w:r>
            <w:proofErr w:type="spellEnd"/>
            <w:r w:rsidRPr="002C4939">
              <w:t>.</w:t>
            </w:r>
          </w:p>
        </w:tc>
      </w:tr>
      <w:tr w:rsidR="002739AE" w:rsidTr="000715AF">
        <w:trPr>
          <w:cantSplit/>
        </w:trPr>
        <w:tc>
          <w:tcPr>
            <w:tcW w:w="8771" w:type="dxa"/>
            <w:tcBorders>
              <w:top w:val="nil"/>
              <w:left w:val="nil"/>
              <w:bottom w:val="single" w:sz="6" w:space="0" w:color="78A22F"/>
              <w:right w:val="nil"/>
            </w:tcBorders>
            <w:shd w:val="clear" w:color="auto" w:fill="auto"/>
          </w:tcPr>
          <w:p w:rsidR="002739AE" w:rsidRDefault="002739AE" w:rsidP="000715AF">
            <w:pPr>
              <w:pStyle w:val="Box"/>
              <w:spacing w:before="0" w:line="120" w:lineRule="exact"/>
            </w:pPr>
          </w:p>
        </w:tc>
      </w:tr>
      <w:tr w:rsidR="002739AE" w:rsidRPr="000863A5" w:rsidTr="000715AF">
        <w:tc>
          <w:tcPr>
            <w:tcW w:w="8771" w:type="dxa"/>
            <w:tcBorders>
              <w:top w:val="single" w:sz="6" w:space="0" w:color="78A22F"/>
              <w:left w:val="nil"/>
              <w:bottom w:val="nil"/>
              <w:right w:val="nil"/>
            </w:tcBorders>
          </w:tcPr>
          <w:p w:rsidR="002739AE" w:rsidRPr="00626D32" w:rsidRDefault="002739AE" w:rsidP="000715AF">
            <w:pPr>
              <w:pStyle w:val="BoxSpaceBelow"/>
            </w:pPr>
          </w:p>
        </w:tc>
      </w:tr>
    </w:tbl>
    <w:p w:rsidR="003E2B93" w:rsidRPr="00F459BD" w:rsidRDefault="0095555A" w:rsidP="005321E7">
      <w:pPr>
        <w:pStyle w:val="Heading5"/>
      </w:pPr>
      <w:r w:rsidRPr="00F459BD">
        <w:t>Potentially preventable h</w:t>
      </w:r>
      <w:r w:rsidR="003E2B93" w:rsidRPr="00F459BD">
        <w:t>ospitalisations for diabetes</w:t>
      </w:r>
    </w:p>
    <w:p w:rsidR="003E2B93" w:rsidRPr="00F459BD" w:rsidRDefault="00FD7D4E" w:rsidP="000A488B">
      <w:pPr>
        <w:pStyle w:val="BodyText"/>
      </w:pPr>
      <w:r w:rsidRPr="00913654">
        <w:t>Nationally</w:t>
      </w:r>
      <w:r w:rsidR="000A488B">
        <w:t xml:space="preserve"> in 201</w:t>
      </w:r>
      <w:r w:rsidR="00D61FF9">
        <w:t>4</w:t>
      </w:r>
      <w:r w:rsidR="0064097A">
        <w:noBreakHyphen/>
      </w:r>
      <w:r w:rsidR="000A488B">
        <w:t>1</w:t>
      </w:r>
      <w:r w:rsidR="00D61FF9">
        <w:t>5</w:t>
      </w:r>
      <w:r w:rsidR="003E2B93" w:rsidRPr="00913654">
        <w:t xml:space="preserve">, the age standardised hospital separation rate </w:t>
      </w:r>
      <w:r w:rsidR="00592818" w:rsidRPr="00913654">
        <w:t>for</w:t>
      </w:r>
      <w:r w:rsidR="003E2B93" w:rsidRPr="00913654">
        <w:t xml:space="preserve"> </w:t>
      </w:r>
      <w:r w:rsidR="00592818" w:rsidRPr="00913654">
        <w:t xml:space="preserve">Type 2 diabetes mellitus as </w:t>
      </w:r>
      <w:r w:rsidR="003E2B93" w:rsidRPr="00913654">
        <w:t>principal diagnosis was</w:t>
      </w:r>
      <w:r w:rsidR="000A4BEF">
        <w:t xml:space="preserve"> </w:t>
      </w:r>
      <w:r w:rsidR="00851886" w:rsidRPr="00693B62">
        <w:t>111</w:t>
      </w:r>
      <w:r w:rsidR="00F878FD" w:rsidRPr="00693B62">
        <w:t>.</w:t>
      </w:r>
      <w:r w:rsidR="00532662" w:rsidRPr="00693B62">
        <w:t>2</w:t>
      </w:r>
      <w:r w:rsidR="003E2B93" w:rsidRPr="00931CC9">
        <w:t xml:space="preserve"> separations</w:t>
      </w:r>
      <w:r w:rsidR="00EC1685" w:rsidRPr="00931CC9">
        <w:t xml:space="preserve"> per 100 000 </w:t>
      </w:r>
      <w:r w:rsidR="003E2B93" w:rsidRPr="00931CC9">
        <w:t>people</w:t>
      </w:r>
      <w:r w:rsidR="003E2B93" w:rsidRPr="00913654">
        <w:t xml:space="preserve"> (</w:t>
      </w:r>
      <w:r w:rsidR="00AF268C">
        <w:t>tabl</w:t>
      </w:r>
      <w:r w:rsidR="00897589" w:rsidRPr="006E715D">
        <w:t xml:space="preserve">e </w:t>
      </w:r>
      <w:proofErr w:type="spellStart"/>
      <w:r w:rsidR="00897589" w:rsidRPr="006E715D">
        <w:t>10</w:t>
      </w:r>
      <w:r w:rsidR="00AF268C">
        <w:t>A</w:t>
      </w:r>
      <w:r w:rsidR="00897589" w:rsidRPr="006E715D">
        <w:t>.</w:t>
      </w:r>
      <w:r w:rsidR="00E96F58">
        <w:t>92</w:t>
      </w:r>
      <w:proofErr w:type="spellEnd"/>
      <w:r w:rsidR="002A346C" w:rsidRPr="00913654">
        <w:t>).</w:t>
      </w:r>
      <w:r w:rsidR="000A488B">
        <w:t xml:space="preserve"> </w:t>
      </w:r>
      <w:r w:rsidR="00D32A40">
        <w:t xml:space="preserve">Of </w:t>
      </w:r>
      <w:r w:rsidR="000A488B">
        <w:t xml:space="preserve">these, </w:t>
      </w:r>
      <w:r w:rsidR="00851886">
        <w:t>27</w:t>
      </w:r>
      <w:r w:rsidR="000A488B">
        <w:t>.</w:t>
      </w:r>
      <w:r w:rsidR="00851886">
        <w:t>3</w:t>
      </w:r>
      <w:r w:rsidR="000A488B">
        <w:t xml:space="preserve"> per cent were same day separations </w:t>
      </w:r>
      <w:r w:rsidR="000A488B" w:rsidRPr="00D61FF9">
        <w:t xml:space="preserve">(table </w:t>
      </w:r>
      <w:proofErr w:type="spellStart"/>
      <w:r w:rsidR="000A488B" w:rsidRPr="00D61FF9">
        <w:t>10A.</w:t>
      </w:r>
      <w:r w:rsidR="00E96F58">
        <w:t>93</w:t>
      </w:r>
      <w:proofErr w:type="spellEnd"/>
      <w:r w:rsidR="000A488B" w:rsidRPr="00D61FF9">
        <w:t>)</w:t>
      </w:r>
      <w:r w:rsidR="000A488B">
        <w:t>.</w:t>
      </w:r>
      <w:r w:rsidR="00AF268C" w:rsidRPr="00AF268C">
        <w:t xml:space="preserve"> </w:t>
      </w:r>
      <w:r w:rsidR="00AF268C">
        <w:t>T</w:t>
      </w:r>
      <w:r w:rsidR="00AF268C" w:rsidRPr="00D61FF9">
        <w:t xml:space="preserve">he age standardised separation rate for </w:t>
      </w:r>
      <w:r w:rsidR="00AF268C">
        <w:t xml:space="preserve">diabetes </w:t>
      </w:r>
      <w:r w:rsidR="00AF268C" w:rsidRPr="008528A3">
        <w:t>(excluding separations for diabetes complications as an additional diagnosis)</w:t>
      </w:r>
      <w:r w:rsidR="00AF268C">
        <w:t xml:space="preserve"> for </w:t>
      </w:r>
      <w:r w:rsidR="00AF268C" w:rsidRPr="00D61FF9">
        <w:t>Aboriginal and Torres Strait Islander people was almost four times the rate for all Australians (table </w:t>
      </w:r>
      <w:proofErr w:type="spellStart"/>
      <w:r w:rsidR="00AF268C" w:rsidRPr="00D61FF9">
        <w:t>10A.</w:t>
      </w:r>
      <w:r w:rsidR="00E96F58">
        <w:t>91</w:t>
      </w:r>
      <w:proofErr w:type="spellEnd"/>
      <w:r w:rsidR="00AF268C" w:rsidRPr="00913654">
        <w:t>).</w:t>
      </w:r>
    </w:p>
    <w:p w:rsidR="003E2B93" w:rsidRPr="00F459BD" w:rsidRDefault="003E2B93" w:rsidP="00931CC9">
      <w:pPr>
        <w:pStyle w:val="BodyText"/>
      </w:pPr>
      <w:r w:rsidRPr="00913654">
        <w:t xml:space="preserve">The three </w:t>
      </w:r>
      <w:r w:rsidR="000130CB" w:rsidRPr="00913654">
        <w:t xml:space="preserve">complications of Type 2 diabetes </w:t>
      </w:r>
      <w:r w:rsidRPr="00913654">
        <w:t>most common</w:t>
      </w:r>
      <w:r w:rsidR="000130CB" w:rsidRPr="00913654">
        <w:t>ly</w:t>
      </w:r>
      <w:r w:rsidRPr="00913654">
        <w:t xml:space="preserve"> </w:t>
      </w:r>
      <w:r w:rsidR="000130CB" w:rsidRPr="00913654">
        <w:t>leading to</w:t>
      </w:r>
      <w:r w:rsidRPr="00913654">
        <w:t xml:space="preserve"> hospitalisation in </w:t>
      </w:r>
      <w:r w:rsidR="00025443" w:rsidRPr="00D61FF9">
        <w:t>201</w:t>
      </w:r>
      <w:r w:rsidR="00D61FF9" w:rsidRPr="00D61FF9">
        <w:t>4</w:t>
      </w:r>
      <w:r w:rsidR="00025443" w:rsidRPr="00D61FF9">
        <w:noBreakHyphen/>
        <w:t>1</w:t>
      </w:r>
      <w:r w:rsidR="00D61FF9">
        <w:t>5</w:t>
      </w:r>
      <w:r w:rsidR="00025443">
        <w:t xml:space="preserve"> </w:t>
      </w:r>
      <w:r w:rsidRPr="00913654">
        <w:t xml:space="preserve">were </w:t>
      </w:r>
      <w:r w:rsidR="00D07052" w:rsidRPr="00913654">
        <w:t xml:space="preserve">circulatory </w:t>
      </w:r>
      <w:r w:rsidRPr="00913654">
        <w:t xml:space="preserve">ophthalmic, and </w:t>
      </w:r>
      <w:r w:rsidR="00D07052" w:rsidRPr="00913654">
        <w:t xml:space="preserve">renal </w:t>
      </w:r>
      <w:r w:rsidRPr="00913654">
        <w:t xml:space="preserve">complications. Across </w:t>
      </w:r>
      <w:r w:rsidR="006C4290">
        <w:t xml:space="preserve">almost </w:t>
      </w:r>
      <w:r w:rsidRPr="00913654">
        <w:t>al</w:t>
      </w:r>
      <w:r w:rsidR="009411FB">
        <w:t>l jurisdictions for which data a</w:t>
      </w:r>
      <w:r w:rsidRPr="00913654">
        <w:t xml:space="preserve">re published, the highest </w:t>
      </w:r>
      <w:r w:rsidR="00F12684">
        <w:t xml:space="preserve">age standardised </w:t>
      </w:r>
      <w:r w:rsidRPr="00913654">
        <w:t xml:space="preserve">hospital separation rates were for </w:t>
      </w:r>
      <w:r w:rsidR="006C4290">
        <w:t>circulatory</w:t>
      </w:r>
      <w:r w:rsidRPr="00913654">
        <w:t xml:space="preserve"> complications</w:t>
      </w:r>
      <w:r w:rsidR="00025443" w:rsidRPr="00913654">
        <w:t xml:space="preserve"> </w:t>
      </w:r>
      <w:r w:rsidRPr="00913654">
        <w:t>(</w:t>
      </w:r>
      <w:r w:rsidR="007E2057" w:rsidRPr="00D61FF9">
        <w:t xml:space="preserve">table </w:t>
      </w:r>
      <w:proofErr w:type="spellStart"/>
      <w:r w:rsidR="007E2057" w:rsidRPr="00D61FF9">
        <w:t>10A.</w:t>
      </w:r>
      <w:r w:rsidR="00E96F58">
        <w:t>92</w:t>
      </w:r>
      <w:proofErr w:type="spellEnd"/>
      <w:r w:rsidR="004867BC" w:rsidRPr="00913654">
        <w:t>)</w:t>
      </w:r>
      <w:r w:rsidR="000130CB" w:rsidRPr="00913654">
        <w:t>.</w:t>
      </w:r>
      <w:r w:rsidR="00E71226">
        <w:t xml:space="preserve"> </w:t>
      </w:r>
      <w:r w:rsidR="00523DBF" w:rsidRPr="00913654">
        <w:t xml:space="preserve">Serious circulatory complications of diabetes can necessitate </w:t>
      </w:r>
      <w:r w:rsidR="00F60BD1" w:rsidRPr="00913654">
        <w:t xml:space="preserve">lower limb </w:t>
      </w:r>
      <w:r w:rsidR="00523DBF" w:rsidRPr="00913654">
        <w:t>a</w:t>
      </w:r>
      <w:r w:rsidRPr="00913654">
        <w:t xml:space="preserve">mputation. In </w:t>
      </w:r>
      <w:r w:rsidR="009D2F73" w:rsidRPr="00D61FF9">
        <w:t>201</w:t>
      </w:r>
      <w:r w:rsidR="00D61FF9" w:rsidRPr="00D61FF9">
        <w:t>4</w:t>
      </w:r>
      <w:r w:rsidR="009D2F73" w:rsidRPr="00D61FF9">
        <w:noBreakHyphen/>
        <w:t>1</w:t>
      </w:r>
      <w:r w:rsidR="00D61FF9">
        <w:t>5</w:t>
      </w:r>
      <w:r w:rsidRPr="00913654">
        <w:t xml:space="preserve">, there </w:t>
      </w:r>
      <w:r w:rsidRPr="00F60BD1">
        <w:t>wer</w:t>
      </w:r>
      <w:r w:rsidR="00AE4837" w:rsidRPr="00F60BD1">
        <w:t xml:space="preserve">e </w:t>
      </w:r>
      <w:r w:rsidR="00851886" w:rsidRPr="005A4538">
        <w:t>17</w:t>
      </w:r>
      <w:r w:rsidR="000102CC" w:rsidRPr="005A4538">
        <w:t>.</w:t>
      </w:r>
      <w:r w:rsidR="00532662" w:rsidRPr="005A4538">
        <w:t>2</w:t>
      </w:r>
      <w:r w:rsidR="00CA5C1F" w:rsidRPr="00F60BD1">
        <w:t xml:space="preserve"> </w:t>
      </w:r>
      <w:r w:rsidR="001A1B44" w:rsidRPr="00913654">
        <w:t>age standardised</w:t>
      </w:r>
      <w:r w:rsidR="001A1B44" w:rsidRPr="00F60BD1">
        <w:t xml:space="preserve"> </w:t>
      </w:r>
      <w:r w:rsidR="00AE4837" w:rsidRPr="00F60BD1">
        <w:t>hospital</w:t>
      </w:r>
      <w:r w:rsidR="00AE4837" w:rsidRPr="00931CC9">
        <w:t xml:space="preserve"> separations per </w:t>
      </w:r>
      <w:r w:rsidRPr="00931CC9">
        <w:t>100</w:t>
      </w:r>
      <w:r w:rsidR="00AE4837" w:rsidRPr="00931CC9">
        <w:t> </w:t>
      </w:r>
      <w:r w:rsidRPr="00931CC9">
        <w:t>000 people</w:t>
      </w:r>
      <w:r w:rsidRPr="00913654">
        <w:t xml:space="preserve"> for lower limb amputations where Type 2 diabetes mellitus was a principal or additional diagnosis (</w:t>
      </w:r>
      <w:r w:rsidR="006C36C1" w:rsidRPr="00D61FF9">
        <w:t xml:space="preserve">table </w:t>
      </w:r>
      <w:proofErr w:type="spellStart"/>
      <w:r w:rsidR="006C36C1" w:rsidRPr="00D61FF9">
        <w:t>10A.</w:t>
      </w:r>
      <w:r w:rsidR="00E96F58">
        <w:t>94</w:t>
      </w:r>
      <w:proofErr w:type="spellEnd"/>
      <w:r w:rsidRPr="00913654">
        <w:t>).</w:t>
      </w:r>
    </w:p>
    <w:p w:rsidR="003E2B93" w:rsidRPr="00913654" w:rsidRDefault="003312CF" w:rsidP="00422382">
      <w:pPr>
        <w:pStyle w:val="Heading5"/>
      </w:pPr>
      <w:r w:rsidRPr="00913654">
        <w:t>Potentially preventable h</w:t>
      </w:r>
      <w:r w:rsidR="003E2B93" w:rsidRPr="00913654">
        <w:t>ospitalisations of older people for falls</w:t>
      </w:r>
    </w:p>
    <w:p w:rsidR="000F3A15" w:rsidRPr="00097C57" w:rsidRDefault="00AF0898" w:rsidP="00FF138A">
      <w:pPr>
        <w:pStyle w:val="BodyText"/>
      </w:pPr>
      <w:r w:rsidRPr="00D61FF9">
        <w:t xml:space="preserve">The </w:t>
      </w:r>
      <w:r w:rsidR="006146B9" w:rsidRPr="00D61FF9">
        <w:t xml:space="preserve">age standardised rate </w:t>
      </w:r>
      <w:r w:rsidRPr="00D61FF9">
        <w:t xml:space="preserve">of hospital separations for older people with a reported external cause of falls per 1000 older people </w:t>
      </w:r>
      <w:r w:rsidR="00796740" w:rsidRPr="00D61FF9">
        <w:t xml:space="preserve">increased </w:t>
      </w:r>
      <w:r w:rsidR="006146B9" w:rsidRPr="00D61FF9">
        <w:t xml:space="preserve">from </w:t>
      </w:r>
      <w:r w:rsidR="00851886">
        <w:t>54</w:t>
      </w:r>
      <w:r w:rsidR="009033F9" w:rsidRPr="00D61FF9">
        <w:t>.</w:t>
      </w:r>
      <w:r w:rsidR="00851886">
        <w:t>0</w:t>
      </w:r>
      <w:r w:rsidR="00BE5AAD" w:rsidRPr="00D61FF9">
        <w:t xml:space="preserve"> </w:t>
      </w:r>
      <w:r w:rsidR="00796740" w:rsidRPr="00D61FF9">
        <w:t xml:space="preserve">in </w:t>
      </w:r>
      <w:r w:rsidR="006773EF" w:rsidRPr="00D61FF9">
        <w:t>20</w:t>
      </w:r>
      <w:r w:rsidR="00D61FF9">
        <w:t>1</w:t>
      </w:r>
      <w:r w:rsidR="007313A9">
        <w:t>0</w:t>
      </w:r>
      <w:r w:rsidR="0064097A" w:rsidRPr="00D61FF9">
        <w:noBreakHyphen/>
      </w:r>
      <w:r w:rsidR="006146B9" w:rsidRPr="00D61FF9">
        <w:t>1</w:t>
      </w:r>
      <w:r w:rsidR="007313A9">
        <w:t>1</w:t>
      </w:r>
      <w:r w:rsidR="00AB0D16" w:rsidRPr="00D61FF9">
        <w:t xml:space="preserve"> to </w:t>
      </w:r>
      <w:r w:rsidR="00851886" w:rsidRPr="005A4538">
        <w:t>60</w:t>
      </w:r>
      <w:r w:rsidR="005D29B5" w:rsidRPr="005A4538">
        <w:t>.</w:t>
      </w:r>
      <w:r w:rsidR="00532662" w:rsidRPr="005A4538">
        <w:t>5</w:t>
      </w:r>
      <w:r w:rsidR="005D29B5" w:rsidRPr="00D61FF9">
        <w:t xml:space="preserve"> in 201</w:t>
      </w:r>
      <w:r w:rsidR="007313A9">
        <w:t>4</w:t>
      </w:r>
      <w:r w:rsidR="0064097A" w:rsidRPr="00D61FF9">
        <w:noBreakHyphen/>
      </w:r>
      <w:r w:rsidR="00BE5AAD" w:rsidRPr="00D61FF9">
        <w:t>1</w:t>
      </w:r>
      <w:r w:rsidR="007313A9">
        <w:t>5</w:t>
      </w:r>
      <w:r w:rsidR="003E2B93" w:rsidRPr="00D61FF9">
        <w:t xml:space="preserve"> </w:t>
      </w:r>
      <w:r w:rsidR="003E2B93" w:rsidRPr="006E715D">
        <w:t>(</w:t>
      </w:r>
      <w:r w:rsidR="00897589" w:rsidRPr="006E715D">
        <w:t>figure</w:t>
      </w:r>
      <w:r w:rsidR="006146B9" w:rsidRPr="006E715D">
        <w:t> </w:t>
      </w:r>
      <w:r w:rsidR="00897589" w:rsidRPr="006E715D">
        <w:t>10.</w:t>
      </w:r>
      <w:r w:rsidR="00070EC9">
        <w:t>2</w:t>
      </w:r>
      <w:r w:rsidR="00AF268C">
        <w:t>5</w:t>
      </w:r>
      <w:r w:rsidR="00BB46BE" w:rsidRPr="006E715D">
        <w:t>).</w:t>
      </w:r>
    </w:p>
    <w:p w:rsidR="00E449D9" w:rsidRDefault="00E449D9" w:rsidP="003860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449D9" w:rsidTr="0038602A">
        <w:tc>
          <w:tcPr>
            <w:tcW w:w="8771" w:type="dxa"/>
            <w:tcBorders>
              <w:top w:val="single" w:sz="6" w:space="0" w:color="78A22F"/>
              <w:left w:val="nil"/>
              <w:bottom w:val="nil"/>
              <w:right w:val="nil"/>
            </w:tcBorders>
            <w:shd w:val="clear" w:color="auto" w:fill="auto"/>
          </w:tcPr>
          <w:p w:rsidR="00E449D9" w:rsidRPr="00176D3F" w:rsidRDefault="00E449D9" w:rsidP="00E449D9">
            <w:pPr>
              <w:pStyle w:val="FigureTitle"/>
            </w:pPr>
            <w:r w:rsidRPr="00784A05">
              <w:rPr>
                <w:b w:val="0"/>
              </w:rPr>
              <w:t xml:space="preserve">Figure </w:t>
            </w:r>
            <w:r>
              <w:rPr>
                <w:b w:val="0"/>
              </w:rPr>
              <w:t>10.</w:t>
            </w:r>
            <w:r w:rsidR="008F09D3">
              <w:rPr>
                <w:b w:val="0"/>
                <w:noProof/>
              </w:rPr>
              <w:t>25</w:t>
            </w:r>
            <w:r>
              <w:tab/>
            </w:r>
            <w:r w:rsidRPr="00913654">
              <w:t>Separations for older people with a reported external cause of falls</w:t>
            </w:r>
            <w:r>
              <w:t xml:space="preserve"> (ASR)</w:t>
            </w:r>
            <w:r>
              <w:rPr>
                <w:rStyle w:val="NoteLabel"/>
                <w:b/>
              </w:rPr>
              <w:t>a, b</w:t>
            </w:r>
          </w:p>
        </w:tc>
      </w:tr>
      <w:tr w:rsidR="00E449D9" w:rsidTr="0038602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449D9" w:rsidTr="002B4582">
              <w:trPr>
                <w:jc w:val="center"/>
              </w:trPr>
              <w:tc>
                <w:tcPr>
                  <w:tcW w:w="8504" w:type="dxa"/>
                  <w:tcBorders>
                    <w:top w:val="nil"/>
                    <w:bottom w:val="nil"/>
                  </w:tcBorders>
                </w:tcPr>
                <w:p w:rsidR="00E449D9" w:rsidRDefault="00461A36" w:rsidP="0038602A">
                  <w:pPr>
                    <w:pStyle w:val="Figure"/>
                    <w:spacing w:before="60" w:after="60"/>
                  </w:pPr>
                  <w:r>
                    <w:rPr>
                      <w:noProof/>
                    </w:rPr>
                    <w:drawing>
                      <wp:inline distT="0" distB="0" distL="0" distR="0" wp14:anchorId="4356C72D" wp14:editId="7323D21A">
                        <wp:extent cx="5229225" cy="2762250"/>
                        <wp:effectExtent l="0" t="0" r="9525" b="0"/>
                        <wp:docPr id="27" name="Picture 27" descr="Figure 10.25 Separations for older people with a reported external cause of falls, age standardised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29225" cy="2762250"/>
                                </a:xfrm>
                                <a:prstGeom prst="rect">
                                  <a:avLst/>
                                </a:prstGeom>
                                <a:noFill/>
                                <a:ln>
                                  <a:noFill/>
                                </a:ln>
                              </pic:spPr>
                            </pic:pic>
                          </a:graphicData>
                        </a:graphic>
                      </wp:inline>
                    </w:drawing>
                  </w:r>
                </w:p>
              </w:tc>
            </w:tr>
          </w:tbl>
          <w:p w:rsidR="00E449D9" w:rsidRDefault="00E449D9" w:rsidP="0038602A">
            <w:pPr>
              <w:pStyle w:val="Figure"/>
            </w:pPr>
          </w:p>
        </w:tc>
      </w:tr>
      <w:tr w:rsidR="00E449D9" w:rsidRPr="00176D3F" w:rsidTr="0038602A">
        <w:tc>
          <w:tcPr>
            <w:tcW w:w="8771" w:type="dxa"/>
            <w:tcBorders>
              <w:top w:val="nil"/>
              <w:left w:val="nil"/>
              <w:bottom w:val="nil"/>
              <w:right w:val="nil"/>
            </w:tcBorders>
            <w:shd w:val="clear" w:color="auto" w:fill="auto"/>
          </w:tcPr>
          <w:p w:rsidR="00E449D9" w:rsidRPr="00176D3F" w:rsidRDefault="00E449D9" w:rsidP="001E5797">
            <w:pPr>
              <w:pStyle w:val="Note"/>
            </w:pPr>
            <w:r w:rsidRPr="00913654">
              <w:rPr>
                <w:rStyle w:val="NoteLabel"/>
              </w:rPr>
              <w:t>a</w:t>
            </w:r>
            <w:r w:rsidRPr="00931CC9">
              <w:t xml:space="preserve"> </w:t>
            </w:r>
            <w:r>
              <w:t xml:space="preserve">See </w:t>
            </w:r>
            <w:r w:rsidRPr="00F117E2">
              <w:t>box 10.2</w:t>
            </w:r>
            <w:r w:rsidR="00F117E2">
              <w:t>3</w:t>
            </w:r>
            <w:r>
              <w:t xml:space="preserve"> and </w:t>
            </w:r>
            <w:r w:rsidRPr="00D61FF9">
              <w:t xml:space="preserve">table </w:t>
            </w:r>
            <w:proofErr w:type="spellStart"/>
            <w:r w:rsidRPr="00D61FF9">
              <w:t>10A.</w:t>
            </w:r>
            <w:r w:rsidR="00AB44DA">
              <w:t>95</w:t>
            </w:r>
            <w:proofErr w:type="spellEnd"/>
            <w:r>
              <w:t xml:space="preserve"> for detailed definitions, footnotes and caveats.</w:t>
            </w:r>
            <w:r w:rsidRPr="00913654">
              <w:rPr>
                <w:rStyle w:val="NoteLabel"/>
              </w:rPr>
              <w:t xml:space="preserve"> b</w:t>
            </w:r>
            <w:r>
              <w:t xml:space="preserve"> </w:t>
            </w:r>
            <w:r w:rsidRPr="00931CC9">
              <w:t xml:space="preserve">Data for the NT are </w:t>
            </w:r>
            <w:r w:rsidRPr="00A73D31">
              <w:t>not available</w:t>
            </w:r>
            <w:r w:rsidRPr="00931CC9">
              <w:t xml:space="preserve"> for 2010</w:t>
            </w:r>
            <w:r w:rsidR="001E5797">
              <w:t>-</w:t>
            </w:r>
            <w:r w:rsidRPr="00931CC9">
              <w:t>11</w:t>
            </w:r>
            <w:r>
              <w:t xml:space="preserve"> and are not included in the Australian total</w:t>
            </w:r>
            <w:r w:rsidRPr="00931CC9">
              <w:t>.</w:t>
            </w:r>
          </w:p>
        </w:tc>
      </w:tr>
      <w:tr w:rsidR="00E449D9" w:rsidRPr="00176D3F" w:rsidTr="0038602A">
        <w:tc>
          <w:tcPr>
            <w:tcW w:w="8771" w:type="dxa"/>
            <w:tcBorders>
              <w:top w:val="nil"/>
              <w:left w:val="nil"/>
              <w:bottom w:val="nil"/>
              <w:right w:val="nil"/>
            </w:tcBorders>
            <w:shd w:val="clear" w:color="auto" w:fill="auto"/>
          </w:tcPr>
          <w:p w:rsidR="00E449D9" w:rsidRPr="00176D3F" w:rsidRDefault="00E449D9" w:rsidP="00AB44DA">
            <w:pPr>
              <w:pStyle w:val="Source"/>
            </w:pPr>
            <w:r w:rsidRPr="00913654">
              <w:rPr>
                <w:i/>
              </w:rPr>
              <w:t>Source</w:t>
            </w:r>
            <w:r w:rsidRPr="00913654">
              <w:t xml:space="preserve">: </w:t>
            </w:r>
            <w:proofErr w:type="spellStart"/>
            <w:r w:rsidRPr="00913654">
              <w:t>AIHW</w:t>
            </w:r>
            <w:proofErr w:type="spellEnd"/>
            <w:r w:rsidRPr="00913654">
              <w:t xml:space="preserve"> (unpublished) National Hospital Morbidity Database; </w:t>
            </w:r>
            <w:r w:rsidRPr="00D61FF9">
              <w:t>table </w:t>
            </w:r>
            <w:proofErr w:type="spellStart"/>
            <w:r w:rsidRPr="00D61FF9">
              <w:t>10A.</w:t>
            </w:r>
            <w:r w:rsidR="00AB44DA">
              <w:t>95</w:t>
            </w:r>
            <w:proofErr w:type="spellEnd"/>
            <w:r w:rsidRPr="00913654">
              <w:t>.</w:t>
            </w:r>
            <w:r w:rsidRPr="00176D3F">
              <w:t xml:space="preserve"> </w:t>
            </w:r>
          </w:p>
        </w:tc>
      </w:tr>
      <w:tr w:rsidR="00E449D9" w:rsidTr="0038602A">
        <w:tc>
          <w:tcPr>
            <w:tcW w:w="8771" w:type="dxa"/>
            <w:tcBorders>
              <w:top w:val="nil"/>
              <w:left w:val="nil"/>
              <w:bottom w:val="single" w:sz="6" w:space="0" w:color="78A22F"/>
              <w:right w:val="nil"/>
            </w:tcBorders>
            <w:shd w:val="clear" w:color="auto" w:fill="auto"/>
          </w:tcPr>
          <w:p w:rsidR="00E449D9" w:rsidRDefault="00E449D9" w:rsidP="0038602A">
            <w:pPr>
              <w:pStyle w:val="Figurespace"/>
            </w:pPr>
          </w:p>
        </w:tc>
      </w:tr>
      <w:tr w:rsidR="00E449D9" w:rsidRPr="000863A5" w:rsidTr="0038602A">
        <w:tc>
          <w:tcPr>
            <w:tcW w:w="8771" w:type="dxa"/>
            <w:tcBorders>
              <w:top w:val="single" w:sz="6" w:space="0" w:color="78A22F"/>
              <w:left w:val="nil"/>
              <w:bottom w:val="nil"/>
              <w:right w:val="nil"/>
            </w:tcBorders>
          </w:tcPr>
          <w:p w:rsidR="00E449D9" w:rsidRPr="00626D32" w:rsidRDefault="00E449D9" w:rsidP="0038602A">
            <w:pPr>
              <w:pStyle w:val="BoxSpaceBelow"/>
            </w:pPr>
          </w:p>
        </w:tc>
      </w:tr>
    </w:tbl>
    <w:p w:rsidR="00842FB6" w:rsidRDefault="00C31CF2" w:rsidP="00BC1CC1">
      <w:pPr>
        <w:pStyle w:val="Heading2"/>
      </w:pPr>
      <w:bookmarkStart w:id="21" w:name="_Toc208034415"/>
      <w:bookmarkStart w:id="22" w:name="_Toc274941103"/>
      <w:bookmarkStart w:id="23" w:name="_Toc396916150"/>
      <w:bookmarkStart w:id="24" w:name="_Toc463966144"/>
      <w:r>
        <w:lastRenderedPageBreak/>
        <w:t>10.</w:t>
      </w:r>
      <w:r w:rsidR="008F09D3">
        <w:rPr>
          <w:noProof/>
        </w:rPr>
        <w:t>4</w:t>
      </w:r>
      <w:r>
        <w:tab/>
      </w:r>
      <w:r w:rsidR="00842FB6" w:rsidRPr="00BC1CC1">
        <w:t>Definitions of key terms</w:t>
      </w:r>
      <w:bookmarkEnd w:id="21"/>
      <w:bookmarkEnd w:id="22"/>
      <w:bookmarkEnd w:id="23"/>
      <w:bookmarkEnd w:id="24"/>
    </w:p>
    <w:p w:rsidR="005C7B13" w:rsidRPr="005C7B13" w:rsidRDefault="005C7B13" w:rsidP="00175757">
      <w:pPr>
        <w:pStyle w:val="Figurespace"/>
      </w:pPr>
    </w:p>
    <w:tbl>
      <w:tblPr>
        <w:tblW w:w="0" w:type="auto"/>
        <w:tblLook w:val="01E0" w:firstRow="1" w:lastRow="1" w:firstColumn="1" w:lastColumn="1" w:noHBand="0" w:noVBand="0"/>
      </w:tblPr>
      <w:tblGrid>
        <w:gridCol w:w="2410"/>
        <w:gridCol w:w="6379"/>
      </w:tblGrid>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Age standardised</w:t>
            </w:r>
          </w:p>
        </w:tc>
        <w:tc>
          <w:tcPr>
            <w:tcW w:w="6379" w:type="dxa"/>
            <w:shd w:val="clear" w:color="auto" w:fill="auto"/>
          </w:tcPr>
          <w:p w:rsidR="00182D9A" w:rsidRPr="00F459BD" w:rsidRDefault="00940ED7" w:rsidP="00E51597">
            <w:pPr>
              <w:pStyle w:val="TableBodyText"/>
              <w:spacing w:before="60" w:after="60"/>
              <w:ind w:left="0"/>
              <w:jc w:val="left"/>
            </w:pPr>
            <w:r w:rsidRPr="00F459BD">
              <w:t>Removing the effect of different age distributions (across jurisdictions or over time) when making comparisons, by weighting the age</w:t>
            </w:r>
            <w:r w:rsidR="0064097A">
              <w:noBreakHyphen/>
            </w:r>
            <w:r w:rsidRPr="00F459BD">
              <w:t>specific rates for each jurisdiction by the national age distribution.</w:t>
            </w:r>
          </w:p>
        </w:tc>
      </w:tr>
      <w:tr w:rsidR="003D08DC" w:rsidRPr="00F459BD" w:rsidTr="00E51597">
        <w:tc>
          <w:tcPr>
            <w:tcW w:w="2410" w:type="dxa"/>
            <w:shd w:val="clear" w:color="auto" w:fill="auto"/>
            <w:tcMar>
              <w:left w:w="0" w:type="dxa"/>
            </w:tcMar>
          </w:tcPr>
          <w:p w:rsidR="003D08DC" w:rsidRPr="00F459BD" w:rsidRDefault="003D08DC" w:rsidP="00E51597">
            <w:pPr>
              <w:pStyle w:val="TableBodyText"/>
              <w:spacing w:before="60" w:after="60"/>
              <w:ind w:left="0"/>
              <w:jc w:val="left"/>
            </w:pPr>
            <w:r w:rsidRPr="00F459BD">
              <w:t>Annual cycle of care for people with diabetes mellitus within general practice</w:t>
            </w:r>
          </w:p>
        </w:tc>
        <w:tc>
          <w:tcPr>
            <w:tcW w:w="6379" w:type="dxa"/>
            <w:shd w:val="clear" w:color="auto" w:fill="auto"/>
          </w:tcPr>
          <w:p w:rsidR="0036482D" w:rsidRPr="00F459BD" w:rsidRDefault="003D08DC" w:rsidP="00E51597">
            <w:pPr>
              <w:pStyle w:val="TableBodyText"/>
              <w:spacing w:before="60" w:after="60"/>
              <w:ind w:left="0"/>
              <w:jc w:val="left"/>
            </w:pPr>
            <w:r w:rsidRPr="00F459BD">
              <w:t>The annual cycle of care</w:t>
            </w:r>
            <w:r w:rsidR="00E0697E" w:rsidRPr="00F459BD">
              <w:t xml:space="preserve"> comprises the components of care, delivered over the course of a year, that are minimum requirements for the appropriate</w:t>
            </w:r>
            <w:r w:rsidRPr="00F459BD">
              <w:t xml:space="preserve"> management of diabetes in general practice</w:t>
            </w:r>
            <w:r w:rsidR="00CE6692" w:rsidRPr="00F459BD">
              <w:t>.</w:t>
            </w:r>
            <w:r w:rsidR="00E0697E" w:rsidRPr="00F459BD">
              <w:t xml:space="preserve"> based on </w:t>
            </w:r>
            <w:proofErr w:type="spellStart"/>
            <w:r w:rsidR="00E0697E" w:rsidRPr="00F459BD">
              <w:t>RACGP</w:t>
            </w:r>
            <w:proofErr w:type="spellEnd"/>
            <w:r w:rsidR="00E0697E" w:rsidRPr="00F459BD">
              <w:t xml:space="preserve"> guidelines</w:t>
            </w:r>
            <w:r w:rsidRPr="00F459BD">
              <w:t>.</w:t>
            </w:r>
          </w:p>
          <w:p w:rsidR="003D08DC" w:rsidRPr="00F459BD" w:rsidRDefault="00E0697E" w:rsidP="00E51597">
            <w:pPr>
              <w:pStyle w:val="TableBodyText"/>
              <w:spacing w:before="60" w:after="60"/>
              <w:ind w:left="0"/>
              <w:jc w:val="left"/>
            </w:pPr>
            <w:r w:rsidRPr="00F459BD">
              <w:t xml:space="preserve">MBS items can be claimed on completion of the </w:t>
            </w:r>
            <w:r w:rsidR="0036482D" w:rsidRPr="00F459BD">
              <w:t xml:space="preserve">annual cycle of care according to </w:t>
            </w:r>
            <w:r w:rsidRPr="00F459BD">
              <w:t>MBS requirements</w:t>
            </w:r>
            <w:r w:rsidR="0036482D" w:rsidRPr="00F459BD">
              <w:t xml:space="preserve"> for management,</w:t>
            </w:r>
            <w:r w:rsidRPr="00F459BD">
              <w:t xml:space="preserve"> which are based on but not identical to the </w:t>
            </w:r>
            <w:proofErr w:type="spellStart"/>
            <w:r w:rsidRPr="00F459BD">
              <w:t>RACGP</w:t>
            </w:r>
            <w:proofErr w:type="spellEnd"/>
            <w:r w:rsidRPr="00F459BD">
              <w:t xml:space="preserve"> guidelines.</w:t>
            </w:r>
          </w:p>
        </w:tc>
      </w:tr>
      <w:tr w:rsidR="00C4604F" w:rsidRPr="00F459BD" w:rsidTr="00E51597">
        <w:tc>
          <w:tcPr>
            <w:tcW w:w="2410" w:type="dxa"/>
            <w:shd w:val="clear" w:color="auto" w:fill="auto"/>
            <w:tcMar>
              <w:left w:w="0" w:type="dxa"/>
            </w:tcMar>
          </w:tcPr>
          <w:p w:rsidR="00C4604F" w:rsidRPr="00F459BD" w:rsidRDefault="00C4604F" w:rsidP="00E51597">
            <w:pPr>
              <w:pStyle w:val="TableBodyText"/>
              <w:spacing w:before="60" w:after="60"/>
              <w:ind w:left="0"/>
              <w:jc w:val="left"/>
            </w:pPr>
            <w:r w:rsidRPr="00F459BD">
              <w:t>A</w:t>
            </w:r>
            <w:r w:rsidR="00DD7923" w:rsidRPr="00F459BD">
              <w:t xml:space="preserve">sthma </w:t>
            </w:r>
            <w:r w:rsidRPr="00F459BD">
              <w:t>A</w:t>
            </w:r>
            <w:r w:rsidR="00DD7923" w:rsidRPr="00F459BD">
              <w:t xml:space="preserve">ction </w:t>
            </w:r>
            <w:r w:rsidRPr="00F459BD">
              <w:t>P</w:t>
            </w:r>
            <w:r w:rsidR="00DD7923" w:rsidRPr="00F459BD">
              <w:t>lan</w:t>
            </w:r>
            <w:r w:rsidRPr="00F459BD">
              <w:t xml:space="preserve"> </w:t>
            </w:r>
          </w:p>
        </w:tc>
        <w:tc>
          <w:tcPr>
            <w:tcW w:w="6379" w:type="dxa"/>
            <w:shd w:val="clear" w:color="auto" w:fill="auto"/>
          </w:tcPr>
          <w:p w:rsidR="00C4604F" w:rsidRPr="00F459BD" w:rsidRDefault="000B60BA" w:rsidP="00E51597">
            <w:pPr>
              <w:pStyle w:val="TableBodyText"/>
              <w:spacing w:before="60" w:after="60"/>
              <w:jc w:val="left"/>
            </w:pPr>
            <w:r w:rsidRPr="00F459BD">
              <w:t xml:space="preserve">An asthma action plan </w:t>
            </w:r>
            <w:r w:rsidR="0036482D" w:rsidRPr="00F459BD">
              <w:t>is an individualised, written asthma action plan incorporating information on how to recognise the onset of an exacerbation of asthma and information on what action to take in response to that exacerbation, developed in consultation with a health professional.</w:t>
            </w:r>
          </w:p>
          <w:p w:rsidR="0036482D" w:rsidRPr="00F459BD" w:rsidRDefault="0036482D" w:rsidP="00EC43AC">
            <w:pPr>
              <w:pStyle w:val="TableBodyText"/>
              <w:jc w:val="left"/>
            </w:pPr>
            <w:r w:rsidRPr="00E51597">
              <w:rPr>
                <w:i/>
              </w:rPr>
              <w:t>Source</w:t>
            </w:r>
            <w:r w:rsidRPr="00F459BD">
              <w:t xml:space="preserve">: </w:t>
            </w:r>
            <w:proofErr w:type="spellStart"/>
            <w:r w:rsidRPr="00F459BD">
              <w:t>ACAM</w:t>
            </w:r>
            <w:proofErr w:type="spellEnd"/>
            <w:r w:rsidRPr="00F459BD">
              <w:t xml:space="preserve"> (Australian Centre for Asthma Monitoring) 2007, </w:t>
            </w:r>
            <w:r w:rsidRPr="00763165">
              <w:rPr>
                <w:i/>
              </w:rPr>
              <w:t>Australian asthma indicators: Five</w:t>
            </w:r>
            <w:r w:rsidR="0064097A">
              <w:rPr>
                <w:i/>
              </w:rPr>
              <w:noBreakHyphen/>
            </w:r>
            <w:r w:rsidRPr="00763165">
              <w:rPr>
                <w:i/>
              </w:rPr>
              <w:t>year review of asthma monitoring in Australia</w:t>
            </w:r>
            <w:r w:rsidR="005F4737">
              <w:t>. Cat. </w:t>
            </w:r>
            <w:r w:rsidRPr="00F459BD">
              <w:t xml:space="preserve">no. ACM 12, </w:t>
            </w:r>
            <w:proofErr w:type="spellStart"/>
            <w:r w:rsidRPr="00F459BD">
              <w:t>AIHW</w:t>
            </w:r>
            <w:proofErr w:type="spellEnd"/>
            <w:r w:rsidRPr="00F459BD">
              <w:t>.</w:t>
            </w:r>
          </w:p>
        </w:tc>
      </w:tr>
      <w:tr w:rsidR="00182D9A" w:rsidRPr="00F459BD" w:rsidTr="00E51597">
        <w:tc>
          <w:tcPr>
            <w:tcW w:w="2410" w:type="dxa"/>
            <w:shd w:val="clear" w:color="auto" w:fill="auto"/>
            <w:tcMar>
              <w:left w:w="0" w:type="dxa"/>
            </w:tcMar>
          </w:tcPr>
          <w:p w:rsidR="00182D9A" w:rsidRPr="006611B1" w:rsidRDefault="00182D9A" w:rsidP="00E51597">
            <w:pPr>
              <w:pStyle w:val="TableBodyText"/>
              <w:spacing w:before="60" w:after="60"/>
              <w:ind w:left="0"/>
              <w:jc w:val="left"/>
            </w:pPr>
            <w:r w:rsidRPr="006611B1">
              <w:t>Closed treatment episode</w:t>
            </w:r>
          </w:p>
        </w:tc>
        <w:tc>
          <w:tcPr>
            <w:tcW w:w="6379" w:type="dxa"/>
            <w:shd w:val="clear" w:color="auto" w:fill="auto"/>
          </w:tcPr>
          <w:p w:rsidR="00182D9A" w:rsidRPr="006611B1" w:rsidRDefault="00940ED7" w:rsidP="00083F12">
            <w:pPr>
              <w:pStyle w:val="TableBodyText"/>
              <w:jc w:val="left"/>
            </w:pPr>
            <w:r w:rsidRPr="006611B1">
              <w:t>A closed treatment episode is a period of contact between a client and an alcohol and other drug treatment agency. It has defined dates of commencement and cessation, during which the principal drug of concern, treatment delivery setting and main treatment type did not change. Reasons for cessation of a treatment episode include treatment completion, and client non</w:t>
            </w:r>
            <w:r w:rsidR="0064097A" w:rsidRPr="006611B1">
              <w:noBreakHyphen/>
            </w:r>
            <w:r w:rsidRPr="006611B1">
              <w:t xml:space="preserve">participation in treatment for </w:t>
            </w:r>
            <w:r w:rsidR="00083F12" w:rsidRPr="006611B1">
              <w:t>3</w:t>
            </w:r>
            <w:r w:rsidRPr="006611B1">
              <w:t xml:space="preserve"> months or more. Clients may </w:t>
            </w:r>
            <w:r w:rsidR="00083F12" w:rsidRPr="006611B1">
              <w:t xml:space="preserve">have </w:t>
            </w:r>
            <w:r w:rsidRPr="006611B1">
              <w:t xml:space="preserve">more than one closed treatment episode in </w:t>
            </w:r>
            <w:r w:rsidR="00CE6692" w:rsidRPr="006611B1">
              <w:t>a</w:t>
            </w:r>
            <w:r w:rsidRPr="006611B1">
              <w:t xml:space="preserve"> data collection period.</w:t>
            </w:r>
          </w:p>
        </w:tc>
      </w:tr>
      <w:tr w:rsidR="00182D9A" w:rsidRPr="00F459BD" w:rsidTr="00E51597">
        <w:trPr>
          <w:trHeight w:val="517"/>
        </w:trPr>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Community health services</w:t>
            </w:r>
          </w:p>
        </w:tc>
        <w:tc>
          <w:tcPr>
            <w:tcW w:w="6379" w:type="dxa"/>
            <w:shd w:val="clear" w:color="auto" w:fill="auto"/>
          </w:tcPr>
          <w:p w:rsidR="00182D9A" w:rsidRPr="00F459BD" w:rsidRDefault="00940ED7" w:rsidP="00E51597">
            <w:pPr>
              <w:pStyle w:val="TableBodyText"/>
              <w:spacing w:before="60" w:after="60"/>
              <w:ind w:left="0"/>
              <w:jc w:val="left"/>
            </w:pPr>
            <w:r w:rsidRPr="00F459BD">
              <w:t>Health services for individuals and groups delivered in a community setting, rather than via hospitals or private facilities.</w:t>
            </w:r>
          </w:p>
        </w:tc>
      </w:tr>
      <w:tr w:rsidR="002E00E7" w:rsidRPr="00CD50C4" w:rsidTr="0039681F">
        <w:trPr>
          <w:trHeight w:val="517"/>
        </w:trPr>
        <w:tc>
          <w:tcPr>
            <w:tcW w:w="2410" w:type="dxa"/>
            <w:shd w:val="clear" w:color="auto" w:fill="auto"/>
            <w:tcMar>
              <w:left w:w="0" w:type="dxa"/>
            </w:tcMar>
          </w:tcPr>
          <w:p w:rsidR="002E00E7" w:rsidRPr="002E00E7" w:rsidRDefault="002E00E7" w:rsidP="002E00E7">
            <w:pPr>
              <w:pStyle w:val="TableBodyText"/>
              <w:spacing w:before="60" w:after="60"/>
              <w:ind w:left="0"/>
              <w:jc w:val="left"/>
            </w:pPr>
            <w:r w:rsidRPr="002E00E7">
              <w:t>Comparability</w:t>
            </w:r>
          </w:p>
        </w:tc>
        <w:tc>
          <w:tcPr>
            <w:tcW w:w="6379" w:type="dxa"/>
            <w:shd w:val="clear" w:color="auto" w:fill="auto"/>
          </w:tcPr>
          <w:p w:rsidR="002E00E7" w:rsidRPr="00CD50C4" w:rsidRDefault="00841571" w:rsidP="002E00E7">
            <w:pPr>
              <w:pStyle w:val="TableBodyText"/>
              <w:spacing w:before="60" w:after="60"/>
              <w:ind w:left="0"/>
              <w:jc w:val="left"/>
            </w:pPr>
            <w:r w:rsidRPr="00841571">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r w:rsidR="00FF138A">
              <w:t>.</w:t>
            </w:r>
          </w:p>
        </w:tc>
      </w:tr>
      <w:tr w:rsidR="002E00E7" w:rsidRPr="00CD50C4" w:rsidTr="0039681F">
        <w:trPr>
          <w:trHeight w:val="517"/>
        </w:trPr>
        <w:tc>
          <w:tcPr>
            <w:tcW w:w="2410" w:type="dxa"/>
            <w:shd w:val="clear" w:color="auto" w:fill="auto"/>
            <w:tcMar>
              <w:left w:w="0" w:type="dxa"/>
            </w:tcMar>
          </w:tcPr>
          <w:p w:rsidR="002E00E7" w:rsidRPr="002E00E7" w:rsidRDefault="002E00E7" w:rsidP="002E00E7">
            <w:pPr>
              <w:pStyle w:val="TableBodyText"/>
              <w:spacing w:before="60" w:after="60"/>
              <w:ind w:left="0"/>
              <w:jc w:val="left"/>
            </w:pPr>
            <w:r w:rsidRPr="002E00E7">
              <w:t>Completeness</w:t>
            </w:r>
          </w:p>
        </w:tc>
        <w:tc>
          <w:tcPr>
            <w:tcW w:w="6379" w:type="dxa"/>
            <w:shd w:val="clear" w:color="auto" w:fill="auto"/>
          </w:tcPr>
          <w:p w:rsidR="002E00E7" w:rsidRPr="00CD50C4" w:rsidRDefault="005228B2" w:rsidP="002E00E7">
            <w:pPr>
              <w:pStyle w:val="TableBodyText"/>
              <w:spacing w:before="60" w:after="60"/>
              <w:ind w:left="0"/>
              <w:jc w:val="left"/>
            </w:pPr>
            <w:r w:rsidRPr="005228B2">
              <w:t>Data are considered complete if all required data are available for all jurisdictions that provide the service</w:t>
            </w:r>
            <w:r w:rsidR="002E00E7" w:rsidRPr="00CD50C4">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Consultations</w:t>
            </w:r>
          </w:p>
        </w:tc>
        <w:tc>
          <w:tcPr>
            <w:tcW w:w="6379" w:type="dxa"/>
            <w:shd w:val="clear" w:color="auto" w:fill="auto"/>
          </w:tcPr>
          <w:p w:rsidR="00E81FE4" w:rsidRPr="00F459BD" w:rsidRDefault="00940ED7" w:rsidP="00E51597">
            <w:pPr>
              <w:pStyle w:val="TableBodyText"/>
              <w:spacing w:before="60" w:after="60"/>
              <w:ind w:left="0"/>
              <w:jc w:val="left"/>
            </w:pPr>
            <w:r w:rsidRPr="00F459BD">
              <w:t>The different types of services provided by GPs</w:t>
            </w:r>
            <w:r w:rsidR="00B06938" w:rsidRPr="00F459BD">
              <w:t>.</w:t>
            </w:r>
          </w:p>
        </w:tc>
      </w:tr>
      <w:tr w:rsidR="00182D9A" w:rsidRPr="00F459BD" w:rsidTr="00F72052">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Cost to government of general practice per person</w:t>
            </w:r>
          </w:p>
        </w:tc>
        <w:tc>
          <w:tcPr>
            <w:tcW w:w="6379" w:type="dxa"/>
            <w:shd w:val="clear" w:color="auto" w:fill="auto"/>
          </w:tcPr>
          <w:p w:rsidR="00182D9A" w:rsidRPr="00F459BD" w:rsidRDefault="00940ED7" w:rsidP="00E51597">
            <w:pPr>
              <w:pStyle w:val="TableBodyText"/>
              <w:spacing w:before="60" w:after="60"/>
              <w:ind w:left="0"/>
              <w:jc w:val="left"/>
            </w:pPr>
            <w:r w:rsidRPr="00F459BD">
              <w:t>Cost to the Australian Government of total non</w:t>
            </w:r>
            <w:r w:rsidR="0064097A">
              <w:noBreakHyphen/>
            </w:r>
            <w:r w:rsidRPr="00F459BD">
              <w:t>referred attendances by non</w:t>
            </w:r>
            <w:r w:rsidR="0064097A">
              <w:noBreakHyphen/>
            </w:r>
            <w:r w:rsidRPr="00F459BD">
              <w:t>specialist medical practitioners per person.</w:t>
            </w:r>
          </w:p>
        </w:tc>
      </w:tr>
      <w:tr w:rsidR="00182D9A" w:rsidRPr="00F459BD" w:rsidTr="00F72052">
        <w:tc>
          <w:tcPr>
            <w:tcW w:w="2410" w:type="dxa"/>
            <w:shd w:val="clear" w:color="auto" w:fill="auto"/>
            <w:tcMar>
              <w:left w:w="0" w:type="dxa"/>
            </w:tcMar>
          </w:tcPr>
          <w:p w:rsidR="00182D9A" w:rsidRPr="00F459BD" w:rsidRDefault="00182D9A" w:rsidP="009625F4">
            <w:pPr>
              <w:pStyle w:val="TableBodyText"/>
              <w:spacing w:before="60" w:after="60"/>
              <w:ind w:left="0"/>
              <w:jc w:val="left"/>
            </w:pPr>
            <w:r w:rsidRPr="00F459BD">
              <w:t xml:space="preserve">Full time </w:t>
            </w:r>
            <w:r w:rsidR="009625F4">
              <w:t>service equivalents (</w:t>
            </w:r>
            <w:proofErr w:type="spellStart"/>
            <w:r w:rsidR="009625F4">
              <w:t>FS</w:t>
            </w:r>
            <w:r w:rsidRPr="00F459BD">
              <w:t>E</w:t>
            </w:r>
            <w:proofErr w:type="spellEnd"/>
            <w:r w:rsidRPr="00F459BD">
              <w:t>)</w:t>
            </w:r>
          </w:p>
        </w:tc>
        <w:tc>
          <w:tcPr>
            <w:tcW w:w="6379" w:type="dxa"/>
            <w:shd w:val="clear" w:color="auto" w:fill="auto"/>
          </w:tcPr>
          <w:p w:rsidR="00182D9A" w:rsidRPr="00F459BD" w:rsidRDefault="00BD6D91" w:rsidP="009625F4">
            <w:pPr>
              <w:pStyle w:val="TableBodyText"/>
              <w:spacing w:before="60" w:after="0"/>
              <w:ind w:left="0"/>
              <w:jc w:val="left"/>
            </w:pPr>
            <w:proofErr w:type="spellStart"/>
            <w:r w:rsidRPr="00BD6D91">
              <w:t>FSE</w:t>
            </w:r>
            <w:proofErr w:type="spellEnd"/>
            <w:r w:rsidRPr="00BD6D91">
              <w:t xml:space="preserve"> (Full Service Equivalent) is an estimated measure of medical workforce based on Medicare claims information. Although Medicare claims data does not include information on hours worked it does have sufficient time</w:t>
            </w:r>
            <w:r w:rsidR="0064097A">
              <w:noBreakHyphen/>
            </w:r>
            <w:r w:rsidRPr="00BD6D91">
              <w:t xml:space="preserve">based items to estimate a proxy for hours worked. The </w:t>
            </w:r>
            <w:proofErr w:type="spellStart"/>
            <w:r w:rsidRPr="00BD6D91">
              <w:t>FSE</w:t>
            </w:r>
            <w:proofErr w:type="spellEnd"/>
            <w:r w:rsidRPr="00BD6D91">
              <w:t xml:space="preserve"> methodology models total hours worked for each practitioner based on the number of days worked, volume of services, and schedule fees. One </w:t>
            </w:r>
            <w:proofErr w:type="spellStart"/>
            <w:r w:rsidRPr="00BD6D91">
              <w:t>FSE</w:t>
            </w:r>
            <w:proofErr w:type="spellEnd"/>
            <w:r w:rsidRPr="00BD6D91">
              <w:t xml:space="preserve"> is approximately equivalent to a workload of 7.5 hours per day, five days per week. The </w:t>
            </w:r>
            <w:proofErr w:type="spellStart"/>
            <w:r w:rsidRPr="00BD6D91">
              <w:t>FSE</w:t>
            </w:r>
            <w:proofErr w:type="spellEnd"/>
            <w:r w:rsidRPr="00BD6D91">
              <w:t xml:space="preserve"> for each practitioner is capped at 2.5.</w:t>
            </w:r>
          </w:p>
        </w:tc>
      </w:tr>
      <w:tr w:rsidR="00182D9A" w:rsidRPr="00F459BD" w:rsidTr="00931CC9">
        <w:tc>
          <w:tcPr>
            <w:tcW w:w="2410" w:type="dxa"/>
            <w:shd w:val="clear" w:color="auto" w:fill="auto"/>
            <w:tcMar>
              <w:left w:w="0" w:type="dxa"/>
            </w:tcMar>
          </w:tcPr>
          <w:p w:rsidR="00182D9A" w:rsidRPr="00F459BD" w:rsidRDefault="00940ED7" w:rsidP="00E51597">
            <w:pPr>
              <w:pStyle w:val="TableBodyText"/>
              <w:spacing w:before="60" w:after="60"/>
              <w:ind w:left="0"/>
              <w:jc w:val="left"/>
            </w:pPr>
            <w:r w:rsidRPr="00F459BD">
              <w:t>General practice</w:t>
            </w:r>
          </w:p>
        </w:tc>
        <w:tc>
          <w:tcPr>
            <w:tcW w:w="6379" w:type="dxa"/>
            <w:shd w:val="clear" w:color="auto" w:fill="auto"/>
          </w:tcPr>
          <w:p w:rsidR="00182D9A" w:rsidRPr="00F459BD" w:rsidRDefault="00940ED7" w:rsidP="00E51597">
            <w:pPr>
              <w:pStyle w:val="TableBodyText"/>
              <w:spacing w:before="60" w:after="60"/>
              <w:ind w:left="0"/>
              <w:jc w:val="left"/>
            </w:pPr>
            <w:r w:rsidRPr="00F459BD">
              <w:t>The organisational structure with one or more GPs and other staff such as practice nurses. A general practice provides and supervises healthcare for a ‘population’ of patients and may include services for specific populations, such as women</w:t>
            </w:r>
            <w:r w:rsidR="008C53A7">
              <w:t>’</w:t>
            </w:r>
            <w:r w:rsidRPr="00F459BD">
              <w:t xml:space="preserve">s health or </w:t>
            </w:r>
            <w:r w:rsidR="00D16EBA">
              <w:t>Aboriginal and Torres Strait Islander</w:t>
            </w:r>
            <w:r w:rsidRPr="00F459BD">
              <w:t xml:space="preserve"> health.</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General practitioner (GP)</w:t>
            </w:r>
          </w:p>
        </w:tc>
        <w:tc>
          <w:tcPr>
            <w:tcW w:w="6379" w:type="dxa"/>
            <w:shd w:val="clear" w:color="auto" w:fill="auto"/>
          </w:tcPr>
          <w:p w:rsidR="00CF7C08" w:rsidRPr="00F459BD" w:rsidRDefault="00557713" w:rsidP="00E51597">
            <w:pPr>
              <w:pStyle w:val="TableBodyText"/>
              <w:spacing w:before="60" w:after="60"/>
              <w:ind w:left="0"/>
              <w:jc w:val="left"/>
            </w:pPr>
            <w:r w:rsidRPr="00F459BD">
              <w:t xml:space="preserve">Vocationally </w:t>
            </w:r>
            <w:r w:rsidR="000B2487" w:rsidRPr="000B2487">
              <w:t>registered</w:t>
            </w:r>
            <w:r w:rsidR="000465F0" w:rsidRPr="000465F0">
              <w:t xml:space="preserve"> </w:t>
            </w:r>
            <w:r w:rsidRPr="00F459BD">
              <w:t xml:space="preserve">GPs — </w:t>
            </w:r>
            <w:r w:rsidRPr="00931CC9">
              <w:t xml:space="preserve">medical practitioners who are vocationally </w:t>
            </w:r>
            <w:r w:rsidR="000B2487" w:rsidRPr="000B2487">
              <w:t xml:space="preserve">registered </w:t>
            </w:r>
            <w:r w:rsidRPr="00931CC9">
              <w:t xml:space="preserve">under </w:t>
            </w:r>
            <w:proofErr w:type="spellStart"/>
            <w:r w:rsidRPr="00931CC9">
              <w:t>s.3F</w:t>
            </w:r>
            <w:proofErr w:type="spellEnd"/>
            <w:r w:rsidRPr="00931CC9">
              <w:t xml:space="preserve"> of the </w:t>
            </w:r>
            <w:r w:rsidRPr="00931CC9">
              <w:rPr>
                <w:i/>
              </w:rPr>
              <w:t>Health Insurance Act 1973</w:t>
            </w:r>
            <w:r w:rsidRPr="00931CC9">
              <w:t xml:space="preserve"> (</w:t>
            </w:r>
            <w:proofErr w:type="spellStart"/>
            <w:r w:rsidRPr="00931CC9">
              <w:t>Cwlth</w:t>
            </w:r>
            <w:proofErr w:type="spellEnd"/>
            <w:r w:rsidRPr="00931CC9">
              <w:t>), hold Fellowship of th</w:t>
            </w:r>
            <w:r w:rsidR="002D1E08" w:rsidRPr="00931CC9">
              <w:t xml:space="preserve">e </w:t>
            </w:r>
            <w:proofErr w:type="spellStart"/>
            <w:r w:rsidR="002D1E08" w:rsidRPr="00931CC9">
              <w:t>RACGP</w:t>
            </w:r>
            <w:proofErr w:type="spellEnd"/>
            <w:r w:rsidR="00C0068F" w:rsidRPr="00931CC9">
              <w:t xml:space="preserve"> </w:t>
            </w:r>
            <w:r w:rsidR="00907984" w:rsidRPr="00931CC9">
              <w:t>or the</w:t>
            </w:r>
            <w:r w:rsidR="002D1E08" w:rsidRPr="00931CC9">
              <w:t xml:space="preserve"> </w:t>
            </w:r>
            <w:r w:rsidR="00BB2DCF" w:rsidRPr="00931CC9">
              <w:t>Australian College of Rural and Remote Medicine (</w:t>
            </w:r>
            <w:proofErr w:type="spellStart"/>
            <w:r w:rsidR="002D1E08" w:rsidRPr="00931CC9">
              <w:t>ACRRM</w:t>
            </w:r>
            <w:proofErr w:type="spellEnd"/>
            <w:r w:rsidR="00BB2DCF" w:rsidRPr="00931CC9">
              <w:t>)</w:t>
            </w:r>
            <w:r w:rsidR="00C0068F" w:rsidRPr="00931CC9">
              <w:t xml:space="preserve"> </w:t>
            </w:r>
            <w:r w:rsidR="002D1E08" w:rsidRPr="00931CC9">
              <w:t>or equivalent</w:t>
            </w:r>
            <w:r w:rsidR="00537F76" w:rsidRPr="00931CC9">
              <w:t>, or hold a recognised training placement.</w:t>
            </w:r>
            <w:r w:rsidR="002D1E08" w:rsidRPr="00F459BD">
              <w:t xml:space="preserve"> </w:t>
            </w:r>
            <w:r w:rsidR="00537F76">
              <w:t>F</w:t>
            </w:r>
            <w:r w:rsidR="002D1E08" w:rsidRPr="00F459BD">
              <w:t>rom 1996</w:t>
            </w:r>
            <w:r w:rsidRPr="00F459BD">
              <w:t xml:space="preserve"> vocational registration </w:t>
            </w:r>
            <w:r w:rsidR="00C0068F">
              <w:t>is</w:t>
            </w:r>
            <w:r w:rsidRPr="00F459BD">
              <w:t xml:space="preserve"> available only to GPs who attain</w:t>
            </w:r>
            <w:r w:rsidR="00C0068F">
              <w:t xml:space="preserve"> Fellowship of the </w:t>
            </w:r>
            <w:proofErr w:type="spellStart"/>
            <w:r w:rsidR="00C0068F">
              <w:t>RACGP</w:t>
            </w:r>
            <w:proofErr w:type="spellEnd"/>
            <w:r w:rsidR="000465F0">
              <w:t xml:space="preserve"> or (from April 2007)</w:t>
            </w:r>
            <w:r w:rsidRPr="00F459BD">
              <w:t xml:space="preserve"> the </w:t>
            </w:r>
            <w:proofErr w:type="spellStart"/>
            <w:r w:rsidRPr="00F459BD">
              <w:t>ACRRM</w:t>
            </w:r>
            <w:proofErr w:type="spellEnd"/>
            <w:r w:rsidR="00F87DE2">
              <w:t>, or</w:t>
            </w:r>
            <w:r w:rsidR="00F87DE2" w:rsidRPr="00F87DE2">
              <w:t xml:space="preserve"> hold a </w:t>
            </w:r>
            <w:r w:rsidR="00F87DE2" w:rsidRPr="00F87DE2">
              <w:lastRenderedPageBreak/>
              <w:t>recognised training placement</w:t>
            </w:r>
            <w:r w:rsidRPr="00F459BD">
              <w:t>.</w:t>
            </w:r>
          </w:p>
          <w:p w:rsidR="00557713" w:rsidRPr="00F459BD" w:rsidRDefault="00557713" w:rsidP="00FA14E0">
            <w:pPr>
              <w:pStyle w:val="TableBodyText"/>
              <w:spacing w:before="60" w:after="60"/>
              <w:ind w:left="0"/>
              <w:jc w:val="left"/>
            </w:pPr>
            <w:r w:rsidRPr="00F459BD">
              <w:t>Other medical practitioners</w:t>
            </w:r>
            <w:r w:rsidR="00396E9C" w:rsidRPr="00F459BD">
              <w:t xml:space="preserve"> (</w:t>
            </w:r>
            <w:proofErr w:type="spellStart"/>
            <w:r w:rsidR="00396E9C" w:rsidRPr="00F459BD">
              <w:t>OMP</w:t>
            </w:r>
            <w:proofErr w:type="spellEnd"/>
            <w:r w:rsidR="00396E9C" w:rsidRPr="00F459BD">
              <w:t>)</w:t>
            </w:r>
            <w:r w:rsidRPr="00F459BD">
              <w:t xml:space="preserve"> — medical practitioners who are not vocationally </w:t>
            </w:r>
            <w:r w:rsidR="000B2487" w:rsidRPr="000B2487">
              <w:t xml:space="preserve">registered </w:t>
            </w:r>
            <w:r w:rsidRPr="00F459BD">
              <w:t>GPs.</w:t>
            </w:r>
          </w:p>
        </w:tc>
      </w:tr>
      <w:tr w:rsidR="00807170" w:rsidRPr="00F459BD" w:rsidTr="00E51597">
        <w:tc>
          <w:tcPr>
            <w:tcW w:w="2410" w:type="dxa"/>
            <w:shd w:val="clear" w:color="auto" w:fill="auto"/>
            <w:tcMar>
              <w:left w:w="0" w:type="dxa"/>
            </w:tcMar>
          </w:tcPr>
          <w:p w:rsidR="00807170" w:rsidRPr="00F459BD" w:rsidRDefault="00396E9C" w:rsidP="00E51597">
            <w:pPr>
              <w:pStyle w:val="TableBodyText"/>
              <w:spacing w:before="60" w:after="60"/>
              <w:ind w:left="0"/>
              <w:jc w:val="left"/>
            </w:pPr>
            <w:r w:rsidRPr="00F459BD">
              <w:lastRenderedPageBreak/>
              <w:t>G</w:t>
            </w:r>
            <w:r w:rsidR="00E16C45" w:rsidRPr="00F459BD">
              <w:t>P</w:t>
            </w:r>
            <w:r w:rsidRPr="00F459BD">
              <w:noBreakHyphen/>
              <w:t>type services</w:t>
            </w:r>
          </w:p>
        </w:tc>
        <w:tc>
          <w:tcPr>
            <w:tcW w:w="6379" w:type="dxa"/>
            <w:shd w:val="clear" w:color="auto" w:fill="auto"/>
          </w:tcPr>
          <w:p w:rsidR="00807170" w:rsidRPr="00F459BD" w:rsidRDefault="00396E9C" w:rsidP="00E51597">
            <w:pPr>
              <w:pStyle w:val="TableBodyText"/>
              <w:spacing w:before="60" w:after="60"/>
              <w:ind w:left="0"/>
              <w:jc w:val="left"/>
            </w:pPr>
            <w:r w:rsidRPr="00F459BD">
              <w:t>Non</w:t>
            </w:r>
            <w:r w:rsidRPr="00F459BD">
              <w:noBreakHyphen/>
              <w:t xml:space="preserve">referred attendances by vocationally </w:t>
            </w:r>
            <w:r w:rsidR="000B2487" w:rsidRPr="000B2487">
              <w:t xml:space="preserve">registered </w:t>
            </w:r>
            <w:r w:rsidRPr="00F459BD">
              <w:t xml:space="preserve">GPs and </w:t>
            </w:r>
            <w:proofErr w:type="spellStart"/>
            <w:r w:rsidRPr="00F459BD">
              <w:t>OMPs</w:t>
            </w:r>
            <w:proofErr w:type="spellEnd"/>
            <w:r w:rsidRPr="00F459BD">
              <w:t>, and practice nurses</w:t>
            </w:r>
            <w:r w:rsidR="008D426A" w:rsidRPr="00F459BD">
              <w:t>.</w:t>
            </w:r>
          </w:p>
        </w:tc>
      </w:tr>
      <w:tr w:rsidR="00640438" w:rsidRPr="00F459BD" w:rsidTr="00E51597">
        <w:tc>
          <w:tcPr>
            <w:tcW w:w="2410" w:type="dxa"/>
            <w:shd w:val="clear" w:color="auto" w:fill="auto"/>
            <w:tcMar>
              <w:left w:w="0" w:type="dxa"/>
            </w:tcMar>
          </w:tcPr>
          <w:p w:rsidR="00640438" w:rsidRPr="00F459BD" w:rsidRDefault="00640438" w:rsidP="00E51597">
            <w:pPr>
              <w:pStyle w:val="TableBodyText"/>
              <w:spacing w:before="60" w:after="60"/>
              <w:ind w:left="0"/>
              <w:jc w:val="left"/>
            </w:pPr>
            <w:r w:rsidRPr="00E51597">
              <w:rPr>
                <w:i/>
              </w:rPr>
              <w:t xml:space="preserve">Haemophilus </w:t>
            </w:r>
            <w:proofErr w:type="spellStart"/>
            <w:r w:rsidRPr="00E51597">
              <w:rPr>
                <w:i/>
              </w:rPr>
              <w:t>influenzae</w:t>
            </w:r>
            <w:proofErr w:type="spellEnd"/>
            <w:r w:rsidRPr="00F459BD">
              <w:t xml:space="preserve"> type b</w:t>
            </w:r>
          </w:p>
        </w:tc>
        <w:tc>
          <w:tcPr>
            <w:tcW w:w="6379" w:type="dxa"/>
            <w:shd w:val="clear" w:color="auto" w:fill="auto"/>
          </w:tcPr>
          <w:p w:rsidR="00640438" w:rsidRPr="00F459BD" w:rsidRDefault="00640438" w:rsidP="00F23926">
            <w:pPr>
              <w:pStyle w:val="TableBodyText"/>
              <w:spacing w:before="60" w:after="60"/>
              <w:ind w:left="0"/>
              <w:jc w:val="left"/>
            </w:pPr>
            <w:r w:rsidRPr="00F459BD">
              <w:t>A bacterium which causes bloodstream infection, meningitis, epiglottitis, and pneumonia (</w:t>
            </w:r>
            <w:r w:rsidR="006C2E5E">
              <w:t>Department of Health</w:t>
            </w:r>
            <w:r w:rsidRPr="00F459BD">
              <w:t xml:space="preserve"> </w:t>
            </w:r>
            <w:proofErr w:type="spellStart"/>
            <w:r w:rsidRPr="00F459BD">
              <w:t>20</w:t>
            </w:r>
            <w:r w:rsidR="00094998">
              <w:t>13</w:t>
            </w:r>
            <w:r w:rsidR="00F23926">
              <w:t>a</w:t>
            </w:r>
            <w:proofErr w:type="spellEnd"/>
            <w:r w:rsidRPr="00F459BD">
              <w:t>).</w:t>
            </w:r>
          </w:p>
        </w:tc>
      </w:tr>
      <w:tr w:rsidR="00182D9A" w:rsidRPr="00F459BD" w:rsidTr="00E51597">
        <w:tc>
          <w:tcPr>
            <w:tcW w:w="2410" w:type="dxa"/>
            <w:shd w:val="clear" w:color="auto" w:fill="auto"/>
            <w:tcMar>
              <w:left w:w="0" w:type="dxa"/>
            </w:tcMar>
          </w:tcPr>
          <w:p w:rsidR="00127AD7" w:rsidRDefault="00182D9A" w:rsidP="00E51597">
            <w:pPr>
              <w:pStyle w:val="TableBodyText"/>
              <w:spacing w:before="60" w:after="60"/>
              <w:ind w:left="0"/>
              <w:jc w:val="left"/>
            </w:pPr>
            <w:r w:rsidRPr="00F459BD">
              <w:t>Non</w:t>
            </w:r>
            <w:r w:rsidR="0064097A">
              <w:noBreakHyphen/>
            </w:r>
            <w:r w:rsidRPr="00F459BD">
              <w:t>referred attendances</w:t>
            </w:r>
          </w:p>
          <w:p w:rsidR="00127AD7" w:rsidRDefault="00127AD7" w:rsidP="00127AD7"/>
          <w:p w:rsidR="00182D9A" w:rsidRPr="00127AD7" w:rsidRDefault="00182D9A" w:rsidP="00127AD7">
            <w:pPr>
              <w:jc w:val="right"/>
            </w:pPr>
          </w:p>
        </w:tc>
        <w:tc>
          <w:tcPr>
            <w:tcW w:w="6379" w:type="dxa"/>
            <w:shd w:val="clear" w:color="auto" w:fill="auto"/>
          </w:tcPr>
          <w:p w:rsidR="00864A84" w:rsidRPr="00F459BD" w:rsidRDefault="00557713" w:rsidP="00E51597">
            <w:pPr>
              <w:pStyle w:val="TableBodyText"/>
              <w:spacing w:before="60" w:after="60"/>
              <w:ind w:left="0"/>
              <w:jc w:val="left"/>
            </w:pPr>
            <w:r w:rsidRPr="00F459BD">
              <w:t xml:space="preserve">GP services, emergency attendances after hours, other prolonged attendances, group therapy and acupuncture. All attendances for specialist services are excluded because these must be ‘referred’ to receive </w:t>
            </w:r>
            <w:r w:rsidR="00A663F4">
              <w:t>DHS</w:t>
            </w:r>
            <w:r w:rsidR="002D7882" w:rsidRPr="002D7882">
              <w:t xml:space="preserve"> Medicare </w:t>
            </w:r>
            <w:r w:rsidRPr="00F459BD">
              <w:t>reimbursement.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 xml:space="preserve">Nationally notifiable disease </w:t>
            </w:r>
          </w:p>
        </w:tc>
        <w:tc>
          <w:tcPr>
            <w:tcW w:w="6379" w:type="dxa"/>
            <w:shd w:val="clear" w:color="auto" w:fill="auto"/>
          </w:tcPr>
          <w:p w:rsidR="00133D04" w:rsidRPr="00F459BD" w:rsidRDefault="00557713" w:rsidP="00F23926">
            <w:pPr>
              <w:pStyle w:val="TableBodyText"/>
              <w:spacing w:before="60" w:after="60"/>
              <w:ind w:left="0"/>
              <w:jc w:val="left"/>
            </w:pPr>
            <w:r w:rsidRPr="00F459BD">
              <w:t>A communicable disease that is on the Communicable Diseases Network Australia’s endorsed list of diseases to be notified nationally (</w:t>
            </w:r>
            <w:r w:rsidR="006C2E5E">
              <w:t>Department of Health</w:t>
            </w:r>
            <w:r w:rsidR="00094998">
              <w:t xml:space="preserve"> </w:t>
            </w:r>
            <w:proofErr w:type="spellStart"/>
            <w:r w:rsidR="00094998">
              <w:t>2013</w:t>
            </w:r>
            <w:r w:rsidR="00F23926">
              <w:t>b</w:t>
            </w:r>
            <w:proofErr w:type="spellEnd"/>
            <w:r w:rsidRPr="00F459BD">
              <w:t>). On diagnosis of these diseases, there is a requirement to notify the relevant State or Territory health authority.</w:t>
            </w:r>
          </w:p>
        </w:tc>
      </w:tr>
      <w:tr w:rsidR="00182D9A" w:rsidRPr="00F459BD" w:rsidTr="00E51597">
        <w:tc>
          <w:tcPr>
            <w:tcW w:w="2410" w:type="dxa"/>
            <w:shd w:val="clear" w:color="auto" w:fill="auto"/>
            <w:tcMar>
              <w:left w:w="0" w:type="dxa"/>
            </w:tcMar>
          </w:tcPr>
          <w:p w:rsidR="00182D9A" w:rsidRPr="00F459BD" w:rsidRDefault="00182D9A" w:rsidP="00E51597">
            <w:pPr>
              <w:pStyle w:val="TableBodyText"/>
              <w:tabs>
                <w:tab w:val="left" w:pos="585"/>
              </w:tabs>
              <w:spacing w:before="60" w:after="60"/>
              <w:ind w:left="0"/>
              <w:jc w:val="left"/>
            </w:pPr>
            <w:r w:rsidRPr="00F459BD">
              <w:t>Other medical practitioner (</w:t>
            </w:r>
            <w:proofErr w:type="spellStart"/>
            <w:r w:rsidRPr="00F459BD">
              <w:t>OMP</w:t>
            </w:r>
            <w:proofErr w:type="spellEnd"/>
            <w:r w:rsidRPr="00F459BD">
              <w:t>)</w:t>
            </w:r>
          </w:p>
        </w:tc>
        <w:tc>
          <w:tcPr>
            <w:tcW w:w="6379" w:type="dxa"/>
            <w:shd w:val="clear" w:color="auto" w:fill="auto"/>
          </w:tcPr>
          <w:p w:rsidR="0074551E" w:rsidRPr="00F459BD" w:rsidRDefault="00557713" w:rsidP="00A663F4">
            <w:pPr>
              <w:pStyle w:val="TableBodyText"/>
              <w:spacing w:before="60" w:after="60"/>
              <w:ind w:left="0"/>
              <w:jc w:val="left"/>
            </w:pPr>
            <w:r w:rsidRPr="00F459BD">
              <w:t xml:space="preserve">A medical practitioner other than a vocationally </w:t>
            </w:r>
            <w:r w:rsidR="000B2487" w:rsidRPr="000B2487">
              <w:t>registered</w:t>
            </w:r>
            <w:r w:rsidRPr="00F459BD">
              <w:t xml:space="preserve"> GP who has at least half of the schedule fee value of his/her </w:t>
            </w:r>
            <w:r w:rsidR="002D7882" w:rsidRPr="002D7882">
              <w:t xml:space="preserve">DHS Medicare </w:t>
            </w:r>
            <w:r w:rsidRPr="00F459BD">
              <w:t>billing from non</w:t>
            </w:r>
            <w:r w:rsidR="0064097A">
              <w:noBreakHyphen/>
            </w:r>
            <w:r w:rsidRPr="00F459BD">
              <w:t xml:space="preserve">referred attendances. These practitioners are able to access only the lower </w:t>
            </w:r>
            <w:proofErr w:type="spellStart"/>
            <w:r w:rsidRPr="00F459BD">
              <w:t>A2</w:t>
            </w:r>
            <w:proofErr w:type="spellEnd"/>
            <w:r w:rsidRPr="00F459BD">
              <w:t xml:space="preserve"> </w:t>
            </w:r>
            <w:r w:rsidR="002D7882" w:rsidRPr="002D7882">
              <w:t xml:space="preserve">DHS Medicare </w:t>
            </w:r>
            <w:r w:rsidRPr="00F459BD">
              <w:t>rebate for general practice services they provide, unless the services are provided through certain Departmental incen</w:t>
            </w:r>
            <w:r w:rsidR="00A06509">
              <w:t>tive programs.</w:t>
            </w:r>
          </w:p>
        </w:tc>
      </w:tr>
      <w:tr w:rsidR="00182D9A" w:rsidRPr="00F459BD"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Pap smear</w:t>
            </w:r>
          </w:p>
        </w:tc>
        <w:tc>
          <w:tcPr>
            <w:tcW w:w="6379" w:type="dxa"/>
            <w:shd w:val="clear" w:color="auto" w:fill="auto"/>
          </w:tcPr>
          <w:p w:rsidR="00170FA9" w:rsidRPr="00F459BD" w:rsidRDefault="00557713" w:rsidP="00E51597">
            <w:pPr>
              <w:pStyle w:val="TableBodyText"/>
              <w:spacing w:before="60" w:after="60"/>
              <w:ind w:left="0"/>
              <w:jc w:val="left"/>
            </w:pPr>
            <w:r w:rsidRPr="00F459BD">
              <w:t>A procedure for the detection of cancer and pre</w:t>
            </w:r>
            <w:r w:rsidR="0064097A">
              <w:noBreakHyphen/>
            </w:r>
            <w:r w:rsidRPr="00F459BD">
              <w:t>cancerous conditions of the female cervix.</w:t>
            </w:r>
          </w:p>
        </w:tc>
      </w:tr>
      <w:tr w:rsidR="00AF3FA5" w:rsidRPr="00E51597" w:rsidTr="00E51597">
        <w:tc>
          <w:tcPr>
            <w:tcW w:w="2410" w:type="dxa"/>
            <w:shd w:val="clear" w:color="auto" w:fill="auto"/>
            <w:tcMar>
              <w:left w:w="0" w:type="dxa"/>
            </w:tcMar>
          </w:tcPr>
          <w:p w:rsidR="00AF3FA5" w:rsidRPr="00F459BD" w:rsidRDefault="00AF3FA5" w:rsidP="00E51597">
            <w:pPr>
              <w:pStyle w:val="TableBodyText"/>
              <w:spacing w:before="60" w:after="60"/>
              <w:ind w:left="0"/>
              <w:jc w:val="left"/>
            </w:pPr>
            <w:r w:rsidRPr="00AF3FA5">
              <w:t>PBS doctor’s bag</w:t>
            </w:r>
          </w:p>
        </w:tc>
        <w:tc>
          <w:tcPr>
            <w:tcW w:w="6379" w:type="dxa"/>
            <w:shd w:val="clear" w:color="auto" w:fill="auto"/>
          </w:tcPr>
          <w:p w:rsidR="00AF3FA5" w:rsidRPr="00F459BD" w:rsidRDefault="00AF3FA5" w:rsidP="00AF3FA5">
            <w:pPr>
              <w:pStyle w:val="TableBodyText"/>
              <w:spacing w:before="60" w:after="60"/>
              <w:jc w:val="left"/>
            </w:pPr>
            <w:r>
              <w:t xml:space="preserve">Emergency drug supplies provided without charge to prescribers for use in </w:t>
            </w:r>
            <w:r w:rsidRPr="00AF3FA5">
              <w:t>medical emergencies in the clinic or the community</w:t>
            </w:r>
            <w:r>
              <w:t xml:space="preserve"> at no charge to the patient.</w:t>
            </w:r>
          </w:p>
        </w:tc>
      </w:tr>
      <w:tr w:rsidR="00182D9A" w:rsidRPr="00E51597"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 xml:space="preserve">Per person benefits paid for GP ordered pathology </w:t>
            </w:r>
          </w:p>
        </w:tc>
        <w:tc>
          <w:tcPr>
            <w:tcW w:w="6379" w:type="dxa"/>
            <w:shd w:val="clear" w:color="auto" w:fill="auto"/>
          </w:tcPr>
          <w:p w:rsidR="00182D9A" w:rsidRPr="00F459BD" w:rsidRDefault="00557713" w:rsidP="00A663F4">
            <w:pPr>
              <w:pStyle w:val="TableBodyText"/>
              <w:spacing w:before="60" w:after="60"/>
              <w:ind w:left="0"/>
              <w:jc w:val="left"/>
            </w:pPr>
            <w:r w:rsidRPr="00F459BD">
              <w:t xml:space="preserve">Total benefits paid </w:t>
            </w:r>
            <w:r w:rsidR="00C90EA8">
              <w:t xml:space="preserve">under </w:t>
            </w:r>
            <w:r w:rsidR="002D7882" w:rsidRPr="002D7882">
              <w:t xml:space="preserve">DHS Medicare </w:t>
            </w:r>
            <w:r w:rsidRPr="00F459BD">
              <w:t xml:space="preserve">for pathology tests </w:t>
            </w:r>
            <w:r w:rsidR="00C90EA8">
              <w:t>requested</w:t>
            </w:r>
            <w:r w:rsidRPr="00F459BD">
              <w:t xml:space="preserve"> by GPs, divided by the population.</w:t>
            </w:r>
          </w:p>
        </w:tc>
      </w:tr>
      <w:tr w:rsidR="00182D9A" w:rsidRPr="00E51597" w:rsidTr="00E51597">
        <w:tc>
          <w:tcPr>
            <w:tcW w:w="2410" w:type="dxa"/>
            <w:shd w:val="clear" w:color="auto" w:fill="auto"/>
            <w:tcMar>
              <w:left w:w="0" w:type="dxa"/>
            </w:tcMar>
          </w:tcPr>
          <w:p w:rsidR="0002634A" w:rsidRPr="00F459BD" w:rsidRDefault="00557713" w:rsidP="00E51597">
            <w:pPr>
              <w:pStyle w:val="TableBodyText"/>
              <w:spacing w:before="60" w:after="60"/>
              <w:ind w:left="0"/>
              <w:jc w:val="left"/>
            </w:pPr>
            <w:r w:rsidRPr="00F459BD">
              <w:t>Per person benefits paid for GP referred diagnostic imaging</w:t>
            </w:r>
          </w:p>
        </w:tc>
        <w:tc>
          <w:tcPr>
            <w:tcW w:w="6379" w:type="dxa"/>
            <w:shd w:val="clear" w:color="auto" w:fill="auto"/>
          </w:tcPr>
          <w:p w:rsidR="00182D9A" w:rsidRPr="00F459BD" w:rsidRDefault="00557713" w:rsidP="00E51597">
            <w:pPr>
              <w:pStyle w:val="TableBodyText"/>
              <w:spacing w:before="60" w:after="60"/>
              <w:ind w:left="0"/>
              <w:jc w:val="left"/>
            </w:pPr>
            <w:r w:rsidRPr="00F459BD">
              <w:t xml:space="preserve">Total benefits paid for diagnostic imaging </w:t>
            </w:r>
            <w:r w:rsidR="00C90EA8">
              <w:t>services</w:t>
            </w:r>
            <w:r w:rsidR="00A77C1D">
              <w:t xml:space="preserve"> performed on ref</w:t>
            </w:r>
            <w:r w:rsidRPr="00F459BD">
              <w:t>err</w:t>
            </w:r>
            <w:r w:rsidR="00A77C1D">
              <w:t>al</w:t>
            </w:r>
            <w:r w:rsidRPr="00F459BD">
              <w:t xml:space="preserve"> by GPs, divided by the population.</w:t>
            </w:r>
          </w:p>
        </w:tc>
      </w:tr>
      <w:tr w:rsidR="00CA654F" w:rsidRPr="00E51597" w:rsidTr="005A4538">
        <w:tc>
          <w:tcPr>
            <w:tcW w:w="2410" w:type="dxa"/>
            <w:shd w:val="clear" w:color="auto" w:fill="auto"/>
            <w:tcMar>
              <w:left w:w="0" w:type="dxa"/>
            </w:tcMar>
          </w:tcPr>
          <w:p w:rsidR="00CA654F" w:rsidRPr="00F459BD" w:rsidRDefault="00CA654F" w:rsidP="00E51597">
            <w:pPr>
              <w:pStyle w:val="TableBodyText"/>
              <w:spacing w:before="60" w:after="60"/>
              <w:ind w:left="0"/>
              <w:jc w:val="left"/>
            </w:pPr>
            <w:r>
              <w:t>Practice Incentives Program (PIP)</w:t>
            </w:r>
          </w:p>
        </w:tc>
        <w:tc>
          <w:tcPr>
            <w:tcW w:w="6379" w:type="dxa"/>
            <w:shd w:val="clear" w:color="auto" w:fill="auto"/>
          </w:tcPr>
          <w:p w:rsidR="00CA654F" w:rsidRPr="00F459BD" w:rsidRDefault="00A164F7" w:rsidP="00A164F7">
            <w:pPr>
              <w:pStyle w:val="TableBodyText"/>
              <w:spacing w:before="60" w:after="60"/>
              <w:jc w:val="left"/>
            </w:pPr>
            <w:r>
              <w:t>The Practice Incentives Program (PIP) aims to support general practice activities through providing incentives. These activities include continual improvements, quality care, enhanced capacity, and improved access and health outcomes for patients.</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Primary healthcare</w:t>
            </w:r>
          </w:p>
        </w:tc>
        <w:tc>
          <w:tcPr>
            <w:tcW w:w="6379" w:type="dxa"/>
            <w:shd w:val="clear" w:color="auto" w:fill="auto"/>
          </w:tcPr>
          <w:p w:rsidR="00557713" w:rsidRPr="00F459BD" w:rsidRDefault="00557713" w:rsidP="00E51597">
            <w:pPr>
              <w:pStyle w:val="TableBodyText"/>
              <w:spacing w:before="60" w:after="60"/>
              <w:ind w:left="0"/>
              <w:jc w:val="left"/>
            </w:pPr>
            <w:r w:rsidRPr="00F459BD">
              <w:t>The primary and community healthcare sector includes services that:</w:t>
            </w:r>
          </w:p>
          <w:p w:rsidR="00557713" w:rsidRPr="00F459BD" w:rsidRDefault="00557713" w:rsidP="002D6D02">
            <w:pPr>
              <w:pStyle w:val="TableBullet"/>
            </w:pPr>
            <w:r w:rsidRPr="00F459BD">
              <w:t>provide the first point of contact with the health system</w:t>
            </w:r>
          </w:p>
          <w:p w:rsidR="00557713" w:rsidRPr="00F459BD" w:rsidRDefault="00557713" w:rsidP="002D6D02">
            <w:pPr>
              <w:pStyle w:val="TableBullet"/>
            </w:pPr>
            <w:r w:rsidRPr="00F459BD">
              <w:t>have a particular focus on illness prevention or early intervention</w:t>
            </w:r>
          </w:p>
          <w:p w:rsidR="00557713" w:rsidRPr="00F459BD" w:rsidRDefault="00557713" w:rsidP="002D6D02">
            <w:pPr>
              <w:pStyle w:val="TableBullet"/>
            </w:pPr>
            <w:r w:rsidRPr="00F459BD">
              <w:t>are intended to maintain people’s independence and maximise their quality of life through care and support at home or in local community settings.</w:t>
            </w:r>
          </w:p>
        </w:tc>
      </w:tr>
      <w:tr w:rsidR="005C7B13" w:rsidRPr="00E51597" w:rsidTr="00E51597">
        <w:trPr>
          <w:trHeight w:val="282"/>
        </w:trPr>
        <w:tc>
          <w:tcPr>
            <w:tcW w:w="2410" w:type="dxa"/>
            <w:shd w:val="clear" w:color="auto" w:fill="auto"/>
            <w:tcMar>
              <w:left w:w="0" w:type="dxa"/>
            </w:tcMar>
          </w:tcPr>
          <w:p w:rsidR="005C7B13" w:rsidRPr="00F459BD" w:rsidRDefault="005C7B13" w:rsidP="00836664">
            <w:pPr>
              <w:pStyle w:val="TableBodyText"/>
              <w:spacing w:before="60" w:after="60"/>
              <w:ind w:left="0"/>
              <w:jc w:val="left"/>
            </w:pPr>
            <w:r>
              <w:t>Primary Health Network</w:t>
            </w:r>
            <w:r w:rsidR="002D68B6">
              <w:t>s</w:t>
            </w:r>
          </w:p>
        </w:tc>
        <w:tc>
          <w:tcPr>
            <w:tcW w:w="6379" w:type="dxa"/>
            <w:shd w:val="clear" w:color="auto" w:fill="auto"/>
          </w:tcPr>
          <w:p w:rsidR="005C7B13" w:rsidRPr="00F459BD" w:rsidRDefault="002D68B6" w:rsidP="00836664">
            <w:pPr>
              <w:pStyle w:val="TableBodyText"/>
              <w:spacing w:before="60" w:after="60"/>
              <w:ind w:left="0"/>
              <w:jc w:val="left"/>
            </w:pPr>
            <w:r w:rsidRPr="002D68B6">
              <w:t xml:space="preserve">Primary Health Networks </w:t>
            </w:r>
            <w:r>
              <w:t>(</w:t>
            </w:r>
            <w:proofErr w:type="spellStart"/>
            <w:r>
              <w:t>PHNs</w:t>
            </w:r>
            <w:proofErr w:type="spellEnd"/>
            <w:r>
              <w:t xml:space="preserve">) are a national network of </w:t>
            </w:r>
            <w:r w:rsidRPr="00A73D31">
              <w:t>independent</w:t>
            </w:r>
            <w:r>
              <w:t xml:space="preserve"> </w:t>
            </w:r>
            <w:r w:rsidRPr="00F97661">
              <w:t>primary health care organisations</w:t>
            </w:r>
            <w:r>
              <w:t xml:space="preserve"> (replacing </w:t>
            </w:r>
            <w:r w:rsidR="00CA654F" w:rsidRPr="005A4538">
              <w:t>Medicare Locals (</w:t>
            </w:r>
            <w:r w:rsidRPr="005A4538">
              <w:t>MLs</w:t>
            </w:r>
            <w:r w:rsidR="00CA654F" w:rsidRPr="005A4538">
              <w:t>)</w:t>
            </w:r>
            <w:r>
              <w:t xml:space="preserve"> from 1 July 2015) with</w:t>
            </w:r>
            <w:r w:rsidR="00AE3D4B">
              <w:t xml:space="preserve"> the objective</w:t>
            </w:r>
            <w:r>
              <w:t xml:space="preserve"> </w:t>
            </w:r>
            <w:r w:rsidR="00AE3D4B" w:rsidRPr="00AE3D4B">
              <w:t>to improve the efficiency and effectiveness of medical services for patients at risk of poor health outcomes and to improve coordination of care, particularly for those with chronic and complex conditions</w:t>
            </w:r>
            <w:r>
              <w:t>.</w:t>
            </w:r>
          </w:p>
        </w:tc>
      </w:tr>
      <w:tr w:rsidR="00557713" w:rsidRPr="00E51597" w:rsidTr="00E51597">
        <w:trPr>
          <w:trHeight w:val="282"/>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Prevalence</w:t>
            </w:r>
          </w:p>
        </w:tc>
        <w:tc>
          <w:tcPr>
            <w:tcW w:w="6379" w:type="dxa"/>
            <w:shd w:val="clear" w:color="auto" w:fill="auto"/>
          </w:tcPr>
          <w:p w:rsidR="00557713" w:rsidRPr="00F459BD" w:rsidRDefault="00557713" w:rsidP="00E51597">
            <w:pPr>
              <w:pStyle w:val="TableBodyText"/>
              <w:spacing w:before="60" w:after="60"/>
              <w:ind w:left="0"/>
              <w:jc w:val="left"/>
            </w:pPr>
            <w:r w:rsidRPr="00F459BD">
              <w:t>The proportion of the population suffering from a disorder at a given point in time (point prevalence) o</w:t>
            </w:r>
            <w:r w:rsidR="0002634A" w:rsidRPr="00F459BD">
              <w:t>r given period (period </w:t>
            </w:r>
            <w:r w:rsidRPr="00F459BD">
              <w:t>prevalence).</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Public health</w:t>
            </w:r>
          </w:p>
        </w:tc>
        <w:tc>
          <w:tcPr>
            <w:tcW w:w="6379" w:type="dxa"/>
            <w:shd w:val="clear" w:color="auto" w:fill="auto"/>
          </w:tcPr>
          <w:p w:rsidR="00557713" w:rsidRPr="00F459BD" w:rsidRDefault="00557713" w:rsidP="00E51597">
            <w:pPr>
              <w:pStyle w:val="TableBodyText"/>
              <w:spacing w:before="60" w:after="60"/>
              <w:ind w:left="0"/>
              <w:jc w:val="left"/>
            </w:pPr>
            <w:r w:rsidRPr="00F459B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rsidR="0064097A">
              <w:noBreakHyphen/>
            </w:r>
            <w:r w:rsidRPr="00F459BD">
              <w:t xml:space="preserve">risk groups) and complements clinical provision of healthcare </w:t>
            </w:r>
            <w:r w:rsidRPr="00F459BD">
              <w:lastRenderedPageBreak/>
              <w:t>services.</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lastRenderedPageBreak/>
              <w:t>Recognised immunisation provider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provider recognised by </w:t>
            </w:r>
            <w:r w:rsidR="002D7882" w:rsidRPr="002D7882">
              <w:t xml:space="preserve">DHS Medicare </w:t>
            </w:r>
            <w:r w:rsidRPr="00F459BD">
              <w:t>as a provider of immunisation to children.</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Recognised specialist</w:t>
            </w:r>
          </w:p>
        </w:tc>
        <w:tc>
          <w:tcPr>
            <w:tcW w:w="6379" w:type="dxa"/>
            <w:shd w:val="clear" w:color="auto" w:fill="auto"/>
          </w:tcPr>
          <w:p w:rsidR="00557713" w:rsidRPr="006764BC" w:rsidRDefault="00557713" w:rsidP="00A663F4">
            <w:pPr>
              <w:pStyle w:val="TableBodyText"/>
              <w:spacing w:before="60" w:after="60"/>
              <w:ind w:left="0"/>
              <w:jc w:val="left"/>
              <w:rPr>
                <w:highlight w:val="yellow"/>
              </w:rPr>
            </w:pPr>
            <w:r w:rsidRPr="00931CC9">
              <w:t xml:space="preserve">A medical practitioner classified as a specialist </w:t>
            </w:r>
            <w:r w:rsidR="001177EC" w:rsidRPr="00931CC9">
              <w:t xml:space="preserve">by the Medical Board of Australia </w:t>
            </w:r>
            <w:r w:rsidR="006764BC" w:rsidRPr="00931CC9">
              <w:t xml:space="preserve">and </w:t>
            </w:r>
            <w:r w:rsidRPr="00931CC9">
              <w:t xml:space="preserve">on the </w:t>
            </w:r>
            <w:r w:rsidR="002D7882" w:rsidRPr="00931CC9">
              <w:t xml:space="preserve">DHS Medicare </w:t>
            </w:r>
            <w:r w:rsidRPr="00931CC9">
              <w:t xml:space="preserve">database earning at least half of his or her income from relevant specialist items in the schedule, having regard to the practitioner’s </w:t>
            </w:r>
            <w:r w:rsidR="006764BC" w:rsidRPr="00931CC9">
              <w:t>field of specialist recognition.</w:t>
            </w:r>
          </w:p>
        </w:tc>
      </w:tr>
      <w:tr w:rsidR="00557713" w:rsidRPr="00E51597" w:rsidTr="00E51597">
        <w:trPr>
          <w:trHeight w:val="266"/>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Screening</w:t>
            </w:r>
          </w:p>
        </w:tc>
        <w:tc>
          <w:tcPr>
            <w:tcW w:w="6379" w:type="dxa"/>
            <w:shd w:val="clear" w:color="auto" w:fill="auto"/>
          </w:tcPr>
          <w:p w:rsidR="00174257" w:rsidRPr="00F459BD" w:rsidRDefault="00557713" w:rsidP="00E51597">
            <w:pPr>
              <w:pStyle w:val="TableBodyText"/>
              <w:spacing w:before="60" w:after="60"/>
              <w:ind w:left="0"/>
              <w:jc w:val="left"/>
            </w:pPr>
            <w:r w:rsidRPr="00F459BD">
              <w:t xml:space="preserve">The performance of tests on apparently well people to detect a medical condition </w:t>
            </w:r>
            <w:r w:rsidR="00900FDC" w:rsidRPr="00F459BD">
              <w:t>earlier than would otherwise be possible</w:t>
            </w:r>
            <w:r w:rsidRPr="00F459BD">
              <w:t>.</w:t>
            </w:r>
          </w:p>
        </w:tc>
      </w:tr>
      <w:tr w:rsidR="002B2E0C" w:rsidRPr="00F459BD" w:rsidTr="00E51597">
        <w:tc>
          <w:tcPr>
            <w:tcW w:w="2410" w:type="dxa"/>
            <w:shd w:val="clear" w:color="auto" w:fill="auto"/>
            <w:tcMar>
              <w:left w:w="0" w:type="dxa"/>
            </w:tcMar>
          </w:tcPr>
          <w:p w:rsidR="002B2E0C" w:rsidRPr="00F459BD" w:rsidRDefault="002B2E0C" w:rsidP="00E51597">
            <w:pPr>
              <w:pStyle w:val="TableBodyText"/>
              <w:jc w:val="left"/>
            </w:pPr>
            <w:r w:rsidRPr="00F459BD">
              <w:t>Triage category</w:t>
            </w:r>
          </w:p>
        </w:tc>
        <w:tc>
          <w:tcPr>
            <w:tcW w:w="6379" w:type="dxa"/>
            <w:shd w:val="clear" w:color="auto" w:fill="auto"/>
          </w:tcPr>
          <w:p w:rsidR="002B2E0C" w:rsidRPr="00F459BD" w:rsidRDefault="002B2E0C" w:rsidP="00E51597">
            <w:pPr>
              <w:pStyle w:val="TableBodyText"/>
              <w:jc w:val="left"/>
            </w:pPr>
            <w:r w:rsidRPr="00F459BD">
              <w:t>The urgency of the patient’s need for medical and nursing care:</w:t>
            </w:r>
          </w:p>
          <w:p w:rsidR="002B2E0C" w:rsidRPr="00F459BD" w:rsidRDefault="002B2E0C" w:rsidP="006B4004">
            <w:pPr>
              <w:pStyle w:val="TableBullet"/>
            </w:pPr>
            <w:r w:rsidRPr="00F459BD">
              <w:t>category 1 — resuscitation (immediate within seconds)</w:t>
            </w:r>
          </w:p>
          <w:p w:rsidR="002B2E0C" w:rsidRPr="00F459BD" w:rsidRDefault="002B2E0C" w:rsidP="006B4004">
            <w:pPr>
              <w:pStyle w:val="TableBullet"/>
            </w:pPr>
            <w:r w:rsidRPr="00F459BD">
              <w:t>category 2 — emergency (within 10 minutes)</w:t>
            </w:r>
          </w:p>
          <w:p w:rsidR="002B2E0C" w:rsidRPr="00F459BD" w:rsidRDefault="002B2E0C" w:rsidP="006B4004">
            <w:pPr>
              <w:pStyle w:val="TableBullet"/>
            </w:pPr>
            <w:r w:rsidRPr="00F459BD">
              <w:t>category 3 — urgent (within 30 minutes)</w:t>
            </w:r>
          </w:p>
          <w:p w:rsidR="002B2E0C" w:rsidRPr="00F459BD" w:rsidRDefault="002B2E0C" w:rsidP="006B4004">
            <w:pPr>
              <w:pStyle w:val="TableBullet"/>
            </w:pPr>
            <w:r w:rsidRPr="00F459BD">
              <w:t>category 4 — semi</w:t>
            </w:r>
            <w:r w:rsidR="0064097A">
              <w:noBreakHyphen/>
            </w:r>
            <w:r w:rsidRPr="00F459BD">
              <w:t>urgent (within 60 minutes)</w:t>
            </w:r>
          </w:p>
          <w:p w:rsidR="002B2E0C" w:rsidRPr="00F459BD" w:rsidRDefault="002B2E0C" w:rsidP="006B4004">
            <w:pPr>
              <w:pStyle w:val="TableBullet"/>
            </w:pPr>
            <w:r w:rsidRPr="00F459BD">
              <w:t>category 5 — non</w:t>
            </w:r>
            <w:r w:rsidR="0064097A">
              <w:noBreakHyphen/>
            </w:r>
            <w:r w:rsidRPr="00F459BD">
              <w:t>urgent (within 120 minutes).</w:t>
            </w:r>
          </w:p>
        </w:tc>
      </w:tr>
      <w:tr w:rsidR="00557713" w:rsidRPr="00F459BD" w:rsidTr="00E51597">
        <w:tc>
          <w:tcPr>
            <w:tcW w:w="2410" w:type="dxa"/>
            <w:shd w:val="clear" w:color="auto" w:fill="auto"/>
            <w:tcMar>
              <w:left w:w="0" w:type="dxa"/>
            </w:tcMar>
          </w:tcPr>
          <w:p w:rsidR="00557713" w:rsidRPr="00F459BD" w:rsidRDefault="00557713" w:rsidP="001177EC">
            <w:pPr>
              <w:pStyle w:val="TableBodyText"/>
              <w:spacing w:before="60" w:after="60"/>
              <w:ind w:left="0"/>
              <w:jc w:val="left"/>
            </w:pPr>
            <w:r w:rsidRPr="00F459BD">
              <w:t xml:space="preserve">Vocationally </w:t>
            </w:r>
            <w:r w:rsidR="001177EC">
              <w:t>registered</w:t>
            </w:r>
            <w:r w:rsidRPr="00F459BD">
              <w:t xml:space="preserve"> general practitioner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medical practitioner who is vocationally </w:t>
            </w:r>
            <w:r w:rsidR="000B2487" w:rsidRPr="000B2487">
              <w:t xml:space="preserve">registered </w:t>
            </w:r>
            <w:r w:rsidRPr="00F459BD">
              <w:t xml:space="preserve">under </w:t>
            </w:r>
            <w:proofErr w:type="spellStart"/>
            <w:r w:rsidRPr="00F459BD">
              <w:t>s.3F</w:t>
            </w:r>
            <w:proofErr w:type="spellEnd"/>
            <w:r w:rsidRPr="00F459BD">
              <w:t xml:space="preserve"> of the </w:t>
            </w:r>
            <w:r w:rsidRPr="00E51597">
              <w:rPr>
                <w:i/>
              </w:rPr>
              <w:t>Health Insurance Act 1973</w:t>
            </w:r>
            <w:r w:rsidRPr="00F459BD">
              <w:t xml:space="preserve"> (</w:t>
            </w:r>
            <w:proofErr w:type="spellStart"/>
            <w:r w:rsidRPr="00F459BD">
              <w:t>Cwlth</w:t>
            </w:r>
            <w:proofErr w:type="spellEnd"/>
            <w:r w:rsidRPr="00F459BD">
              <w:t xml:space="preserve">), holds Fellowship of the </w:t>
            </w:r>
            <w:proofErr w:type="spellStart"/>
            <w:r w:rsidRPr="00F459BD">
              <w:t>RACGP</w:t>
            </w:r>
            <w:proofErr w:type="spellEnd"/>
            <w:r w:rsidRPr="00F459BD">
              <w:t xml:space="preserve">, </w:t>
            </w:r>
            <w:proofErr w:type="spellStart"/>
            <w:r w:rsidRPr="00F459BD">
              <w:t>ACRRM</w:t>
            </w:r>
            <w:proofErr w:type="spellEnd"/>
            <w:r w:rsidRPr="00F459BD">
              <w:t xml:space="preserve">, or equivalent, or holds a recognised training placement, and who has at least half of the schedule fee value of his/her </w:t>
            </w:r>
            <w:r w:rsidR="002D7882" w:rsidRPr="002D7882">
              <w:t>DHS Medicare</w:t>
            </w:r>
            <w:r w:rsidRPr="00F459BD">
              <w:t xml:space="preserve"> billin</w:t>
            </w:r>
            <w:r w:rsidR="001177EC">
              <w:t>g from non</w:t>
            </w:r>
            <w:r w:rsidR="0064097A">
              <w:noBreakHyphen/>
            </w:r>
            <w:r w:rsidR="001177EC">
              <w:t>referred attendances.</w:t>
            </w:r>
          </w:p>
        </w:tc>
      </w:tr>
    </w:tbl>
    <w:p w:rsidR="005C7B13" w:rsidRPr="005C7B13" w:rsidRDefault="005C7B13" w:rsidP="00175757">
      <w:pPr>
        <w:pStyle w:val="BoxSpaceBelow"/>
      </w:pPr>
      <w:bookmarkStart w:id="25" w:name="_Toc208034416"/>
      <w:bookmarkStart w:id="26" w:name="_Toc274941104"/>
    </w:p>
    <w:p w:rsidR="00BB7C13" w:rsidRPr="00097C57" w:rsidRDefault="00C31CF2" w:rsidP="00D4361E">
      <w:pPr>
        <w:pStyle w:val="Heading2"/>
        <w:rPr>
          <w:b w:val="0"/>
          <w:sz w:val="24"/>
        </w:rPr>
      </w:pPr>
      <w:bookmarkStart w:id="27" w:name="_Toc208034417"/>
      <w:bookmarkStart w:id="28" w:name="_Toc274941105"/>
      <w:bookmarkStart w:id="29" w:name="_Toc396916152"/>
      <w:bookmarkStart w:id="30" w:name="_Toc463966145"/>
      <w:bookmarkEnd w:id="25"/>
      <w:bookmarkEnd w:id="26"/>
      <w:r w:rsidRPr="00D61FF9">
        <w:t>10.</w:t>
      </w:r>
      <w:r w:rsidR="008F09D3">
        <w:rPr>
          <w:noProof/>
        </w:rPr>
        <w:t>5</w:t>
      </w:r>
      <w:r w:rsidRPr="00D61FF9">
        <w:tab/>
      </w:r>
      <w:r w:rsidR="00BB7C13" w:rsidRPr="00D61FF9">
        <w:t>References</w:t>
      </w:r>
      <w:bookmarkEnd w:id="27"/>
      <w:bookmarkEnd w:id="28"/>
      <w:bookmarkEnd w:id="29"/>
      <w:bookmarkEnd w:id="30"/>
    </w:p>
    <w:p w:rsidR="00673F2C" w:rsidRPr="001E5797" w:rsidRDefault="00673F2C" w:rsidP="001E5797">
      <w:pPr>
        <w:pStyle w:val="Reference"/>
      </w:pPr>
      <w:proofErr w:type="spellStart"/>
      <w:r w:rsidRPr="001E5797">
        <w:t>ACAM</w:t>
      </w:r>
      <w:proofErr w:type="spellEnd"/>
      <w:r w:rsidRPr="001E5797">
        <w:t xml:space="preserve"> (Australian Centre for Asthma Monitoring) 2008, Asthma in Australia 2008, Cat. no. ACM 14, </w:t>
      </w:r>
      <w:proofErr w:type="spellStart"/>
      <w:r w:rsidRPr="001E5797">
        <w:t>AIHW</w:t>
      </w:r>
      <w:proofErr w:type="spellEnd"/>
      <w:r w:rsidRPr="001E5797">
        <w:t xml:space="preserve"> (Australian Institute of Health and Welfare) Asthma Series 3, Canberra.</w:t>
      </w:r>
    </w:p>
    <w:p w:rsidR="00BB674B" w:rsidRPr="001E5797" w:rsidRDefault="00BB674B" w:rsidP="001E5797">
      <w:pPr>
        <w:pStyle w:val="Reference"/>
      </w:pPr>
      <w:r w:rsidRPr="001E5797">
        <w:t>Australian Government DHS (Department of Human Services) 2015, Practice Incentives Program (PIP) (http://</w:t>
      </w:r>
      <w:proofErr w:type="spellStart"/>
      <w:r w:rsidRPr="001E5797">
        <w:t>www.humanservices.gov.au</w:t>
      </w:r>
      <w:proofErr w:type="spellEnd"/>
      <w:r w:rsidRPr="001E5797">
        <w:t>/health</w:t>
      </w:r>
      <w:r w:rsidR="0064097A" w:rsidRPr="001E5797">
        <w:noBreakHyphen/>
      </w:r>
      <w:r w:rsidRPr="001E5797">
        <w:t>professionals/services/</w:t>
      </w:r>
      <w:r w:rsidRPr="001E5797">
        <w:br/>
        <w:t>practice</w:t>
      </w:r>
      <w:r w:rsidR="0064097A" w:rsidRPr="001E5797">
        <w:noBreakHyphen/>
      </w:r>
      <w:r w:rsidRPr="001E5797">
        <w:t>incentives</w:t>
      </w:r>
      <w:r w:rsidR="0064097A" w:rsidRPr="001E5797">
        <w:noBreakHyphen/>
      </w:r>
      <w:proofErr w:type="spellStart"/>
      <w:r w:rsidRPr="001E5797">
        <w:t>programme</w:t>
      </w:r>
      <w:proofErr w:type="spellEnd"/>
      <w:r w:rsidRPr="001E5797">
        <w:t>/, accessed 16 November 2015).</w:t>
      </w:r>
    </w:p>
    <w:p w:rsidR="0033334B" w:rsidRPr="001E5797" w:rsidRDefault="0033334B" w:rsidP="001E5797">
      <w:pPr>
        <w:pStyle w:val="Reference"/>
      </w:pPr>
      <w:proofErr w:type="spellStart"/>
      <w:r w:rsidRPr="001E5797">
        <w:t>AIHW</w:t>
      </w:r>
      <w:proofErr w:type="spellEnd"/>
      <w:r w:rsidRPr="001E5797">
        <w:t xml:space="preserve"> (unpublished) National Dental Telephone Interview Survey</w:t>
      </w:r>
      <w:r w:rsidR="00140B80" w:rsidRPr="001E5797">
        <w:t>.</w:t>
      </w:r>
    </w:p>
    <w:p w:rsidR="00114D1C" w:rsidRPr="001E5797" w:rsidRDefault="00BB6063" w:rsidP="001E5797">
      <w:pPr>
        <w:pStyle w:val="Reference"/>
      </w:pPr>
      <w:r w:rsidRPr="001E5797">
        <w:t xml:space="preserve">Department of Health (formerly the Department of Health and Ageing) 2010, About the PBS, </w:t>
      </w:r>
      <w:proofErr w:type="spellStart"/>
      <w:r w:rsidRPr="001E5797">
        <w:t>www.health.gov.au</w:t>
      </w:r>
      <w:proofErr w:type="spellEnd"/>
      <w:r w:rsidRPr="001E5797">
        <w:t>/</w:t>
      </w:r>
      <w:proofErr w:type="spellStart"/>
      <w:r w:rsidRPr="001E5797">
        <w:t>internet</w:t>
      </w:r>
      <w:proofErr w:type="spellEnd"/>
      <w:r w:rsidRPr="001E5797">
        <w:t>/main/</w:t>
      </w:r>
      <w:proofErr w:type="spellStart"/>
      <w:r w:rsidRPr="001E5797">
        <w:t>publishing.nsf</w:t>
      </w:r>
      <w:proofErr w:type="spellEnd"/>
      <w:r w:rsidRPr="001E5797">
        <w:t xml:space="preserve">/Content /health </w:t>
      </w:r>
      <w:proofErr w:type="spellStart"/>
      <w:r w:rsidRPr="001E5797">
        <w:t>pbs</w:t>
      </w:r>
      <w:proofErr w:type="spellEnd"/>
      <w:r w:rsidRPr="001E5797">
        <w:t xml:space="preserve"> general </w:t>
      </w:r>
      <w:proofErr w:type="spellStart"/>
      <w:r w:rsidRPr="001E5797">
        <w:t>aboutus.htm</w:t>
      </w:r>
      <w:proofErr w:type="spellEnd"/>
      <w:r w:rsidRPr="001E5797">
        <w:t xml:space="preserve"> </w:t>
      </w:r>
      <w:proofErr w:type="spellStart"/>
      <w:r w:rsidRPr="001E5797">
        <w:t>copy2</w:t>
      </w:r>
      <w:proofErr w:type="spellEnd"/>
      <w:r w:rsidRPr="001E5797">
        <w:t xml:space="preserve"> (accessed 24 September 2010).</w:t>
      </w:r>
    </w:p>
    <w:p w:rsidR="00094998" w:rsidRPr="001E5797" w:rsidRDefault="00094998" w:rsidP="001E5797">
      <w:pPr>
        <w:pStyle w:val="Reference"/>
      </w:pPr>
      <w:r w:rsidRPr="001E5797">
        <w:t xml:space="preserve">—— </w:t>
      </w:r>
      <w:proofErr w:type="spellStart"/>
      <w:r w:rsidRPr="001E5797">
        <w:t>2013</w:t>
      </w:r>
      <w:r w:rsidR="00F23926" w:rsidRPr="001E5797">
        <w:t>a</w:t>
      </w:r>
      <w:proofErr w:type="spellEnd"/>
      <w:r w:rsidRPr="001E5797">
        <w:t xml:space="preserve">, Immunisation Myths and Realities: responding to arguments against immunisation, 5th </w:t>
      </w:r>
      <w:proofErr w:type="spellStart"/>
      <w:r w:rsidRPr="001E5797">
        <w:t>edn</w:t>
      </w:r>
      <w:proofErr w:type="spellEnd"/>
      <w:r w:rsidRPr="001E5797">
        <w:t xml:space="preserve">, </w:t>
      </w:r>
      <w:proofErr w:type="spellStart"/>
      <w:r w:rsidRPr="001E5797">
        <w:t>www.health.gov.au</w:t>
      </w:r>
      <w:proofErr w:type="spellEnd"/>
      <w:r w:rsidRPr="001E5797">
        <w:t>/</w:t>
      </w:r>
      <w:proofErr w:type="spellStart"/>
      <w:r w:rsidRPr="001E5797">
        <w:t>internet</w:t>
      </w:r>
      <w:proofErr w:type="spellEnd"/>
      <w:r w:rsidRPr="001E5797">
        <w:t>/immunise/</w:t>
      </w:r>
      <w:proofErr w:type="spellStart"/>
      <w:r w:rsidRPr="001E5797">
        <w:t>publishing.nsf</w:t>
      </w:r>
      <w:proofErr w:type="spellEnd"/>
      <w:r w:rsidRPr="001E5797">
        <w:t>/Content</w:t>
      </w:r>
      <w:r w:rsidR="00441173" w:rsidRPr="001E5797">
        <w:t xml:space="preserve"> </w:t>
      </w:r>
      <w:r w:rsidRPr="001E5797">
        <w:t>/</w:t>
      </w:r>
      <w:proofErr w:type="spellStart"/>
      <w:r w:rsidRPr="001E5797">
        <w:t>uci</w:t>
      </w:r>
      <w:proofErr w:type="spellEnd"/>
      <w:r w:rsidR="0064097A" w:rsidRPr="001E5797">
        <w:noBreakHyphen/>
      </w:r>
      <w:r w:rsidRPr="001E5797">
        <w:t>myths</w:t>
      </w:r>
      <w:r w:rsidR="0064097A" w:rsidRPr="001E5797">
        <w:noBreakHyphen/>
      </w:r>
      <w:proofErr w:type="spellStart"/>
      <w:r w:rsidRPr="001E5797">
        <w:t>guideprov</w:t>
      </w:r>
      <w:proofErr w:type="spellEnd"/>
      <w:r w:rsidRPr="001E5797">
        <w:t xml:space="preserve"> (accessed 8 January 2014).</w:t>
      </w:r>
    </w:p>
    <w:p w:rsidR="00433832" w:rsidRPr="001E5797" w:rsidRDefault="00B728BC" w:rsidP="001E5797">
      <w:pPr>
        <w:pStyle w:val="Reference"/>
      </w:pPr>
      <w:r w:rsidRPr="001E5797">
        <w:t xml:space="preserve">—— </w:t>
      </w:r>
      <w:proofErr w:type="spellStart"/>
      <w:r w:rsidRPr="001E5797">
        <w:t>201</w:t>
      </w:r>
      <w:r w:rsidR="00114D1C" w:rsidRPr="001E5797">
        <w:t>3</w:t>
      </w:r>
      <w:r w:rsidR="00F23926" w:rsidRPr="001E5797">
        <w:t>b</w:t>
      </w:r>
      <w:proofErr w:type="spellEnd"/>
      <w:r w:rsidR="00433832" w:rsidRPr="001E5797">
        <w:t xml:space="preserve">, Australian national notifiable diseases list and case definitions, </w:t>
      </w:r>
      <w:r w:rsidR="00194874" w:rsidRPr="001E5797">
        <w:t>www.health.gov.au/internet/main/publishing.nsf/Content/cda_surveil</w:t>
      </w:r>
      <w:r w:rsidR="0064097A" w:rsidRPr="001E5797">
        <w:noBreakHyphen/>
      </w:r>
      <w:r w:rsidR="00194874" w:rsidRPr="001E5797">
        <w:t>nndss</w:t>
      </w:r>
      <w:r w:rsidR="0064097A" w:rsidRPr="001E5797">
        <w:noBreakHyphen/>
      </w:r>
      <w:r w:rsidR="00194874" w:rsidRPr="001E5797">
        <w:t>dislist.htm (accessed 8</w:t>
      </w:r>
      <w:r w:rsidR="00433832" w:rsidRPr="001E5797">
        <w:t xml:space="preserve"> </w:t>
      </w:r>
      <w:r w:rsidR="00194874" w:rsidRPr="001E5797">
        <w:t>January</w:t>
      </w:r>
      <w:r w:rsidR="00433832" w:rsidRPr="001E5797">
        <w:t xml:space="preserve"> 20</w:t>
      </w:r>
      <w:r w:rsidR="00194874" w:rsidRPr="001E5797">
        <w:t>14</w:t>
      </w:r>
      <w:r w:rsidR="00433832" w:rsidRPr="001E5797">
        <w:t>).</w:t>
      </w:r>
    </w:p>
    <w:p w:rsidR="00334F0D" w:rsidRPr="001E5797" w:rsidRDefault="000156B4" w:rsidP="001E5797">
      <w:pPr>
        <w:pStyle w:val="Reference"/>
      </w:pPr>
      <w:r w:rsidRPr="001E5797">
        <w:t>—— 201</w:t>
      </w:r>
      <w:r w:rsidR="002F29F6" w:rsidRPr="001E5797">
        <w:t xml:space="preserve">6, 2016 PBS </w:t>
      </w:r>
      <w:proofErr w:type="spellStart"/>
      <w:r w:rsidR="002F29F6" w:rsidRPr="001E5797">
        <w:t>co-payment</w:t>
      </w:r>
      <w:proofErr w:type="spellEnd"/>
      <w:r w:rsidR="002F29F6" w:rsidRPr="001E5797">
        <w:t xml:space="preserve"> and safety net amounts</w:t>
      </w:r>
      <w:r w:rsidRPr="001E5797">
        <w:t xml:space="preserve">, </w:t>
      </w:r>
      <w:r w:rsidR="002F29F6" w:rsidRPr="001E5797">
        <w:t xml:space="preserve">http://www.pbs.gov.au/info/news/2016/01/2016-pbs-co-payment-safety-net-amounts </w:t>
      </w:r>
      <w:r w:rsidRPr="001E5797">
        <w:t xml:space="preserve">(accessed </w:t>
      </w:r>
      <w:r w:rsidR="002F29F6" w:rsidRPr="001E5797">
        <w:t>29</w:t>
      </w:r>
      <w:r w:rsidRPr="001E5797">
        <w:t> </w:t>
      </w:r>
      <w:r w:rsidR="002F29F6" w:rsidRPr="001E5797">
        <w:t>August</w:t>
      </w:r>
      <w:r w:rsidRPr="001E5797">
        <w:t xml:space="preserve"> 201</w:t>
      </w:r>
      <w:r w:rsidR="002F29F6" w:rsidRPr="001E5797">
        <w:t>6</w:t>
      </w:r>
      <w:r w:rsidRPr="001E5797">
        <w:t>)</w:t>
      </w:r>
      <w:r w:rsidR="00BD4819" w:rsidRPr="001E5797">
        <w:t>.</w:t>
      </w:r>
    </w:p>
    <w:p w:rsidR="004F596F" w:rsidRPr="001E5797" w:rsidRDefault="004F596F" w:rsidP="001E5797">
      <w:pPr>
        <w:pStyle w:val="Reference"/>
      </w:pPr>
      <w:r w:rsidRPr="001E5797">
        <w:t>—— unpublished, MBS Statistics</w:t>
      </w:r>
      <w:r w:rsidR="00140B80" w:rsidRPr="001E5797">
        <w:t>.</w:t>
      </w:r>
    </w:p>
    <w:p w:rsidR="004F596F" w:rsidRPr="001E5797" w:rsidRDefault="004F596F" w:rsidP="001E5797">
      <w:pPr>
        <w:pStyle w:val="Reference"/>
      </w:pPr>
      <w:r w:rsidRPr="001E5797">
        <w:t>Department of Veterans Affairs (unpublished) DVA Collection</w:t>
      </w:r>
      <w:r w:rsidR="00140B80" w:rsidRPr="001E5797">
        <w:t>.</w:t>
      </w:r>
    </w:p>
    <w:p w:rsidR="00F47752" w:rsidRPr="00D61FF9" w:rsidRDefault="00700694" w:rsidP="001E5797">
      <w:pPr>
        <w:pStyle w:val="Reference"/>
      </w:pPr>
      <w:r>
        <w:lastRenderedPageBreak/>
        <w:t>GP</w:t>
      </w:r>
      <w:r w:rsidR="00F47752" w:rsidRPr="001E5797">
        <w:t xml:space="preserve"> (</w:t>
      </w:r>
      <w:r w:rsidR="000C6B1E" w:rsidRPr="001E5797">
        <w:t>Royal Australian College of General Practitioners</w:t>
      </w:r>
      <w:r w:rsidR="00F47752" w:rsidRPr="001E5797">
        <w:t xml:space="preserve">) </w:t>
      </w:r>
      <w:r w:rsidR="00192064" w:rsidRPr="001E5797">
        <w:t>2014, Becoming a GP in Australia, http://www.racgp.org.au/becomingagp/ (accessed 21 January 2015).</w:t>
      </w:r>
    </w:p>
    <w:sectPr w:rsidR="00F47752" w:rsidRPr="00D61FF9" w:rsidSect="00A4578F">
      <w:headerReference w:type="even" r:id="rId35"/>
      <w:headerReference w:type="default" r:id="rId36"/>
      <w:footerReference w:type="even" r:id="rId37"/>
      <w:footerReference w:type="default" r:id="rId38"/>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97F" w:rsidRDefault="00E2697F">
      <w:r>
        <w:separator/>
      </w:r>
    </w:p>
  </w:endnote>
  <w:endnote w:type="continuationSeparator" w:id="0">
    <w:p w:rsidR="00E2697F" w:rsidRDefault="00E2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2697F" w:rsidTr="005A7229">
      <w:trPr>
        <w:trHeight w:hRule="exact" w:val="567"/>
      </w:trPr>
      <w:tc>
        <w:tcPr>
          <w:tcW w:w="510" w:type="dxa"/>
        </w:tcPr>
        <w:p w:rsidR="00E2697F" w:rsidRPr="00A24443" w:rsidRDefault="00E2697F" w:rsidP="005A7229">
          <w:pPr>
            <w:pStyle w:val="Footer"/>
            <w:tabs>
              <w:tab w:val="left" w:pos="0"/>
            </w:tabs>
            <w:ind w:right="0"/>
            <w:rPr>
              <w:rStyle w:val="PageNumbe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90A93">
            <w:rPr>
              <w:rStyle w:val="PageNumber"/>
              <w:caps w:val="0"/>
              <w:noProof/>
            </w:rPr>
            <w:t>2</w:t>
          </w:r>
          <w:r w:rsidRPr="00A24443">
            <w:rPr>
              <w:rStyle w:val="PageNumber"/>
              <w:caps w:val="0"/>
            </w:rPr>
            <w:fldChar w:fldCharType="end"/>
          </w:r>
        </w:p>
      </w:tc>
      <w:tc>
        <w:tcPr>
          <w:tcW w:w="7767" w:type="dxa"/>
        </w:tcPr>
        <w:p w:rsidR="00E2697F" w:rsidRPr="0013739A" w:rsidRDefault="00E2697F" w:rsidP="006F26DA">
          <w:pPr>
            <w:pStyle w:val="Footer"/>
            <w:rPr>
              <w:rFonts w:cs="Arial"/>
            </w:rPr>
          </w:pPr>
          <w:r>
            <w:rPr>
              <w:rFonts w:cs="Arial"/>
            </w:rPr>
            <w:t>Report on Government Services 201</w:t>
          </w:r>
          <w:bookmarkStart w:id="31" w:name="DraftReportEven"/>
          <w:bookmarkEnd w:id="31"/>
          <w:r>
            <w:rPr>
              <w:rFonts w:cs="Arial"/>
            </w:rPr>
            <w:t>7</w:t>
          </w:r>
        </w:p>
      </w:tc>
      <w:tc>
        <w:tcPr>
          <w:tcW w:w="510" w:type="dxa"/>
        </w:tcPr>
        <w:p w:rsidR="00E2697F" w:rsidRDefault="00E2697F" w:rsidP="005A7229">
          <w:pPr>
            <w:pStyle w:val="Footer"/>
          </w:pPr>
        </w:p>
      </w:tc>
    </w:tr>
  </w:tbl>
  <w:p w:rsidR="00E2697F" w:rsidRDefault="00E2697F" w:rsidP="005A7229">
    <w:pPr>
      <w:pStyle w:val="FooterEnd"/>
    </w:pPr>
  </w:p>
  <w:p w:rsidR="00E2697F" w:rsidRDefault="00E2697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2697F" w:rsidTr="005A7229">
      <w:trPr>
        <w:trHeight w:hRule="exact" w:val="567"/>
      </w:trPr>
      <w:tc>
        <w:tcPr>
          <w:tcW w:w="510" w:type="dxa"/>
        </w:tcPr>
        <w:p w:rsidR="00E2697F" w:rsidRDefault="00E2697F">
          <w:pPr>
            <w:pStyle w:val="Footer"/>
            <w:ind w:right="360" w:firstLine="360"/>
          </w:pPr>
        </w:p>
      </w:tc>
      <w:tc>
        <w:tcPr>
          <w:tcW w:w="7767" w:type="dxa"/>
        </w:tcPr>
        <w:p w:rsidR="00E2697F" w:rsidRPr="00BA5B14" w:rsidRDefault="00E2697F" w:rsidP="005A7229">
          <w:pPr>
            <w:pStyle w:val="Footer"/>
            <w:jc w:val="right"/>
            <w:rPr>
              <w:rFonts w:cs="Arial"/>
            </w:rPr>
          </w:pPr>
          <w:r>
            <w:rPr>
              <w:rFonts w:cs="Arial"/>
            </w:rPr>
            <w:t>Primary and community health</w:t>
          </w:r>
        </w:p>
      </w:tc>
      <w:tc>
        <w:tcPr>
          <w:tcW w:w="510" w:type="dxa"/>
        </w:tcPr>
        <w:p w:rsidR="00E2697F" w:rsidRPr="00A24443" w:rsidRDefault="00E2697F">
          <w:pPr>
            <w:pStyle w:val="Footer"/>
            <w:jc w:val="right"/>
            <w:rP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90A93">
            <w:rPr>
              <w:rStyle w:val="PageNumber"/>
              <w:caps w:val="0"/>
              <w:noProof/>
            </w:rPr>
            <w:t>1</w:t>
          </w:r>
          <w:r w:rsidRPr="00A24443">
            <w:rPr>
              <w:rStyle w:val="PageNumber"/>
              <w:caps w:val="0"/>
            </w:rPr>
            <w:fldChar w:fldCharType="end"/>
          </w:r>
        </w:p>
      </w:tc>
    </w:tr>
  </w:tbl>
  <w:p w:rsidR="00E2697F" w:rsidRDefault="00E2697F">
    <w:pPr>
      <w:pStyle w:val="FooterEnd"/>
    </w:pPr>
  </w:p>
  <w:p w:rsidR="00E2697F" w:rsidRDefault="00E2697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97F" w:rsidRDefault="00E2697F">
      <w:r>
        <w:separator/>
      </w:r>
    </w:p>
  </w:footnote>
  <w:footnote w:type="continuationSeparator" w:id="0">
    <w:p w:rsidR="00E2697F" w:rsidRDefault="00E26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E2697F" w:rsidTr="00840DC6">
      <w:tc>
        <w:tcPr>
          <w:tcW w:w="2155" w:type="dxa"/>
          <w:tcBorders>
            <w:top w:val="single" w:sz="24" w:space="0" w:color="auto"/>
          </w:tcBorders>
        </w:tcPr>
        <w:p w:rsidR="00E2697F" w:rsidRDefault="00E2697F">
          <w:pPr>
            <w:pStyle w:val="HeaderEven"/>
          </w:pPr>
        </w:p>
      </w:tc>
      <w:tc>
        <w:tcPr>
          <w:tcW w:w="6634" w:type="dxa"/>
          <w:tcBorders>
            <w:top w:val="single" w:sz="6" w:space="0" w:color="auto"/>
          </w:tcBorders>
        </w:tcPr>
        <w:p w:rsidR="00E2697F" w:rsidRPr="00570D18" w:rsidRDefault="00E2697F" w:rsidP="0012245C">
          <w:pPr>
            <w:pStyle w:val="HeaderOdd"/>
          </w:pPr>
        </w:p>
      </w:tc>
    </w:tr>
  </w:tbl>
  <w:p w:rsidR="00E2697F" w:rsidRDefault="00E2697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2697F" w:rsidRPr="00CA7325">
      <w:tc>
        <w:tcPr>
          <w:tcW w:w="6634" w:type="dxa"/>
          <w:tcBorders>
            <w:top w:val="single" w:sz="6" w:space="0" w:color="auto"/>
          </w:tcBorders>
        </w:tcPr>
        <w:p w:rsidR="00E2697F" w:rsidRPr="00CA7325" w:rsidRDefault="00E2697F" w:rsidP="002630B0">
          <w:pPr>
            <w:rPr>
              <w:rFonts w:ascii="Arial" w:hAnsi="Arial" w:cs="Arial"/>
              <w:caps/>
            </w:rPr>
          </w:pPr>
        </w:p>
      </w:tc>
      <w:tc>
        <w:tcPr>
          <w:tcW w:w="2155" w:type="dxa"/>
          <w:tcBorders>
            <w:top w:val="single" w:sz="24" w:space="0" w:color="auto"/>
          </w:tcBorders>
        </w:tcPr>
        <w:p w:rsidR="00E2697F" w:rsidRPr="00CA7325" w:rsidRDefault="00E2697F">
          <w:pPr>
            <w:rPr>
              <w:rFonts w:ascii="Arial" w:hAnsi="Arial" w:cs="Arial"/>
            </w:rPr>
          </w:pPr>
        </w:p>
      </w:tc>
    </w:tr>
  </w:tbl>
  <w:p w:rsidR="00E2697F" w:rsidRDefault="00E2697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4F77F0"/>
    <w:multiLevelType w:val="hybridMultilevel"/>
    <w:tmpl w:val="F5D6BF68"/>
    <w:lvl w:ilvl="0" w:tplc="62B6738A">
      <w:start w:val="2"/>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D2E6D99"/>
    <w:multiLevelType w:val="hybridMultilevel"/>
    <w:tmpl w:val="4EFC8D8A"/>
    <w:lvl w:ilvl="0" w:tplc="643A9F50">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A870A40"/>
    <w:multiLevelType w:val="hybridMultilevel"/>
    <w:tmpl w:val="E4845DBE"/>
    <w:lvl w:ilvl="0" w:tplc="6EB8F140">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3"/>
  </w:num>
  <w:num w:numId="3">
    <w:abstractNumId w:val="4"/>
  </w:num>
  <w:num w:numId="4">
    <w:abstractNumId w:val="8"/>
  </w:num>
  <w:num w:numId="5">
    <w:abstractNumId w:val="15"/>
  </w:num>
  <w:num w:numId="6">
    <w:abstractNumId w:val="13"/>
  </w:num>
  <w:num w:numId="7">
    <w:abstractNumId w:val="22"/>
  </w:num>
  <w:num w:numId="8">
    <w:abstractNumId w:val="23"/>
  </w:num>
  <w:num w:numId="9">
    <w:abstractNumId w:val="10"/>
  </w:num>
  <w:num w:numId="10">
    <w:abstractNumId w:val="16"/>
  </w:num>
  <w:num w:numId="11">
    <w:abstractNumId w:val="17"/>
  </w:num>
  <w:num w:numId="12">
    <w:abstractNumId w:val="2"/>
  </w:num>
  <w:num w:numId="13">
    <w:abstractNumId w:val="6"/>
  </w:num>
  <w:num w:numId="14">
    <w:abstractNumId w:val="5"/>
  </w:num>
  <w:num w:numId="15">
    <w:abstractNumId w:val="11"/>
  </w:num>
  <w:num w:numId="16">
    <w:abstractNumId w:val="14"/>
  </w:num>
  <w:num w:numId="17">
    <w:abstractNumId w:val="18"/>
  </w:num>
  <w:num w:numId="18">
    <w:abstractNumId w:val="19"/>
  </w:num>
  <w:num w:numId="19">
    <w:abstractNumId w:val="9"/>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3"/>
  </w:num>
  <w:num w:numId="23">
    <w:abstractNumId w:val="21"/>
  </w:num>
  <w:num w:numId="24">
    <w:abstractNumId w:val="7"/>
  </w:num>
  <w:num w:numId="25">
    <w:abstractNumId w:val="13"/>
  </w:num>
  <w:num w:numId="2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045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imary and community health"/>
    <w:docVar w:name="ShortReportTitle" w:val="Report on Government Services 2016"/>
    <w:docVar w:name="SideNote" w:val="1"/>
    <w:docVar w:name="UseShortChapter" w:val="0"/>
    <w:docVar w:name="UseShortReport" w:val="0"/>
  </w:docVars>
  <w:rsids>
    <w:rsidRoot w:val="00711EF3"/>
    <w:rsid w:val="000002A7"/>
    <w:rsid w:val="0000078E"/>
    <w:rsid w:val="000011F1"/>
    <w:rsid w:val="00001351"/>
    <w:rsid w:val="000017FF"/>
    <w:rsid w:val="0000181C"/>
    <w:rsid w:val="00001EC4"/>
    <w:rsid w:val="000020EB"/>
    <w:rsid w:val="0000256F"/>
    <w:rsid w:val="00002758"/>
    <w:rsid w:val="00002AF5"/>
    <w:rsid w:val="00002DBA"/>
    <w:rsid w:val="00002FE8"/>
    <w:rsid w:val="00003A18"/>
    <w:rsid w:val="00003AAD"/>
    <w:rsid w:val="00003B5B"/>
    <w:rsid w:val="00003BB8"/>
    <w:rsid w:val="00003CF7"/>
    <w:rsid w:val="00003DFD"/>
    <w:rsid w:val="000046D8"/>
    <w:rsid w:val="0000484E"/>
    <w:rsid w:val="000049DE"/>
    <w:rsid w:val="00005A70"/>
    <w:rsid w:val="00005AC4"/>
    <w:rsid w:val="00006228"/>
    <w:rsid w:val="000064BD"/>
    <w:rsid w:val="00006644"/>
    <w:rsid w:val="0000665A"/>
    <w:rsid w:val="000067C3"/>
    <w:rsid w:val="00006B63"/>
    <w:rsid w:val="00006C26"/>
    <w:rsid w:val="00006E5B"/>
    <w:rsid w:val="00006F89"/>
    <w:rsid w:val="000072E3"/>
    <w:rsid w:val="00007B92"/>
    <w:rsid w:val="00007DAB"/>
    <w:rsid w:val="00007F5B"/>
    <w:rsid w:val="0001008A"/>
    <w:rsid w:val="000100B7"/>
    <w:rsid w:val="000102CC"/>
    <w:rsid w:val="000102D8"/>
    <w:rsid w:val="0001034E"/>
    <w:rsid w:val="00010420"/>
    <w:rsid w:val="0001084E"/>
    <w:rsid w:val="0001096A"/>
    <w:rsid w:val="00010C66"/>
    <w:rsid w:val="00010E28"/>
    <w:rsid w:val="00011082"/>
    <w:rsid w:val="0001136D"/>
    <w:rsid w:val="00011668"/>
    <w:rsid w:val="0001167C"/>
    <w:rsid w:val="0001182F"/>
    <w:rsid w:val="00011876"/>
    <w:rsid w:val="00011911"/>
    <w:rsid w:val="0001197C"/>
    <w:rsid w:val="00011CE2"/>
    <w:rsid w:val="00011DF7"/>
    <w:rsid w:val="00012299"/>
    <w:rsid w:val="00012399"/>
    <w:rsid w:val="0001274D"/>
    <w:rsid w:val="000127B7"/>
    <w:rsid w:val="00012C4B"/>
    <w:rsid w:val="00012E42"/>
    <w:rsid w:val="000130CB"/>
    <w:rsid w:val="000131AE"/>
    <w:rsid w:val="000131BB"/>
    <w:rsid w:val="000131ED"/>
    <w:rsid w:val="000135E5"/>
    <w:rsid w:val="00013605"/>
    <w:rsid w:val="00013A09"/>
    <w:rsid w:val="00013A4E"/>
    <w:rsid w:val="00013D04"/>
    <w:rsid w:val="00013E24"/>
    <w:rsid w:val="0001445E"/>
    <w:rsid w:val="00014D0D"/>
    <w:rsid w:val="00014EF9"/>
    <w:rsid w:val="00014F2E"/>
    <w:rsid w:val="00015016"/>
    <w:rsid w:val="00015158"/>
    <w:rsid w:val="000155DE"/>
    <w:rsid w:val="000156B4"/>
    <w:rsid w:val="000157E6"/>
    <w:rsid w:val="00015CAF"/>
    <w:rsid w:val="00015D1C"/>
    <w:rsid w:val="00015F70"/>
    <w:rsid w:val="0001631C"/>
    <w:rsid w:val="000168C6"/>
    <w:rsid w:val="00016C86"/>
    <w:rsid w:val="00016CC4"/>
    <w:rsid w:val="00016EDB"/>
    <w:rsid w:val="00016F26"/>
    <w:rsid w:val="00016FB3"/>
    <w:rsid w:val="0001759E"/>
    <w:rsid w:val="00017B7C"/>
    <w:rsid w:val="00020001"/>
    <w:rsid w:val="00020199"/>
    <w:rsid w:val="000202E1"/>
    <w:rsid w:val="00020B0A"/>
    <w:rsid w:val="00020BA7"/>
    <w:rsid w:val="00020E0E"/>
    <w:rsid w:val="00020F1B"/>
    <w:rsid w:val="000212B1"/>
    <w:rsid w:val="00021B4D"/>
    <w:rsid w:val="00021F1F"/>
    <w:rsid w:val="00022259"/>
    <w:rsid w:val="00022291"/>
    <w:rsid w:val="00022430"/>
    <w:rsid w:val="000227C7"/>
    <w:rsid w:val="000228BE"/>
    <w:rsid w:val="00022AED"/>
    <w:rsid w:val="00022CEA"/>
    <w:rsid w:val="00022E6A"/>
    <w:rsid w:val="00022F11"/>
    <w:rsid w:val="00023056"/>
    <w:rsid w:val="00023637"/>
    <w:rsid w:val="00023AB2"/>
    <w:rsid w:val="00023DAD"/>
    <w:rsid w:val="00024624"/>
    <w:rsid w:val="00024955"/>
    <w:rsid w:val="0002500F"/>
    <w:rsid w:val="00025443"/>
    <w:rsid w:val="000255F4"/>
    <w:rsid w:val="000256A5"/>
    <w:rsid w:val="00025A50"/>
    <w:rsid w:val="00025D01"/>
    <w:rsid w:val="00025EFA"/>
    <w:rsid w:val="000261E4"/>
    <w:rsid w:val="0002634A"/>
    <w:rsid w:val="00027078"/>
    <w:rsid w:val="00027AEA"/>
    <w:rsid w:val="00027CF4"/>
    <w:rsid w:val="00027D81"/>
    <w:rsid w:val="00030270"/>
    <w:rsid w:val="00030594"/>
    <w:rsid w:val="00030B45"/>
    <w:rsid w:val="00030CB0"/>
    <w:rsid w:val="00030F8E"/>
    <w:rsid w:val="00031632"/>
    <w:rsid w:val="00031744"/>
    <w:rsid w:val="00031805"/>
    <w:rsid w:val="000319A7"/>
    <w:rsid w:val="0003201B"/>
    <w:rsid w:val="0003231C"/>
    <w:rsid w:val="0003246A"/>
    <w:rsid w:val="00032C04"/>
    <w:rsid w:val="00032CB1"/>
    <w:rsid w:val="00032D3D"/>
    <w:rsid w:val="00032DB5"/>
    <w:rsid w:val="00032E36"/>
    <w:rsid w:val="000332DD"/>
    <w:rsid w:val="00033303"/>
    <w:rsid w:val="00034190"/>
    <w:rsid w:val="0003468B"/>
    <w:rsid w:val="000348AA"/>
    <w:rsid w:val="00034985"/>
    <w:rsid w:val="00034B9B"/>
    <w:rsid w:val="00034D7D"/>
    <w:rsid w:val="00034D84"/>
    <w:rsid w:val="00034F99"/>
    <w:rsid w:val="000353DD"/>
    <w:rsid w:val="0003641B"/>
    <w:rsid w:val="00036738"/>
    <w:rsid w:val="00036B77"/>
    <w:rsid w:val="00036D2E"/>
    <w:rsid w:val="00037365"/>
    <w:rsid w:val="00037377"/>
    <w:rsid w:val="00037385"/>
    <w:rsid w:val="000373F7"/>
    <w:rsid w:val="000375F2"/>
    <w:rsid w:val="0003766E"/>
    <w:rsid w:val="00037AC3"/>
    <w:rsid w:val="0004005B"/>
    <w:rsid w:val="00040398"/>
    <w:rsid w:val="00040465"/>
    <w:rsid w:val="00040B63"/>
    <w:rsid w:val="00040BA2"/>
    <w:rsid w:val="000410B7"/>
    <w:rsid w:val="000410BE"/>
    <w:rsid w:val="000410FD"/>
    <w:rsid w:val="0004129E"/>
    <w:rsid w:val="00041592"/>
    <w:rsid w:val="00041647"/>
    <w:rsid w:val="00041695"/>
    <w:rsid w:val="00041946"/>
    <w:rsid w:val="000419CD"/>
    <w:rsid w:val="00041A8A"/>
    <w:rsid w:val="00042234"/>
    <w:rsid w:val="00042392"/>
    <w:rsid w:val="000427AD"/>
    <w:rsid w:val="00042BD5"/>
    <w:rsid w:val="00042D31"/>
    <w:rsid w:val="00042F33"/>
    <w:rsid w:val="000430C7"/>
    <w:rsid w:val="000430D4"/>
    <w:rsid w:val="000431A6"/>
    <w:rsid w:val="000435AE"/>
    <w:rsid w:val="0004392D"/>
    <w:rsid w:val="00043AA4"/>
    <w:rsid w:val="00043B2C"/>
    <w:rsid w:val="00043E23"/>
    <w:rsid w:val="00043E52"/>
    <w:rsid w:val="00043F05"/>
    <w:rsid w:val="00043F49"/>
    <w:rsid w:val="000444A4"/>
    <w:rsid w:val="00044562"/>
    <w:rsid w:val="000446F5"/>
    <w:rsid w:val="000446FF"/>
    <w:rsid w:val="00045052"/>
    <w:rsid w:val="00045114"/>
    <w:rsid w:val="000452D3"/>
    <w:rsid w:val="000454E4"/>
    <w:rsid w:val="0004553E"/>
    <w:rsid w:val="000459C2"/>
    <w:rsid w:val="00045CF4"/>
    <w:rsid w:val="00045E61"/>
    <w:rsid w:val="00046121"/>
    <w:rsid w:val="000462FD"/>
    <w:rsid w:val="00046518"/>
    <w:rsid w:val="000465F0"/>
    <w:rsid w:val="000467B7"/>
    <w:rsid w:val="00046ADC"/>
    <w:rsid w:val="00046CB9"/>
    <w:rsid w:val="00046DB2"/>
    <w:rsid w:val="00046DF5"/>
    <w:rsid w:val="0004703D"/>
    <w:rsid w:val="00047059"/>
    <w:rsid w:val="000477F1"/>
    <w:rsid w:val="000479AA"/>
    <w:rsid w:val="00047F92"/>
    <w:rsid w:val="000506E2"/>
    <w:rsid w:val="00050A25"/>
    <w:rsid w:val="00050F3D"/>
    <w:rsid w:val="0005141F"/>
    <w:rsid w:val="000514A6"/>
    <w:rsid w:val="00051912"/>
    <w:rsid w:val="00051EF0"/>
    <w:rsid w:val="0005218D"/>
    <w:rsid w:val="00052239"/>
    <w:rsid w:val="0005291E"/>
    <w:rsid w:val="000529A1"/>
    <w:rsid w:val="000529E8"/>
    <w:rsid w:val="00052AA2"/>
    <w:rsid w:val="00052D40"/>
    <w:rsid w:val="00052E0A"/>
    <w:rsid w:val="000530B3"/>
    <w:rsid w:val="0005361C"/>
    <w:rsid w:val="00053635"/>
    <w:rsid w:val="0005368F"/>
    <w:rsid w:val="000537DB"/>
    <w:rsid w:val="00053D2B"/>
    <w:rsid w:val="00054080"/>
    <w:rsid w:val="00054099"/>
    <w:rsid w:val="00054BF4"/>
    <w:rsid w:val="0005559F"/>
    <w:rsid w:val="000558D8"/>
    <w:rsid w:val="00055CBF"/>
    <w:rsid w:val="0005607A"/>
    <w:rsid w:val="00056136"/>
    <w:rsid w:val="000566C1"/>
    <w:rsid w:val="00056E7D"/>
    <w:rsid w:val="00056F0E"/>
    <w:rsid w:val="00057119"/>
    <w:rsid w:val="00057135"/>
    <w:rsid w:val="0005740D"/>
    <w:rsid w:val="00057446"/>
    <w:rsid w:val="000574F0"/>
    <w:rsid w:val="00057710"/>
    <w:rsid w:val="0005789C"/>
    <w:rsid w:val="00057B88"/>
    <w:rsid w:val="00057C86"/>
    <w:rsid w:val="00057ECD"/>
    <w:rsid w:val="00060326"/>
    <w:rsid w:val="00060556"/>
    <w:rsid w:val="00060662"/>
    <w:rsid w:val="00060B80"/>
    <w:rsid w:val="00060C7B"/>
    <w:rsid w:val="00060D1D"/>
    <w:rsid w:val="00060D7C"/>
    <w:rsid w:val="00060F77"/>
    <w:rsid w:val="0006109E"/>
    <w:rsid w:val="00061391"/>
    <w:rsid w:val="0006153E"/>
    <w:rsid w:val="00062099"/>
    <w:rsid w:val="00062136"/>
    <w:rsid w:val="000627B0"/>
    <w:rsid w:val="00062970"/>
    <w:rsid w:val="000635A8"/>
    <w:rsid w:val="000635DD"/>
    <w:rsid w:val="0006360D"/>
    <w:rsid w:val="00063924"/>
    <w:rsid w:val="0006447A"/>
    <w:rsid w:val="00064767"/>
    <w:rsid w:val="00064A12"/>
    <w:rsid w:val="00064B9F"/>
    <w:rsid w:val="000655E3"/>
    <w:rsid w:val="000656F5"/>
    <w:rsid w:val="00065D58"/>
    <w:rsid w:val="00066013"/>
    <w:rsid w:val="00066B28"/>
    <w:rsid w:val="00067383"/>
    <w:rsid w:val="00067444"/>
    <w:rsid w:val="000675A1"/>
    <w:rsid w:val="00067FB9"/>
    <w:rsid w:val="00067FFE"/>
    <w:rsid w:val="00070090"/>
    <w:rsid w:val="00070181"/>
    <w:rsid w:val="000709D5"/>
    <w:rsid w:val="00070C57"/>
    <w:rsid w:val="00070EC9"/>
    <w:rsid w:val="000712E6"/>
    <w:rsid w:val="000715AF"/>
    <w:rsid w:val="000717BD"/>
    <w:rsid w:val="00071BA8"/>
    <w:rsid w:val="00071CDE"/>
    <w:rsid w:val="00071D3D"/>
    <w:rsid w:val="00071F6A"/>
    <w:rsid w:val="0007229B"/>
    <w:rsid w:val="000724C3"/>
    <w:rsid w:val="0007258B"/>
    <w:rsid w:val="00072BFE"/>
    <w:rsid w:val="00072CA4"/>
    <w:rsid w:val="00073493"/>
    <w:rsid w:val="0007357B"/>
    <w:rsid w:val="00073714"/>
    <w:rsid w:val="00073BA7"/>
    <w:rsid w:val="00073BB2"/>
    <w:rsid w:val="00073BD0"/>
    <w:rsid w:val="00074508"/>
    <w:rsid w:val="000745DF"/>
    <w:rsid w:val="0007460F"/>
    <w:rsid w:val="00074958"/>
    <w:rsid w:val="000749D1"/>
    <w:rsid w:val="00074C90"/>
    <w:rsid w:val="00074CC9"/>
    <w:rsid w:val="000752DE"/>
    <w:rsid w:val="00075401"/>
    <w:rsid w:val="00075673"/>
    <w:rsid w:val="000759B8"/>
    <w:rsid w:val="00075CB2"/>
    <w:rsid w:val="00075FA0"/>
    <w:rsid w:val="00076040"/>
    <w:rsid w:val="00076101"/>
    <w:rsid w:val="0007625A"/>
    <w:rsid w:val="000764BF"/>
    <w:rsid w:val="000768D7"/>
    <w:rsid w:val="00076CFF"/>
    <w:rsid w:val="00077169"/>
    <w:rsid w:val="0007756C"/>
    <w:rsid w:val="00077603"/>
    <w:rsid w:val="000777F3"/>
    <w:rsid w:val="00077857"/>
    <w:rsid w:val="00077B08"/>
    <w:rsid w:val="00077B7C"/>
    <w:rsid w:val="00077D2C"/>
    <w:rsid w:val="000801FF"/>
    <w:rsid w:val="0008046A"/>
    <w:rsid w:val="0008053A"/>
    <w:rsid w:val="0008054E"/>
    <w:rsid w:val="000809AB"/>
    <w:rsid w:val="00080FA4"/>
    <w:rsid w:val="0008116B"/>
    <w:rsid w:val="000817C6"/>
    <w:rsid w:val="00081D41"/>
    <w:rsid w:val="000820E0"/>
    <w:rsid w:val="00082560"/>
    <w:rsid w:val="00082D7C"/>
    <w:rsid w:val="000832D4"/>
    <w:rsid w:val="00083715"/>
    <w:rsid w:val="00083B97"/>
    <w:rsid w:val="00083BE8"/>
    <w:rsid w:val="00083F12"/>
    <w:rsid w:val="00083F1C"/>
    <w:rsid w:val="000843B3"/>
    <w:rsid w:val="00084467"/>
    <w:rsid w:val="000847B9"/>
    <w:rsid w:val="0008489C"/>
    <w:rsid w:val="00084C3B"/>
    <w:rsid w:val="00084D12"/>
    <w:rsid w:val="00085197"/>
    <w:rsid w:val="000852B5"/>
    <w:rsid w:val="00085349"/>
    <w:rsid w:val="00085B88"/>
    <w:rsid w:val="000863B9"/>
    <w:rsid w:val="00086528"/>
    <w:rsid w:val="000866C5"/>
    <w:rsid w:val="0008673C"/>
    <w:rsid w:val="00086C2C"/>
    <w:rsid w:val="00086DF6"/>
    <w:rsid w:val="00086E18"/>
    <w:rsid w:val="0008751F"/>
    <w:rsid w:val="0008764A"/>
    <w:rsid w:val="00087660"/>
    <w:rsid w:val="000876B0"/>
    <w:rsid w:val="00087EE0"/>
    <w:rsid w:val="00090085"/>
    <w:rsid w:val="00090443"/>
    <w:rsid w:val="000908DE"/>
    <w:rsid w:val="00090CD0"/>
    <w:rsid w:val="0009111D"/>
    <w:rsid w:val="00091836"/>
    <w:rsid w:val="000918F1"/>
    <w:rsid w:val="00092075"/>
    <w:rsid w:val="0009244C"/>
    <w:rsid w:val="000924DC"/>
    <w:rsid w:val="000924EE"/>
    <w:rsid w:val="0009280D"/>
    <w:rsid w:val="00092DED"/>
    <w:rsid w:val="00092ED1"/>
    <w:rsid w:val="0009384B"/>
    <w:rsid w:val="00093F77"/>
    <w:rsid w:val="00094998"/>
    <w:rsid w:val="00094B15"/>
    <w:rsid w:val="00094B4A"/>
    <w:rsid w:val="00094E03"/>
    <w:rsid w:val="000957EE"/>
    <w:rsid w:val="00095AFE"/>
    <w:rsid w:val="00095D8F"/>
    <w:rsid w:val="00095E5A"/>
    <w:rsid w:val="00096109"/>
    <w:rsid w:val="000969D2"/>
    <w:rsid w:val="000969E0"/>
    <w:rsid w:val="00096CD5"/>
    <w:rsid w:val="00097334"/>
    <w:rsid w:val="00097950"/>
    <w:rsid w:val="00097C57"/>
    <w:rsid w:val="00097DBF"/>
    <w:rsid w:val="00097F59"/>
    <w:rsid w:val="000A04C7"/>
    <w:rsid w:val="000A06C3"/>
    <w:rsid w:val="000A09E4"/>
    <w:rsid w:val="000A0AC8"/>
    <w:rsid w:val="000A1691"/>
    <w:rsid w:val="000A177D"/>
    <w:rsid w:val="000A1B7D"/>
    <w:rsid w:val="000A1D92"/>
    <w:rsid w:val="000A2043"/>
    <w:rsid w:val="000A2154"/>
    <w:rsid w:val="000A225F"/>
    <w:rsid w:val="000A2286"/>
    <w:rsid w:val="000A258A"/>
    <w:rsid w:val="000A260B"/>
    <w:rsid w:val="000A283E"/>
    <w:rsid w:val="000A29DB"/>
    <w:rsid w:val="000A2B5F"/>
    <w:rsid w:val="000A2DBC"/>
    <w:rsid w:val="000A2E3B"/>
    <w:rsid w:val="000A3014"/>
    <w:rsid w:val="000A30B3"/>
    <w:rsid w:val="000A3505"/>
    <w:rsid w:val="000A3663"/>
    <w:rsid w:val="000A3BE1"/>
    <w:rsid w:val="000A4108"/>
    <w:rsid w:val="000A419E"/>
    <w:rsid w:val="000A4551"/>
    <w:rsid w:val="000A4652"/>
    <w:rsid w:val="000A46E1"/>
    <w:rsid w:val="000A488B"/>
    <w:rsid w:val="000A4ABE"/>
    <w:rsid w:val="000A4ACF"/>
    <w:rsid w:val="000A4BEF"/>
    <w:rsid w:val="000A4DB5"/>
    <w:rsid w:val="000A5518"/>
    <w:rsid w:val="000A6401"/>
    <w:rsid w:val="000A661D"/>
    <w:rsid w:val="000A6A03"/>
    <w:rsid w:val="000A6CE7"/>
    <w:rsid w:val="000A6D38"/>
    <w:rsid w:val="000A7179"/>
    <w:rsid w:val="000A78DF"/>
    <w:rsid w:val="000A7F1C"/>
    <w:rsid w:val="000B00BB"/>
    <w:rsid w:val="000B00EA"/>
    <w:rsid w:val="000B0522"/>
    <w:rsid w:val="000B06AC"/>
    <w:rsid w:val="000B07A9"/>
    <w:rsid w:val="000B08BD"/>
    <w:rsid w:val="000B0BDE"/>
    <w:rsid w:val="000B15F4"/>
    <w:rsid w:val="000B18E0"/>
    <w:rsid w:val="000B1BF6"/>
    <w:rsid w:val="000B1C2E"/>
    <w:rsid w:val="000B1E43"/>
    <w:rsid w:val="000B1FC8"/>
    <w:rsid w:val="000B202B"/>
    <w:rsid w:val="000B20C4"/>
    <w:rsid w:val="000B21B8"/>
    <w:rsid w:val="000B2487"/>
    <w:rsid w:val="000B252E"/>
    <w:rsid w:val="000B2796"/>
    <w:rsid w:val="000B29A1"/>
    <w:rsid w:val="000B2A40"/>
    <w:rsid w:val="000B32B4"/>
    <w:rsid w:val="000B3500"/>
    <w:rsid w:val="000B370C"/>
    <w:rsid w:val="000B3BB9"/>
    <w:rsid w:val="000B3C32"/>
    <w:rsid w:val="000B3E7E"/>
    <w:rsid w:val="000B4465"/>
    <w:rsid w:val="000B4834"/>
    <w:rsid w:val="000B4FFF"/>
    <w:rsid w:val="000B538B"/>
    <w:rsid w:val="000B53F7"/>
    <w:rsid w:val="000B5ABD"/>
    <w:rsid w:val="000B5D74"/>
    <w:rsid w:val="000B5EA0"/>
    <w:rsid w:val="000B60BA"/>
    <w:rsid w:val="000B6D44"/>
    <w:rsid w:val="000B709E"/>
    <w:rsid w:val="000B7102"/>
    <w:rsid w:val="000B73A0"/>
    <w:rsid w:val="000B749E"/>
    <w:rsid w:val="000B774B"/>
    <w:rsid w:val="000B7A70"/>
    <w:rsid w:val="000B7A8F"/>
    <w:rsid w:val="000B7B35"/>
    <w:rsid w:val="000B7CCE"/>
    <w:rsid w:val="000B7DDA"/>
    <w:rsid w:val="000B7E6E"/>
    <w:rsid w:val="000C03BA"/>
    <w:rsid w:val="000C04EC"/>
    <w:rsid w:val="000C06B6"/>
    <w:rsid w:val="000C0A59"/>
    <w:rsid w:val="000C0E91"/>
    <w:rsid w:val="000C11F0"/>
    <w:rsid w:val="000C1455"/>
    <w:rsid w:val="000C14CA"/>
    <w:rsid w:val="000C1808"/>
    <w:rsid w:val="000C20C9"/>
    <w:rsid w:val="000C2142"/>
    <w:rsid w:val="000C2588"/>
    <w:rsid w:val="000C29EB"/>
    <w:rsid w:val="000C2A6D"/>
    <w:rsid w:val="000C2AB6"/>
    <w:rsid w:val="000C2EFA"/>
    <w:rsid w:val="000C3040"/>
    <w:rsid w:val="000C3170"/>
    <w:rsid w:val="000C35F5"/>
    <w:rsid w:val="000C3771"/>
    <w:rsid w:val="000C414E"/>
    <w:rsid w:val="000C4162"/>
    <w:rsid w:val="000C4877"/>
    <w:rsid w:val="000C50BE"/>
    <w:rsid w:val="000C5220"/>
    <w:rsid w:val="000C5413"/>
    <w:rsid w:val="000C594B"/>
    <w:rsid w:val="000C595B"/>
    <w:rsid w:val="000C5A37"/>
    <w:rsid w:val="000C5C84"/>
    <w:rsid w:val="000C5EEE"/>
    <w:rsid w:val="000C6015"/>
    <w:rsid w:val="000C6426"/>
    <w:rsid w:val="000C658E"/>
    <w:rsid w:val="000C65CB"/>
    <w:rsid w:val="000C6758"/>
    <w:rsid w:val="000C6B1E"/>
    <w:rsid w:val="000C6C48"/>
    <w:rsid w:val="000C6E81"/>
    <w:rsid w:val="000C6F79"/>
    <w:rsid w:val="000C6FFD"/>
    <w:rsid w:val="000C73A6"/>
    <w:rsid w:val="000C78C4"/>
    <w:rsid w:val="000C79B6"/>
    <w:rsid w:val="000C7BAB"/>
    <w:rsid w:val="000C7FE4"/>
    <w:rsid w:val="000D0082"/>
    <w:rsid w:val="000D01D6"/>
    <w:rsid w:val="000D025F"/>
    <w:rsid w:val="000D036B"/>
    <w:rsid w:val="000D0379"/>
    <w:rsid w:val="000D0394"/>
    <w:rsid w:val="000D0489"/>
    <w:rsid w:val="000D0910"/>
    <w:rsid w:val="000D0A41"/>
    <w:rsid w:val="000D0AF5"/>
    <w:rsid w:val="000D0E9D"/>
    <w:rsid w:val="000D0F48"/>
    <w:rsid w:val="000D146A"/>
    <w:rsid w:val="000D189C"/>
    <w:rsid w:val="000D2484"/>
    <w:rsid w:val="000D2644"/>
    <w:rsid w:val="000D2CB1"/>
    <w:rsid w:val="000D2D7B"/>
    <w:rsid w:val="000D2F89"/>
    <w:rsid w:val="000D30AE"/>
    <w:rsid w:val="000D3255"/>
    <w:rsid w:val="000D3B62"/>
    <w:rsid w:val="000D3D85"/>
    <w:rsid w:val="000D459C"/>
    <w:rsid w:val="000D477D"/>
    <w:rsid w:val="000D4909"/>
    <w:rsid w:val="000D4B8F"/>
    <w:rsid w:val="000D4DC3"/>
    <w:rsid w:val="000D503D"/>
    <w:rsid w:val="000D50E0"/>
    <w:rsid w:val="000D54F0"/>
    <w:rsid w:val="000D5537"/>
    <w:rsid w:val="000D5654"/>
    <w:rsid w:val="000D5992"/>
    <w:rsid w:val="000D59AD"/>
    <w:rsid w:val="000D59F1"/>
    <w:rsid w:val="000D5A0C"/>
    <w:rsid w:val="000D5B1A"/>
    <w:rsid w:val="000D5CED"/>
    <w:rsid w:val="000D5DA4"/>
    <w:rsid w:val="000D5DBB"/>
    <w:rsid w:val="000D5F35"/>
    <w:rsid w:val="000D6248"/>
    <w:rsid w:val="000D63A1"/>
    <w:rsid w:val="000D65CD"/>
    <w:rsid w:val="000D6669"/>
    <w:rsid w:val="000D689F"/>
    <w:rsid w:val="000D6D68"/>
    <w:rsid w:val="000D6FEA"/>
    <w:rsid w:val="000D7153"/>
    <w:rsid w:val="000D733C"/>
    <w:rsid w:val="000D73C9"/>
    <w:rsid w:val="000D7521"/>
    <w:rsid w:val="000E0198"/>
    <w:rsid w:val="000E03C7"/>
    <w:rsid w:val="000E05F2"/>
    <w:rsid w:val="000E0E04"/>
    <w:rsid w:val="000E0F2B"/>
    <w:rsid w:val="000E125C"/>
    <w:rsid w:val="000E13AE"/>
    <w:rsid w:val="000E14A5"/>
    <w:rsid w:val="000E190C"/>
    <w:rsid w:val="000E1D4F"/>
    <w:rsid w:val="000E1F66"/>
    <w:rsid w:val="000E2077"/>
    <w:rsid w:val="000E27C2"/>
    <w:rsid w:val="000E2C09"/>
    <w:rsid w:val="000E314B"/>
    <w:rsid w:val="000E36F1"/>
    <w:rsid w:val="000E411A"/>
    <w:rsid w:val="000E465E"/>
    <w:rsid w:val="000E46E6"/>
    <w:rsid w:val="000E4805"/>
    <w:rsid w:val="000E4885"/>
    <w:rsid w:val="000E4B83"/>
    <w:rsid w:val="000E4F8B"/>
    <w:rsid w:val="000E50EE"/>
    <w:rsid w:val="000E5196"/>
    <w:rsid w:val="000E51BE"/>
    <w:rsid w:val="000E556F"/>
    <w:rsid w:val="000E5601"/>
    <w:rsid w:val="000E58AA"/>
    <w:rsid w:val="000E5EA9"/>
    <w:rsid w:val="000E5F9F"/>
    <w:rsid w:val="000E5FBD"/>
    <w:rsid w:val="000E6F98"/>
    <w:rsid w:val="000E71B4"/>
    <w:rsid w:val="000E72DF"/>
    <w:rsid w:val="000E73F7"/>
    <w:rsid w:val="000E768B"/>
    <w:rsid w:val="000E7A4D"/>
    <w:rsid w:val="000E7CAA"/>
    <w:rsid w:val="000E7DA7"/>
    <w:rsid w:val="000E7DF4"/>
    <w:rsid w:val="000E7E3F"/>
    <w:rsid w:val="000E7EBD"/>
    <w:rsid w:val="000F01E1"/>
    <w:rsid w:val="000F0357"/>
    <w:rsid w:val="000F039A"/>
    <w:rsid w:val="000F08A2"/>
    <w:rsid w:val="000F09A4"/>
    <w:rsid w:val="000F0AF1"/>
    <w:rsid w:val="000F0E9A"/>
    <w:rsid w:val="000F11C2"/>
    <w:rsid w:val="000F1418"/>
    <w:rsid w:val="000F1471"/>
    <w:rsid w:val="000F15AE"/>
    <w:rsid w:val="000F1710"/>
    <w:rsid w:val="000F1B07"/>
    <w:rsid w:val="000F20D3"/>
    <w:rsid w:val="000F2298"/>
    <w:rsid w:val="000F22EC"/>
    <w:rsid w:val="000F232C"/>
    <w:rsid w:val="000F2437"/>
    <w:rsid w:val="000F27CC"/>
    <w:rsid w:val="000F2A7B"/>
    <w:rsid w:val="000F2CB4"/>
    <w:rsid w:val="000F2D23"/>
    <w:rsid w:val="000F3488"/>
    <w:rsid w:val="000F3529"/>
    <w:rsid w:val="000F39BF"/>
    <w:rsid w:val="000F3A15"/>
    <w:rsid w:val="000F3AEB"/>
    <w:rsid w:val="000F3F3E"/>
    <w:rsid w:val="000F42B5"/>
    <w:rsid w:val="000F46D0"/>
    <w:rsid w:val="000F47AF"/>
    <w:rsid w:val="000F48B2"/>
    <w:rsid w:val="000F4BC8"/>
    <w:rsid w:val="000F4FA9"/>
    <w:rsid w:val="000F518A"/>
    <w:rsid w:val="000F53D9"/>
    <w:rsid w:val="000F53DD"/>
    <w:rsid w:val="000F5644"/>
    <w:rsid w:val="000F59BE"/>
    <w:rsid w:val="000F5A21"/>
    <w:rsid w:val="000F6077"/>
    <w:rsid w:val="000F6108"/>
    <w:rsid w:val="000F650F"/>
    <w:rsid w:val="000F658A"/>
    <w:rsid w:val="000F67C9"/>
    <w:rsid w:val="000F6808"/>
    <w:rsid w:val="000F6C51"/>
    <w:rsid w:val="000F6EE2"/>
    <w:rsid w:val="000F6EF2"/>
    <w:rsid w:val="000F74FB"/>
    <w:rsid w:val="00100183"/>
    <w:rsid w:val="00100190"/>
    <w:rsid w:val="001001FB"/>
    <w:rsid w:val="001005A3"/>
    <w:rsid w:val="001007E9"/>
    <w:rsid w:val="00100970"/>
    <w:rsid w:val="00100A62"/>
    <w:rsid w:val="00100BBE"/>
    <w:rsid w:val="00100D51"/>
    <w:rsid w:val="00100E30"/>
    <w:rsid w:val="001010B1"/>
    <w:rsid w:val="00101349"/>
    <w:rsid w:val="00101503"/>
    <w:rsid w:val="00101532"/>
    <w:rsid w:val="0010179D"/>
    <w:rsid w:val="0010225F"/>
    <w:rsid w:val="0010282E"/>
    <w:rsid w:val="00102C25"/>
    <w:rsid w:val="001030E6"/>
    <w:rsid w:val="0010325E"/>
    <w:rsid w:val="0010383C"/>
    <w:rsid w:val="001039D5"/>
    <w:rsid w:val="00103FFB"/>
    <w:rsid w:val="001040C8"/>
    <w:rsid w:val="0010438D"/>
    <w:rsid w:val="001045F4"/>
    <w:rsid w:val="001048E2"/>
    <w:rsid w:val="00104997"/>
    <w:rsid w:val="00105122"/>
    <w:rsid w:val="00105402"/>
    <w:rsid w:val="0010554E"/>
    <w:rsid w:val="00105A53"/>
    <w:rsid w:val="00105A71"/>
    <w:rsid w:val="00105A7B"/>
    <w:rsid w:val="00105EA5"/>
    <w:rsid w:val="001061DB"/>
    <w:rsid w:val="0010630E"/>
    <w:rsid w:val="0010647B"/>
    <w:rsid w:val="001064E2"/>
    <w:rsid w:val="001065EC"/>
    <w:rsid w:val="00106639"/>
    <w:rsid w:val="00106827"/>
    <w:rsid w:val="00106ECB"/>
    <w:rsid w:val="0010718B"/>
    <w:rsid w:val="00107255"/>
    <w:rsid w:val="0010747E"/>
    <w:rsid w:val="001075C8"/>
    <w:rsid w:val="0010796D"/>
    <w:rsid w:val="00107A83"/>
    <w:rsid w:val="00107BA3"/>
    <w:rsid w:val="00110445"/>
    <w:rsid w:val="00110642"/>
    <w:rsid w:val="0011098B"/>
    <w:rsid w:val="00110E64"/>
    <w:rsid w:val="00110F10"/>
    <w:rsid w:val="0011182E"/>
    <w:rsid w:val="00111861"/>
    <w:rsid w:val="00111C27"/>
    <w:rsid w:val="0011203D"/>
    <w:rsid w:val="0011205A"/>
    <w:rsid w:val="001121B3"/>
    <w:rsid w:val="00112270"/>
    <w:rsid w:val="001127F3"/>
    <w:rsid w:val="00112827"/>
    <w:rsid w:val="001129D8"/>
    <w:rsid w:val="00112C29"/>
    <w:rsid w:val="00112C91"/>
    <w:rsid w:val="00112D80"/>
    <w:rsid w:val="001139A6"/>
    <w:rsid w:val="00113A1C"/>
    <w:rsid w:val="00113AEE"/>
    <w:rsid w:val="00113B72"/>
    <w:rsid w:val="00113F96"/>
    <w:rsid w:val="00114274"/>
    <w:rsid w:val="00114943"/>
    <w:rsid w:val="00114D1C"/>
    <w:rsid w:val="0011550A"/>
    <w:rsid w:val="00115592"/>
    <w:rsid w:val="00115820"/>
    <w:rsid w:val="00115C8A"/>
    <w:rsid w:val="001160A9"/>
    <w:rsid w:val="0011614D"/>
    <w:rsid w:val="00116464"/>
    <w:rsid w:val="0011698B"/>
    <w:rsid w:val="00117003"/>
    <w:rsid w:val="00117025"/>
    <w:rsid w:val="001171DB"/>
    <w:rsid w:val="00117611"/>
    <w:rsid w:val="001177EC"/>
    <w:rsid w:val="00117908"/>
    <w:rsid w:val="00117A9A"/>
    <w:rsid w:val="00117ABF"/>
    <w:rsid w:val="00117D01"/>
    <w:rsid w:val="00117FE0"/>
    <w:rsid w:val="00117FE6"/>
    <w:rsid w:val="0012028E"/>
    <w:rsid w:val="0012096E"/>
    <w:rsid w:val="00120F65"/>
    <w:rsid w:val="0012107A"/>
    <w:rsid w:val="00121643"/>
    <w:rsid w:val="0012164E"/>
    <w:rsid w:val="00121817"/>
    <w:rsid w:val="00121A66"/>
    <w:rsid w:val="00121D81"/>
    <w:rsid w:val="00121E9B"/>
    <w:rsid w:val="00121EF2"/>
    <w:rsid w:val="0012245C"/>
    <w:rsid w:val="00122686"/>
    <w:rsid w:val="00122740"/>
    <w:rsid w:val="00122C76"/>
    <w:rsid w:val="00122D8D"/>
    <w:rsid w:val="00123198"/>
    <w:rsid w:val="00123278"/>
    <w:rsid w:val="001234D8"/>
    <w:rsid w:val="00123527"/>
    <w:rsid w:val="001238C6"/>
    <w:rsid w:val="00123ABD"/>
    <w:rsid w:val="00123B0F"/>
    <w:rsid w:val="00123B30"/>
    <w:rsid w:val="00123ED0"/>
    <w:rsid w:val="00123F6F"/>
    <w:rsid w:val="001244FC"/>
    <w:rsid w:val="001245E6"/>
    <w:rsid w:val="0012460C"/>
    <w:rsid w:val="00124B42"/>
    <w:rsid w:val="00124B8A"/>
    <w:rsid w:val="001253B3"/>
    <w:rsid w:val="001253C9"/>
    <w:rsid w:val="0012559F"/>
    <w:rsid w:val="00125620"/>
    <w:rsid w:val="00125A3D"/>
    <w:rsid w:val="00125F2C"/>
    <w:rsid w:val="00126054"/>
    <w:rsid w:val="00126439"/>
    <w:rsid w:val="001264A6"/>
    <w:rsid w:val="00126714"/>
    <w:rsid w:val="001269EA"/>
    <w:rsid w:val="00126A8D"/>
    <w:rsid w:val="00126BCD"/>
    <w:rsid w:val="00126FA6"/>
    <w:rsid w:val="0012734B"/>
    <w:rsid w:val="001278E0"/>
    <w:rsid w:val="001279E4"/>
    <w:rsid w:val="00127AD7"/>
    <w:rsid w:val="00127E31"/>
    <w:rsid w:val="0013020C"/>
    <w:rsid w:val="00130277"/>
    <w:rsid w:val="001302A8"/>
    <w:rsid w:val="001303A1"/>
    <w:rsid w:val="00130D4E"/>
    <w:rsid w:val="00130E24"/>
    <w:rsid w:val="00130E31"/>
    <w:rsid w:val="001310DC"/>
    <w:rsid w:val="001317AB"/>
    <w:rsid w:val="001317DC"/>
    <w:rsid w:val="00131D56"/>
    <w:rsid w:val="00131DC1"/>
    <w:rsid w:val="00131ECB"/>
    <w:rsid w:val="00131F67"/>
    <w:rsid w:val="001328F0"/>
    <w:rsid w:val="00132D2D"/>
    <w:rsid w:val="001331A6"/>
    <w:rsid w:val="001334CB"/>
    <w:rsid w:val="001337E1"/>
    <w:rsid w:val="00133872"/>
    <w:rsid w:val="00133876"/>
    <w:rsid w:val="001339E2"/>
    <w:rsid w:val="00133D04"/>
    <w:rsid w:val="00134307"/>
    <w:rsid w:val="0013464C"/>
    <w:rsid w:val="0013467D"/>
    <w:rsid w:val="00134873"/>
    <w:rsid w:val="0013488D"/>
    <w:rsid w:val="00134B15"/>
    <w:rsid w:val="00134BC1"/>
    <w:rsid w:val="00134C51"/>
    <w:rsid w:val="00134EB7"/>
    <w:rsid w:val="00134EE4"/>
    <w:rsid w:val="00134EF0"/>
    <w:rsid w:val="00134FBF"/>
    <w:rsid w:val="00135154"/>
    <w:rsid w:val="0013539D"/>
    <w:rsid w:val="00135776"/>
    <w:rsid w:val="00135ACC"/>
    <w:rsid w:val="00135D39"/>
    <w:rsid w:val="0013602B"/>
    <w:rsid w:val="00136278"/>
    <w:rsid w:val="001362A9"/>
    <w:rsid w:val="0013691C"/>
    <w:rsid w:val="00136BD1"/>
    <w:rsid w:val="00136E86"/>
    <w:rsid w:val="00136F4A"/>
    <w:rsid w:val="001375FD"/>
    <w:rsid w:val="00137774"/>
    <w:rsid w:val="00137AC9"/>
    <w:rsid w:val="00137F8B"/>
    <w:rsid w:val="0014037A"/>
    <w:rsid w:val="00140432"/>
    <w:rsid w:val="001404B7"/>
    <w:rsid w:val="001404DB"/>
    <w:rsid w:val="001407C3"/>
    <w:rsid w:val="0014091B"/>
    <w:rsid w:val="00140B15"/>
    <w:rsid w:val="00140B80"/>
    <w:rsid w:val="001410BE"/>
    <w:rsid w:val="001412F3"/>
    <w:rsid w:val="001415F9"/>
    <w:rsid w:val="00141660"/>
    <w:rsid w:val="001417FF"/>
    <w:rsid w:val="00141A13"/>
    <w:rsid w:val="00141D0A"/>
    <w:rsid w:val="001424EF"/>
    <w:rsid w:val="001425D5"/>
    <w:rsid w:val="00142B23"/>
    <w:rsid w:val="00142BC4"/>
    <w:rsid w:val="0014307F"/>
    <w:rsid w:val="00143154"/>
    <w:rsid w:val="00143188"/>
    <w:rsid w:val="001434DD"/>
    <w:rsid w:val="0014353A"/>
    <w:rsid w:val="00143607"/>
    <w:rsid w:val="001436EC"/>
    <w:rsid w:val="00143AAE"/>
    <w:rsid w:val="00143B89"/>
    <w:rsid w:val="00143CB1"/>
    <w:rsid w:val="00143E8B"/>
    <w:rsid w:val="00144095"/>
    <w:rsid w:val="001441E3"/>
    <w:rsid w:val="00144470"/>
    <w:rsid w:val="001446AB"/>
    <w:rsid w:val="00144AE3"/>
    <w:rsid w:val="00144C52"/>
    <w:rsid w:val="00144EB1"/>
    <w:rsid w:val="00145395"/>
    <w:rsid w:val="001454AC"/>
    <w:rsid w:val="001455E2"/>
    <w:rsid w:val="00145923"/>
    <w:rsid w:val="001459B3"/>
    <w:rsid w:val="00145ACD"/>
    <w:rsid w:val="00146186"/>
    <w:rsid w:val="001461A6"/>
    <w:rsid w:val="001462C9"/>
    <w:rsid w:val="00146465"/>
    <w:rsid w:val="001466F1"/>
    <w:rsid w:val="001469EF"/>
    <w:rsid w:val="00146B27"/>
    <w:rsid w:val="00146FBD"/>
    <w:rsid w:val="00147164"/>
    <w:rsid w:val="00147DA1"/>
    <w:rsid w:val="00147E4C"/>
    <w:rsid w:val="00147ED3"/>
    <w:rsid w:val="00150753"/>
    <w:rsid w:val="00150A06"/>
    <w:rsid w:val="00150BA8"/>
    <w:rsid w:val="00150C00"/>
    <w:rsid w:val="00150C47"/>
    <w:rsid w:val="00150F51"/>
    <w:rsid w:val="0015136E"/>
    <w:rsid w:val="00151982"/>
    <w:rsid w:val="001519A2"/>
    <w:rsid w:val="00151A92"/>
    <w:rsid w:val="00151F7D"/>
    <w:rsid w:val="001521CE"/>
    <w:rsid w:val="0015255C"/>
    <w:rsid w:val="00152581"/>
    <w:rsid w:val="0015279F"/>
    <w:rsid w:val="00152808"/>
    <w:rsid w:val="00152933"/>
    <w:rsid w:val="00152A9B"/>
    <w:rsid w:val="00152CCC"/>
    <w:rsid w:val="001531F9"/>
    <w:rsid w:val="001534AC"/>
    <w:rsid w:val="00153576"/>
    <w:rsid w:val="001535A3"/>
    <w:rsid w:val="00153635"/>
    <w:rsid w:val="00153C7E"/>
    <w:rsid w:val="00153CC8"/>
    <w:rsid w:val="00153F66"/>
    <w:rsid w:val="0015429E"/>
    <w:rsid w:val="00154548"/>
    <w:rsid w:val="00154E11"/>
    <w:rsid w:val="00154FD3"/>
    <w:rsid w:val="00155441"/>
    <w:rsid w:val="001559E7"/>
    <w:rsid w:val="00155F7B"/>
    <w:rsid w:val="00156045"/>
    <w:rsid w:val="00156B18"/>
    <w:rsid w:val="00156CF6"/>
    <w:rsid w:val="001570E2"/>
    <w:rsid w:val="001573EF"/>
    <w:rsid w:val="00157664"/>
    <w:rsid w:val="00157AB6"/>
    <w:rsid w:val="00157BB8"/>
    <w:rsid w:val="00157C79"/>
    <w:rsid w:val="0016002F"/>
    <w:rsid w:val="001606E6"/>
    <w:rsid w:val="001607C1"/>
    <w:rsid w:val="00160899"/>
    <w:rsid w:val="00160A45"/>
    <w:rsid w:val="00161A48"/>
    <w:rsid w:val="0016248E"/>
    <w:rsid w:val="001625B6"/>
    <w:rsid w:val="001626CB"/>
    <w:rsid w:val="001627AE"/>
    <w:rsid w:val="00162864"/>
    <w:rsid w:val="00162B77"/>
    <w:rsid w:val="00162CF3"/>
    <w:rsid w:val="00162FB1"/>
    <w:rsid w:val="00163093"/>
    <w:rsid w:val="00163100"/>
    <w:rsid w:val="001632B3"/>
    <w:rsid w:val="0016387F"/>
    <w:rsid w:val="00163A71"/>
    <w:rsid w:val="00163E3F"/>
    <w:rsid w:val="00163ED9"/>
    <w:rsid w:val="0016425B"/>
    <w:rsid w:val="001644E7"/>
    <w:rsid w:val="00164524"/>
    <w:rsid w:val="0016466C"/>
    <w:rsid w:val="00164901"/>
    <w:rsid w:val="00165721"/>
    <w:rsid w:val="0016577C"/>
    <w:rsid w:val="00165BE6"/>
    <w:rsid w:val="00165C63"/>
    <w:rsid w:val="00165CD8"/>
    <w:rsid w:val="00165DF6"/>
    <w:rsid w:val="001666D0"/>
    <w:rsid w:val="001666F1"/>
    <w:rsid w:val="0016678B"/>
    <w:rsid w:val="00166A62"/>
    <w:rsid w:val="00166CD9"/>
    <w:rsid w:val="00166CF1"/>
    <w:rsid w:val="00166D34"/>
    <w:rsid w:val="00166F7A"/>
    <w:rsid w:val="00167407"/>
    <w:rsid w:val="0016770C"/>
    <w:rsid w:val="001679F8"/>
    <w:rsid w:val="00167A03"/>
    <w:rsid w:val="00167A8B"/>
    <w:rsid w:val="0017069B"/>
    <w:rsid w:val="00170876"/>
    <w:rsid w:val="00170A33"/>
    <w:rsid w:val="00170CFA"/>
    <w:rsid w:val="00170FA9"/>
    <w:rsid w:val="00170FC6"/>
    <w:rsid w:val="001710EE"/>
    <w:rsid w:val="001713A0"/>
    <w:rsid w:val="00171632"/>
    <w:rsid w:val="0017176B"/>
    <w:rsid w:val="001719DE"/>
    <w:rsid w:val="00171B58"/>
    <w:rsid w:val="001720C4"/>
    <w:rsid w:val="001725BC"/>
    <w:rsid w:val="00172785"/>
    <w:rsid w:val="001727B9"/>
    <w:rsid w:val="001730C7"/>
    <w:rsid w:val="001732B4"/>
    <w:rsid w:val="001735EB"/>
    <w:rsid w:val="00173AF7"/>
    <w:rsid w:val="00174083"/>
    <w:rsid w:val="001741C3"/>
    <w:rsid w:val="00174257"/>
    <w:rsid w:val="001746EA"/>
    <w:rsid w:val="0017478F"/>
    <w:rsid w:val="001747D2"/>
    <w:rsid w:val="00174926"/>
    <w:rsid w:val="00174A7B"/>
    <w:rsid w:val="00174B9A"/>
    <w:rsid w:val="00174D33"/>
    <w:rsid w:val="00174D43"/>
    <w:rsid w:val="00174DBA"/>
    <w:rsid w:val="00174DFE"/>
    <w:rsid w:val="00175434"/>
    <w:rsid w:val="00175535"/>
    <w:rsid w:val="001756B6"/>
    <w:rsid w:val="00175757"/>
    <w:rsid w:val="001758F2"/>
    <w:rsid w:val="00175B8A"/>
    <w:rsid w:val="00175C7B"/>
    <w:rsid w:val="00175CD4"/>
    <w:rsid w:val="00175E49"/>
    <w:rsid w:val="00176191"/>
    <w:rsid w:val="001761AD"/>
    <w:rsid w:val="001763B0"/>
    <w:rsid w:val="001763E0"/>
    <w:rsid w:val="001768C6"/>
    <w:rsid w:val="00176FEB"/>
    <w:rsid w:val="00177168"/>
    <w:rsid w:val="001773DF"/>
    <w:rsid w:val="00177665"/>
    <w:rsid w:val="00177DF4"/>
    <w:rsid w:val="00177E87"/>
    <w:rsid w:val="0018014A"/>
    <w:rsid w:val="00180227"/>
    <w:rsid w:val="001805A0"/>
    <w:rsid w:val="001806E0"/>
    <w:rsid w:val="0018070C"/>
    <w:rsid w:val="0018075C"/>
    <w:rsid w:val="00180771"/>
    <w:rsid w:val="001809C9"/>
    <w:rsid w:val="00180ADE"/>
    <w:rsid w:val="00180C85"/>
    <w:rsid w:val="00181185"/>
    <w:rsid w:val="0018162B"/>
    <w:rsid w:val="00181790"/>
    <w:rsid w:val="0018193B"/>
    <w:rsid w:val="00181BC2"/>
    <w:rsid w:val="0018205D"/>
    <w:rsid w:val="00182849"/>
    <w:rsid w:val="00182AD2"/>
    <w:rsid w:val="00182B2E"/>
    <w:rsid w:val="00182C85"/>
    <w:rsid w:val="00182D9A"/>
    <w:rsid w:val="00182F9B"/>
    <w:rsid w:val="00183655"/>
    <w:rsid w:val="001837D1"/>
    <w:rsid w:val="00183B88"/>
    <w:rsid w:val="00183E36"/>
    <w:rsid w:val="00184176"/>
    <w:rsid w:val="00184473"/>
    <w:rsid w:val="001847B7"/>
    <w:rsid w:val="001848A3"/>
    <w:rsid w:val="00184CFD"/>
    <w:rsid w:val="00184D66"/>
    <w:rsid w:val="00184E2F"/>
    <w:rsid w:val="00184FFD"/>
    <w:rsid w:val="001854D5"/>
    <w:rsid w:val="001857FA"/>
    <w:rsid w:val="00185B15"/>
    <w:rsid w:val="00185BD8"/>
    <w:rsid w:val="00185C5F"/>
    <w:rsid w:val="00185CDC"/>
    <w:rsid w:val="00186032"/>
    <w:rsid w:val="00186338"/>
    <w:rsid w:val="0018638D"/>
    <w:rsid w:val="0018663C"/>
    <w:rsid w:val="001866DD"/>
    <w:rsid w:val="00186730"/>
    <w:rsid w:val="00186B8C"/>
    <w:rsid w:val="00186D80"/>
    <w:rsid w:val="00187B0C"/>
    <w:rsid w:val="00187CE3"/>
    <w:rsid w:val="00187D91"/>
    <w:rsid w:val="00187F17"/>
    <w:rsid w:val="00187F4F"/>
    <w:rsid w:val="00187F50"/>
    <w:rsid w:val="00190191"/>
    <w:rsid w:val="0019081E"/>
    <w:rsid w:val="00190964"/>
    <w:rsid w:val="00190A58"/>
    <w:rsid w:val="00190D16"/>
    <w:rsid w:val="0019146B"/>
    <w:rsid w:val="00191559"/>
    <w:rsid w:val="001915BB"/>
    <w:rsid w:val="00191A49"/>
    <w:rsid w:val="00191F68"/>
    <w:rsid w:val="0019204E"/>
    <w:rsid w:val="00192064"/>
    <w:rsid w:val="00192148"/>
    <w:rsid w:val="001923F4"/>
    <w:rsid w:val="00193426"/>
    <w:rsid w:val="00193AA0"/>
    <w:rsid w:val="00193CBE"/>
    <w:rsid w:val="00193CD7"/>
    <w:rsid w:val="00194356"/>
    <w:rsid w:val="00194874"/>
    <w:rsid w:val="00194917"/>
    <w:rsid w:val="001949AC"/>
    <w:rsid w:val="00194C51"/>
    <w:rsid w:val="00195474"/>
    <w:rsid w:val="00195A82"/>
    <w:rsid w:val="00195ABE"/>
    <w:rsid w:val="00195C9D"/>
    <w:rsid w:val="0019610F"/>
    <w:rsid w:val="00196239"/>
    <w:rsid w:val="001965BE"/>
    <w:rsid w:val="00196D6F"/>
    <w:rsid w:val="0019702C"/>
    <w:rsid w:val="00197144"/>
    <w:rsid w:val="00197251"/>
    <w:rsid w:val="0019769C"/>
    <w:rsid w:val="001A0014"/>
    <w:rsid w:val="001A04B1"/>
    <w:rsid w:val="001A0650"/>
    <w:rsid w:val="001A06C9"/>
    <w:rsid w:val="001A13B5"/>
    <w:rsid w:val="001A1AB9"/>
    <w:rsid w:val="001A1B20"/>
    <w:rsid w:val="001A1B44"/>
    <w:rsid w:val="001A1CF0"/>
    <w:rsid w:val="001A2085"/>
    <w:rsid w:val="001A22F0"/>
    <w:rsid w:val="001A2480"/>
    <w:rsid w:val="001A2785"/>
    <w:rsid w:val="001A28D3"/>
    <w:rsid w:val="001A294F"/>
    <w:rsid w:val="001A2960"/>
    <w:rsid w:val="001A2AFA"/>
    <w:rsid w:val="001A312F"/>
    <w:rsid w:val="001A3556"/>
    <w:rsid w:val="001A3585"/>
    <w:rsid w:val="001A39B2"/>
    <w:rsid w:val="001A3AD6"/>
    <w:rsid w:val="001A4563"/>
    <w:rsid w:val="001A4D92"/>
    <w:rsid w:val="001A4F65"/>
    <w:rsid w:val="001A51F3"/>
    <w:rsid w:val="001A553C"/>
    <w:rsid w:val="001A55C5"/>
    <w:rsid w:val="001A5662"/>
    <w:rsid w:val="001A57A2"/>
    <w:rsid w:val="001A591F"/>
    <w:rsid w:val="001A5A3B"/>
    <w:rsid w:val="001A5ADF"/>
    <w:rsid w:val="001A5B7A"/>
    <w:rsid w:val="001A5E68"/>
    <w:rsid w:val="001A5EDB"/>
    <w:rsid w:val="001A5F7A"/>
    <w:rsid w:val="001A634F"/>
    <w:rsid w:val="001A63CD"/>
    <w:rsid w:val="001A6892"/>
    <w:rsid w:val="001A6EFD"/>
    <w:rsid w:val="001A7489"/>
    <w:rsid w:val="001A7835"/>
    <w:rsid w:val="001A78E9"/>
    <w:rsid w:val="001A78F1"/>
    <w:rsid w:val="001A79C1"/>
    <w:rsid w:val="001A7B6C"/>
    <w:rsid w:val="001A7DC0"/>
    <w:rsid w:val="001B007A"/>
    <w:rsid w:val="001B047A"/>
    <w:rsid w:val="001B04A9"/>
    <w:rsid w:val="001B0A69"/>
    <w:rsid w:val="001B0BB7"/>
    <w:rsid w:val="001B0C3A"/>
    <w:rsid w:val="001B0CC8"/>
    <w:rsid w:val="001B0DCF"/>
    <w:rsid w:val="001B0EB2"/>
    <w:rsid w:val="001B142C"/>
    <w:rsid w:val="001B1DBE"/>
    <w:rsid w:val="001B2220"/>
    <w:rsid w:val="001B223C"/>
    <w:rsid w:val="001B225D"/>
    <w:rsid w:val="001B258B"/>
    <w:rsid w:val="001B2807"/>
    <w:rsid w:val="001B294D"/>
    <w:rsid w:val="001B2BDC"/>
    <w:rsid w:val="001B2D60"/>
    <w:rsid w:val="001B3146"/>
    <w:rsid w:val="001B33F2"/>
    <w:rsid w:val="001B3402"/>
    <w:rsid w:val="001B345D"/>
    <w:rsid w:val="001B34B6"/>
    <w:rsid w:val="001B377F"/>
    <w:rsid w:val="001B378B"/>
    <w:rsid w:val="001B3968"/>
    <w:rsid w:val="001B3BA8"/>
    <w:rsid w:val="001B43BF"/>
    <w:rsid w:val="001B458F"/>
    <w:rsid w:val="001B4A37"/>
    <w:rsid w:val="001B4C0B"/>
    <w:rsid w:val="001B5242"/>
    <w:rsid w:val="001B5728"/>
    <w:rsid w:val="001B597F"/>
    <w:rsid w:val="001B5A78"/>
    <w:rsid w:val="001B5B0C"/>
    <w:rsid w:val="001B5E2C"/>
    <w:rsid w:val="001B5FB0"/>
    <w:rsid w:val="001B5FCF"/>
    <w:rsid w:val="001B5FDA"/>
    <w:rsid w:val="001B61DB"/>
    <w:rsid w:val="001B6366"/>
    <w:rsid w:val="001B67CD"/>
    <w:rsid w:val="001B69D5"/>
    <w:rsid w:val="001B6B19"/>
    <w:rsid w:val="001B6B6B"/>
    <w:rsid w:val="001B71D8"/>
    <w:rsid w:val="001B79CE"/>
    <w:rsid w:val="001B7BD8"/>
    <w:rsid w:val="001B7CFE"/>
    <w:rsid w:val="001B7F42"/>
    <w:rsid w:val="001C0013"/>
    <w:rsid w:val="001C027E"/>
    <w:rsid w:val="001C0711"/>
    <w:rsid w:val="001C0755"/>
    <w:rsid w:val="001C0ACB"/>
    <w:rsid w:val="001C0D1B"/>
    <w:rsid w:val="001C0DA5"/>
    <w:rsid w:val="001C0DC9"/>
    <w:rsid w:val="001C100A"/>
    <w:rsid w:val="001C11F4"/>
    <w:rsid w:val="001C1263"/>
    <w:rsid w:val="001C12C9"/>
    <w:rsid w:val="001C15E2"/>
    <w:rsid w:val="001C1B10"/>
    <w:rsid w:val="001C1B30"/>
    <w:rsid w:val="001C1BA1"/>
    <w:rsid w:val="001C2234"/>
    <w:rsid w:val="001C26B8"/>
    <w:rsid w:val="001C2B27"/>
    <w:rsid w:val="001C2C30"/>
    <w:rsid w:val="001C2D1E"/>
    <w:rsid w:val="001C2D56"/>
    <w:rsid w:val="001C3144"/>
    <w:rsid w:val="001C33BA"/>
    <w:rsid w:val="001C34C8"/>
    <w:rsid w:val="001C36F2"/>
    <w:rsid w:val="001C3841"/>
    <w:rsid w:val="001C39D6"/>
    <w:rsid w:val="001C3DBE"/>
    <w:rsid w:val="001C43DF"/>
    <w:rsid w:val="001C471B"/>
    <w:rsid w:val="001C4AD7"/>
    <w:rsid w:val="001C4B1F"/>
    <w:rsid w:val="001C4B48"/>
    <w:rsid w:val="001C54D0"/>
    <w:rsid w:val="001C5697"/>
    <w:rsid w:val="001C5AAE"/>
    <w:rsid w:val="001C5C90"/>
    <w:rsid w:val="001C5FEC"/>
    <w:rsid w:val="001C5FFE"/>
    <w:rsid w:val="001C6179"/>
    <w:rsid w:val="001C6313"/>
    <w:rsid w:val="001C6B3F"/>
    <w:rsid w:val="001C6EF4"/>
    <w:rsid w:val="001C747D"/>
    <w:rsid w:val="001C74ED"/>
    <w:rsid w:val="001C77FD"/>
    <w:rsid w:val="001C7AC5"/>
    <w:rsid w:val="001C7B3B"/>
    <w:rsid w:val="001C7E3F"/>
    <w:rsid w:val="001C7EC5"/>
    <w:rsid w:val="001D01BB"/>
    <w:rsid w:val="001D0243"/>
    <w:rsid w:val="001D02F2"/>
    <w:rsid w:val="001D07E2"/>
    <w:rsid w:val="001D0866"/>
    <w:rsid w:val="001D1126"/>
    <w:rsid w:val="001D1725"/>
    <w:rsid w:val="001D1C7B"/>
    <w:rsid w:val="001D217A"/>
    <w:rsid w:val="001D2383"/>
    <w:rsid w:val="001D25C0"/>
    <w:rsid w:val="001D2859"/>
    <w:rsid w:val="001D2BB1"/>
    <w:rsid w:val="001D3474"/>
    <w:rsid w:val="001D356A"/>
    <w:rsid w:val="001D3845"/>
    <w:rsid w:val="001D3BA4"/>
    <w:rsid w:val="001D3BF1"/>
    <w:rsid w:val="001D3C59"/>
    <w:rsid w:val="001D3F3A"/>
    <w:rsid w:val="001D403E"/>
    <w:rsid w:val="001D4182"/>
    <w:rsid w:val="001D42C0"/>
    <w:rsid w:val="001D44CF"/>
    <w:rsid w:val="001D44F6"/>
    <w:rsid w:val="001D4B3E"/>
    <w:rsid w:val="001D4DD4"/>
    <w:rsid w:val="001D4F6A"/>
    <w:rsid w:val="001D535F"/>
    <w:rsid w:val="001D540C"/>
    <w:rsid w:val="001D5647"/>
    <w:rsid w:val="001D5971"/>
    <w:rsid w:val="001D5F3B"/>
    <w:rsid w:val="001D5FA4"/>
    <w:rsid w:val="001D6019"/>
    <w:rsid w:val="001D65C2"/>
    <w:rsid w:val="001D67CA"/>
    <w:rsid w:val="001D680F"/>
    <w:rsid w:val="001D6A3B"/>
    <w:rsid w:val="001D6F27"/>
    <w:rsid w:val="001D6FA7"/>
    <w:rsid w:val="001D6FDD"/>
    <w:rsid w:val="001D722B"/>
    <w:rsid w:val="001D7325"/>
    <w:rsid w:val="001D7AF9"/>
    <w:rsid w:val="001E0634"/>
    <w:rsid w:val="001E0766"/>
    <w:rsid w:val="001E0E47"/>
    <w:rsid w:val="001E0F4F"/>
    <w:rsid w:val="001E0FC5"/>
    <w:rsid w:val="001E108D"/>
    <w:rsid w:val="001E12B7"/>
    <w:rsid w:val="001E1511"/>
    <w:rsid w:val="001E1532"/>
    <w:rsid w:val="001E1726"/>
    <w:rsid w:val="001E19E8"/>
    <w:rsid w:val="001E23EC"/>
    <w:rsid w:val="001E2855"/>
    <w:rsid w:val="001E2932"/>
    <w:rsid w:val="001E2A8C"/>
    <w:rsid w:val="001E2AFE"/>
    <w:rsid w:val="001E2B72"/>
    <w:rsid w:val="001E2C17"/>
    <w:rsid w:val="001E35FA"/>
    <w:rsid w:val="001E3DFC"/>
    <w:rsid w:val="001E4048"/>
    <w:rsid w:val="001E42E1"/>
    <w:rsid w:val="001E4303"/>
    <w:rsid w:val="001E4514"/>
    <w:rsid w:val="001E4C1A"/>
    <w:rsid w:val="001E4D53"/>
    <w:rsid w:val="001E528F"/>
    <w:rsid w:val="001E5356"/>
    <w:rsid w:val="001E543C"/>
    <w:rsid w:val="001E5797"/>
    <w:rsid w:val="001E6080"/>
    <w:rsid w:val="001E62EE"/>
    <w:rsid w:val="001E65CD"/>
    <w:rsid w:val="001E65D8"/>
    <w:rsid w:val="001E695B"/>
    <w:rsid w:val="001E6A1A"/>
    <w:rsid w:val="001E6CFC"/>
    <w:rsid w:val="001E6D29"/>
    <w:rsid w:val="001E6EB1"/>
    <w:rsid w:val="001E6EB6"/>
    <w:rsid w:val="001E6FF9"/>
    <w:rsid w:val="001E747F"/>
    <w:rsid w:val="001E7871"/>
    <w:rsid w:val="001E7915"/>
    <w:rsid w:val="001F032F"/>
    <w:rsid w:val="001F03AA"/>
    <w:rsid w:val="001F0E21"/>
    <w:rsid w:val="001F0E49"/>
    <w:rsid w:val="001F10DC"/>
    <w:rsid w:val="001F10F7"/>
    <w:rsid w:val="001F1346"/>
    <w:rsid w:val="001F1423"/>
    <w:rsid w:val="001F148F"/>
    <w:rsid w:val="001F1A48"/>
    <w:rsid w:val="001F1B5F"/>
    <w:rsid w:val="001F1F16"/>
    <w:rsid w:val="001F1FBE"/>
    <w:rsid w:val="001F21DE"/>
    <w:rsid w:val="001F22CA"/>
    <w:rsid w:val="001F2E40"/>
    <w:rsid w:val="001F2F67"/>
    <w:rsid w:val="001F2FA5"/>
    <w:rsid w:val="001F33E7"/>
    <w:rsid w:val="001F36A4"/>
    <w:rsid w:val="001F3D7E"/>
    <w:rsid w:val="001F4201"/>
    <w:rsid w:val="001F4383"/>
    <w:rsid w:val="001F4826"/>
    <w:rsid w:val="001F4C18"/>
    <w:rsid w:val="001F4EBC"/>
    <w:rsid w:val="001F4F08"/>
    <w:rsid w:val="001F4F99"/>
    <w:rsid w:val="001F4FA8"/>
    <w:rsid w:val="001F515F"/>
    <w:rsid w:val="001F5620"/>
    <w:rsid w:val="001F5632"/>
    <w:rsid w:val="001F57C7"/>
    <w:rsid w:val="001F5CC2"/>
    <w:rsid w:val="001F5D2D"/>
    <w:rsid w:val="001F5DD4"/>
    <w:rsid w:val="001F5E2C"/>
    <w:rsid w:val="001F6064"/>
    <w:rsid w:val="001F6AA2"/>
    <w:rsid w:val="001F7199"/>
    <w:rsid w:val="001F7640"/>
    <w:rsid w:val="001F7D41"/>
    <w:rsid w:val="002002CD"/>
    <w:rsid w:val="0020036F"/>
    <w:rsid w:val="002006A3"/>
    <w:rsid w:val="0020075D"/>
    <w:rsid w:val="0020079A"/>
    <w:rsid w:val="00200A43"/>
    <w:rsid w:val="00200C93"/>
    <w:rsid w:val="00200DCA"/>
    <w:rsid w:val="00200E79"/>
    <w:rsid w:val="00200FAE"/>
    <w:rsid w:val="00201D49"/>
    <w:rsid w:val="00201E03"/>
    <w:rsid w:val="00201E79"/>
    <w:rsid w:val="00201FD6"/>
    <w:rsid w:val="0020222F"/>
    <w:rsid w:val="00202242"/>
    <w:rsid w:val="0020277D"/>
    <w:rsid w:val="00202950"/>
    <w:rsid w:val="00202A00"/>
    <w:rsid w:val="00203249"/>
    <w:rsid w:val="0020334A"/>
    <w:rsid w:val="00203377"/>
    <w:rsid w:val="002033C9"/>
    <w:rsid w:val="002035E2"/>
    <w:rsid w:val="00203730"/>
    <w:rsid w:val="00203F76"/>
    <w:rsid w:val="00204159"/>
    <w:rsid w:val="00204822"/>
    <w:rsid w:val="0020482B"/>
    <w:rsid w:val="00204B1E"/>
    <w:rsid w:val="00204F26"/>
    <w:rsid w:val="00205420"/>
    <w:rsid w:val="002056BB"/>
    <w:rsid w:val="002057C1"/>
    <w:rsid w:val="00205983"/>
    <w:rsid w:val="00205F00"/>
    <w:rsid w:val="002064D9"/>
    <w:rsid w:val="00206645"/>
    <w:rsid w:val="00206E75"/>
    <w:rsid w:val="002071B5"/>
    <w:rsid w:val="00207335"/>
    <w:rsid w:val="0021016E"/>
    <w:rsid w:val="002104C4"/>
    <w:rsid w:val="00210E4C"/>
    <w:rsid w:val="00210EE7"/>
    <w:rsid w:val="00210FD2"/>
    <w:rsid w:val="00211276"/>
    <w:rsid w:val="002112A5"/>
    <w:rsid w:val="00211726"/>
    <w:rsid w:val="002119AE"/>
    <w:rsid w:val="00211A7E"/>
    <w:rsid w:val="00211B55"/>
    <w:rsid w:val="00211C47"/>
    <w:rsid w:val="00211F5F"/>
    <w:rsid w:val="00212081"/>
    <w:rsid w:val="002124EA"/>
    <w:rsid w:val="002126B8"/>
    <w:rsid w:val="00212848"/>
    <w:rsid w:val="00212A13"/>
    <w:rsid w:val="00212D61"/>
    <w:rsid w:val="00213817"/>
    <w:rsid w:val="0021386A"/>
    <w:rsid w:val="00213885"/>
    <w:rsid w:val="00213AEB"/>
    <w:rsid w:val="00214590"/>
    <w:rsid w:val="00214754"/>
    <w:rsid w:val="00214BAC"/>
    <w:rsid w:val="0021502E"/>
    <w:rsid w:val="00215111"/>
    <w:rsid w:val="0021526C"/>
    <w:rsid w:val="00215308"/>
    <w:rsid w:val="00215759"/>
    <w:rsid w:val="002158C5"/>
    <w:rsid w:val="00215CF6"/>
    <w:rsid w:val="00215F51"/>
    <w:rsid w:val="00216571"/>
    <w:rsid w:val="002165DC"/>
    <w:rsid w:val="00216642"/>
    <w:rsid w:val="0021665F"/>
    <w:rsid w:val="0021673A"/>
    <w:rsid w:val="002176FE"/>
    <w:rsid w:val="0021774F"/>
    <w:rsid w:val="002177D2"/>
    <w:rsid w:val="00220273"/>
    <w:rsid w:val="002208D2"/>
    <w:rsid w:val="0022092E"/>
    <w:rsid w:val="00220970"/>
    <w:rsid w:val="00220AD2"/>
    <w:rsid w:val="00220C34"/>
    <w:rsid w:val="00220D5A"/>
    <w:rsid w:val="00220FA2"/>
    <w:rsid w:val="00221064"/>
    <w:rsid w:val="00221460"/>
    <w:rsid w:val="002214BC"/>
    <w:rsid w:val="00221681"/>
    <w:rsid w:val="00221855"/>
    <w:rsid w:val="0022196B"/>
    <w:rsid w:val="00222068"/>
    <w:rsid w:val="002220F3"/>
    <w:rsid w:val="00222223"/>
    <w:rsid w:val="00222388"/>
    <w:rsid w:val="00222501"/>
    <w:rsid w:val="00222664"/>
    <w:rsid w:val="0022284D"/>
    <w:rsid w:val="0022290B"/>
    <w:rsid w:val="00222AFA"/>
    <w:rsid w:val="00222D62"/>
    <w:rsid w:val="00223314"/>
    <w:rsid w:val="0022348D"/>
    <w:rsid w:val="00223E02"/>
    <w:rsid w:val="002242C5"/>
    <w:rsid w:val="002242F2"/>
    <w:rsid w:val="002244A9"/>
    <w:rsid w:val="00224589"/>
    <w:rsid w:val="002246C4"/>
    <w:rsid w:val="00225CB4"/>
    <w:rsid w:val="00225CD3"/>
    <w:rsid w:val="00225F14"/>
    <w:rsid w:val="002261DC"/>
    <w:rsid w:val="0022693A"/>
    <w:rsid w:val="002269A4"/>
    <w:rsid w:val="002269BC"/>
    <w:rsid w:val="00226A5B"/>
    <w:rsid w:val="00226CD5"/>
    <w:rsid w:val="00226D9F"/>
    <w:rsid w:val="00226EA4"/>
    <w:rsid w:val="0022732C"/>
    <w:rsid w:val="0022778C"/>
    <w:rsid w:val="002279E6"/>
    <w:rsid w:val="00227C09"/>
    <w:rsid w:val="00227C34"/>
    <w:rsid w:val="002302C7"/>
    <w:rsid w:val="002302ED"/>
    <w:rsid w:val="002302F6"/>
    <w:rsid w:val="00230885"/>
    <w:rsid w:val="00230C7E"/>
    <w:rsid w:val="00231252"/>
    <w:rsid w:val="00231310"/>
    <w:rsid w:val="00232136"/>
    <w:rsid w:val="002324BA"/>
    <w:rsid w:val="0023264F"/>
    <w:rsid w:val="0023275F"/>
    <w:rsid w:val="002327AF"/>
    <w:rsid w:val="002329E7"/>
    <w:rsid w:val="00232BE5"/>
    <w:rsid w:val="00232C7D"/>
    <w:rsid w:val="00232DEE"/>
    <w:rsid w:val="00232EF8"/>
    <w:rsid w:val="002332D5"/>
    <w:rsid w:val="0023334F"/>
    <w:rsid w:val="002334A7"/>
    <w:rsid w:val="00233631"/>
    <w:rsid w:val="00233691"/>
    <w:rsid w:val="0023375E"/>
    <w:rsid w:val="00233791"/>
    <w:rsid w:val="00233D0F"/>
    <w:rsid w:val="00233D52"/>
    <w:rsid w:val="00233DFF"/>
    <w:rsid w:val="00233EF9"/>
    <w:rsid w:val="002342EC"/>
    <w:rsid w:val="002342FB"/>
    <w:rsid w:val="00234451"/>
    <w:rsid w:val="002345EB"/>
    <w:rsid w:val="00234A99"/>
    <w:rsid w:val="00234C8D"/>
    <w:rsid w:val="00234DDC"/>
    <w:rsid w:val="00234FE9"/>
    <w:rsid w:val="002350C7"/>
    <w:rsid w:val="00235194"/>
    <w:rsid w:val="002354FE"/>
    <w:rsid w:val="00235754"/>
    <w:rsid w:val="00235A33"/>
    <w:rsid w:val="00235B1B"/>
    <w:rsid w:val="00236122"/>
    <w:rsid w:val="0023698E"/>
    <w:rsid w:val="00236ABC"/>
    <w:rsid w:val="00236D7F"/>
    <w:rsid w:val="00236DD4"/>
    <w:rsid w:val="00236F67"/>
    <w:rsid w:val="00237195"/>
    <w:rsid w:val="00237361"/>
    <w:rsid w:val="00237727"/>
    <w:rsid w:val="00237844"/>
    <w:rsid w:val="00237CE0"/>
    <w:rsid w:val="00237CED"/>
    <w:rsid w:val="00240093"/>
    <w:rsid w:val="00240163"/>
    <w:rsid w:val="00240257"/>
    <w:rsid w:val="002403A2"/>
    <w:rsid w:val="00240C87"/>
    <w:rsid w:val="00240F01"/>
    <w:rsid w:val="00240F14"/>
    <w:rsid w:val="00241252"/>
    <w:rsid w:val="002412B9"/>
    <w:rsid w:val="00241415"/>
    <w:rsid w:val="0024144E"/>
    <w:rsid w:val="00241C8F"/>
    <w:rsid w:val="00241D58"/>
    <w:rsid w:val="00241DFA"/>
    <w:rsid w:val="00241FED"/>
    <w:rsid w:val="002425BB"/>
    <w:rsid w:val="0024297F"/>
    <w:rsid w:val="002429D3"/>
    <w:rsid w:val="00242F8D"/>
    <w:rsid w:val="0024319B"/>
    <w:rsid w:val="002432FB"/>
    <w:rsid w:val="00243395"/>
    <w:rsid w:val="00243798"/>
    <w:rsid w:val="00243B90"/>
    <w:rsid w:val="0024493A"/>
    <w:rsid w:val="00244D93"/>
    <w:rsid w:val="00244FC7"/>
    <w:rsid w:val="00245060"/>
    <w:rsid w:val="00245064"/>
    <w:rsid w:val="002451BD"/>
    <w:rsid w:val="00245255"/>
    <w:rsid w:val="002455E6"/>
    <w:rsid w:val="0024569E"/>
    <w:rsid w:val="002456EA"/>
    <w:rsid w:val="00245B78"/>
    <w:rsid w:val="00245F4C"/>
    <w:rsid w:val="002461CB"/>
    <w:rsid w:val="002461E4"/>
    <w:rsid w:val="00246237"/>
    <w:rsid w:val="002465CF"/>
    <w:rsid w:val="00246C28"/>
    <w:rsid w:val="00246D00"/>
    <w:rsid w:val="00246D46"/>
    <w:rsid w:val="00246DD1"/>
    <w:rsid w:val="0024713A"/>
    <w:rsid w:val="002471DD"/>
    <w:rsid w:val="002473C0"/>
    <w:rsid w:val="0024779C"/>
    <w:rsid w:val="00250364"/>
    <w:rsid w:val="002503FD"/>
    <w:rsid w:val="002507A0"/>
    <w:rsid w:val="002507DD"/>
    <w:rsid w:val="00250C92"/>
    <w:rsid w:val="0025104F"/>
    <w:rsid w:val="002511A2"/>
    <w:rsid w:val="00251345"/>
    <w:rsid w:val="00251550"/>
    <w:rsid w:val="00251D8A"/>
    <w:rsid w:val="00251DA6"/>
    <w:rsid w:val="00252348"/>
    <w:rsid w:val="002524B0"/>
    <w:rsid w:val="0025262E"/>
    <w:rsid w:val="00252785"/>
    <w:rsid w:val="002528A7"/>
    <w:rsid w:val="00252963"/>
    <w:rsid w:val="0025323C"/>
    <w:rsid w:val="002533FC"/>
    <w:rsid w:val="00253554"/>
    <w:rsid w:val="00253646"/>
    <w:rsid w:val="00253775"/>
    <w:rsid w:val="002538FD"/>
    <w:rsid w:val="00253C38"/>
    <w:rsid w:val="00253C95"/>
    <w:rsid w:val="00254398"/>
    <w:rsid w:val="00254519"/>
    <w:rsid w:val="00254ADC"/>
    <w:rsid w:val="00254F68"/>
    <w:rsid w:val="00254FE8"/>
    <w:rsid w:val="00255156"/>
    <w:rsid w:val="002551CB"/>
    <w:rsid w:val="00255401"/>
    <w:rsid w:val="0025573B"/>
    <w:rsid w:val="00255CC0"/>
    <w:rsid w:val="00255D8A"/>
    <w:rsid w:val="002561B7"/>
    <w:rsid w:val="002562A3"/>
    <w:rsid w:val="002562C9"/>
    <w:rsid w:val="00256647"/>
    <w:rsid w:val="00256CAA"/>
    <w:rsid w:val="00257388"/>
    <w:rsid w:val="00257985"/>
    <w:rsid w:val="002579BE"/>
    <w:rsid w:val="002579E4"/>
    <w:rsid w:val="002579FA"/>
    <w:rsid w:val="00257AF5"/>
    <w:rsid w:val="00257D3B"/>
    <w:rsid w:val="00257F2B"/>
    <w:rsid w:val="00260047"/>
    <w:rsid w:val="0026012A"/>
    <w:rsid w:val="002601B5"/>
    <w:rsid w:val="00260604"/>
    <w:rsid w:val="00260812"/>
    <w:rsid w:val="00260C6A"/>
    <w:rsid w:val="00260D8D"/>
    <w:rsid w:val="00260DAA"/>
    <w:rsid w:val="002612B3"/>
    <w:rsid w:val="0026132C"/>
    <w:rsid w:val="00261524"/>
    <w:rsid w:val="00261ABB"/>
    <w:rsid w:val="00261C2A"/>
    <w:rsid w:val="00261C8E"/>
    <w:rsid w:val="00261FB6"/>
    <w:rsid w:val="0026215F"/>
    <w:rsid w:val="0026222B"/>
    <w:rsid w:val="0026261D"/>
    <w:rsid w:val="002627AC"/>
    <w:rsid w:val="002628E8"/>
    <w:rsid w:val="00262B3E"/>
    <w:rsid w:val="00262F2D"/>
    <w:rsid w:val="002630B0"/>
    <w:rsid w:val="0026332B"/>
    <w:rsid w:val="00263414"/>
    <w:rsid w:val="00263821"/>
    <w:rsid w:val="00263E3D"/>
    <w:rsid w:val="0026403F"/>
    <w:rsid w:val="00264056"/>
    <w:rsid w:val="00264569"/>
    <w:rsid w:val="00264677"/>
    <w:rsid w:val="00264681"/>
    <w:rsid w:val="00264C31"/>
    <w:rsid w:val="0026519F"/>
    <w:rsid w:val="00265324"/>
    <w:rsid w:val="0026545F"/>
    <w:rsid w:val="00265A9F"/>
    <w:rsid w:val="00265B97"/>
    <w:rsid w:val="00265BEE"/>
    <w:rsid w:val="00265D7E"/>
    <w:rsid w:val="00265DCE"/>
    <w:rsid w:val="00265ED7"/>
    <w:rsid w:val="0026662E"/>
    <w:rsid w:val="00266C46"/>
    <w:rsid w:val="00267029"/>
    <w:rsid w:val="002670E9"/>
    <w:rsid w:val="0026730D"/>
    <w:rsid w:val="00267380"/>
    <w:rsid w:val="002673C8"/>
    <w:rsid w:val="002677C8"/>
    <w:rsid w:val="002678F8"/>
    <w:rsid w:val="00267E6A"/>
    <w:rsid w:val="00270364"/>
    <w:rsid w:val="00270554"/>
    <w:rsid w:val="00270557"/>
    <w:rsid w:val="002706CE"/>
    <w:rsid w:val="00270978"/>
    <w:rsid w:val="00270A8E"/>
    <w:rsid w:val="00270B6F"/>
    <w:rsid w:val="00270C6D"/>
    <w:rsid w:val="00271359"/>
    <w:rsid w:val="00271442"/>
    <w:rsid w:val="00271645"/>
    <w:rsid w:val="002716E5"/>
    <w:rsid w:val="00271796"/>
    <w:rsid w:val="00271E49"/>
    <w:rsid w:val="00272230"/>
    <w:rsid w:val="002723C5"/>
    <w:rsid w:val="00272539"/>
    <w:rsid w:val="002726D1"/>
    <w:rsid w:val="0027293F"/>
    <w:rsid w:val="00272B15"/>
    <w:rsid w:val="00272E7C"/>
    <w:rsid w:val="00272FF9"/>
    <w:rsid w:val="00273218"/>
    <w:rsid w:val="0027351B"/>
    <w:rsid w:val="00273746"/>
    <w:rsid w:val="00273801"/>
    <w:rsid w:val="00273889"/>
    <w:rsid w:val="002739AE"/>
    <w:rsid w:val="00273B27"/>
    <w:rsid w:val="00273E27"/>
    <w:rsid w:val="00273E88"/>
    <w:rsid w:val="00273E9F"/>
    <w:rsid w:val="002742EC"/>
    <w:rsid w:val="00274681"/>
    <w:rsid w:val="00274941"/>
    <w:rsid w:val="00274A65"/>
    <w:rsid w:val="00274C07"/>
    <w:rsid w:val="00274C2E"/>
    <w:rsid w:val="00274CD2"/>
    <w:rsid w:val="00274E60"/>
    <w:rsid w:val="00275239"/>
    <w:rsid w:val="002753C8"/>
    <w:rsid w:val="00275E0A"/>
    <w:rsid w:val="00276653"/>
    <w:rsid w:val="00276B6B"/>
    <w:rsid w:val="0027716A"/>
    <w:rsid w:val="00277ACD"/>
    <w:rsid w:val="00277CEE"/>
    <w:rsid w:val="002804C0"/>
    <w:rsid w:val="00280D27"/>
    <w:rsid w:val="00281B88"/>
    <w:rsid w:val="00281CD1"/>
    <w:rsid w:val="00282205"/>
    <w:rsid w:val="002822B0"/>
    <w:rsid w:val="0028274B"/>
    <w:rsid w:val="00282F3D"/>
    <w:rsid w:val="00283119"/>
    <w:rsid w:val="002831C7"/>
    <w:rsid w:val="00283878"/>
    <w:rsid w:val="00283BC7"/>
    <w:rsid w:val="00283E81"/>
    <w:rsid w:val="00284091"/>
    <w:rsid w:val="002841EE"/>
    <w:rsid w:val="00284302"/>
    <w:rsid w:val="002845C5"/>
    <w:rsid w:val="00284E6F"/>
    <w:rsid w:val="00284F34"/>
    <w:rsid w:val="0028545B"/>
    <w:rsid w:val="002856CE"/>
    <w:rsid w:val="00286104"/>
    <w:rsid w:val="00286429"/>
    <w:rsid w:val="00286E6C"/>
    <w:rsid w:val="0028737A"/>
    <w:rsid w:val="0028760D"/>
    <w:rsid w:val="002877FC"/>
    <w:rsid w:val="00287D46"/>
    <w:rsid w:val="00287E24"/>
    <w:rsid w:val="002901E0"/>
    <w:rsid w:val="002906D8"/>
    <w:rsid w:val="00290739"/>
    <w:rsid w:val="00290959"/>
    <w:rsid w:val="0029098C"/>
    <w:rsid w:val="00290B90"/>
    <w:rsid w:val="00290C76"/>
    <w:rsid w:val="00290D0E"/>
    <w:rsid w:val="00290E73"/>
    <w:rsid w:val="0029124A"/>
    <w:rsid w:val="002912F2"/>
    <w:rsid w:val="002915E8"/>
    <w:rsid w:val="0029194D"/>
    <w:rsid w:val="002919F2"/>
    <w:rsid w:val="0029218B"/>
    <w:rsid w:val="00292E82"/>
    <w:rsid w:val="00293429"/>
    <w:rsid w:val="0029367D"/>
    <w:rsid w:val="00293B4F"/>
    <w:rsid w:val="002941F6"/>
    <w:rsid w:val="00294A18"/>
    <w:rsid w:val="00295732"/>
    <w:rsid w:val="002958C8"/>
    <w:rsid w:val="002959FE"/>
    <w:rsid w:val="00295C09"/>
    <w:rsid w:val="00295C2D"/>
    <w:rsid w:val="00295C56"/>
    <w:rsid w:val="00296248"/>
    <w:rsid w:val="0029636C"/>
    <w:rsid w:val="00296372"/>
    <w:rsid w:val="0029662B"/>
    <w:rsid w:val="00296B63"/>
    <w:rsid w:val="00297202"/>
    <w:rsid w:val="0029722B"/>
    <w:rsid w:val="0029725F"/>
    <w:rsid w:val="00297EFB"/>
    <w:rsid w:val="002A0011"/>
    <w:rsid w:val="002A0552"/>
    <w:rsid w:val="002A0570"/>
    <w:rsid w:val="002A060F"/>
    <w:rsid w:val="002A063A"/>
    <w:rsid w:val="002A06A1"/>
    <w:rsid w:val="002A07B5"/>
    <w:rsid w:val="002A0959"/>
    <w:rsid w:val="002A0A1B"/>
    <w:rsid w:val="002A0D53"/>
    <w:rsid w:val="002A0DAB"/>
    <w:rsid w:val="002A10D3"/>
    <w:rsid w:val="002A144E"/>
    <w:rsid w:val="002A14D9"/>
    <w:rsid w:val="002A1A89"/>
    <w:rsid w:val="002A1DDF"/>
    <w:rsid w:val="002A1EA5"/>
    <w:rsid w:val="002A23FA"/>
    <w:rsid w:val="002A2464"/>
    <w:rsid w:val="002A2476"/>
    <w:rsid w:val="002A259E"/>
    <w:rsid w:val="002A2828"/>
    <w:rsid w:val="002A2A68"/>
    <w:rsid w:val="002A2FD7"/>
    <w:rsid w:val="002A300C"/>
    <w:rsid w:val="002A30A2"/>
    <w:rsid w:val="002A3114"/>
    <w:rsid w:val="002A346C"/>
    <w:rsid w:val="002A3B65"/>
    <w:rsid w:val="002A3E7D"/>
    <w:rsid w:val="002A44A1"/>
    <w:rsid w:val="002A484A"/>
    <w:rsid w:val="002A4BFF"/>
    <w:rsid w:val="002A4EF6"/>
    <w:rsid w:val="002A51AB"/>
    <w:rsid w:val="002A51DB"/>
    <w:rsid w:val="002A52B7"/>
    <w:rsid w:val="002A583C"/>
    <w:rsid w:val="002A5950"/>
    <w:rsid w:val="002A5A0E"/>
    <w:rsid w:val="002A5B30"/>
    <w:rsid w:val="002A5BDF"/>
    <w:rsid w:val="002A66FA"/>
    <w:rsid w:val="002A6B55"/>
    <w:rsid w:val="002A6BEB"/>
    <w:rsid w:val="002A6F64"/>
    <w:rsid w:val="002A6F67"/>
    <w:rsid w:val="002A7198"/>
    <w:rsid w:val="002A7216"/>
    <w:rsid w:val="002A76F1"/>
    <w:rsid w:val="002A76FF"/>
    <w:rsid w:val="002A7B13"/>
    <w:rsid w:val="002A7B5A"/>
    <w:rsid w:val="002A7C32"/>
    <w:rsid w:val="002A7C7C"/>
    <w:rsid w:val="002A7D2F"/>
    <w:rsid w:val="002A7E31"/>
    <w:rsid w:val="002A7FF5"/>
    <w:rsid w:val="002B0238"/>
    <w:rsid w:val="002B04EC"/>
    <w:rsid w:val="002B0C4A"/>
    <w:rsid w:val="002B1012"/>
    <w:rsid w:val="002B10CF"/>
    <w:rsid w:val="002B129F"/>
    <w:rsid w:val="002B1578"/>
    <w:rsid w:val="002B1921"/>
    <w:rsid w:val="002B1ACA"/>
    <w:rsid w:val="002B1CE4"/>
    <w:rsid w:val="002B21E0"/>
    <w:rsid w:val="002B22FD"/>
    <w:rsid w:val="002B24E3"/>
    <w:rsid w:val="002B26BE"/>
    <w:rsid w:val="002B2701"/>
    <w:rsid w:val="002B2A2F"/>
    <w:rsid w:val="002B2A7D"/>
    <w:rsid w:val="002B2BAE"/>
    <w:rsid w:val="002B2BCF"/>
    <w:rsid w:val="002B2E0C"/>
    <w:rsid w:val="002B35B3"/>
    <w:rsid w:val="002B3840"/>
    <w:rsid w:val="002B3B4D"/>
    <w:rsid w:val="002B3B97"/>
    <w:rsid w:val="002B3C24"/>
    <w:rsid w:val="002B3D6A"/>
    <w:rsid w:val="002B4046"/>
    <w:rsid w:val="002B413D"/>
    <w:rsid w:val="002B43CB"/>
    <w:rsid w:val="002B4582"/>
    <w:rsid w:val="002B484D"/>
    <w:rsid w:val="002B490A"/>
    <w:rsid w:val="002B4C46"/>
    <w:rsid w:val="002B55DA"/>
    <w:rsid w:val="002B5E83"/>
    <w:rsid w:val="002B65CB"/>
    <w:rsid w:val="002B68E7"/>
    <w:rsid w:val="002B6931"/>
    <w:rsid w:val="002B6F6F"/>
    <w:rsid w:val="002B6FAB"/>
    <w:rsid w:val="002B706B"/>
    <w:rsid w:val="002B724C"/>
    <w:rsid w:val="002B7280"/>
    <w:rsid w:val="002B7353"/>
    <w:rsid w:val="002B73EA"/>
    <w:rsid w:val="002B7642"/>
    <w:rsid w:val="002B78C2"/>
    <w:rsid w:val="002B7921"/>
    <w:rsid w:val="002C0029"/>
    <w:rsid w:val="002C066D"/>
    <w:rsid w:val="002C07F1"/>
    <w:rsid w:val="002C0809"/>
    <w:rsid w:val="002C0901"/>
    <w:rsid w:val="002C0B41"/>
    <w:rsid w:val="002C12B5"/>
    <w:rsid w:val="002C12C9"/>
    <w:rsid w:val="002C160F"/>
    <w:rsid w:val="002C1659"/>
    <w:rsid w:val="002C16C8"/>
    <w:rsid w:val="002C16E5"/>
    <w:rsid w:val="002C18AB"/>
    <w:rsid w:val="002C1A1E"/>
    <w:rsid w:val="002C2000"/>
    <w:rsid w:val="002C2461"/>
    <w:rsid w:val="002C28AE"/>
    <w:rsid w:val="002C2BAC"/>
    <w:rsid w:val="002C2BE6"/>
    <w:rsid w:val="002C2C36"/>
    <w:rsid w:val="002C365B"/>
    <w:rsid w:val="002C36C7"/>
    <w:rsid w:val="002C39A2"/>
    <w:rsid w:val="002C39D3"/>
    <w:rsid w:val="002C3ED4"/>
    <w:rsid w:val="002C3F55"/>
    <w:rsid w:val="002C40F6"/>
    <w:rsid w:val="002C4287"/>
    <w:rsid w:val="002C428E"/>
    <w:rsid w:val="002C443F"/>
    <w:rsid w:val="002C44D9"/>
    <w:rsid w:val="002C4939"/>
    <w:rsid w:val="002C4A40"/>
    <w:rsid w:val="002C4B6F"/>
    <w:rsid w:val="002C5348"/>
    <w:rsid w:val="002C5544"/>
    <w:rsid w:val="002C5632"/>
    <w:rsid w:val="002C5882"/>
    <w:rsid w:val="002C5A9A"/>
    <w:rsid w:val="002C6A61"/>
    <w:rsid w:val="002C6F2F"/>
    <w:rsid w:val="002C6F35"/>
    <w:rsid w:val="002C6FCC"/>
    <w:rsid w:val="002C70C8"/>
    <w:rsid w:val="002C71F6"/>
    <w:rsid w:val="002C7657"/>
    <w:rsid w:val="002C76E0"/>
    <w:rsid w:val="002C773A"/>
    <w:rsid w:val="002C7873"/>
    <w:rsid w:val="002C787B"/>
    <w:rsid w:val="002C7C91"/>
    <w:rsid w:val="002C7F2F"/>
    <w:rsid w:val="002D00F8"/>
    <w:rsid w:val="002D0651"/>
    <w:rsid w:val="002D0A31"/>
    <w:rsid w:val="002D0CB8"/>
    <w:rsid w:val="002D0D72"/>
    <w:rsid w:val="002D0EA9"/>
    <w:rsid w:val="002D101D"/>
    <w:rsid w:val="002D1294"/>
    <w:rsid w:val="002D189C"/>
    <w:rsid w:val="002D197F"/>
    <w:rsid w:val="002D1BB3"/>
    <w:rsid w:val="002D1DC2"/>
    <w:rsid w:val="002D1E08"/>
    <w:rsid w:val="002D23C2"/>
    <w:rsid w:val="002D2514"/>
    <w:rsid w:val="002D26F9"/>
    <w:rsid w:val="002D2706"/>
    <w:rsid w:val="002D33C5"/>
    <w:rsid w:val="002D3E37"/>
    <w:rsid w:val="002D408E"/>
    <w:rsid w:val="002D4184"/>
    <w:rsid w:val="002D4253"/>
    <w:rsid w:val="002D500B"/>
    <w:rsid w:val="002D50AD"/>
    <w:rsid w:val="002D51D4"/>
    <w:rsid w:val="002D53E2"/>
    <w:rsid w:val="002D5678"/>
    <w:rsid w:val="002D57BF"/>
    <w:rsid w:val="002D6057"/>
    <w:rsid w:val="002D6227"/>
    <w:rsid w:val="002D6480"/>
    <w:rsid w:val="002D65DC"/>
    <w:rsid w:val="002D676F"/>
    <w:rsid w:val="002D68B6"/>
    <w:rsid w:val="002D68D7"/>
    <w:rsid w:val="002D68FC"/>
    <w:rsid w:val="002D6A62"/>
    <w:rsid w:val="002D6B26"/>
    <w:rsid w:val="002D6CC9"/>
    <w:rsid w:val="002D6D02"/>
    <w:rsid w:val="002D7487"/>
    <w:rsid w:val="002D7580"/>
    <w:rsid w:val="002D76D3"/>
    <w:rsid w:val="002D7882"/>
    <w:rsid w:val="002D7A66"/>
    <w:rsid w:val="002D7E59"/>
    <w:rsid w:val="002E00E7"/>
    <w:rsid w:val="002E02E4"/>
    <w:rsid w:val="002E0436"/>
    <w:rsid w:val="002E04A9"/>
    <w:rsid w:val="002E05D0"/>
    <w:rsid w:val="002E0F2B"/>
    <w:rsid w:val="002E129F"/>
    <w:rsid w:val="002E1B9D"/>
    <w:rsid w:val="002E1F48"/>
    <w:rsid w:val="002E213F"/>
    <w:rsid w:val="002E22B9"/>
    <w:rsid w:val="002E25C3"/>
    <w:rsid w:val="002E25FC"/>
    <w:rsid w:val="002E2983"/>
    <w:rsid w:val="002E30D3"/>
    <w:rsid w:val="002E3202"/>
    <w:rsid w:val="002E34BB"/>
    <w:rsid w:val="002E3788"/>
    <w:rsid w:val="002E3D33"/>
    <w:rsid w:val="002E4047"/>
    <w:rsid w:val="002E42AB"/>
    <w:rsid w:val="002E4511"/>
    <w:rsid w:val="002E48CA"/>
    <w:rsid w:val="002E4BA8"/>
    <w:rsid w:val="002E4D9A"/>
    <w:rsid w:val="002E4F74"/>
    <w:rsid w:val="002E5348"/>
    <w:rsid w:val="002E56EB"/>
    <w:rsid w:val="002E56F0"/>
    <w:rsid w:val="002E59CA"/>
    <w:rsid w:val="002E5DF4"/>
    <w:rsid w:val="002E622D"/>
    <w:rsid w:val="002E6281"/>
    <w:rsid w:val="002E66F1"/>
    <w:rsid w:val="002E6B41"/>
    <w:rsid w:val="002E78C7"/>
    <w:rsid w:val="002E7984"/>
    <w:rsid w:val="002F03B9"/>
    <w:rsid w:val="002F04BC"/>
    <w:rsid w:val="002F07B0"/>
    <w:rsid w:val="002F0802"/>
    <w:rsid w:val="002F0C46"/>
    <w:rsid w:val="002F0D72"/>
    <w:rsid w:val="002F0FBF"/>
    <w:rsid w:val="002F104C"/>
    <w:rsid w:val="002F143C"/>
    <w:rsid w:val="002F16E4"/>
    <w:rsid w:val="002F1A9B"/>
    <w:rsid w:val="002F1B5B"/>
    <w:rsid w:val="002F1BF2"/>
    <w:rsid w:val="002F1E48"/>
    <w:rsid w:val="002F2126"/>
    <w:rsid w:val="002F240F"/>
    <w:rsid w:val="002F2493"/>
    <w:rsid w:val="002F28A6"/>
    <w:rsid w:val="002F29F6"/>
    <w:rsid w:val="002F2CF4"/>
    <w:rsid w:val="002F2D31"/>
    <w:rsid w:val="002F2D3F"/>
    <w:rsid w:val="002F2D95"/>
    <w:rsid w:val="002F2F5F"/>
    <w:rsid w:val="002F30EF"/>
    <w:rsid w:val="002F3440"/>
    <w:rsid w:val="002F34B7"/>
    <w:rsid w:val="002F34F3"/>
    <w:rsid w:val="002F35E5"/>
    <w:rsid w:val="002F3634"/>
    <w:rsid w:val="002F3A93"/>
    <w:rsid w:val="002F3DC1"/>
    <w:rsid w:val="002F3E85"/>
    <w:rsid w:val="002F3EC4"/>
    <w:rsid w:val="002F3ECF"/>
    <w:rsid w:val="002F3F2E"/>
    <w:rsid w:val="002F432B"/>
    <w:rsid w:val="002F43AC"/>
    <w:rsid w:val="002F4581"/>
    <w:rsid w:val="002F46DA"/>
    <w:rsid w:val="002F481C"/>
    <w:rsid w:val="002F4C72"/>
    <w:rsid w:val="002F4F5B"/>
    <w:rsid w:val="002F50CF"/>
    <w:rsid w:val="002F529B"/>
    <w:rsid w:val="002F579B"/>
    <w:rsid w:val="002F57B9"/>
    <w:rsid w:val="002F580A"/>
    <w:rsid w:val="002F5813"/>
    <w:rsid w:val="002F5C7A"/>
    <w:rsid w:val="002F5E3E"/>
    <w:rsid w:val="002F5E80"/>
    <w:rsid w:val="002F5F44"/>
    <w:rsid w:val="002F6012"/>
    <w:rsid w:val="002F6015"/>
    <w:rsid w:val="002F6265"/>
    <w:rsid w:val="002F62E8"/>
    <w:rsid w:val="002F644C"/>
    <w:rsid w:val="002F6747"/>
    <w:rsid w:val="002F7070"/>
    <w:rsid w:val="002F765B"/>
    <w:rsid w:val="0030021B"/>
    <w:rsid w:val="003002A1"/>
    <w:rsid w:val="0030040C"/>
    <w:rsid w:val="003005D7"/>
    <w:rsid w:val="003007A6"/>
    <w:rsid w:val="00300AE2"/>
    <w:rsid w:val="00300B19"/>
    <w:rsid w:val="00300F99"/>
    <w:rsid w:val="003018DD"/>
    <w:rsid w:val="003019F8"/>
    <w:rsid w:val="00301B94"/>
    <w:rsid w:val="00301C82"/>
    <w:rsid w:val="00301D34"/>
    <w:rsid w:val="00301F63"/>
    <w:rsid w:val="0030259C"/>
    <w:rsid w:val="0030261D"/>
    <w:rsid w:val="00302E8E"/>
    <w:rsid w:val="00303705"/>
    <w:rsid w:val="003038D0"/>
    <w:rsid w:val="00303F60"/>
    <w:rsid w:val="003041CA"/>
    <w:rsid w:val="00304281"/>
    <w:rsid w:val="003042A6"/>
    <w:rsid w:val="00304576"/>
    <w:rsid w:val="00304646"/>
    <w:rsid w:val="003046DB"/>
    <w:rsid w:val="00304707"/>
    <w:rsid w:val="00304790"/>
    <w:rsid w:val="003047F5"/>
    <w:rsid w:val="00304874"/>
    <w:rsid w:val="00304F34"/>
    <w:rsid w:val="00305322"/>
    <w:rsid w:val="003053B9"/>
    <w:rsid w:val="003055EE"/>
    <w:rsid w:val="00305D7B"/>
    <w:rsid w:val="003060AC"/>
    <w:rsid w:val="00306375"/>
    <w:rsid w:val="0030671D"/>
    <w:rsid w:val="003067C7"/>
    <w:rsid w:val="00306872"/>
    <w:rsid w:val="00306A9F"/>
    <w:rsid w:val="00306AED"/>
    <w:rsid w:val="00306C9D"/>
    <w:rsid w:val="00306D44"/>
    <w:rsid w:val="00306E0F"/>
    <w:rsid w:val="00306F18"/>
    <w:rsid w:val="00307535"/>
    <w:rsid w:val="00307EC5"/>
    <w:rsid w:val="00307F09"/>
    <w:rsid w:val="0031003A"/>
    <w:rsid w:val="00310488"/>
    <w:rsid w:val="003108FF"/>
    <w:rsid w:val="003109EE"/>
    <w:rsid w:val="00310BB6"/>
    <w:rsid w:val="00310DF8"/>
    <w:rsid w:val="00310E9D"/>
    <w:rsid w:val="00311051"/>
    <w:rsid w:val="00311200"/>
    <w:rsid w:val="0031144E"/>
    <w:rsid w:val="00311456"/>
    <w:rsid w:val="003116E4"/>
    <w:rsid w:val="00311943"/>
    <w:rsid w:val="00311A63"/>
    <w:rsid w:val="00311B95"/>
    <w:rsid w:val="00311C28"/>
    <w:rsid w:val="00311CC8"/>
    <w:rsid w:val="00312168"/>
    <w:rsid w:val="0031218C"/>
    <w:rsid w:val="003122D8"/>
    <w:rsid w:val="003125D7"/>
    <w:rsid w:val="00313273"/>
    <w:rsid w:val="0031333F"/>
    <w:rsid w:val="00313417"/>
    <w:rsid w:val="003135E1"/>
    <w:rsid w:val="00313C5D"/>
    <w:rsid w:val="00313D47"/>
    <w:rsid w:val="00314E42"/>
    <w:rsid w:val="00314EB0"/>
    <w:rsid w:val="00315148"/>
    <w:rsid w:val="003157BB"/>
    <w:rsid w:val="00315E75"/>
    <w:rsid w:val="003168D6"/>
    <w:rsid w:val="00316B00"/>
    <w:rsid w:val="0031716E"/>
    <w:rsid w:val="003171F4"/>
    <w:rsid w:val="00317344"/>
    <w:rsid w:val="00317379"/>
    <w:rsid w:val="003174BB"/>
    <w:rsid w:val="0031760D"/>
    <w:rsid w:val="003179BB"/>
    <w:rsid w:val="00317BF8"/>
    <w:rsid w:val="0032059D"/>
    <w:rsid w:val="00320815"/>
    <w:rsid w:val="0032081C"/>
    <w:rsid w:val="00320A0A"/>
    <w:rsid w:val="00320A64"/>
    <w:rsid w:val="00320C4D"/>
    <w:rsid w:val="00320CF2"/>
    <w:rsid w:val="00320D27"/>
    <w:rsid w:val="003217E0"/>
    <w:rsid w:val="00321C45"/>
    <w:rsid w:val="00321DBD"/>
    <w:rsid w:val="003221DB"/>
    <w:rsid w:val="00322252"/>
    <w:rsid w:val="003223AC"/>
    <w:rsid w:val="0032246D"/>
    <w:rsid w:val="00322610"/>
    <w:rsid w:val="003228CF"/>
    <w:rsid w:val="00322A2E"/>
    <w:rsid w:val="00322C4E"/>
    <w:rsid w:val="00322E82"/>
    <w:rsid w:val="00322F65"/>
    <w:rsid w:val="003233F7"/>
    <w:rsid w:val="00323460"/>
    <w:rsid w:val="00323C04"/>
    <w:rsid w:val="00324411"/>
    <w:rsid w:val="0032443D"/>
    <w:rsid w:val="0032448E"/>
    <w:rsid w:val="00324AD9"/>
    <w:rsid w:val="00324AFB"/>
    <w:rsid w:val="00324BDC"/>
    <w:rsid w:val="00324C5D"/>
    <w:rsid w:val="00324DE0"/>
    <w:rsid w:val="00324E27"/>
    <w:rsid w:val="00324E2C"/>
    <w:rsid w:val="00324E73"/>
    <w:rsid w:val="0032503A"/>
    <w:rsid w:val="00325193"/>
    <w:rsid w:val="003254D6"/>
    <w:rsid w:val="00325659"/>
    <w:rsid w:val="003256AC"/>
    <w:rsid w:val="003258CB"/>
    <w:rsid w:val="00325A4A"/>
    <w:rsid w:val="00325A76"/>
    <w:rsid w:val="00325A99"/>
    <w:rsid w:val="00325FCB"/>
    <w:rsid w:val="003260C3"/>
    <w:rsid w:val="00326139"/>
    <w:rsid w:val="003261EF"/>
    <w:rsid w:val="00326229"/>
    <w:rsid w:val="0032625F"/>
    <w:rsid w:val="0032631D"/>
    <w:rsid w:val="003264DE"/>
    <w:rsid w:val="00326800"/>
    <w:rsid w:val="00326965"/>
    <w:rsid w:val="00327634"/>
    <w:rsid w:val="00327714"/>
    <w:rsid w:val="00327BA7"/>
    <w:rsid w:val="00327C9B"/>
    <w:rsid w:val="00327D4F"/>
    <w:rsid w:val="00327DC7"/>
    <w:rsid w:val="00327EC6"/>
    <w:rsid w:val="00330023"/>
    <w:rsid w:val="003301E9"/>
    <w:rsid w:val="003303D5"/>
    <w:rsid w:val="0033045A"/>
    <w:rsid w:val="00330A88"/>
    <w:rsid w:val="003310BC"/>
    <w:rsid w:val="00331149"/>
    <w:rsid w:val="0033116B"/>
    <w:rsid w:val="003312CF"/>
    <w:rsid w:val="00331430"/>
    <w:rsid w:val="00331992"/>
    <w:rsid w:val="00331E76"/>
    <w:rsid w:val="0033202E"/>
    <w:rsid w:val="0033279C"/>
    <w:rsid w:val="0033281D"/>
    <w:rsid w:val="00332A2C"/>
    <w:rsid w:val="00332B7E"/>
    <w:rsid w:val="00332CC1"/>
    <w:rsid w:val="00332D2E"/>
    <w:rsid w:val="00332D58"/>
    <w:rsid w:val="00332F0C"/>
    <w:rsid w:val="0033306E"/>
    <w:rsid w:val="00333073"/>
    <w:rsid w:val="0033308B"/>
    <w:rsid w:val="0033334B"/>
    <w:rsid w:val="00333C46"/>
    <w:rsid w:val="00333F49"/>
    <w:rsid w:val="0033473D"/>
    <w:rsid w:val="0033492C"/>
    <w:rsid w:val="00334C30"/>
    <w:rsid w:val="00334C93"/>
    <w:rsid w:val="00334D9A"/>
    <w:rsid w:val="00334F0D"/>
    <w:rsid w:val="003350FA"/>
    <w:rsid w:val="0033570A"/>
    <w:rsid w:val="0033620B"/>
    <w:rsid w:val="00336532"/>
    <w:rsid w:val="00336568"/>
    <w:rsid w:val="003366B5"/>
    <w:rsid w:val="00336780"/>
    <w:rsid w:val="003368B1"/>
    <w:rsid w:val="003369BC"/>
    <w:rsid w:val="00336BDA"/>
    <w:rsid w:val="003371C2"/>
    <w:rsid w:val="003376E6"/>
    <w:rsid w:val="00337B6D"/>
    <w:rsid w:val="00337BB4"/>
    <w:rsid w:val="00340350"/>
    <w:rsid w:val="00340408"/>
    <w:rsid w:val="003411CC"/>
    <w:rsid w:val="003415E8"/>
    <w:rsid w:val="003417E4"/>
    <w:rsid w:val="0034181B"/>
    <w:rsid w:val="0034211C"/>
    <w:rsid w:val="00342327"/>
    <w:rsid w:val="003423F7"/>
    <w:rsid w:val="0034286D"/>
    <w:rsid w:val="003429FD"/>
    <w:rsid w:val="00342CE7"/>
    <w:rsid w:val="00342E66"/>
    <w:rsid w:val="003431F6"/>
    <w:rsid w:val="003435C5"/>
    <w:rsid w:val="003439E3"/>
    <w:rsid w:val="00343A17"/>
    <w:rsid w:val="00343EAC"/>
    <w:rsid w:val="00344371"/>
    <w:rsid w:val="0034461E"/>
    <w:rsid w:val="003449DF"/>
    <w:rsid w:val="00344AA9"/>
    <w:rsid w:val="00344E48"/>
    <w:rsid w:val="00344EF5"/>
    <w:rsid w:val="00344FA4"/>
    <w:rsid w:val="00344FD3"/>
    <w:rsid w:val="0034525D"/>
    <w:rsid w:val="00345A9F"/>
    <w:rsid w:val="003463B2"/>
    <w:rsid w:val="00346658"/>
    <w:rsid w:val="0034696C"/>
    <w:rsid w:val="003473F0"/>
    <w:rsid w:val="003478BD"/>
    <w:rsid w:val="003478F2"/>
    <w:rsid w:val="00347936"/>
    <w:rsid w:val="00347A26"/>
    <w:rsid w:val="00350102"/>
    <w:rsid w:val="00350258"/>
    <w:rsid w:val="00350A0F"/>
    <w:rsid w:val="00350A35"/>
    <w:rsid w:val="00350AF5"/>
    <w:rsid w:val="00350B99"/>
    <w:rsid w:val="00350BAF"/>
    <w:rsid w:val="00350DA3"/>
    <w:rsid w:val="00350EBD"/>
    <w:rsid w:val="00351284"/>
    <w:rsid w:val="0035168A"/>
    <w:rsid w:val="0035180D"/>
    <w:rsid w:val="00351BBC"/>
    <w:rsid w:val="00351BFA"/>
    <w:rsid w:val="00351C8A"/>
    <w:rsid w:val="00352012"/>
    <w:rsid w:val="0035206C"/>
    <w:rsid w:val="00352127"/>
    <w:rsid w:val="003521BF"/>
    <w:rsid w:val="003521F1"/>
    <w:rsid w:val="00352597"/>
    <w:rsid w:val="003525ED"/>
    <w:rsid w:val="003528B2"/>
    <w:rsid w:val="00352C2A"/>
    <w:rsid w:val="00352E12"/>
    <w:rsid w:val="0035311B"/>
    <w:rsid w:val="00353614"/>
    <w:rsid w:val="00353A10"/>
    <w:rsid w:val="00353A51"/>
    <w:rsid w:val="00353F61"/>
    <w:rsid w:val="00354341"/>
    <w:rsid w:val="00354479"/>
    <w:rsid w:val="003544B6"/>
    <w:rsid w:val="003544C1"/>
    <w:rsid w:val="00354763"/>
    <w:rsid w:val="00354A13"/>
    <w:rsid w:val="00354B1A"/>
    <w:rsid w:val="00354C9B"/>
    <w:rsid w:val="00355023"/>
    <w:rsid w:val="003551D4"/>
    <w:rsid w:val="00355295"/>
    <w:rsid w:val="00355386"/>
    <w:rsid w:val="003553CA"/>
    <w:rsid w:val="003555B8"/>
    <w:rsid w:val="00355610"/>
    <w:rsid w:val="00355A09"/>
    <w:rsid w:val="00355C5A"/>
    <w:rsid w:val="00355D80"/>
    <w:rsid w:val="003561F7"/>
    <w:rsid w:val="0035634A"/>
    <w:rsid w:val="003564F1"/>
    <w:rsid w:val="00356B16"/>
    <w:rsid w:val="00356E0C"/>
    <w:rsid w:val="00356EBC"/>
    <w:rsid w:val="00356F8A"/>
    <w:rsid w:val="003570A5"/>
    <w:rsid w:val="003570D4"/>
    <w:rsid w:val="003575BF"/>
    <w:rsid w:val="0035785D"/>
    <w:rsid w:val="00357BC9"/>
    <w:rsid w:val="00360216"/>
    <w:rsid w:val="003605AA"/>
    <w:rsid w:val="003607CF"/>
    <w:rsid w:val="00360885"/>
    <w:rsid w:val="00360A0B"/>
    <w:rsid w:val="00360BA5"/>
    <w:rsid w:val="00360BFD"/>
    <w:rsid w:val="00360D7C"/>
    <w:rsid w:val="00361231"/>
    <w:rsid w:val="00361262"/>
    <w:rsid w:val="00361582"/>
    <w:rsid w:val="00361D7F"/>
    <w:rsid w:val="00361FD5"/>
    <w:rsid w:val="00362202"/>
    <w:rsid w:val="0036244B"/>
    <w:rsid w:val="00362FE8"/>
    <w:rsid w:val="00363A03"/>
    <w:rsid w:val="00363D50"/>
    <w:rsid w:val="00363D6D"/>
    <w:rsid w:val="00364183"/>
    <w:rsid w:val="00364544"/>
    <w:rsid w:val="003645D5"/>
    <w:rsid w:val="0036482D"/>
    <w:rsid w:val="00364ADA"/>
    <w:rsid w:val="00364EDC"/>
    <w:rsid w:val="003654A1"/>
    <w:rsid w:val="003655B9"/>
    <w:rsid w:val="00365669"/>
    <w:rsid w:val="00365727"/>
    <w:rsid w:val="00365876"/>
    <w:rsid w:val="003658CB"/>
    <w:rsid w:val="00365939"/>
    <w:rsid w:val="00365C4E"/>
    <w:rsid w:val="00366211"/>
    <w:rsid w:val="003663F6"/>
    <w:rsid w:val="003668EB"/>
    <w:rsid w:val="00366987"/>
    <w:rsid w:val="00366A0D"/>
    <w:rsid w:val="00366B1F"/>
    <w:rsid w:val="00366B97"/>
    <w:rsid w:val="00366C3D"/>
    <w:rsid w:val="0036748E"/>
    <w:rsid w:val="00367CC5"/>
    <w:rsid w:val="00367D0E"/>
    <w:rsid w:val="0037026C"/>
    <w:rsid w:val="0037036E"/>
    <w:rsid w:val="003703EF"/>
    <w:rsid w:val="00370694"/>
    <w:rsid w:val="00370789"/>
    <w:rsid w:val="0037089A"/>
    <w:rsid w:val="00370959"/>
    <w:rsid w:val="00370E29"/>
    <w:rsid w:val="0037103E"/>
    <w:rsid w:val="00371487"/>
    <w:rsid w:val="00371688"/>
    <w:rsid w:val="00371B4C"/>
    <w:rsid w:val="00371BC1"/>
    <w:rsid w:val="00371C01"/>
    <w:rsid w:val="003721CF"/>
    <w:rsid w:val="0037256F"/>
    <w:rsid w:val="00372745"/>
    <w:rsid w:val="00372911"/>
    <w:rsid w:val="0037294F"/>
    <w:rsid w:val="00372BD3"/>
    <w:rsid w:val="00372D68"/>
    <w:rsid w:val="003733CD"/>
    <w:rsid w:val="00373587"/>
    <w:rsid w:val="0037361D"/>
    <w:rsid w:val="003736CB"/>
    <w:rsid w:val="00373BD3"/>
    <w:rsid w:val="00373C6B"/>
    <w:rsid w:val="00373EDC"/>
    <w:rsid w:val="00374466"/>
    <w:rsid w:val="003747C9"/>
    <w:rsid w:val="003751E3"/>
    <w:rsid w:val="0037530A"/>
    <w:rsid w:val="0037566A"/>
    <w:rsid w:val="00375866"/>
    <w:rsid w:val="00375B50"/>
    <w:rsid w:val="00375D68"/>
    <w:rsid w:val="00375E9F"/>
    <w:rsid w:val="003763FA"/>
    <w:rsid w:val="00376906"/>
    <w:rsid w:val="003769CD"/>
    <w:rsid w:val="003770BD"/>
    <w:rsid w:val="003773EE"/>
    <w:rsid w:val="003774F3"/>
    <w:rsid w:val="0037755C"/>
    <w:rsid w:val="003777B6"/>
    <w:rsid w:val="003779CF"/>
    <w:rsid w:val="00377D51"/>
    <w:rsid w:val="00380176"/>
    <w:rsid w:val="003809EF"/>
    <w:rsid w:val="00380B52"/>
    <w:rsid w:val="00380CC8"/>
    <w:rsid w:val="00380CF9"/>
    <w:rsid w:val="00380F34"/>
    <w:rsid w:val="003811DF"/>
    <w:rsid w:val="003815A9"/>
    <w:rsid w:val="003815FE"/>
    <w:rsid w:val="00381B2A"/>
    <w:rsid w:val="003820CF"/>
    <w:rsid w:val="003821C6"/>
    <w:rsid w:val="0038224A"/>
    <w:rsid w:val="0038233D"/>
    <w:rsid w:val="003823D8"/>
    <w:rsid w:val="003824F5"/>
    <w:rsid w:val="00382687"/>
    <w:rsid w:val="003828FE"/>
    <w:rsid w:val="00382C46"/>
    <w:rsid w:val="00383153"/>
    <w:rsid w:val="003831BA"/>
    <w:rsid w:val="003833D5"/>
    <w:rsid w:val="00383971"/>
    <w:rsid w:val="003842AD"/>
    <w:rsid w:val="0038454A"/>
    <w:rsid w:val="003849F3"/>
    <w:rsid w:val="00384B3F"/>
    <w:rsid w:val="00384CE2"/>
    <w:rsid w:val="00385077"/>
    <w:rsid w:val="00385132"/>
    <w:rsid w:val="0038530E"/>
    <w:rsid w:val="00385493"/>
    <w:rsid w:val="00385987"/>
    <w:rsid w:val="00385E47"/>
    <w:rsid w:val="0038602A"/>
    <w:rsid w:val="0038630F"/>
    <w:rsid w:val="00386455"/>
    <w:rsid w:val="003864E7"/>
    <w:rsid w:val="00386890"/>
    <w:rsid w:val="003869F5"/>
    <w:rsid w:val="00386AD9"/>
    <w:rsid w:val="00386C3C"/>
    <w:rsid w:val="00386D5F"/>
    <w:rsid w:val="00387357"/>
    <w:rsid w:val="00387E1D"/>
    <w:rsid w:val="00390150"/>
    <w:rsid w:val="003901DE"/>
    <w:rsid w:val="00390232"/>
    <w:rsid w:val="003903D4"/>
    <w:rsid w:val="00390608"/>
    <w:rsid w:val="0039089D"/>
    <w:rsid w:val="003908E7"/>
    <w:rsid w:val="00390A4C"/>
    <w:rsid w:val="00390DE8"/>
    <w:rsid w:val="0039106B"/>
    <w:rsid w:val="0039111A"/>
    <w:rsid w:val="003912E0"/>
    <w:rsid w:val="00391353"/>
    <w:rsid w:val="003915C5"/>
    <w:rsid w:val="0039173E"/>
    <w:rsid w:val="003919F9"/>
    <w:rsid w:val="00391C44"/>
    <w:rsid w:val="00391F18"/>
    <w:rsid w:val="00392523"/>
    <w:rsid w:val="0039281D"/>
    <w:rsid w:val="00392D09"/>
    <w:rsid w:val="003930F9"/>
    <w:rsid w:val="00393233"/>
    <w:rsid w:val="003933DA"/>
    <w:rsid w:val="0039348A"/>
    <w:rsid w:val="00393500"/>
    <w:rsid w:val="00393EE7"/>
    <w:rsid w:val="00394185"/>
    <w:rsid w:val="00394509"/>
    <w:rsid w:val="00394CDE"/>
    <w:rsid w:val="0039550A"/>
    <w:rsid w:val="00395E0B"/>
    <w:rsid w:val="003962B2"/>
    <w:rsid w:val="00396357"/>
    <w:rsid w:val="0039681F"/>
    <w:rsid w:val="003968AA"/>
    <w:rsid w:val="00396E9C"/>
    <w:rsid w:val="003971C4"/>
    <w:rsid w:val="003973BF"/>
    <w:rsid w:val="00397447"/>
    <w:rsid w:val="00397DD2"/>
    <w:rsid w:val="00397E47"/>
    <w:rsid w:val="00397FDE"/>
    <w:rsid w:val="003A03CC"/>
    <w:rsid w:val="003A03FA"/>
    <w:rsid w:val="003A03FF"/>
    <w:rsid w:val="003A0728"/>
    <w:rsid w:val="003A0C00"/>
    <w:rsid w:val="003A0CA1"/>
    <w:rsid w:val="003A0E63"/>
    <w:rsid w:val="003A0E8A"/>
    <w:rsid w:val="003A0F51"/>
    <w:rsid w:val="003A0F6D"/>
    <w:rsid w:val="003A0F89"/>
    <w:rsid w:val="003A1729"/>
    <w:rsid w:val="003A18E4"/>
    <w:rsid w:val="003A198D"/>
    <w:rsid w:val="003A19F8"/>
    <w:rsid w:val="003A1B60"/>
    <w:rsid w:val="003A1D3E"/>
    <w:rsid w:val="003A1E65"/>
    <w:rsid w:val="003A2212"/>
    <w:rsid w:val="003A25D0"/>
    <w:rsid w:val="003A293C"/>
    <w:rsid w:val="003A2BE9"/>
    <w:rsid w:val="003A2C22"/>
    <w:rsid w:val="003A32D2"/>
    <w:rsid w:val="003A34A5"/>
    <w:rsid w:val="003A36D1"/>
    <w:rsid w:val="003A36E5"/>
    <w:rsid w:val="003A3A55"/>
    <w:rsid w:val="003A3C66"/>
    <w:rsid w:val="003A3DFE"/>
    <w:rsid w:val="003A3F1D"/>
    <w:rsid w:val="003A4357"/>
    <w:rsid w:val="003A44E2"/>
    <w:rsid w:val="003A4647"/>
    <w:rsid w:val="003A4998"/>
    <w:rsid w:val="003A4EBE"/>
    <w:rsid w:val="003A5038"/>
    <w:rsid w:val="003A5174"/>
    <w:rsid w:val="003A52BF"/>
    <w:rsid w:val="003A52E3"/>
    <w:rsid w:val="003A598C"/>
    <w:rsid w:val="003A5D7F"/>
    <w:rsid w:val="003A5DDA"/>
    <w:rsid w:val="003A5F29"/>
    <w:rsid w:val="003A628F"/>
    <w:rsid w:val="003A62CF"/>
    <w:rsid w:val="003A6409"/>
    <w:rsid w:val="003A64C2"/>
    <w:rsid w:val="003A65A7"/>
    <w:rsid w:val="003A6850"/>
    <w:rsid w:val="003A6D38"/>
    <w:rsid w:val="003A70F1"/>
    <w:rsid w:val="003A730D"/>
    <w:rsid w:val="003A741E"/>
    <w:rsid w:val="003A7BBD"/>
    <w:rsid w:val="003A7BFE"/>
    <w:rsid w:val="003A7FB0"/>
    <w:rsid w:val="003B00E5"/>
    <w:rsid w:val="003B0228"/>
    <w:rsid w:val="003B0B3C"/>
    <w:rsid w:val="003B0C31"/>
    <w:rsid w:val="003B0E27"/>
    <w:rsid w:val="003B0E34"/>
    <w:rsid w:val="003B138D"/>
    <w:rsid w:val="003B1B56"/>
    <w:rsid w:val="003B256F"/>
    <w:rsid w:val="003B2A3B"/>
    <w:rsid w:val="003B3CD1"/>
    <w:rsid w:val="003B40BE"/>
    <w:rsid w:val="003B4400"/>
    <w:rsid w:val="003B4446"/>
    <w:rsid w:val="003B4716"/>
    <w:rsid w:val="003B5421"/>
    <w:rsid w:val="003B5698"/>
    <w:rsid w:val="003B56E8"/>
    <w:rsid w:val="003B5988"/>
    <w:rsid w:val="003B5A35"/>
    <w:rsid w:val="003B5C81"/>
    <w:rsid w:val="003B5CD3"/>
    <w:rsid w:val="003B60AB"/>
    <w:rsid w:val="003B614B"/>
    <w:rsid w:val="003B6319"/>
    <w:rsid w:val="003B6434"/>
    <w:rsid w:val="003B67E1"/>
    <w:rsid w:val="003B6B79"/>
    <w:rsid w:val="003B6EB0"/>
    <w:rsid w:val="003B6F1C"/>
    <w:rsid w:val="003B6F79"/>
    <w:rsid w:val="003B71AB"/>
    <w:rsid w:val="003B73D2"/>
    <w:rsid w:val="003B790F"/>
    <w:rsid w:val="003B7BC9"/>
    <w:rsid w:val="003B7DC6"/>
    <w:rsid w:val="003B7FAD"/>
    <w:rsid w:val="003C0052"/>
    <w:rsid w:val="003C010F"/>
    <w:rsid w:val="003C01E7"/>
    <w:rsid w:val="003C0424"/>
    <w:rsid w:val="003C068E"/>
    <w:rsid w:val="003C0DC9"/>
    <w:rsid w:val="003C0E67"/>
    <w:rsid w:val="003C0ECF"/>
    <w:rsid w:val="003C10E0"/>
    <w:rsid w:val="003C1140"/>
    <w:rsid w:val="003C1684"/>
    <w:rsid w:val="003C1AF7"/>
    <w:rsid w:val="003C1C7B"/>
    <w:rsid w:val="003C1EDC"/>
    <w:rsid w:val="003C255F"/>
    <w:rsid w:val="003C274E"/>
    <w:rsid w:val="003C278D"/>
    <w:rsid w:val="003C2963"/>
    <w:rsid w:val="003C2A73"/>
    <w:rsid w:val="003C2C40"/>
    <w:rsid w:val="003C2C8E"/>
    <w:rsid w:val="003C2EE0"/>
    <w:rsid w:val="003C30E7"/>
    <w:rsid w:val="003C357A"/>
    <w:rsid w:val="003C375E"/>
    <w:rsid w:val="003C3AB2"/>
    <w:rsid w:val="003C3BA1"/>
    <w:rsid w:val="003C3FDE"/>
    <w:rsid w:val="003C4080"/>
    <w:rsid w:val="003C41ED"/>
    <w:rsid w:val="003C4406"/>
    <w:rsid w:val="003C4584"/>
    <w:rsid w:val="003C495B"/>
    <w:rsid w:val="003C496A"/>
    <w:rsid w:val="003C5619"/>
    <w:rsid w:val="003C5BA2"/>
    <w:rsid w:val="003C5BEB"/>
    <w:rsid w:val="003C6143"/>
    <w:rsid w:val="003C6217"/>
    <w:rsid w:val="003C6263"/>
    <w:rsid w:val="003C6ADD"/>
    <w:rsid w:val="003C6AF2"/>
    <w:rsid w:val="003C700A"/>
    <w:rsid w:val="003C74DA"/>
    <w:rsid w:val="003C750F"/>
    <w:rsid w:val="003C7984"/>
    <w:rsid w:val="003C7A03"/>
    <w:rsid w:val="003C7B90"/>
    <w:rsid w:val="003C7C65"/>
    <w:rsid w:val="003C7C9E"/>
    <w:rsid w:val="003C7DB8"/>
    <w:rsid w:val="003D014C"/>
    <w:rsid w:val="003D032D"/>
    <w:rsid w:val="003D06DA"/>
    <w:rsid w:val="003D08DC"/>
    <w:rsid w:val="003D0B8C"/>
    <w:rsid w:val="003D0E50"/>
    <w:rsid w:val="003D0F55"/>
    <w:rsid w:val="003D12F6"/>
    <w:rsid w:val="003D1531"/>
    <w:rsid w:val="003D1863"/>
    <w:rsid w:val="003D1A5B"/>
    <w:rsid w:val="003D1BEB"/>
    <w:rsid w:val="003D1E12"/>
    <w:rsid w:val="003D21F8"/>
    <w:rsid w:val="003D22A6"/>
    <w:rsid w:val="003D25F6"/>
    <w:rsid w:val="003D264C"/>
    <w:rsid w:val="003D276F"/>
    <w:rsid w:val="003D329E"/>
    <w:rsid w:val="003D33E1"/>
    <w:rsid w:val="003D3E53"/>
    <w:rsid w:val="003D3EC0"/>
    <w:rsid w:val="003D3F39"/>
    <w:rsid w:val="003D44B6"/>
    <w:rsid w:val="003D4617"/>
    <w:rsid w:val="003D46A1"/>
    <w:rsid w:val="003D4C18"/>
    <w:rsid w:val="003D4E80"/>
    <w:rsid w:val="003D56FC"/>
    <w:rsid w:val="003D571A"/>
    <w:rsid w:val="003D5799"/>
    <w:rsid w:val="003D59EC"/>
    <w:rsid w:val="003D5DB9"/>
    <w:rsid w:val="003D5F43"/>
    <w:rsid w:val="003D63AE"/>
    <w:rsid w:val="003D68AE"/>
    <w:rsid w:val="003D6C9A"/>
    <w:rsid w:val="003D6DE6"/>
    <w:rsid w:val="003D6F16"/>
    <w:rsid w:val="003D6F9E"/>
    <w:rsid w:val="003D6FC0"/>
    <w:rsid w:val="003D73A7"/>
    <w:rsid w:val="003D7DFA"/>
    <w:rsid w:val="003D7E1D"/>
    <w:rsid w:val="003D7F50"/>
    <w:rsid w:val="003E00C7"/>
    <w:rsid w:val="003E1747"/>
    <w:rsid w:val="003E1ADB"/>
    <w:rsid w:val="003E1BE8"/>
    <w:rsid w:val="003E2274"/>
    <w:rsid w:val="003E2363"/>
    <w:rsid w:val="003E2438"/>
    <w:rsid w:val="003E2B93"/>
    <w:rsid w:val="003E2BF7"/>
    <w:rsid w:val="003E2D89"/>
    <w:rsid w:val="003E342B"/>
    <w:rsid w:val="003E3718"/>
    <w:rsid w:val="003E382F"/>
    <w:rsid w:val="003E3B64"/>
    <w:rsid w:val="003E3E61"/>
    <w:rsid w:val="003E41F8"/>
    <w:rsid w:val="003E42C2"/>
    <w:rsid w:val="003E4403"/>
    <w:rsid w:val="003E5525"/>
    <w:rsid w:val="003E568F"/>
    <w:rsid w:val="003E5BD8"/>
    <w:rsid w:val="003E6079"/>
    <w:rsid w:val="003E608A"/>
    <w:rsid w:val="003E60CB"/>
    <w:rsid w:val="003E624E"/>
    <w:rsid w:val="003E6339"/>
    <w:rsid w:val="003E6375"/>
    <w:rsid w:val="003E650E"/>
    <w:rsid w:val="003E668A"/>
    <w:rsid w:val="003E66D6"/>
    <w:rsid w:val="003E6C78"/>
    <w:rsid w:val="003E6DF8"/>
    <w:rsid w:val="003E6E94"/>
    <w:rsid w:val="003E7113"/>
    <w:rsid w:val="003E7656"/>
    <w:rsid w:val="003E7AEF"/>
    <w:rsid w:val="003F0089"/>
    <w:rsid w:val="003F0191"/>
    <w:rsid w:val="003F02B7"/>
    <w:rsid w:val="003F06AB"/>
    <w:rsid w:val="003F0862"/>
    <w:rsid w:val="003F0CA0"/>
    <w:rsid w:val="003F0D42"/>
    <w:rsid w:val="003F0EE9"/>
    <w:rsid w:val="003F1226"/>
    <w:rsid w:val="003F15F4"/>
    <w:rsid w:val="003F1AAA"/>
    <w:rsid w:val="003F1CF3"/>
    <w:rsid w:val="003F218E"/>
    <w:rsid w:val="003F23AC"/>
    <w:rsid w:val="003F25CC"/>
    <w:rsid w:val="003F2838"/>
    <w:rsid w:val="003F28E5"/>
    <w:rsid w:val="003F2988"/>
    <w:rsid w:val="003F30DB"/>
    <w:rsid w:val="003F3E44"/>
    <w:rsid w:val="003F3F62"/>
    <w:rsid w:val="003F3FB0"/>
    <w:rsid w:val="003F42CD"/>
    <w:rsid w:val="003F44E6"/>
    <w:rsid w:val="003F4519"/>
    <w:rsid w:val="003F461A"/>
    <w:rsid w:val="003F4894"/>
    <w:rsid w:val="003F48C1"/>
    <w:rsid w:val="003F48F2"/>
    <w:rsid w:val="003F4B7D"/>
    <w:rsid w:val="003F4C1A"/>
    <w:rsid w:val="003F509A"/>
    <w:rsid w:val="003F50A8"/>
    <w:rsid w:val="003F5631"/>
    <w:rsid w:val="003F5684"/>
    <w:rsid w:val="003F5B02"/>
    <w:rsid w:val="003F5D0A"/>
    <w:rsid w:val="003F60FB"/>
    <w:rsid w:val="003F62A5"/>
    <w:rsid w:val="003F6787"/>
    <w:rsid w:val="003F6D22"/>
    <w:rsid w:val="003F6EB2"/>
    <w:rsid w:val="003F7095"/>
    <w:rsid w:val="003F741A"/>
    <w:rsid w:val="003F7436"/>
    <w:rsid w:val="003F7800"/>
    <w:rsid w:val="003F79BE"/>
    <w:rsid w:val="003F7B15"/>
    <w:rsid w:val="003F7D2F"/>
    <w:rsid w:val="003F7E1D"/>
    <w:rsid w:val="00400332"/>
    <w:rsid w:val="004006DF"/>
    <w:rsid w:val="00400785"/>
    <w:rsid w:val="00400B51"/>
    <w:rsid w:val="00400D07"/>
    <w:rsid w:val="00400EB4"/>
    <w:rsid w:val="0040109A"/>
    <w:rsid w:val="00401166"/>
    <w:rsid w:val="0040119A"/>
    <w:rsid w:val="00401391"/>
    <w:rsid w:val="00401D9A"/>
    <w:rsid w:val="00401DAA"/>
    <w:rsid w:val="0040202D"/>
    <w:rsid w:val="0040298E"/>
    <w:rsid w:val="004029F3"/>
    <w:rsid w:val="00402A16"/>
    <w:rsid w:val="00402A45"/>
    <w:rsid w:val="00402B90"/>
    <w:rsid w:val="00402C7C"/>
    <w:rsid w:val="00403012"/>
    <w:rsid w:val="0040369B"/>
    <w:rsid w:val="004038DD"/>
    <w:rsid w:val="0040397A"/>
    <w:rsid w:val="004039C3"/>
    <w:rsid w:val="00403B3F"/>
    <w:rsid w:val="00403D8D"/>
    <w:rsid w:val="004047EA"/>
    <w:rsid w:val="00404D87"/>
    <w:rsid w:val="00404E68"/>
    <w:rsid w:val="00405302"/>
    <w:rsid w:val="00405674"/>
    <w:rsid w:val="00405F7F"/>
    <w:rsid w:val="00406150"/>
    <w:rsid w:val="004064E7"/>
    <w:rsid w:val="00407672"/>
    <w:rsid w:val="004077B7"/>
    <w:rsid w:val="0040790D"/>
    <w:rsid w:val="00407B8F"/>
    <w:rsid w:val="00407BB9"/>
    <w:rsid w:val="00407DD6"/>
    <w:rsid w:val="0041075E"/>
    <w:rsid w:val="00410827"/>
    <w:rsid w:val="0041093D"/>
    <w:rsid w:val="00410D0D"/>
    <w:rsid w:val="00411000"/>
    <w:rsid w:val="00411092"/>
    <w:rsid w:val="00411404"/>
    <w:rsid w:val="00411A2E"/>
    <w:rsid w:val="00411D1A"/>
    <w:rsid w:val="00411DDB"/>
    <w:rsid w:val="0041213F"/>
    <w:rsid w:val="00412297"/>
    <w:rsid w:val="004122E8"/>
    <w:rsid w:val="00412341"/>
    <w:rsid w:val="00412573"/>
    <w:rsid w:val="00412643"/>
    <w:rsid w:val="00412B2C"/>
    <w:rsid w:val="00412D52"/>
    <w:rsid w:val="004131F0"/>
    <w:rsid w:val="004133AF"/>
    <w:rsid w:val="00413505"/>
    <w:rsid w:val="00413818"/>
    <w:rsid w:val="00413DA2"/>
    <w:rsid w:val="00413E88"/>
    <w:rsid w:val="00414281"/>
    <w:rsid w:val="00414B9E"/>
    <w:rsid w:val="00414E11"/>
    <w:rsid w:val="00414EDB"/>
    <w:rsid w:val="00415316"/>
    <w:rsid w:val="004154F8"/>
    <w:rsid w:val="004158FC"/>
    <w:rsid w:val="0041594A"/>
    <w:rsid w:val="004159A9"/>
    <w:rsid w:val="00415DFA"/>
    <w:rsid w:val="00416323"/>
    <w:rsid w:val="0041643A"/>
    <w:rsid w:val="0041646E"/>
    <w:rsid w:val="00416622"/>
    <w:rsid w:val="0041696D"/>
    <w:rsid w:val="00416D66"/>
    <w:rsid w:val="00416D72"/>
    <w:rsid w:val="00416EC5"/>
    <w:rsid w:val="0041759D"/>
    <w:rsid w:val="00417AF7"/>
    <w:rsid w:val="00417AF9"/>
    <w:rsid w:val="00417B13"/>
    <w:rsid w:val="00417D97"/>
    <w:rsid w:val="00417F28"/>
    <w:rsid w:val="0042025F"/>
    <w:rsid w:val="004202CC"/>
    <w:rsid w:val="00420589"/>
    <w:rsid w:val="00420724"/>
    <w:rsid w:val="004207CD"/>
    <w:rsid w:val="00421140"/>
    <w:rsid w:val="004211BA"/>
    <w:rsid w:val="0042128A"/>
    <w:rsid w:val="004212D5"/>
    <w:rsid w:val="00421429"/>
    <w:rsid w:val="004214D1"/>
    <w:rsid w:val="004214F6"/>
    <w:rsid w:val="00421997"/>
    <w:rsid w:val="00421A58"/>
    <w:rsid w:val="00421D16"/>
    <w:rsid w:val="00422085"/>
    <w:rsid w:val="00422382"/>
    <w:rsid w:val="00423160"/>
    <w:rsid w:val="0042344E"/>
    <w:rsid w:val="0042348F"/>
    <w:rsid w:val="004234EF"/>
    <w:rsid w:val="00423FCC"/>
    <w:rsid w:val="00424005"/>
    <w:rsid w:val="0042420A"/>
    <w:rsid w:val="00424332"/>
    <w:rsid w:val="00424434"/>
    <w:rsid w:val="00424728"/>
    <w:rsid w:val="00424798"/>
    <w:rsid w:val="0042499A"/>
    <w:rsid w:val="00424A19"/>
    <w:rsid w:val="00424A4E"/>
    <w:rsid w:val="00424AEE"/>
    <w:rsid w:val="00424B3C"/>
    <w:rsid w:val="00424EB3"/>
    <w:rsid w:val="004253BA"/>
    <w:rsid w:val="004253DB"/>
    <w:rsid w:val="0042577E"/>
    <w:rsid w:val="00425BD2"/>
    <w:rsid w:val="00425E96"/>
    <w:rsid w:val="00426009"/>
    <w:rsid w:val="0042615B"/>
    <w:rsid w:val="00426227"/>
    <w:rsid w:val="00426301"/>
    <w:rsid w:val="0042630D"/>
    <w:rsid w:val="00426A60"/>
    <w:rsid w:val="00426BFB"/>
    <w:rsid w:val="00426E0D"/>
    <w:rsid w:val="0042741F"/>
    <w:rsid w:val="00427486"/>
    <w:rsid w:val="00427A51"/>
    <w:rsid w:val="00427C90"/>
    <w:rsid w:val="00430A0B"/>
    <w:rsid w:val="00430BF5"/>
    <w:rsid w:val="0043125B"/>
    <w:rsid w:val="004313BA"/>
    <w:rsid w:val="00431408"/>
    <w:rsid w:val="00431431"/>
    <w:rsid w:val="00431476"/>
    <w:rsid w:val="00431815"/>
    <w:rsid w:val="00432922"/>
    <w:rsid w:val="004329BC"/>
    <w:rsid w:val="00432AB8"/>
    <w:rsid w:val="00433076"/>
    <w:rsid w:val="00433374"/>
    <w:rsid w:val="0043337B"/>
    <w:rsid w:val="004333AA"/>
    <w:rsid w:val="00433527"/>
    <w:rsid w:val="00433605"/>
    <w:rsid w:val="004336E3"/>
    <w:rsid w:val="00433832"/>
    <w:rsid w:val="0043386F"/>
    <w:rsid w:val="00433B21"/>
    <w:rsid w:val="00433C9F"/>
    <w:rsid w:val="004346D4"/>
    <w:rsid w:val="00434B39"/>
    <w:rsid w:val="00435206"/>
    <w:rsid w:val="00435261"/>
    <w:rsid w:val="004352A4"/>
    <w:rsid w:val="004354CA"/>
    <w:rsid w:val="00435F36"/>
    <w:rsid w:val="00435F76"/>
    <w:rsid w:val="00435FD5"/>
    <w:rsid w:val="0043604A"/>
    <w:rsid w:val="0043621E"/>
    <w:rsid w:val="00436238"/>
    <w:rsid w:val="004362F1"/>
    <w:rsid w:val="004363A3"/>
    <w:rsid w:val="00436858"/>
    <w:rsid w:val="00436BA5"/>
    <w:rsid w:val="004372E4"/>
    <w:rsid w:val="004373A3"/>
    <w:rsid w:val="0043751B"/>
    <w:rsid w:val="004375A8"/>
    <w:rsid w:val="004375FB"/>
    <w:rsid w:val="00437655"/>
    <w:rsid w:val="004376AF"/>
    <w:rsid w:val="00437824"/>
    <w:rsid w:val="00437A62"/>
    <w:rsid w:val="00437B45"/>
    <w:rsid w:val="00437D78"/>
    <w:rsid w:val="00437FAD"/>
    <w:rsid w:val="004401E2"/>
    <w:rsid w:val="00440230"/>
    <w:rsid w:val="0044032F"/>
    <w:rsid w:val="004405AB"/>
    <w:rsid w:val="004408E2"/>
    <w:rsid w:val="00440BDF"/>
    <w:rsid w:val="00440E34"/>
    <w:rsid w:val="00441173"/>
    <w:rsid w:val="00441189"/>
    <w:rsid w:val="004411B6"/>
    <w:rsid w:val="0044132D"/>
    <w:rsid w:val="0044167E"/>
    <w:rsid w:val="00441B3A"/>
    <w:rsid w:val="00442238"/>
    <w:rsid w:val="0044259E"/>
    <w:rsid w:val="004425BC"/>
    <w:rsid w:val="00442707"/>
    <w:rsid w:val="0044281A"/>
    <w:rsid w:val="004428E3"/>
    <w:rsid w:val="00442FFA"/>
    <w:rsid w:val="004430DE"/>
    <w:rsid w:val="004430E0"/>
    <w:rsid w:val="00443459"/>
    <w:rsid w:val="00443472"/>
    <w:rsid w:val="00443595"/>
    <w:rsid w:val="00443674"/>
    <w:rsid w:val="00444351"/>
    <w:rsid w:val="004446F2"/>
    <w:rsid w:val="004449C3"/>
    <w:rsid w:val="00444A61"/>
    <w:rsid w:val="00444A7B"/>
    <w:rsid w:val="00444E24"/>
    <w:rsid w:val="00444EC3"/>
    <w:rsid w:val="00444ED2"/>
    <w:rsid w:val="00445296"/>
    <w:rsid w:val="00445562"/>
    <w:rsid w:val="00445BDD"/>
    <w:rsid w:val="00445FCA"/>
    <w:rsid w:val="00446768"/>
    <w:rsid w:val="0044697B"/>
    <w:rsid w:val="004469F7"/>
    <w:rsid w:val="00446BE6"/>
    <w:rsid w:val="00446C92"/>
    <w:rsid w:val="00446FA7"/>
    <w:rsid w:val="00447176"/>
    <w:rsid w:val="004471A4"/>
    <w:rsid w:val="0044736E"/>
    <w:rsid w:val="0044750B"/>
    <w:rsid w:val="004479FE"/>
    <w:rsid w:val="00447D8C"/>
    <w:rsid w:val="004501C3"/>
    <w:rsid w:val="0045081E"/>
    <w:rsid w:val="004508F2"/>
    <w:rsid w:val="00450A6C"/>
    <w:rsid w:val="00450ADA"/>
    <w:rsid w:val="00450BA3"/>
    <w:rsid w:val="00450DC2"/>
    <w:rsid w:val="00451018"/>
    <w:rsid w:val="00451235"/>
    <w:rsid w:val="00451334"/>
    <w:rsid w:val="004513CD"/>
    <w:rsid w:val="004517AB"/>
    <w:rsid w:val="00451ACF"/>
    <w:rsid w:val="00451E19"/>
    <w:rsid w:val="00453289"/>
    <w:rsid w:val="004532EB"/>
    <w:rsid w:val="0045349C"/>
    <w:rsid w:val="00453606"/>
    <w:rsid w:val="00453654"/>
    <w:rsid w:val="00453886"/>
    <w:rsid w:val="00453E02"/>
    <w:rsid w:val="004542E1"/>
    <w:rsid w:val="004546E1"/>
    <w:rsid w:val="004549D7"/>
    <w:rsid w:val="00454ABF"/>
    <w:rsid w:val="00454C8A"/>
    <w:rsid w:val="0045521E"/>
    <w:rsid w:val="004556B4"/>
    <w:rsid w:val="00455711"/>
    <w:rsid w:val="004557D9"/>
    <w:rsid w:val="00455FAA"/>
    <w:rsid w:val="00456223"/>
    <w:rsid w:val="00456535"/>
    <w:rsid w:val="004565AB"/>
    <w:rsid w:val="004565D1"/>
    <w:rsid w:val="00456631"/>
    <w:rsid w:val="00456645"/>
    <w:rsid w:val="004574CB"/>
    <w:rsid w:val="00457C6F"/>
    <w:rsid w:val="00457F21"/>
    <w:rsid w:val="00457F3F"/>
    <w:rsid w:val="004601B1"/>
    <w:rsid w:val="004602A4"/>
    <w:rsid w:val="00460F41"/>
    <w:rsid w:val="004612EB"/>
    <w:rsid w:val="00461320"/>
    <w:rsid w:val="0046156C"/>
    <w:rsid w:val="00461A36"/>
    <w:rsid w:val="0046227C"/>
    <w:rsid w:val="00462298"/>
    <w:rsid w:val="004623D6"/>
    <w:rsid w:val="00462453"/>
    <w:rsid w:val="004625E9"/>
    <w:rsid w:val="00462B4B"/>
    <w:rsid w:val="00462E60"/>
    <w:rsid w:val="00463271"/>
    <w:rsid w:val="00463500"/>
    <w:rsid w:val="0046393E"/>
    <w:rsid w:val="00463ABC"/>
    <w:rsid w:val="00463C36"/>
    <w:rsid w:val="00463DCA"/>
    <w:rsid w:val="004641DC"/>
    <w:rsid w:val="0046440F"/>
    <w:rsid w:val="004650A8"/>
    <w:rsid w:val="00465531"/>
    <w:rsid w:val="004659E4"/>
    <w:rsid w:val="00465AB7"/>
    <w:rsid w:val="00465AB9"/>
    <w:rsid w:val="00465BEC"/>
    <w:rsid w:val="00465DAA"/>
    <w:rsid w:val="004664D2"/>
    <w:rsid w:val="0046677D"/>
    <w:rsid w:val="00466C72"/>
    <w:rsid w:val="00466C96"/>
    <w:rsid w:val="00466ECB"/>
    <w:rsid w:val="00466FFA"/>
    <w:rsid w:val="0046729D"/>
    <w:rsid w:val="004674B8"/>
    <w:rsid w:val="004674EB"/>
    <w:rsid w:val="00467803"/>
    <w:rsid w:val="00467893"/>
    <w:rsid w:val="004678BB"/>
    <w:rsid w:val="00467BA1"/>
    <w:rsid w:val="004701D9"/>
    <w:rsid w:val="00470558"/>
    <w:rsid w:val="00470689"/>
    <w:rsid w:val="00470699"/>
    <w:rsid w:val="00470888"/>
    <w:rsid w:val="004708F1"/>
    <w:rsid w:val="00470AAE"/>
    <w:rsid w:val="00470C1E"/>
    <w:rsid w:val="00470DA7"/>
    <w:rsid w:val="00470EE2"/>
    <w:rsid w:val="00470F44"/>
    <w:rsid w:val="00470F52"/>
    <w:rsid w:val="00470FCC"/>
    <w:rsid w:val="0047167A"/>
    <w:rsid w:val="004718E2"/>
    <w:rsid w:val="00471BFF"/>
    <w:rsid w:val="00471F48"/>
    <w:rsid w:val="0047215C"/>
    <w:rsid w:val="0047221D"/>
    <w:rsid w:val="004727BF"/>
    <w:rsid w:val="00472861"/>
    <w:rsid w:val="004728A5"/>
    <w:rsid w:val="00472AD9"/>
    <w:rsid w:val="00472CCD"/>
    <w:rsid w:val="00472FD3"/>
    <w:rsid w:val="004733CD"/>
    <w:rsid w:val="0047380B"/>
    <w:rsid w:val="0047382C"/>
    <w:rsid w:val="00473976"/>
    <w:rsid w:val="00473D4D"/>
    <w:rsid w:val="00474058"/>
    <w:rsid w:val="00474081"/>
    <w:rsid w:val="004743C2"/>
    <w:rsid w:val="00474614"/>
    <w:rsid w:val="00474DD2"/>
    <w:rsid w:val="00474E49"/>
    <w:rsid w:val="00474EFF"/>
    <w:rsid w:val="00474F82"/>
    <w:rsid w:val="00474FF0"/>
    <w:rsid w:val="00475092"/>
    <w:rsid w:val="00475278"/>
    <w:rsid w:val="004758FB"/>
    <w:rsid w:val="00475AB6"/>
    <w:rsid w:val="0047642E"/>
    <w:rsid w:val="00476485"/>
    <w:rsid w:val="00476552"/>
    <w:rsid w:val="00476784"/>
    <w:rsid w:val="00476853"/>
    <w:rsid w:val="004768AF"/>
    <w:rsid w:val="00476A9B"/>
    <w:rsid w:val="00476CC0"/>
    <w:rsid w:val="00476DF1"/>
    <w:rsid w:val="004771E4"/>
    <w:rsid w:val="004771F7"/>
    <w:rsid w:val="00477390"/>
    <w:rsid w:val="0047749E"/>
    <w:rsid w:val="004774E3"/>
    <w:rsid w:val="00477523"/>
    <w:rsid w:val="00477B31"/>
    <w:rsid w:val="00477BE5"/>
    <w:rsid w:val="00477C02"/>
    <w:rsid w:val="00477C10"/>
    <w:rsid w:val="00477CA8"/>
    <w:rsid w:val="00477F82"/>
    <w:rsid w:val="00480146"/>
    <w:rsid w:val="004801B3"/>
    <w:rsid w:val="0048049E"/>
    <w:rsid w:val="00480C57"/>
    <w:rsid w:val="00480CFE"/>
    <w:rsid w:val="00480E22"/>
    <w:rsid w:val="00481299"/>
    <w:rsid w:val="00481501"/>
    <w:rsid w:val="00481521"/>
    <w:rsid w:val="00481562"/>
    <w:rsid w:val="004815B5"/>
    <w:rsid w:val="004815B8"/>
    <w:rsid w:val="00481BE3"/>
    <w:rsid w:val="00481E33"/>
    <w:rsid w:val="00482003"/>
    <w:rsid w:val="0048236B"/>
    <w:rsid w:val="004824D8"/>
    <w:rsid w:val="00482D2E"/>
    <w:rsid w:val="0048348E"/>
    <w:rsid w:val="004836BC"/>
    <w:rsid w:val="00483756"/>
    <w:rsid w:val="004838D1"/>
    <w:rsid w:val="00483C46"/>
    <w:rsid w:val="00483CBF"/>
    <w:rsid w:val="0048407A"/>
    <w:rsid w:val="00484107"/>
    <w:rsid w:val="004841B4"/>
    <w:rsid w:val="00484546"/>
    <w:rsid w:val="00484696"/>
    <w:rsid w:val="004847F8"/>
    <w:rsid w:val="004848D6"/>
    <w:rsid w:val="00484AC2"/>
    <w:rsid w:val="00484B28"/>
    <w:rsid w:val="00484C4E"/>
    <w:rsid w:val="00484CD0"/>
    <w:rsid w:val="00484DAD"/>
    <w:rsid w:val="0048520A"/>
    <w:rsid w:val="00485FCD"/>
    <w:rsid w:val="00486444"/>
    <w:rsid w:val="004867BC"/>
    <w:rsid w:val="00486A60"/>
    <w:rsid w:val="00486AC3"/>
    <w:rsid w:val="00486C34"/>
    <w:rsid w:val="00486CBD"/>
    <w:rsid w:val="0048762F"/>
    <w:rsid w:val="00487864"/>
    <w:rsid w:val="004878A5"/>
    <w:rsid w:val="00487DED"/>
    <w:rsid w:val="00490978"/>
    <w:rsid w:val="00490985"/>
    <w:rsid w:val="00490BCC"/>
    <w:rsid w:val="00490CC9"/>
    <w:rsid w:val="00490F57"/>
    <w:rsid w:val="00491238"/>
    <w:rsid w:val="004914D8"/>
    <w:rsid w:val="004916F7"/>
    <w:rsid w:val="004918CF"/>
    <w:rsid w:val="00492093"/>
    <w:rsid w:val="004923CC"/>
    <w:rsid w:val="004923E9"/>
    <w:rsid w:val="0049294C"/>
    <w:rsid w:val="00492A37"/>
    <w:rsid w:val="004933D1"/>
    <w:rsid w:val="004934A4"/>
    <w:rsid w:val="004935FB"/>
    <w:rsid w:val="0049369D"/>
    <w:rsid w:val="0049384B"/>
    <w:rsid w:val="00493E32"/>
    <w:rsid w:val="0049406C"/>
    <w:rsid w:val="004941AB"/>
    <w:rsid w:val="004941B4"/>
    <w:rsid w:val="004941EF"/>
    <w:rsid w:val="00494739"/>
    <w:rsid w:val="00494834"/>
    <w:rsid w:val="004949BF"/>
    <w:rsid w:val="00494CA1"/>
    <w:rsid w:val="00494FD5"/>
    <w:rsid w:val="0049553B"/>
    <w:rsid w:val="0049599F"/>
    <w:rsid w:val="00495A32"/>
    <w:rsid w:val="00496040"/>
    <w:rsid w:val="004960BB"/>
    <w:rsid w:val="004969B3"/>
    <w:rsid w:val="004969B8"/>
    <w:rsid w:val="00496CA0"/>
    <w:rsid w:val="00497176"/>
    <w:rsid w:val="004973D7"/>
    <w:rsid w:val="00497889"/>
    <w:rsid w:val="00497998"/>
    <w:rsid w:val="00497E1E"/>
    <w:rsid w:val="004A00A3"/>
    <w:rsid w:val="004A00EC"/>
    <w:rsid w:val="004A08FA"/>
    <w:rsid w:val="004A09D3"/>
    <w:rsid w:val="004A0B84"/>
    <w:rsid w:val="004A1154"/>
    <w:rsid w:val="004A25AE"/>
    <w:rsid w:val="004A2697"/>
    <w:rsid w:val="004A2941"/>
    <w:rsid w:val="004A2B2E"/>
    <w:rsid w:val="004A2C0E"/>
    <w:rsid w:val="004A2DAD"/>
    <w:rsid w:val="004A2E74"/>
    <w:rsid w:val="004A3501"/>
    <w:rsid w:val="004A3B74"/>
    <w:rsid w:val="004A4160"/>
    <w:rsid w:val="004A469F"/>
    <w:rsid w:val="004A4C3D"/>
    <w:rsid w:val="004A50DB"/>
    <w:rsid w:val="004A5308"/>
    <w:rsid w:val="004A5577"/>
    <w:rsid w:val="004A55D0"/>
    <w:rsid w:val="004A62AC"/>
    <w:rsid w:val="004A6372"/>
    <w:rsid w:val="004A6CAE"/>
    <w:rsid w:val="004A6FEC"/>
    <w:rsid w:val="004A7363"/>
    <w:rsid w:val="004A78E4"/>
    <w:rsid w:val="004A799A"/>
    <w:rsid w:val="004B0231"/>
    <w:rsid w:val="004B0640"/>
    <w:rsid w:val="004B0818"/>
    <w:rsid w:val="004B0922"/>
    <w:rsid w:val="004B0C44"/>
    <w:rsid w:val="004B0CD0"/>
    <w:rsid w:val="004B0FC0"/>
    <w:rsid w:val="004B1635"/>
    <w:rsid w:val="004B181C"/>
    <w:rsid w:val="004B1F16"/>
    <w:rsid w:val="004B27AF"/>
    <w:rsid w:val="004B2967"/>
    <w:rsid w:val="004B2E96"/>
    <w:rsid w:val="004B2F04"/>
    <w:rsid w:val="004B2F3B"/>
    <w:rsid w:val="004B3804"/>
    <w:rsid w:val="004B38C7"/>
    <w:rsid w:val="004B3DF1"/>
    <w:rsid w:val="004B41D8"/>
    <w:rsid w:val="004B4352"/>
    <w:rsid w:val="004B43D9"/>
    <w:rsid w:val="004B43EA"/>
    <w:rsid w:val="004B5143"/>
    <w:rsid w:val="004B53AA"/>
    <w:rsid w:val="004B5733"/>
    <w:rsid w:val="004B57F2"/>
    <w:rsid w:val="004B5A64"/>
    <w:rsid w:val="004B5AD3"/>
    <w:rsid w:val="004B5DDA"/>
    <w:rsid w:val="004B6341"/>
    <w:rsid w:val="004B6827"/>
    <w:rsid w:val="004B6A64"/>
    <w:rsid w:val="004B6A74"/>
    <w:rsid w:val="004B6DC0"/>
    <w:rsid w:val="004B7162"/>
    <w:rsid w:val="004B7169"/>
    <w:rsid w:val="004B722F"/>
    <w:rsid w:val="004B7508"/>
    <w:rsid w:val="004B766E"/>
    <w:rsid w:val="004B78A7"/>
    <w:rsid w:val="004B793C"/>
    <w:rsid w:val="004C048F"/>
    <w:rsid w:val="004C0537"/>
    <w:rsid w:val="004C067C"/>
    <w:rsid w:val="004C09CA"/>
    <w:rsid w:val="004C0CA3"/>
    <w:rsid w:val="004C0DAC"/>
    <w:rsid w:val="004C105B"/>
    <w:rsid w:val="004C10F2"/>
    <w:rsid w:val="004C1119"/>
    <w:rsid w:val="004C11B7"/>
    <w:rsid w:val="004C12DF"/>
    <w:rsid w:val="004C1512"/>
    <w:rsid w:val="004C1535"/>
    <w:rsid w:val="004C1E8E"/>
    <w:rsid w:val="004C1F1C"/>
    <w:rsid w:val="004C202F"/>
    <w:rsid w:val="004C2473"/>
    <w:rsid w:val="004C263F"/>
    <w:rsid w:val="004C26ED"/>
    <w:rsid w:val="004C2FA1"/>
    <w:rsid w:val="004C371B"/>
    <w:rsid w:val="004C3A0E"/>
    <w:rsid w:val="004C3F96"/>
    <w:rsid w:val="004C4072"/>
    <w:rsid w:val="004C43AB"/>
    <w:rsid w:val="004C4479"/>
    <w:rsid w:val="004C4496"/>
    <w:rsid w:val="004C46F9"/>
    <w:rsid w:val="004C4887"/>
    <w:rsid w:val="004C4D6D"/>
    <w:rsid w:val="004C58B2"/>
    <w:rsid w:val="004C5C83"/>
    <w:rsid w:val="004C5D24"/>
    <w:rsid w:val="004C6047"/>
    <w:rsid w:val="004C6697"/>
    <w:rsid w:val="004C6A16"/>
    <w:rsid w:val="004C6DCB"/>
    <w:rsid w:val="004C6E58"/>
    <w:rsid w:val="004C6FAD"/>
    <w:rsid w:val="004C7AAD"/>
    <w:rsid w:val="004C7B5E"/>
    <w:rsid w:val="004C7E94"/>
    <w:rsid w:val="004D02E3"/>
    <w:rsid w:val="004D0488"/>
    <w:rsid w:val="004D067F"/>
    <w:rsid w:val="004D098D"/>
    <w:rsid w:val="004D0A3C"/>
    <w:rsid w:val="004D0BB6"/>
    <w:rsid w:val="004D0C48"/>
    <w:rsid w:val="004D0E8F"/>
    <w:rsid w:val="004D11B1"/>
    <w:rsid w:val="004D132B"/>
    <w:rsid w:val="004D141C"/>
    <w:rsid w:val="004D156A"/>
    <w:rsid w:val="004D186B"/>
    <w:rsid w:val="004D1ECC"/>
    <w:rsid w:val="004D22CA"/>
    <w:rsid w:val="004D27CE"/>
    <w:rsid w:val="004D2846"/>
    <w:rsid w:val="004D2C7E"/>
    <w:rsid w:val="004D3021"/>
    <w:rsid w:val="004D314A"/>
    <w:rsid w:val="004D3272"/>
    <w:rsid w:val="004D342B"/>
    <w:rsid w:val="004D37D2"/>
    <w:rsid w:val="004D38C2"/>
    <w:rsid w:val="004D3E5E"/>
    <w:rsid w:val="004D3EFA"/>
    <w:rsid w:val="004D425B"/>
    <w:rsid w:val="004D42BF"/>
    <w:rsid w:val="004D4300"/>
    <w:rsid w:val="004D439F"/>
    <w:rsid w:val="004D43DE"/>
    <w:rsid w:val="004D4531"/>
    <w:rsid w:val="004D45B3"/>
    <w:rsid w:val="004D4931"/>
    <w:rsid w:val="004D49E5"/>
    <w:rsid w:val="004D4FAF"/>
    <w:rsid w:val="004D5245"/>
    <w:rsid w:val="004D55B1"/>
    <w:rsid w:val="004D55B6"/>
    <w:rsid w:val="004D5677"/>
    <w:rsid w:val="004D5681"/>
    <w:rsid w:val="004D58A4"/>
    <w:rsid w:val="004D6240"/>
    <w:rsid w:val="004D6245"/>
    <w:rsid w:val="004D6520"/>
    <w:rsid w:val="004D6724"/>
    <w:rsid w:val="004D6E41"/>
    <w:rsid w:val="004D6E45"/>
    <w:rsid w:val="004D6F4D"/>
    <w:rsid w:val="004D7297"/>
    <w:rsid w:val="004D7D89"/>
    <w:rsid w:val="004D7E9C"/>
    <w:rsid w:val="004D7EAC"/>
    <w:rsid w:val="004E01CB"/>
    <w:rsid w:val="004E04BE"/>
    <w:rsid w:val="004E06AA"/>
    <w:rsid w:val="004E1240"/>
    <w:rsid w:val="004E1421"/>
    <w:rsid w:val="004E15D6"/>
    <w:rsid w:val="004E167F"/>
    <w:rsid w:val="004E17BB"/>
    <w:rsid w:val="004E1A2B"/>
    <w:rsid w:val="004E1A83"/>
    <w:rsid w:val="004E1D57"/>
    <w:rsid w:val="004E1DFE"/>
    <w:rsid w:val="004E1F10"/>
    <w:rsid w:val="004E26D9"/>
    <w:rsid w:val="004E26E5"/>
    <w:rsid w:val="004E2756"/>
    <w:rsid w:val="004E27A5"/>
    <w:rsid w:val="004E28F5"/>
    <w:rsid w:val="004E29F4"/>
    <w:rsid w:val="004E2D92"/>
    <w:rsid w:val="004E3273"/>
    <w:rsid w:val="004E36EF"/>
    <w:rsid w:val="004E3BB8"/>
    <w:rsid w:val="004E3D50"/>
    <w:rsid w:val="004E3F12"/>
    <w:rsid w:val="004E447C"/>
    <w:rsid w:val="004E4782"/>
    <w:rsid w:val="004E4798"/>
    <w:rsid w:val="004E47CE"/>
    <w:rsid w:val="004E4A79"/>
    <w:rsid w:val="004E4B3A"/>
    <w:rsid w:val="004E4D27"/>
    <w:rsid w:val="004E4DEA"/>
    <w:rsid w:val="004E5393"/>
    <w:rsid w:val="004E551A"/>
    <w:rsid w:val="004E5723"/>
    <w:rsid w:val="004E5948"/>
    <w:rsid w:val="004E5AF9"/>
    <w:rsid w:val="004E5CE8"/>
    <w:rsid w:val="004E5DEB"/>
    <w:rsid w:val="004E64C7"/>
    <w:rsid w:val="004E68D0"/>
    <w:rsid w:val="004E691B"/>
    <w:rsid w:val="004E69DE"/>
    <w:rsid w:val="004E69E4"/>
    <w:rsid w:val="004E6C48"/>
    <w:rsid w:val="004E7BE9"/>
    <w:rsid w:val="004E7CF0"/>
    <w:rsid w:val="004F0481"/>
    <w:rsid w:val="004F04DC"/>
    <w:rsid w:val="004F07CD"/>
    <w:rsid w:val="004F092B"/>
    <w:rsid w:val="004F0C1B"/>
    <w:rsid w:val="004F0F7B"/>
    <w:rsid w:val="004F1056"/>
    <w:rsid w:val="004F1184"/>
    <w:rsid w:val="004F12D5"/>
    <w:rsid w:val="004F1946"/>
    <w:rsid w:val="004F1D25"/>
    <w:rsid w:val="004F24E9"/>
    <w:rsid w:val="004F2DB9"/>
    <w:rsid w:val="004F2E80"/>
    <w:rsid w:val="004F2F10"/>
    <w:rsid w:val="004F311C"/>
    <w:rsid w:val="004F31D5"/>
    <w:rsid w:val="004F32C3"/>
    <w:rsid w:val="004F32FF"/>
    <w:rsid w:val="004F3796"/>
    <w:rsid w:val="004F39E7"/>
    <w:rsid w:val="004F3B2F"/>
    <w:rsid w:val="004F3EBB"/>
    <w:rsid w:val="004F427D"/>
    <w:rsid w:val="004F4413"/>
    <w:rsid w:val="004F447D"/>
    <w:rsid w:val="004F44C9"/>
    <w:rsid w:val="004F456B"/>
    <w:rsid w:val="004F461F"/>
    <w:rsid w:val="004F47B4"/>
    <w:rsid w:val="004F493C"/>
    <w:rsid w:val="004F4B58"/>
    <w:rsid w:val="004F4C25"/>
    <w:rsid w:val="004F4D7E"/>
    <w:rsid w:val="004F50FD"/>
    <w:rsid w:val="004F525A"/>
    <w:rsid w:val="004F554D"/>
    <w:rsid w:val="004F55E6"/>
    <w:rsid w:val="004F58A8"/>
    <w:rsid w:val="004F596F"/>
    <w:rsid w:val="004F59FF"/>
    <w:rsid w:val="004F5A04"/>
    <w:rsid w:val="004F6142"/>
    <w:rsid w:val="004F61F9"/>
    <w:rsid w:val="004F62F1"/>
    <w:rsid w:val="004F6355"/>
    <w:rsid w:val="004F6363"/>
    <w:rsid w:val="004F63D5"/>
    <w:rsid w:val="004F6549"/>
    <w:rsid w:val="004F66F0"/>
    <w:rsid w:val="004F679C"/>
    <w:rsid w:val="004F6C1C"/>
    <w:rsid w:val="004F71FF"/>
    <w:rsid w:val="004F76A0"/>
    <w:rsid w:val="004F76AB"/>
    <w:rsid w:val="004F7B06"/>
    <w:rsid w:val="004F7BDE"/>
    <w:rsid w:val="004F7BE7"/>
    <w:rsid w:val="004F7C09"/>
    <w:rsid w:val="0050000B"/>
    <w:rsid w:val="005002AF"/>
    <w:rsid w:val="0050041C"/>
    <w:rsid w:val="00500430"/>
    <w:rsid w:val="00500B27"/>
    <w:rsid w:val="00500C43"/>
    <w:rsid w:val="005011D8"/>
    <w:rsid w:val="00501480"/>
    <w:rsid w:val="00501592"/>
    <w:rsid w:val="0050195D"/>
    <w:rsid w:val="00501978"/>
    <w:rsid w:val="005022E1"/>
    <w:rsid w:val="005025A3"/>
    <w:rsid w:val="00502749"/>
    <w:rsid w:val="00502833"/>
    <w:rsid w:val="0050290E"/>
    <w:rsid w:val="005029A9"/>
    <w:rsid w:val="00502A59"/>
    <w:rsid w:val="00502AD9"/>
    <w:rsid w:val="00503001"/>
    <w:rsid w:val="0050301F"/>
    <w:rsid w:val="00503099"/>
    <w:rsid w:val="0050334B"/>
    <w:rsid w:val="005033FC"/>
    <w:rsid w:val="00503697"/>
    <w:rsid w:val="00503911"/>
    <w:rsid w:val="00503924"/>
    <w:rsid w:val="00503B4F"/>
    <w:rsid w:val="00503DCF"/>
    <w:rsid w:val="00503FCC"/>
    <w:rsid w:val="00503FF9"/>
    <w:rsid w:val="005040B4"/>
    <w:rsid w:val="00504263"/>
    <w:rsid w:val="0050449D"/>
    <w:rsid w:val="00504544"/>
    <w:rsid w:val="005045B6"/>
    <w:rsid w:val="00504A99"/>
    <w:rsid w:val="00504B0C"/>
    <w:rsid w:val="00504C1F"/>
    <w:rsid w:val="00504D07"/>
    <w:rsid w:val="00504F4F"/>
    <w:rsid w:val="00505612"/>
    <w:rsid w:val="005058D2"/>
    <w:rsid w:val="00505CD5"/>
    <w:rsid w:val="00505DD8"/>
    <w:rsid w:val="0050616E"/>
    <w:rsid w:val="00506268"/>
    <w:rsid w:val="00506651"/>
    <w:rsid w:val="00506E2E"/>
    <w:rsid w:val="00506EA3"/>
    <w:rsid w:val="00507551"/>
    <w:rsid w:val="00507883"/>
    <w:rsid w:val="00507A02"/>
    <w:rsid w:val="00507A57"/>
    <w:rsid w:val="00507C14"/>
    <w:rsid w:val="00507DC4"/>
    <w:rsid w:val="00507F45"/>
    <w:rsid w:val="0051018E"/>
    <w:rsid w:val="005101BC"/>
    <w:rsid w:val="005104B0"/>
    <w:rsid w:val="005105E8"/>
    <w:rsid w:val="005106FA"/>
    <w:rsid w:val="00510BDD"/>
    <w:rsid w:val="00510C44"/>
    <w:rsid w:val="00510E74"/>
    <w:rsid w:val="005114B9"/>
    <w:rsid w:val="0051169C"/>
    <w:rsid w:val="00511A65"/>
    <w:rsid w:val="00511C82"/>
    <w:rsid w:val="00511D20"/>
    <w:rsid w:val="005123ED"/>
    <w:rsid w:val="00512639"/>
    <w:rsid w:val="005129B2"/>
    <w:rsid w:val="00512D3A"/>
    <w:rsid w:val="00512EC8"/>
    <w:rsid w:val="00512F00"/>
    <w:rsid w:val="00513332"/>
    <w:rsid w:val="005138F2"/>
    <w:rsid w:val="00513D52"/>
    <w:rsid w:val="00513F56"/>
    <w:rsid w:val="00513FE1"/>
    <w:rsid w:val="00514441"/>
    <w:rsid w:val="00514682"/>
    <w:rsid w:val="005148AF"/>
    <w:rsid w:val="00514D4E"/>
    <w:rsid w:val="00514F14"/>
    <w:rsid w:val="0051540A"/>
    <w:rsid w:val="005157FD"/>
    <w:rsid w:val="00515BA2"/>
    <w:rsid w:val="00515C23"/>
    <w:rsid w:val="00515E17"/>
    <w:rsid w:val="005160BB"/>
    <w:rsid w:val="0051617F"/>
    <w:rsid w:val="005168AB"/>
    <w:rsid w:val="00516DC4"/>
    <w:rsid w:val="00516FF4"/>
    <w:rsid w:val="005174C2"/>
    <w:rsid w:val="0051750D"/>
    <w:rsid w:val="00517529"/>
    <w:rsid w:val="005176E8"/>
    <w:rsid w:val="00517932"/>
    <w:rsid w:val="00517D89"/>
    <w:rsid w:val="00520010"/>
    <w:rsid w:val="0052027B"/>
    <w:rsid w:val="005202A7"/>
    <w:rsid w:val="0052044F"/>
    <w:rsid w:val="005204A4"/>
    <w:rsid w:val="005204DF"/>
    <w:rsid w:val="005206D3"/>
    <w:rsid w:val="0052084A"/>
    <w:rsid w:val="00520D66"/>
    <w:rsid w:val="00520F62"/>
    <w:rsid w:val="005216F1"/>
    <w:rsid w:val="0052184D"/>
    <w:rsid w:val="005219AE"/>
    <w:rsid w:val="00521DC5"/>
    <w:rsid w:val="00522267"/>
    <w:rsid w:val="005222EB"/>
    <w:rsid w:val="00522421"/>
    <w:rsid w:val="00522698"/>
    <w:rsid w:val="00522814"/>
    <w:rsid w:val="005228B2"/>
    <w:rsid w:val="005230A8"/>
    <w:rsid w:val="00523212"/>
    <w:rsid w:val="00523419"/>
    <w:rsid w:val="00523425"/>
    <w:rsid w:val="00523930"/>
    <w:rsid w:val="00523AB3"/>
    <w:rsid w:val="00523B15"/>
    <w:rsid w:val="00523BC7"/>
    <w:rsid w:val="00523DBF"/>
    <w:rsid w:val="00523E35"/>
    <w:rsid w:val="00523F46"/>
    <w:rsid w:val="00524266"/>
    <w:rsid w:val="005242E5"/>
    <w:rsid w:val="0052437E"/>
    <w:rsid w:val="00524532"/>
    <w:rsid w:val="00524540"/>
    <w:rsid w:val="00524648"/>
    <w:rsid w:val="005248E9"/>
    <w:rsid w:val="00524D7C"/>
    <w:rsid w:val="00524F26"/>
    <w:rsid w:val="00525053"/>
    <w:rsid w:val="005251E6"/>
    <w:rsid w:val="00525434"/>
    <w:rsid w:val="00525592"/>
    <w:rsid w:val="00525610"/>
    <w:rsid w:val="0052582D"/>
    <w:rsid w:val="00525AF9"/>
    <w:rsid w:val="00525B3A"/>
    <w:rsid w:val="0052607A"/>
    <w:rsid w:val="005260EB"/>
    <w:rsid w:val="0052623D"/>
    <w:rsid w:val="005264E0"/>
    <w:rsid w:val="0052662B"/>
    <w:rsid w:val="00526C88"/>
    <w:rsid w:val="00526D59"/>
    <w:rsid w:val="00526ED8"/>
    <w:rsid w:val="0052721E"/>
    <w:rsid w:val="0052733B"/>
    <w:rsid w:val="005274BA"/>
    <w:rsid w:val="00527996"/>
    <w:rsid w:val="00527FBE"/>
    <w:rsid w:val="0053006D"/>
    <w:rsid w:val="0053059E"/>
    <w:rsid w:val="005307FE"/>
    <w:rsid w:val="005309BA"/>
    <w:rsid w:val="00530BA7"/>
    <w:rsid w:val="00530DD4"/>
    <w:rsid w:val="00530E8A"/>
    <w:rsid w:val="005310EE"/>
    <w:rsid w:val="00531158"/>
    <w:rsid w:val="0053165C"/>
    <w:rsid w:val="00531924"/>
    <w:rsid w:val="00531B0B"/>
    <w:rsid w:val="00531CF3"/>
    <w:rsid w:val="00531E1B"/>
    <w:rsid w:val="00531ED1"/>
    <w:rsid w:val="00531EFB"/>
    <w:rsid w:val="005321E7"/>
    <w:rsid w:val="005323D2"/>
    <w:rsid w:val="00532403"/>
    <w:rsid w:val="00532662"/>
    <w:rsid w:val="00532C3B"/>
    <w:rsid w:val="00532D10"/>
    <w:rsid w:val="00532D2F"/>
    <w:rsid w:val="005330D7"/>
    <w:rsid w:val="00533455"/>
    <w:rsid w:val="00533758"/>
    <w:rsid w:val="005337DE"/>
    <w:rsid w:val="00533801"/>
    <w:rsid w:val="0053390E"/>
    <w:rsid w:val="0053394C"/>
    <w:rsid w:val="00533BC8"/>
    <w:rsid w:val="00533D2A"/>
    <w:rsid w:val="00533F17"/>
    <w:rsid w:val="0053407F"/>
    <w:rsid w:val="00534154"/>
    <w:rsid w:val="005341CF"/>
    <w:rsid w:val="0053462C"/>
    <w:rsid w:val="00534938"/>
    <w:rsid w:val="00534A9B"/>
    <w:rsid w:val="00534E47"/>
    <w:rsid w:val="00535356"/>
    <w:rsid w:val="00535726"/>
    <w:rsid w:val="00535A40"/>
    <w:rsid w:val="00535B38"/>
    <w:rsid w:val="00535B53"/>
    <w:rsid w:val="00535F42"/>
    <w:rsid w:val="00536414"/>
    <w:rsid w:val="005365E5"/>
    <w:rsid w:val="005368FE"/>
    <w:rsid w:val="00536C19"/>
    <w:rsid w:val="00536CC9"/>
    <w:rsid w:val="00536E08"/>
    <w:rsid w:val="00536E25"/>
    <w:rsid w:val="005370D2"/>
    <w:rsid w:val="005372AA"/>
    <w:rsid w:val="0053761F"/>
    <w:rsid w:val="00537763"/>
    <w:rsid w:val="00537F76"/>
    <w:rsid w:val="005403BE"/>
    <w:rsid w:val="00540899"/>
    <w:rsid w:val="00540B38"/>
    <w:rsid w:val="00540F32"/>
    <w:rsid w:val="00540FC4"/>
    <w:rsid w:val="005419B5"/>
    <w:rsid w:val="00541C3F"/>
    <w:rsid w:val="00541C7C"/>
    <w:rsid w:val="00541E43"/>
    <w:rsid w:val="005422C2"/>
    <w:rsid w:val="0054239B"/>
    <w:rsid w:val="005425AC"/>
    <w:rsid w:val="00542669"/>
    <w:rsid w:val="005428DE"/>
    <w:rsid w:val="00543194"/>
    <w:rsid w:val="00543603"/>
    <w:rsid w:val="00543A51"/>
    <w:rsid w:val="00543B69"/>
    <w:rsid w:val="00543BF1"/>
    <w:rsid w:val="00543C68"/>
    <w:rsid w:val="00543E3E"/>
    <w:rsid w:val="00544248"/>
    <w:rsid w:val="005442AD"/>
    <w:rsid w:val="00544632"/>
    <w:rsid w:val="0054483E"/>
    <w:rsid w:val="005450BB"/>
    <w:rsid w:val="005452BD"/>
    <w:rsid w:val="005452F4"/>
    <w:rsid w:val="0054545D"/>
    <w:rsid w:val="0054565D"/>
    <w:rsid w:val="0054579C"/>
    <w:rsid w:val="00545C2D"/>
    <w:rsid w:val="00545D30"/>
    <w:rsid w:val="00545D81"/>
    <w:rsid w:val="00545DA4"/>
    <w:rsid w:val="00546119"/>
    <w:rsid w:val="0054637A"/>
    <w:rsid w:val="005463A3"/>
    <w:rsid w:val="00546697"/>
    <w:rsid w:val="00546CE3"/>
    <w:rsid w:val="00546F74"/>
    <w:rsid w:val="00547031"/>
    <w:rsid w:val="005476F4"/>
    <w:rsid w:val="00547902"/>
    <w:rsid w:val="00547A95"/>
    <w:rsid w:val="00547B8D"/>
    <w:rsid w:val="00547C66"/>
    <w:rsid w:val="00550124"/>
    <w:rsid w:val="00550157"/>
    <w:rsid w:val="005502E1"/>
    <w:rsid w:val="0055058A"/>
    <w:rsid w:val="00550F0B"/>
    <w:rsid w:val="00550FF7"/>
    <w:rsid w:val="00551397"/>
    <w:rsid w:val="005514D7"/>
    <w:rsid w:val="0055197D"/>
    <w:rsid w:val="00551C64"/>
    <w:rsid w:val="00551CEB"/>
    <w:rsid w:val="00551D5E"/>
    <w:rsid w:val="00552077"/>
    <w:rsid w:val="0055209A"/>
    <w:rsid w:val="00552126"/>
    <w:rsid w:val="005523C2"/>
    <w:rsid w:val="00552432"/>
    <w:rsid w:val="005524EB"/>
    <w:rsid w:val="005525F2"/>
    <w:rsid w:val="005526D2"/>
    <w:rsid w:val="005529D3"/>
    <w:rsid w:val="0055300E"/>
    <w:rsid w:val="00553526"/>
    <w:rsid w:val="0055352B"/>
    <w:rsid w:val="00553627"/>
    <w:rsid w:val="00553845"/>
    <w:rsid w:val="00553A8C"/>
    <w:rsid w:val="00553B8B"/>
    <w:rsid w:val="00553D08"/>
    <w:rsid w:val="00553DC8"/>
    <w:rsid w:val="00553EA8"/>
    <w:rsid w:val="00554031"/>
    <w:rsid w:val="00554192"/>
    <w:rsid w:val="0055430D"/>
    <w:rsid w:val="005545AD"/>
    <w:rsid w:val="0055498F"/>
    <w:rsid w:val="0055499E"/>
    <w:rsid w:val="00554A9A"/>
    <w:rsid w:val="00554C13"/>
    <w:rsid w:val="005553FE"/>
    <w:rsid w:val="00555489"/>
    <w:rsid w:val="00555654"/>
    <w:rsid w:val="00555677"/>
    <w:rsid w:val="0055579C"/>
    <w:rsid w:val="0055594E"/>
    <w:rsid w:val="00555B68"/>
    <w:rsid w:val="00556294"/>
    <w:rsid w:val="005563BC"/>
    <w:rsid w:val="00556600"/>
    <w:rsid w:val="0055662D"/>
    <w:rsid w:val="00556A97"/>
    <w:rsid w:val="00556BC6"/>
    <w:rsid w:val="00556F06"/>
    <w:rsid w:val="00556FBE"/>
    <w:rsid w:val="00557107"/>
    <w:rsid w:val="00557713"/>
    <w:rsid w:val="005578BB"/>
    <w:rsid w:val="00557A52"/>
    <w:rsid w:val="00557B67"/>
    <w:rsid w:val="0056038F"/>
    <w:rsid w:val="005604DE"/>
    <w:rsid w:val="0056096D"/>
    <w:rsid w:val="00560B6C"/>
    <w:rsid w:val="00560C20"/>
    <w:rsid w:val="00560C37"/>
    <w:rsid w:val="00560EE3"/>
    <w:rsid w:val="00560F0D"/>
    <w:rsid w:val="005610F6"/>
    <w:rsid w:val="0056123D"/>
    <w:rsid w:val="005613CC"/>
    <w:rsid w:val="005619C5"/>
    <w:rsid w:val="00561A0D"/>
    <w:rsid w:val="00561B83"/>
    <w:rsid w:val="00562448"/>
    <w:rsid w:val="00562640"/>
    <w:rsid w:val="0056267B"/>
    <w:rsid w:val="005627A5"/>
    <w:rsid w:val="0056285F"/>
    <w:rsid w:val="00562A84"/>
    <w:rsid w:val="00562D6E"/>
    <w:rsid w:val="00562FBB"/>
    <w:rsid w:val="00563558"/>
    <w:rsid w:val="00563886"/>
    <w:rsid w:val="00563A39"/>
    <w:rsid w:val="00563DD5"/>
    <w:rsid w:val="00563F45"/>
    <w:rsid w:val="005640B3"/>
    <w:rsid w:val="005641C7"/>
    <w:rsid w:val="0056432D"/>
    <w:rsid w:val="005645F7"/>
    <w:rsid w:val="00564EFF"/>
    <w:rsid w:val="00564FEF"/>
    <w:rsid w:val="00565120"/>
    <w:rsid w:val="0056524A"/>
    <w:rsid w:val="00565917"/>
    <w:rsid w:val="005665D7"/>
    <w:rsid w:val="00566740"/>
    <w:rsid w:val="00566A91"/>
    <w:rsid w:val="00566BB8"/>
    <w:rsid w:val="00566BE1"/>
    <w:rsid w:val="00566F3B"/>
    <w:rsid w:val="00566F71"/>
    <w:rsid w:val="00566FDB"/>
    <w:rsid w:val="00567065"/>
    <w:rsid w:val="005670BA"/>
    <w:rsid w:val="005673F1"/>
    <w:rsid w:val="0057000A"/>
    <w:rsid w:val="00570214"/>
    <w:rsid w:val="0057027F"/>
    <w:rsid w:val="0057094A"/>
    <w:rsid w:val="00570D18"/>
    <w:rsid w:val="00570E07"/>
    <w:rsid w:val="00570EC9"/>
    <w:rsid w:val="005710EB"/>
    <w:rsid w:val="005711D7"/>
    <w:rsid w:val="005712C7"/>
    <w:rsid w:val="00571860"/>
    <w:rsid w:val="005719A0"/>
    <w:rsid w:val="00571CE1"/>
    <w:rsid w:val="00571D83"/>
    <w:rsid w:val="00571E48"/>
    <w:rsid w:val="00572016"/>
    <w:rsid w:val="005723E4"/>
    <w:rsid w:val="00572429"/>
    <w:rsid w:val="00572533"/>
    <w:rsid w:val="00572C72"/>
    <w:rsid w:val="00572EA1"/>
    <w:rsid w:val="00572F3C"/>
    <w:rsid w:val="00573812"/>
    <w:rsid w:val="005739A1"/>
    <w:rsid w:val="005739EB"/>
    <w:rsid w:val="00574040"/>
    <w:rsid w:val="00574121"/>
    <w:rsid w:val="0057426C"/>
    <w:rsid w:val="005744E5"/>
    <w:rsid w:val="00574949"/>
    <w:rsid w:val="00574B12"/>
    <w:rsid w:val="00574B4E"/>
    <w:rsid w:val="00574F6F"/>
    <w:rsid w:val="00575079"/>
    <w:rsid w:val="00575186"/>
    <w:rsid w:val="00575841"/>
    <w:rsid w:val="00575A21"/>
    <w:rsid w:val="00575BE5"/>
    <w:rsid w:val="005765AE"/>
    <w:rsid w:val="005765FE"/>
    <w:rsid w:val="00576712"/>
    <w:rsid w:val="00576C85"/>
    <w:rsid w:val="00576D37"/>
    <w:rsid w:val="00576D3A"/>
    <w:rsid w:val="00576DD4"/>
    <w:rsid w:val="0057709A"/>
    <w:rsid w:val="0057724B"/>
    <w:rsid w:val="00577394"/>
    <w:rsid w:val="0057757A"/>
    <w:rsid w:val="005777B5"/>
    <w:rsid w:val="00577D49"/>
    <w:rsid w:val="00577E3F"/>
    <w:rsid w:val="00577E4C"/>
    <w:rsid w:val="00577F38"/>
    <w:rsid w:val="0058015E"/>
    <w:rsid w:val="005801A1"/>
    <w:rsid w:val="005801DC"/>
    <w:rsid w:val="00580265"/>
    <w:rsid w:val="005802AD"/>
    <w:rsid w:val="00580384"/>
    <w:rsid w:val="005806BF"/>
    <w:rsid w:val="00580E36"/>
    <w:rsid w:val="00580F18"/>
    <w:rsid w:val="005811EB"/>
    <w:rsid w:val="005813BE"/>
    <w:rsid w:val="005813C7"/>
    <w:rsid w:val="005817CF"/>
    <w:rsid w:val="00581DEF"/>
    <w:rsid w:val="005820B4"/>
    <w:rsid w:val="005821B6"/>
    <w:rsid w:val="005822A8"/>
    <w:rsid w:val="00582918"/>
    <w:rsid w:val="00582D9B"/>
    <w:rsid w:val="00583089"/>
    <w:rsid w:val="005830A6"/>
    <w:rsid w:val="005830BC"/>
    <w:rsid w:val="0058317E"/>
    <w:rsid w:val="005831CD"/>
    <w:rsid w:val="00583646"/>
    <w:rsid w:val="005836A3"/>
    <w:rsid w:val="00583A5F"/>
    <w:rsid w:val="00583B5D"/>
    <w:rsid w:val="0058422C"/>
    <w:rsid w:val="005842D6"/>
    <w:rsid w:val="00584576"/>
    <w:rsid w:val="00584630"/>
    <w:rsid w:val="00584735"/>
    <w:rsid w:val="00584945"/>
    <w:rsid w:val="00584BE1"/>
    <w:rsid w:val="00584D72"/>
    <w:rsid w:val="0058506B"/>
    <w:rsid w:val="005852B7"/>
    <w:rsid w:val="0058535D"/>
    <w:rsid w:val="005856F8"/>
    <w:rsid w:val="005857E6"/>
    <w:rsid w:val="005857F8"/>
    <w:rsid w:val="00585874"/>
    <w:rsid w:val="00585D36"/>
    <w:rsid w:val="00585ECA"/>
    <w:rsid w:val="00587318"/>
    <w:rsid w:val="0058756C"/>
    <w:rsid w:val="0058779A"/>
    <w:rsid w:val="0058792F"/>
    <w:rsid w:val="00587A7E"/>
    <w:rsid w:val="00587BB0"/>
    <w:rsid w:val="00587C3B"/>
    <w:rsid w:val="005904A5"/>
    <w:rsid w:val="00590746"/>
    <w:rsid w:val="0059083B"/>
    <w:rsid w:val="00590C5B"/>
    <w:rsid w:val="00590DEB"/>
    <w:rsid w:val="00590F32"/>
    <w:rsid w:val="0059160B"/>
    <w:rsid w:val="00591626"/>
    <w:rsid w:val="0059163C"/>
    <w:rsid w:val="005919AC"/>
    <w:rsid w:val="005919EA"/>
    <w:rsid w:val="00591D89"/>
    <w:rsid w:val="00591F5D"/>
    <w:rsid w:val="00592319"/>
    <w:rsid w:val="005925C6"/>
    <w:rsid w:val="00592778"/>
    <w:rsid w:val="00592818"/>
    <w:rsid w:val="0059290E"/>
    <w:rsid w:val="005929C4"/>
    <w:rsid w:val="00592DCE"/>
    <w:rsid w:val="00592E4E"/>
    <w:rsid w:val="00593092"/>
    <w:rsid w:val="00593292"/>
    <w:rsid w:val="00593303"/>
    <w:rsid w:val="00593547"/>
    <w:rsid w:val="0059366F"/>
    <w:rsid w:val="00594057"/>
    <w:rsid w:val="0059412C"/>
    <w:rsid w:val="00594857"/>
    <w:rsid w:val="0059487C"/>
    <w:rsid w:val="00594B3C"/>
    <w:rsid w:val="00594FD4"/>
    <w:rsid w:val="00595718"/>
    <w:rsid w:val="0059583B"/>
    <w:rsid w:val="00595B3C"/>
    <w:rsid w:val="00595F60"/>
    <w:rsid w:val="00596745"/>
    <w:rsid w:val="00596791"/>
    <w:rsid w:val="00596945"/>
    <w:rsid w:val="00596BCC"/>
    <w:rsid w:val="00596D47"/>
    <w:rsid w:val="00596D5D"/>
    <w:rsid w:val="00596DFE"/>
    <w:rsid w:val="00596F12"/>
    <w:rsid w:val="00597313"/>
    <w:rsid w:val="00597923"/>
    <w:rsid w:val="005979C7"/>
    <w:rsid w:val="00597BFE"/>
    <w:rsid w:val="00597C0D"/>
    <w:rsid w:val="00597DC3"/>
    <w:rsid w:val="005A01A0"/>
    <w:rsid w:val="005A0AC1"/>
    <w:rsid w:val="005A0E3D"/>
    <w:rsid w:val="005A0EE6"/>
    <w:rsid w:val="005A0F08"/>
    <w:rsid w:val="005A0FDC"/>
    <w:rsid w:val="005A1022"/>
    <w:rsid w:val="005A1025"/>
    <w:rsid w:val="005A1100"/>
    <w:rsid w:val="005A16CF"/>
    <w:rsid w:val="005A1823"/>
    <w:rsid w:val="005A1867"/>
    <w:rsid w:val="005A1FFD"/>
    <w:rsid w:val="005A213D"/>
    <w:rsid w:val="005A2258"/>
    <w:rsid w:val="005A2687"/>
    <w:rsid w:val="005A2764"/>
    <w:rsid w:val="005A2870"/>
    <w:rsid w:val="005A2C68"/>
    <w:rsid w:val="005A2E82"/>
    <w:rsid w:val="005A2F75"/>
    <w:rsid w:val="005A32C0"/>
    <w:rsid w:val="005A3352"/>
    <w:rsid w:val="005A397E"/>
    <w:rsid w:val="005A3AF4"/>
    <w:rsid w:val="005A3CF6"/>
    <w:rsid w:val="005A3D94"/>
    <w:rsid w:val="005A3DCD"/>
    <w:rsid w:val="005A3FD4"/>
    <w:rsid w:val="005A428C"/>
    <w:rsid w:val="005A4538"/>
    <w:rsid w:val="005A48E6"/>
    <w:rsid w:val="005A5078"/>
    <w:rsid w:val="005A5099"/>
    <w:rsid w:val="005A50E6"/>
    <w:rsid w:val="005A5416"/>
    <w:rsid w:val="005A57EE"/>
    <w:rsid w:val="005A5B9A"/>
    <w:rsid w:val="005A5C98"/>
    <w:rsid w:val="005A5D70"/>
    <w:rsid w:val="005A6042"/>
    <w:rsid w:val="005A6164"/>
    <w:rsid w:val="005A61CD"/>
    <w:rsid w:val="005A630B"/>
    <w:rsid w:val="005A63BD"/>
    <w:rsid w:val="005A6469"/>
    <w:rsid w:val="005A650F"/>
    <w:rsid w:val="005A656C"/>
    <w:rsid w:val="005A67E4"/>
    <w:rsid w:val="005A67F7"/>
    <w:rsid w:val="005A6B0C"/>
    <w:rsid w:val="005A6BE4"/>
    <w:rsid w:val="005A6F72"/>
    <w:rsid w:val="005A71AA"/>
    <w:rsid w:val="005A7229"/>
    <w:rsid w:val="005A72BE"/>
    <w:rsid w:val="005A7314"/>
    <w:rsid w:val="005A76CE"/>
    <w:rsid w:val="005A77F0"/>
    <w:rsid w:val="005A78C3"/>
    <w:rsid w:val="005A78F3"/>
    <w:rsid w:val="005A7B48"/>
    <w:rsid w:val="005A7E5E"/>
    <w:rsid w:val="005B03E9"/>
    <w:rsid w:val="005B09D6"/>
    <w:rsid w:val="005B0BEC"/>
    <w:rsid w:val="005B0C7F"/>
    <w:rsid w:val="005B0C8F"/>
    <w:rsid w:val="005B0CA4"/>
    <w:rsid w:val="005B0E05"/>
    <w:rsid w:val="005B1087"/>
    <w:rsid w:val="005B1598"/>
    <w:rsid w:val="005B15D3"/>
    <w:rsid w:val="005B18A4"/>
    <w:rsid w:val="005B1BCF"/>
    <w:rsid w:val="005B1BD6"/>
    <w:rsid w:val="005B1C1E"/>
    <w:rsid w:val="005B1CF6"/>
    <w:rsid w:val="005B1E1F"/>
    <w:rsid w:val="005B27C6"/>
    <w:rsid w:val="005B2DFB"/>
    <w:rsid w:val="005B3A3A"/>
    <w:rsid w:val="005B3A5F"/>
    <w:rsid w:val="005B3D06"/>
    <w:rsid w:val="005B3F72"/>
    <w:rsid w:val="005B44D8"/>
    <w:rsid w:val="005B48AF"/>
    <w:rsid w:val="005B4C7F"/>
    <w:rsid w:val="005B4F40"/>
    <w:rsid w:val="005B50BC"/>
    <w:rsid w:val="005B5258"/>
    <w:rsid w:val="005B5291"/>
    <w:rsid w:val="005B5A33"/>
    <w:rsid w:val="005B5D31"/>
    <w:rsid w:val="005B5D79"/>
    <w:rsid w:val="005B5DC7"/>
    <w:rsid w:val="005B5EB5"/>
    <w:rsid w:val="005B626F"/>
    <w:rsid w:val="005B62C9"/>
    <w:rsid w:val="005B636C"/>
    <w:rsid w:val="005B665E"/>
    <w:rsid w:val="005B6A2E"/>
    <w:rsid w:val="005B6B4D"/>
    <w:rsid w:val="005B6D78"/>
    <w:rsid w:val="005B712C"/>
    <w:rsid w:val="005B726B"/>
    <w:rsid w:val="005B7339"/>
    <w:rsid w:val="005B7ECF"/>
    <w:rsid w:val="005C06A3"/>
    <w:rsid w:val="005C06D8"/>
    <w:rsid w:val="005C07B0"/>
    <w:rsid w:val="005C0840"/>
    <w:rsid w:val="005C08B7"/>
    <w:rsid w:val="005C0A1E"/>
    <w:rsid w:val="005C0BBB"/>
    <w:rsid w:val="005C0F61"/>
    <w:rsid w:val="005C1629"/>
    <w:rsid w:val="005C1905"/>
    <w:rsid w:val="005C1A64"/>
    <w:rsid w:val="005C1D23"/>
    <w:rsid w:val="005C1F25"/>
    <w:rsid w:val="005C2093"/>
    <w:rsid w:val="005C20B5"/>
    <w:rsid w:val="005C249A"/>
    <w:rsid w:val="005C2533"/>
    <w:rsid w:val="005C2BA2"/>
    <w:rsid w:val="005C2D89"/>
    <w:rsid w:val="005C3435"/>
    <w:rsid w:val="005C3839"/>
    <w:rsid w:val="005C3E68"/>
    <w:rsid w:val="005C3FC1"/>
    <w:rsid w:val="005C42E8"/>
    <w:rsid w:val="005C4A5D"/>
    <w:rsid w:val="005C4BE7"/>
    <w:rsid w:val="005C4D6C"/>
    <w:rsid w:val="005C4DD6"/>
    <w:rsid w:val="005C4ECC"/>
    <w:rsid w:val="005C5014"/>
    <w:rsid w:val="005C52A1"/>
    <w:rsid w:val="005C5308"/>
    <w:rsid w:val="005C5538"/>
    <w:rsid w:val="005C556A"/>
    <w:rsid w:val="005C5854"/>
    <w:rsid w:val="005C5A18"/>
    <w:rsid w:val="005C5B40"/>
    <w:rsid w:val="005C5FFE"/>
    <w:rsid w:val="005C6118"/>
    <w:rsid w:val="005C6651"/>
    <w:rsid w:val="005C678C"/>
    <w:rsid w:val="005C69B2"/>
    <w:rsid w:val="005C6A59"/>
    <w:rsid w:val="005C6B3B"/>
    <w:rsid w:val="005C6E27"/>
    <w:rsid w:val="005C6F9D"/>
    <w:rsid w:val="005C6FA1"/>
    <w:rsid w:val="005C7B13"/>
    <w:rsid w:val="005D0354"/>
    <w:rsid w:val="005D06EA"/>
    <w:rsid w:val="005D077B"/>
    <w:rsid w:val="005D0BF0"/>
    <w:rsid w:val="005D0E19"/>
    <w:rsid w:val="005D0E3F"/>
    <w:rsid w:val="005D1216"/>
    <w:rsid w:val="005D1334"/>
    <w:rsid w:val="005D14D2"/>
    <w:rsid w:val="005D18C3"/>
    <w:rsid w:val="005D19E4"/>
    <w:rsid w:val="005D1AD7"/>
    <w:rsid w:val="005D1AEB"/>
    <w:rsid w:val="005D1BDA"/>
    <w:rsid w:val="005D1C2B"/>
    <w:rsid w:val="005D1F40"/>
    <w:rsid w:val="005D1FE7"/>
    <w:rsid w:val="005D25C7"/>
    <w:rsid w:val="005D29B5"/>
    <w:rsid w:val="005D2CDC"/>
    <w:rsid w:val="005D2CFA"/>
    <w:rsid w:val="005D2D23"/>
    <w:rsid w:val="005D2D45"/>
    <w:rsid w:val="005D3324"/>
    <w:rsid w:val="005D33F3"/>
    <w:rsid w:val="005D34A4"/>
    <w:rsid w:val="005D3828"/>
    <w:rsid w:val="005D3B34"/>
    <w:rsid w:val="005D3CD2"/>
    <w:rsid w:val="005D3FB7"/>
    <w:rsid w:val="005D461E"/>
    <w:rsid w:val="005D4736"/>
    <w:rsid w:val="005D50B7"/>
    <w:rsid w:val="005D50D4"/>
    <w:rsid w:val="005D5597"/>
    <w:rsid w:val="005D5DB3"/>
    <w:rsid w:val="005D5E57"/>
    <w:rsid w:val="005D6025"/>
    <w:rsid w:val="005D613B"/>
    <w:rsid w:val="005D6317"/>
    <w:rsid w:val="005D63BF"/>
    <w:rsid w:val="005D64D0"/>
    <w:rsid w:val="005D65CF"/>
    <w:rsid w:val="005D6871"/>
    <w:rsid w:val="005D69CF"/>
    <w:rsid w:val="005D6A42"/>
    <w:rsid w:val="005D6AE9"/>
    <w:rsid w:val="005D6C12"/>
    <w:rsid w:val="005D6E60"/>
    <w:rsid w:val="005D703F"/>
    <w:rsid w:val="005D750C"/>
    <w:rsid w:val="005D77BB"/>
    <w:rsid w:val="005D7D4C"/>
    <w:rsid w:val="005D7D60"/>
    <w:rsid w:val="005D7E3F"/>
    <w:rsid w:val="005E06D5"/>
    <w:rsid w:val="005E0770"/>
    <w:rsid w:val="005E0869"/>
    <w:rsid w:val="005E0C63"/>
    <w:rsid w:val="005E0F73"/>
    <w:rsid w:val="005E157F"/>
    <w:rsid w:val="005E164A"/>
    <w:rsid w:val="005E16AC"/>
    <w:rsid w:val="005E180F"/>
    <w:rsid w:val="005E1EEF"/>
    <w:rsid w:val="005E1F01"/>
    <w:rsid w:val="005E1FA4"/>
    <w:rsid w:val="005E2357"/>
    <w:rsid w:val="005E24A3"/>
    <w:rsid w:val="005E256C"/>
    <w:rsid w:val="005E2756"/>
    <w:rsid w:val="005E2BBD"/>
    <w:rsid w:val="005E2DB6"/>
    <w:rsid w:val="005E307A"/>
    <w:rsid w:val="005E3098"/>
    <w:rsid w:val="005E30FB"/>
    <w:rsid w:val="005E364B"/>
    <w:rsid w:val="005E371F"/>
    <w:rsid w:val="005E374F"/>
    <w:rsid w:val="005E3949"/>
    <w:rsid w:val="005E3A02"/>
    <w:rsid w:val="005E3AA6"/>
    <w:rsid w:val="005E3B9F"/>
    <w:rsid w:val="005E40D7"/>
    <w:rsid w:val="005E412B"/>
    <w:rsid w:val="005E434F"/>
    <w:rsid w:val="005E4A2C"/>
    <w:rsid w:val="005E4DC7"/>
    <w:rsid w:val="005E4E9F"/>
    <w:rsid w:val="005E5558"/>
    <w:rsid w:val="005E579C"/>
    <w:rsid w:val="005E5884"/>
    <w:rsid w:val="005E58AB"/>
    <w:rsid w:val="005E5AA0"/>
    <w:rsid w:val="005E5E18"/>
    <w:rsid w:val="005E6210"/>
    <w:rsid w:val="005E6393"/>
    <w:rsid w:val="005E6504"/>
    <w:rsid w:val="005E679E"/>
    <w:rsid w:val="005E67F8"/>
    <w:rsid w:val="005E6A73"/>
    <w:rsid w:val="005E75FE"/>
    <w:rsid w:val="005F00A5"/>
    <w:rsid w:val="005F0738"/>
    <w:rsid w:val="005F093A"/>
    <w:rsid w:val="005F0F35"/>
    <w:rsid w:val="005F13D0"/>
    <w:rsid w:val="005F1754"/>
    <w:rsid w:val="005F227C"/>
    <w:rsid w:val="005F23FE"/>
    <w:rsid w:val="005F2628"/>
    <w:rsid w:val="005F2799"/>
    <w:rsid w:val="005F2E66"/>
    <w:rsid w:val="005F354D"/>
    <w:rsid w:val="005F3603"/>
    <w:rsid w:val="005F3C15"/>
    <w:rsid w:val="005F3C9D"/>
    <w:rsid w:val="005F41DF"/>
    <w:rsid w:val="005F4737"/>
    <w:rsid w:val="005F481E"/>
    <w:rsid w:val="005F5036"/>
    <w:rsid w:val="005F50FE"/>
    <w:rsid w:val="005F5166"/>
    <w:rsid w:val="005F58F4"/>
    <w:rsid w:val="005F657D"/>
    <w:rsid w:val="005F6638"/>
    <w:rsid w:val="005F6739"/>
    <w:rsid w:val="005F6B83"/>
    <w:rsid w:val="005F6E4B"/>
    <w:rsid w:val="005F6EA0"/>
    <w:rsid w:val="005F7104"/>
    <w:rsid w:val="005F78F3"/>
    <w:rsid w:val="005F7C9C"/>
    <w:rsid w:val="005F7F20"/>
    <w:rsid w:val="00600133"/>
    <w:rsid w:val="006001A5"/>
    <w:rsid w:val="006006AA"/>
    <w:rsid w:val="00600886"/>
    <w:rsid w:val="0060093D"/>
    <w:rsid w:val="00600A62"/>
    <w:rsid w:val="00600D0E"/>
    <w:rsid w:val="0060104B"/>
    <w:rsid w:val="006013F7"/>
    <w:rsid w:val="006016D8"/>
    <w:rsid w:val="00601A71"/>
    <w:rsid w:val="00601A80"/>
    <w:rsid w:val="00602000"/>
    <w:rsid w:val="00602299"/>
    <w:rsid w:val="006022D9"/>
    <w:rsid w:val="00602984"/>
    <w:rsid w:val="006029AE"/>
    <w:rsid w:val="00602FD0"/>
    <w:rsid w:val="00603364"/>
    <w:rsid w:val="0060338C"/>
    <w:rsid w:val="00603439"/>
    <w:rsid w:val="006034C4"/>
    <w:rsid w:val="00603A3E"/>
    <w:rsid w:val="00603C00"/>
    <w:rsid w:val="00604325"/>
    <w:rsid w:val="006043D4"/>
    <w:rsid w:val="006049EC"/>
    <w:rsid w:val="006049F8"/>
    <w:rsid w:val="00604C68"/>
    <w:rsid w:val="00604D53"/>
    <w:rsid w:val="00604EBE"/>
    <w:rsid w:val="0060525B"/>
    <w:rsid w:val="006053DA"/>
    <w:rsid w:val="00605447"/>
    <w:rsid w:val="0060573B"/>
    <w:rsid w:val="00605964"/>
    <w:rsid w:val="00605AD1"/>
    <w:rsid w:val="00605D3D"/>
    <w:rsid w:val="00605D5F"/>
    <w:rsid w:val="00605D79"/>
    <w:rsid w:val="006062AA"/>
    <w:rsid w:val="006065FB"/>
    <w:rsid w:val="006066AB"/>
    <w:rsid w:val="00606898"/>
    <w:rsid w:val="006068DC"/>
    <w:rsid w:val="006077A3"/>
    <w:rsid w:val="006077DD"/>
    <w:rsid w:val="006079C2"/>
    <w:rsid w:val="00607BBA"/>
    <w:rsid w:val="00607F13"/>
    <w:rsid w:val="00610D90"/>
    <w:rsid w:val="00610F52"/>
    <w:rsid w:val="006113AA"/>
    <w:rsid w:val="00611406"/>
    <w:rsid w:val="00611E2E"/>
    <w:rsid w:val="00611F7C"/>
    <w:rsid w:val="00612257"/>
    <w:rsid w:val="006122F3"/>
    <w:rsid w:val="0061253A"/>
    <w:rsid w:val="00612583"/>
    <w:rsid w:val="00612AB9"/>
    <w:rsid w:val="00613145"/>
    <w:rsid w:val="006134EF"/>
    <w:rsid w:val="0061403C"/>
    <w:rsid w:val="00614047"/>
    <w:rsid w:val="006142D9"/>
    <w:rsid w:val="00614308"/>
    <w:rsid w:val="006143C2"/>
    <w:rsid w:val="006146B9"/>
    <w:rsid w:val="0061493E"/>
    <w:rsid w:val="00614967"/>
    <w:rsid w:val="006149C3"/>
    <w:rsid w:val="00615378"/>
    <w:rsid w:val="00615B42"/>
    <w:rsid w:val="006165CA"/>
    <w:rsid w:val="006166EC"/>
    <w:rsid w:val="00616755"/>
    <w:rsid w:val="006168A6"/>
    <w:rsid w:val="006172CE"/>
    <w:rsid w:val="00617558"/>
    <w:rsid w:val="006176D0"/>
    <w:rsid w:val="00617741"/>
    <w:rsid w:val="00617955"/>
    <w:rsid w:val="00617D21"/>
    <w:rsid w:val="006200F9"/>
    <w:rsid w:val="006201D1"/>
    <w:rsid w:val="00620327"/>
    <w:rsid w:val="00620676"/>
    <w:rsid w:val="006209B3"/>
    <w:rsid w:val="00620ADA"/>
    <w:rsid w:val="00620BCE"/>
    <w:rsid w:val="00620C23"/>
    <w:rsid w:val="00620DFD"/>
    <w:rsid w:val="00620E70"/>
    <w:rsid w:val="00620EE5"/>
    <w:rsid w:val="00621117"/>
    <w:rsid w:val="006211C0"/>
    <w:rsid w:val="00621834"/>
    <w:rsid w:val="00621BBF"/>
    <w:rsid w:val="00621C25"/>
    <w:rsid w:val="00621C4A"/>
    <w:rsid w:val="00621D12"/>
    <w:rsid w:val="00621DE9"/>
    <w:rsid w:val="00621F40"/>
    <w:rsid w:val="0062204D"/>
    <w:rsid w:val="00622291"/>
    <w:rsid w:val="006224C3"/>
    <w:rsid w:val="00622A37"/>
    <w:rsid w:val="00622B0C"/>
    <w:rsid w:val="00622F31"/>
    <w:rsid w:val="006234F0"/>
    <w:rsid w:val="0062388E"/>
    <w:rsid w:val="00623C10"/>
    <w:rsid w:val="006247BE"/>
    <w:rsid w:val="006247C6"/>
    <w:rsid w:val="0062491F"/>
    <w:rsid w:val="00624A20"/>
    <w:rsid w:val="00625059"/>
    <w:rsid w:val="006252BC"/>
    <w:rsid w:val="0062543E"/>
    <w:rsid w:val="00625793"/>
    <w:rsid w:val="006258F9"/>
    <w:rsid w:val="00625D52"/>
    <w:rsid w:val="00625F76"/>
    <w:rsid w:val="00625FFC"/>
    <w:rsid w:val="006263C0"/>
    <w:rsid w:val="00626643"/>
    <w:rsid w:val="006266BD"/>
    <w:rsid w:val="00626F3B"/>
    <w:rsid w:val="0062707E"/>
    <w:rsid w:val="006271FC"/>
    <w:rsid w:val="006272DF"/>
    <w:rsid w:val="006272E0"/>
    <w:rsid w:val="00627599"/>
    <w:rsid w:val="006275AF"/>
    <w:rsid w:val="0062761F"/>
    <w:rsid w:val="0062774A"/>
    <w:rsid w:val="00627B8D"/>
    <w:rsid w:val="00627ED5"/>
    <w:rsid w:val="00630026"/>
    <w:rsid w:val="006304E0"/>
    <w:rsid w:val="006307B3"/>
    <w:rsid w:val="00630C14"/>
    <w:rsid w:val="00630E0C"/>
    <w:rsid w:val="00630F4E"/>
    <w:rsid w:val="00631268"/>
    <w:rsid w:val="00631BB6"/>
    <w:rsid w:val="00631CA4"/>
    <w:rsid w:val="0063246E"/>
    <w:rsid w:val="006327A1"/>
    <w:rsid w:val="0063285B"/>
    <w:rsid w:val="00632C1B"/>
    <w:rsid w:val="00632ECA"/>
    <w:rsid w:val="00632F06"/>
    <w:rsid w:val="00632F23"/>
    <w:rsid w:val="006332DA"/>
    <w:rsid w:val="0063370D"/>
    <w:rsid w:val="0063382A"/>
    <w:rsid w:val="00633C68"/>
    <w:rsid w:val="0063412A"/>
    <w:rsid w:val="0063416D"/>
    <w:rsid w:val="006342A3"/>
    <w:rsid w:val="00634399"/>
    <w:rsid w:val="00634429"/>
    <w:rsid w:val="0063443B"/>
    <w:rsid w:val="0063486F"/>
    <w:rsid w:val="00634ABC"/>
    <w:rsid w:val="00635123"/>
    <w:rsid w:val="0063519A"/>
    <w:rsid w:val="00635233"/>
    <w:rsid w:val="0063556F"/>
    <w:rsid w:val="006355E6"/>
    <w:rsid w:val="00635C9F"/>
    <w:rsid w:val="00635CF4"/>
    <w:rsid w:val="00635EA1"/>
    <w:rsid w:val="00635F6A"/>
    <w:rsid w:val="006360DB"/>
    <w:rsid w:val="00636133"/>
    <w:rsid w:val="00636319"/>
    <w:rsid w:val="00636335"/>
    <w:rsid w:val="006365C9"/>
    <w:rsid w:val="00636772"/>
    <w:rsid w:val="006367FF"/>
    <w:rsid w:val="0063696F"/>
    <w:rsid w:val="00636C4F"/>
    <w:rsid w:val="00636D3E"/>
    <w:rsid w:val="00636D3F"/>
    <w:rsid w:val="00636F66"/>
    <w:rsid w:val="006370FD"/>
    <w:rsid w:val="006372EC"/>
    <w:rsid w:val="0063746F"/>
    <w:rsid w:val="00637630"/>
    <w:rsid w:val="0063763B"/>
    <w:rsid w:val="00637A7B"/>
    <w:rsid w:val="00637C2C"/>
    <w:rsid w:val="00637CEC"/>
    <w:rsid w:val="006402F3"/>
    <w:rsid w:val="0064038E"/>
    <w:rsid w:val="00640438"/>
    <w:rsid w:val="0064097A"/>
    <w:rsid w:val="006412FD"/>
    <w:rsid w:val="006414C2"/>
    <w:rsid w:val="006418D0"/>
    <w:rsid w:val="00641A69"/>
    <w:rsid w:val="00641B17"/>
    <w:rsid w:val="00641EE3"/>
    <w:rsid w:val="00641FAD"/>
    <w:rsid w:val="00641FB5"/>
    <w:rsid w:val="0064220C"/>
    <w:rsid w:val="00642292"/>
    <w:rsid w:val="00642563"/>
    <w:rsid w:val="0064274E"/>
    <w:rsid w:val="00642B89"/>
    <w:rsid w:val="00642C74"/>
    <w:rsid w:val="00642D14"/>
    <w:rsid w:val="00642DC4"/>
    <w:rsid w:val="00643080"/>
    <w:rsid w:val="006434A2"/>
    <w:rsid w:val="0064362E"/>
    <w:rsid w:val="0064391C"/>
    <w:rsid w:val="00643A18"/>
    <w:rsid w:val="00643ACA"/>
    <w:rsid w:val="00643F19"/>
    <w:rsid w:val="00644399"/>
    <w:rsid w:val="0064449A"/>
    <w:rsid w:val="00644853"/>
    <w:rsid w:val="00644CE1"/>
    <w:rsid w:val="00644F65"/>
    <w:rsid w:val="006451A9"/>
    <w:rsid w:val="00645B77"/>
    <w:rsid w:val="00645C83"/>
    <w:rsid w:val="00645EC0"/>
    <w:rsid w:val="00645FD1"/>
    <w:rsid w:val="0064631E"/>
    <w:rsid w:val="00646516"/>
    <w:rsid w:val="00646738"/>
    <w:rsid w:val="00646787"/>
    <w:rsid w:val="006468C2"/>
    <w:rsid w:val="00646A8F"/>
    <w:rsid w:val="00646F6C"/>
    <w:rsid w:val="00646F8A"/>
    <w:rsid w:val="00646FC5"/>
    <w:rsid w:val="006471E3"/>
    <w:rsid w:val="00647624"/>
    <w:rsid w:val="006479F9"/>
    <w:rsid w:val="00647DCB"/>
    <w:rsid w:val="0065003D"/>
    <w:rsid w:val="00650104"/>
    <w:rsid w:val="00650110"/>
    <w:rsid w:val="006502C5"/>
    <w:rsid w:val="00650327"/>
    <w:rsid w:val="006506EE"/>
    <w:rsid w:val="00650A51"/>
    <w:rsid w:val="00650AC9"/>
    <w:rsid w:val="00650C17"/>
    <w:rsid w:val="00650E39"/>
    <w:rsid w:val="00650E8C"/>
    <w:rsid w:val="006514F4"/>
    <w:rsid w:val="006516C4"/>
    <w:rsid w:val="00651C2E"/>
    <w:rsid w:val="00652847"/>
    <w:rsid w:val="00652BD3"/>
    <w:rsid w:val="00652D09"/>
    <w:rsid w:val="00652D6B"/>
    <w:rsid w:val="00653016"/>
    <w:rsid w:val="006533EF"/>
    <w:rsid w:val="0065366B"/>
    <w:rsid w:val="0065387A"/>
    <w:rsid w:val="00653E32"/>
    <w:rsid w:val="00654203"/>
    <w:rsid w:val="006542B3"/>
    <w:rsid w:val="006542C2"/>
    <w:rsid w:val="00654CBF"/>
    <w:rsid w:val="00654F36"/>
    <w:rsid w:val="0065525E"/>
    <w:rsid w:val="006555DB"/>
    <w:rsid w:val="00655626"/>
    <w:rsid w:val="00655ADB"/>
    <w:rsid w:val="00655B02"/>
    <w:rsid w:val="00655BF3"/>
    <w:rsid w:val="00655C59"/>
    <w:rsid w:val="00655D6A"/>
    <w:rsid w:val="00655D91"/>
    <w:rsid w:val="00655EAA"/>
    <w:rsid w:val="00655F7A"/>
    <w:rsid w:val="00655FC3"/>
    <w:rsid w:val="00656137"/>
    <w:rsid w:val="00656759"/>
    <w:rsid w:val="00656893"/>
    <w:rsid w:val="00656ABA"/>
    <w:rsid w:val="00656B42"/>
    <w:rsid w:val="00656BA4"/>
    <w:rsid w:val="00656DB1"/>
    <w:rsid w:val="00656FB0"/>
    <w:rsid w:val="00657414"/>
    <w:rsid w:val="00657551"/>
    <w:rsid w:val="006575B2"/>
    <w:rsid w:val="00657995"/>
    <w:rsid w:val="00657AD1"/>
    <w:rsid w:val="00657AE7"/>
    <w:rsid w:val="00657B3A"/>
    <w:rsid w:val="006600EA"/>
    <w:rsid w:val="0066080E"/>
    <w:rsid w:val="00660846"/>
    <w:rsid w:val="0066085F"/>
    <w:rsid w:val="00660B44"/>
    <w:rsid w:val="00660C17"/>
    <w:rsid w:val="00660C50"/>
    <w:rsid w:val="00660EB4"/>
    <w:rsid w:val="00660F67"/>
    <w:rsid w:val="0066104B"/>
    <w:rsid w:val="006610A1"/>
    <w:rsid w:val="006611B1"/>
    <w:rsid w:val="00661430"/>
    <w:rsid w:val="0066181D"/>
    <w:rsid w:val="0066188B"/>
    <w:rsid w:val="00661938"/>
    <w:rsid w:val="0066193F"/>
    <w:rsid w:val="00661BD1"/>
    <w:rsid w:val="00661DD5"/>
    <w:rsid w:val="006621E4"/>
    <w:rsid w:val="00662363"/>
    <w:rsid w:val="006626E9"/>
    <w:rsid w:val="00662CB9"/>
    <w:rsid w:val="00663312"/>
    <w:rsid w:val="00663826"/>
    <w:rsid w:val="00663832"/>
    <w:rsid w:val="00663DB4"/>
    <w:rsid w:val="00663FAD"/>
    <w:rsid w:val="00663FBC"/>
    <w:rsid w:val="00664013"/>
    <w:rsid w:val="00664084"/>
    <w:rsid w:val="00664145"/>
    <w:rsid w:val="0066456D"/>
    <w:rsid w:val="00664875"/>
    <w:rsid w:val="00664926"/>
    <w:rsid w:val="00664C0A"/>
    <w:rsid w:val="00664C67"/>
    <w:rsid w:val="00664EE2"/>
    <w:rsid w:val="00665607"/>
    <w:rsid w:val="0066571C"/>
    <w:rsid w:val="0066577F"/>
    <w:rsid w:val="006657EB"/>
    <w:rsid w:val="006660A3"/>
    <w:rsid w:val="0066635D"/>
    <w:rsid w:val="006663CF"/>
    <w:rsid w:val="0066657A"/>
    <w:rsid w:val="0066668C"/>
    <w:rsid w:val="0066687A"/>
    <w:rsid w:val="00667567"/>
    <w:rsid w:val="006675E5"/>
    <w:rsid w:val="0066775A"/>
    <w:rsid w:val="00667AF6"/>
    <w:rsid w:val="00667DFC"/>
    <w:rsid w:val="00667FC7"/>
    <w:rsid w:val="006701AD"/>
    <w:rsid w:val="0067027B"/>
    <w:rsid w:val="00670637"/>
    <w:rsid w:val="0067093F"/>
    <w:rsid w:val="006709FA"/>
    <w:rsid w:val="00670BE7"/>
    <w:rsid w:val="00670CB0"/>
    <w:rsid w:val="00670D1E"/>
    <w:rsid w:val="00670D90"/>
    <w:rsid w:val="00670E4B"/>
    <w:rsid w:val="00670F03"/>
    <w:rsid w:val="006714EE"/>
    <w:rsid w:val="006719DC"/>
    <w:rsid w:val="00671B8C"/>
    <w:rsid w:val="00672743"/>
    <w:rsid w:val="006727DC"/>
    <w:rsid w:val="00672ABD"/>
    <w:rsid w:val="006730F0"/>
    <w:rsid w:val="00673337"/>
    <w:rsid w:val="0067357A"/>
    <w:rsid w:val="006735AC"/>
    <w:rsid w:val="00673749"/>
    <w:rsid w:val="00673BBB"/>
    <w:rsid w:val="00673F2C"/>
    <w:rsid w:val="0067426A"/>
    <w:rsid w:val="006743ED"/>
    <w:rsid w:val="006745F5"/>
    <w:rsid w:val="00675969"/>
    <w:rsid w:val="00675AF6"/>
    <w:rsid w:val="00675F46"/>
    <w:rsid w:val="00676048"/>
    <w:rsid w:val="006762B5"/>
    <w:rsid w:val="006764BC"/>
    <w:rsid w:val="0067659C"/>
    <w:rsid w:val="00676D93"/>
    <w:rsid w:val="00676E47"/>
    <w:rsid w:val="0067706F"/>
    <w:rsid w:val="0067713D"/>
    <w:rsid w:val="006773B4"/>
    <w:rsid w:val="006773C9"/>
    <w:rsid w:val="006773EF"/>
    <w:rsid w:val="006774E2"/>
    <w:rsid w:val="0067785C"/>
    <w:rsid w:val="00677902"/>
    <w:rsid w:val="00677AB9"/>
    <w:rsid w:val="00677AC8"/>
    <w:rsid w:val="00677DD3"/>
    <w:rsid w:val="00680958"/>
    <w:rsid w:val="006809B4"/>
    <w:rsid w:val="00680B17"/>
    <w:rsid w:val="00680E42"/>
    <w:rsid w:val="00681023"/>
    <w:rsid w:val="006812FF"/>
    <w:rsid w:val="00681630"/>
    <w:rsid w:val="006824B4"/>
    <w:rsid w:val="0068269D"/>
    <w:rsid w:val="00682AA0"/>
    <w:rsid w:val="00682D74"/>
    <w:rsid w:val="00682EB4"/>
    <w:rsid w:val="00683082"/>
    <w:rsid w:val="00683107"/>
    <w:rsid w:val="00683446"/>
    <w:rsid w:val="006839A9"/>
    <w:rsid w:val="00683D74"/>
    <w:rsid w:val="006841F8"/>
    <w:rsid w:val="00684310"/>
    <w:rsid w:val="00684337"/>
    <w:rsid w:val="0068435D"/>
    <w:rsid w:val="006843B9"/>
    <w:rsid w:val="00684BD8"/>
    <w:rsid w:val="00685082"/>
    <w:rsid w:val="0068569C"/>
    <w:rsid w:val="00685F9D"/>
    <w:rsid w:val="006868A0"/>
    <w:rsid w:val="006868FA"/>
    <w:rsid w:val="00686B09"/>
    <w:rsid w:val="00687033"/>
    <w:rsid w:val="00687C8B"/>
    <w:rsid w:val="00687D1D"/>
    <w:rsid w:val="00690093"/>
    <w:rsid w:val="0069029F"/>
    <w:rsid w:val="00690633"/>
    <w:rsid w:val="00690A93"/>
    <w:rsid w:val="0069115E"/>
    <w:rsid w:val="00691216"/>
    <w:rsid w:val="00691898"/>
    <w:rsid w:val="00691C19"/>
    <w:rsid w:val="00691C9E"/>
    <w:rsid w:val="00691D61"/>
    <w:rsid w:val="00691E7E"/>
    <w:rsid w:val="00692545"/>
    <w:rsid w:val="0069286E"/>
    <w:rsid w:val="00692D5A"/>
    <w:rsid w:val="00692FAB"/>
    <w:rsid w:val="00693077"/>
    <w:rsid w:val="00693510"/>
    <w:rsid w:val="00693701"/>
    <w:rsid w:val="006938C3"/>
    <w:rsid w:val="0069391A"/>
    <w:rsid w:val="00693B62"/>
    <w:rsid w:val="0069409C"/>
    <w:rsid w:val="0069495B"/>
    <w:rsid w:val="00694D06"/>
    <w:rsid w:val="00695252"/>
    <w:rsid w:val="00695283"/>
    <w:rsid w:val="006952A0"/>
    <w:rsid w:val="00695546"/>
    <w:rsid w:val="006956F6"/>
    <w:rsid w:val="0069593D"/>
    <w:rsid w:val="00695AFD"/>
    <w:rsid w:val="00695FBC"/>
    <w:rsid w:val="00696026"/>
    <w:rsid w:val="00696A6D"/>
    <w:rsid w:val="00696C45"/>
    <w:rsid w:val="00696E18"/>
    <w:rsid w:val="00696E9F"/>
    <w:rsid w:val="00696EBD"/>
    <w:rsid w:val="006974AA"/>
    <w:rsid w:val="006A044F"/>
    <w:rsid w:val="006A0734"/>
    <w:rsid w:val="006A0B47"/>
    <w:rsid w:val="006A113C"/>
    <w:rsid w:val="006A121F"/>
    <w:rsid w:val="006A12C4"/>
    <w:rsid w:val="006A1773"/>
    <w:rsid w:val="006A2179"/>
    <w:rsid w:val="006A25D7"/>
    <w:rsid w:val="006A2712"/>
    <w:rsid w:val="006A2B5C"/>
    <w:rsid w:val="006A2D88"/>
    <w:rsid w:val="006A2E57"/>
    <w:rsid w:val="006A3286"/>
    <w:rsid w:val="006A354D"/>
    <w:rsid w:val="006A384A"/>
    <w:rsid w:val="006A39CA"/>
    <w:rsid w:val="006A3F30"/>
    <w:rsid w:val="006A4248"/>
    <w:rsid w:val="006A42B2"/>
    <w:rsid w:val="006A4305"/>
    <w:rsid w:val="006A4402"/>
    <w:rsid w:val="006A47E1"/>
    <w:rsid w:val="006A489A"/>
    <w:rsid w:val="006A4C88"/>
    <w:rsid w:val="006A4F8C"/>
    <w:rsid w:val="006A4FF7"/>
    <w:rsid w:val="006A5043"/>
    <w:rsid w:val="006A5081"/>
    <w:rsid w:val="006A586C"/>
    <w:rsid w:val="006A5AC1"/>
    <w:rsid w:val="006A5AD9"/>
    <w:rsid w:val="006A5B11"/>
    <w:rsid w:val="006A5EE0"/>
    <w:rsid w:val="006A66C5"/>
    <w:rsid w:val="006A681E"/>
    <w:rsid w:val="006A6AC7"/>
    <w:rsid w:val="006A6C5A"/>
    <w:rsid w:val="006A7167"/>
    <w:rsid w:val="006A71C3"/>
    <w:rsid w:val="006A75CD"/>
    <w:rsid w:val="006B0221"/>
    <w:rsid w:val="006B02C6"/>
    <w:rsid w:val="006B044C"/>
    <w:rsid w:val="006B0478"/>
    <w:rsid w:val="006B07C1"/>
    <w:rsid w:val="006B0B8B"/>
    <w:rsid w:val="006B0D7E"/>
    <w:rsid w:val="006B0DAB"/>
    <w:rsid w:val="006B107D"/>
    <w:rsid w:val="006B1262"/>
    <w:rsid w:val="006B1585"/>
    <w:rsid w:val="006B1634"/>
    <w:rsid w:val="006B17C0"/>
    <w:rsid w:val="006B1983"/>
    <w:rsid w:val="006B199C"/>
    <w:rsid w:val="006B1C25"/>
    <w:rsid w:val="006B1D30"/>
    <w:rsid w:val="006B1D45"/>
    <w:rsid w:val="006B1E61"/>
    <w:rsid w:val="006B1E8C"/>
    <w:rsid w:val="006B2176"/>
    <w:rsid w:val="006B2219"/>
    <w:rsid w:val="006B238F"/>
    <w:rsid w:val="006B24FB"/>
    <w:rsid w:val="006B2730"/>
    <w:rsid w:val="006B2C0D"/>
    <w:rsid w:val="006B33FE"/>
    <w:rsid w:val="006B39CD"/>
    <w:rsid w:val="006B3BEC"/>
    <w:rsid w:val="006B3FDF"/>
    <w:rsid w:val="006B4004"/>
    <w:rsid w:val="006B410F"/>
    <w:rsid w:val="006B4540"/>
    <w:rsid w:val="006B45E2"/>
    <w:rsid w:val="006B4A5B"/>
    <w:rsid w:val="006B4AB8"/>
    <w:rsid w:val="006B4C83"/>
    <w:rsid w:val="006B4DF8"/>
    <w:rsid w:val="006B4F87"/>
    <w:rsid w:val="006B5074"/>
    <w:rsid w:val="006B57C1"/>
    <w:rsid w:val="006B5A58"/>
    <w:rsid w:val="006B5C79"/>
    <w:rsid w:val="006B5CC6"/>
    <w:rsid w:val="006B6110"/>
    <w:rsid w:val="006B6854"/>
    <w:rsid w:val="006B69E1"/>
    <w:rsid w:val="006B6B00"/>
    <w:rsid w:val="006B710F"/>
    <w:rsid w:val="006B720A"/>
    <w:rsid w:val="006B7429"/>
    <w:rsid w:val="006B7534"/>
    <w:rsid w:val="006B769E"/>
    <w:rsid w:val="006B77A5"/>
    <w:rsid w:val="006B7914"/>
    <w:rsid w:val="006B7FCE"/>
    <w:rsid w:val="006C006E"/>
    <w:rsid w:val="006C0321"/>
    <w:rsid w:val="006C090A"/>
    <w:rsid w:val="006C10B0"/>
    <w:rsid w:val="006C1500"/>
    <w:rsid w:val="006C15C8"/>
    <w:rsid w:val="006C1BC1"/>
    <w:rsid w:val="006C1E01"/>
    <w:rsid w:val="006C1E5B"/>
    <w:rsid w:val="006C2683"/>
    <w:rsid w:val="006C29A5"/>
    <w:rsid w:val="006C2B15"/>
    <w:rsid w:val="006C2E5E"/>
    <w:rsid w:val="006C31A6"/>
    <w:rsid w:val="006C33B5"/>
    <w:rsid w:val="006C35E6"/>
    <w:rsid w:val="006C361A"/>
    <w:rsid w:val="006C364C"/>
    <w:rsid w:val="006C36C1"/>
    <w:rsid w:val="006C37FB"/>
    <w:rsid w:val="006C381F"/>
    <w:rsid w:val="006C39B6"/>
    <w:rsid w:val="006C3DD2"/>
    <w:rsid w:val="006C4113"/>
    <w:rsid w:val="006C4146"/>
    <w:rsid w:val="006C4290"/>
    <w:rsid w:val="006C477F"/>
    <w:rsid w:val="006C494E"/>
    <w:rsid w:val="006C4A0E"/>
    <w:rsid w:val="006C4A35"/>
    <w:rsid w:val="006C4CD3"/>
    <w:rsid w:val="006C50E9"/>
    <w:rsid w:val="006C544F"/>
    <w:rsid w:val="006C56FE"/>
    <w:rsid w:val="006C57E2"/>
    <w:rsid w:val="006C5C34"/>
    <w:rsid w:val="006C5C94"/>
    <w:rsid w:val="006C5CF8"/>
    <w:rsid w:val="006C5E9C"/>
    <w:rsid w:val="006C5EB7"/>
    <w:rsid w:val="006C6813"/>
    <w:rsid w:val="006C6C1D"/>
    <w:rsid w:val="006C6E4E"/>
    <w:rsid w:val="006C74C6"/>
    <w:rsid w:val="006C7518"/>
    <w:rsid w:val="006C7B73"/>
    <w:rsid w:val="006C7E93"/>
    <w:rsid w:val="006D0207"/>
    <w:rsid w:val="006D03DB"/>
    <w:rsid w:val="006D0472"/>
    <w:rsid w:val="006D0496"/>
    <w:rsid w:val="006D056A"/>
    <w:rsid w:val="006D05E9"/>
    <w:rsid w:val="006D06A0"/>
    <w:rsid w:val="006D1221"/>
    <w:rsid w:val="006D1A72"/>
    <w:rsid w:val="006D1C4D"/>
    <w:rsid w:val="006D1CC0"/>
    <w:rsid w:val="006D1E49"/>
    <w:rsid w:val="006D1F20"/>
    <w:rsid w:val="006D20A3"/>
    <w:rsid w:val="006D21FA"/>
    <w:rsid w:val="006D22ED"/>
    <w:rsid w:val="006D2BD8"/>
    <w:rsid w:val="006D2BE6"/>
    <w:rsid w:val="006D2C5C"/>
    <w:rsid w:val="006D2C9E"/>
    <w:rsid w:val="006D2E4C"/>
    <w:rsid w:val="006D30A0"/>
    <w:rsid w:val="006D3330"/>
    <w:rsid w:val="006D3354"/>
    <w:rsid w:val="006D358C"/>
    <w:rsid w:val="006D3756"/>
    <w:rsid w:val="006D388D"/>
    <w:rsid w:val="006D393A"/>
    <w:rsid w:val="006D3C8B"/>
    <w:rsid w:val="006D3D44"/>
    <w:rsid w:val="006D45E6"/>
    <w:rsid w:val="006D474F"/>
    <w:rsid w:val="006D4918"/>
    <w:rsid w:val="006D4D05"/>
    <w:rsid w:val="006D4F6D"/>
    <w:rsid w:val="006D523E"/>
    <w:rsid w:val="006D52D1"/>
    <w:rsid w:val="006D596E"/>
    <w:rsid w:val="006D5CFA"/>
    <w:rsid w:val="006D608E"/>
    <w:rsid w:val="006D6217"/>
    <w:rsid w:val="006D6325"/>
    <w:rsid w:val="006D63E4"/>
    <w:rsid w:val="006D6460"/>
    <w:rsid w:val="006D6530"/>
    <w:rsid w:val="006D6C90"/>
    <w:rsid w:val="006D6F16"/>
    <w:rsid w:val="006D741A"/>
    <w:rsid w:val="006D7501"/>
    <w:rsid w:val="006D753C"/>
    <w:rsid w:val="006D76C2"/>
    <w:rsid w:val="006D7AE5"/>
    <w:rsid w:val="006D7CD0"/>
    <w:rsid w:val="006D7DC6"/>
    <w:rsid w:val="006E03DE"/>
    <w:rsid w:val="006E0667"/>
    <w:rsid w:val="006E0BCB"/>
    <w:rsid w:val="006E0E26"/>
    <w:rsid w:val="006E0F9F"/>
    <w:rsid w:val="006E0FB3"/>
    <w:rsid w:val="006E1005"/>
    <w:rsid w:val="006E1046"/>
    <w:rsid w:val="006E10EC"/>
    <w:rsid w:val="006E150F"/>
    <w:rsid w:val="006E1909"/>
    <w:rsid w:val="006E1F19"/>
    <w:rsid w:val="006E2084"/>
    <w:rsid w:val="006E214E"/>
    <w:rsid w:val="006E22DE"/>
    <w:rsid w:val="006E2545"/>
    <w:rsid w:val="006E2913"/>
    <w:rsid w:val="006E297C"/>
    <w:rsid w:val="006E2A74"/>
    <w:rsid w:val="006E3228"/>
    <w:rsid w:val="006E32D4"/>
    <w:rsid w:val="006E3497"/>
    <w:rsid w:val="006E34FA"/>
    <w:rsid w:val="006E3F26"/>
    <w:rsid w:val="006E4242"/>
    <w:rsid w:val="006E46BD"/>
    <w:rsid w:val="006E49E7"/>
    <w:rsid w:val="006E4B68"/>
    <w:rsid w:val="006E4E2B"/>
    <w:rsid w:val="006E5535"/>
    <w:rsid w:val="006E576C"/>
    <w:rsid w:val="006E59DE"/>
    <w:rsid w:val="006E5D74"/>
    <w:rsid w:val="006E5EED"/>
    <w:rsid w:val="006E67EB"/>
    <w:rsid w:val="006E6A8C"/>
    <w:rsid w:val="006E6C5C"/>
    <w:rsid w:val="006E6D65"/>
    <w:rsid w:val="006E715D"/>
    <w:rsid w:val="006E7B42"/>
    <w:rsid w:val="006E7FC5"/>
    <w:rsid w:val="006F063B"/>
    <w:rsid w:val="006F085B"/>
    <w:rsid w:val="006F08F6"/>
    <w:rsid w:val="006F0950"/>
    <w:rsid w:val="006F0D31"/>
    <w:rsid w:val="006F12FA"/>
    <w:rsid w:val="006F17AD"/>
    <w:rsid w:val="006F1CF1"/>
    <w:rsid w:val="006F22D1"/>
    <w:rsid w:val="006F26DA"/>
    <w:rsid w:val="006F277E"/>
    <w:rsid w:val="006F2FEE"/>
    <w:rsid w:val="006F3242"/>
    <w:rsid w:val="006F3570"/>
    <w:rsid w:val="006F3594"/>
    <w:rsid w:val="006F359B"/>
    <w:rsid w:val="006F3AE5"/>
    <w:rsid w:val="006F3E5A"/>
    <w:rsid w:val="006F413E"/>
    <w:rsid w:val="006F4479"/>
    <w:rsid w:val="006F5154"/>
    <w:rsid w:val="006F52A8"/>
    <w:rsid w:val="006F5601"/>
    <w:rsid w:val="006F57EC"/>
    <w:rsid w:val="006F58B0"/>
    <w:rsid w:val="006F58E1"/>
    <w:rsid w:val="006F5B02"/>
    <w:rsid w:val="006F61F5"/>
    <w:rsid w:val="006F6349"/>
    <w:rsid w:val="006F6549"/>
    <w:rsid w:val="006F6807"/>
    <w:rsid w:val="006F6832"/>
    <w:rsid w:val="006F6E96"/>
    <w:rsid w:val="006F7282"/>
    <w:rsid w:val="006F7811"/>
    <w:rsid w:val="006F7D6F"/>
    <w:rsid w:val="006F7EC8"/>
    <w:rsid w:val="00700694"/>
    <w:rsid w:val="0070096D"/>
    <w:rsid w:val="00700D6C"/>
    <w:rsid w:val="00701025"/>
    <w:rsid w:val="007013CD"/>
    <w:rsid w:val="00701472"/>
    <w:rsid w:val="00701651"/>
    <w:rsid w:val="00701A64"/>
    <w:rsid w:val="00701FDC"/>
    <w:rsid w:val="00702077"/>
    <w:rsid w:val="007022AC"/>
    <w:rsid w:val="00702528"/>
    <w:rsid w:val="00702A07"/>
    <w:rsid w:val="00702DFE"/>
    <w:rsid w:val="00702E0A"/>
    <w:rsid w:val="00702F0E"/>
    <w:rsid w:val="00702FD0"/>
    <w:rsid w:val="00702FF4"/>
    <w:rsid w:val="0070304B"/>
    <w:rsid w:val="00703380"/>
    <w:rsid w:val="00703727"/>
    <w:rsid w:val="007038B4"/>
    <w:rsid w:val="00703924"/>
    <w:rsid w:val="00703C09"/>
    <w:rsid w:val="00703C0C"/>
    <w:rsid w:val="00703C18"/>
    <w:rsid w:val="00703FFA"/>
    <w:rsid w:val="007040C6"/>
    <w:rsid w:val="007042C3"/>
    <w:rsid w:val="00704384"/>
    <w:rsid w:val="0070453A"/>
    <w:rsid w:val="00704C4A"/>
    <w:rsid w:val="00704CD5"/>
    <w:rsid w:val="00704D77"/>
    <w:rsid w:val="00705709"/>
    <w:rsid w:val="00705836"/>
    <w:rsid w:val="00705AF9"/>
    <w:rsid w:val="00706008"/>
    <w:rsid w:val="0070605D"/>
    <w:rsid w:val="00706464"/>
    <w:rsid w:val="00706A60"/>
    <w:rsid w:val="00706BB0"/>
    <w:rsid w:val="00706DB3"/>
    <w:rsid w:val="00706EF2"/>
    <w:rsid w:val="00706FE7"/>
    <w:rsid w:val="007074A0"/>
    <w:rsid w:val="007075C8"/>
    <w:rsid w:val="007075F7"/>
    <w:rsid w:val="0070779C"/>
    <w:rsid w:val="00707975"/>
    <w:rsid w:val="00710046"/>
    <w:rsid w:val="0071006C"/>
    <w:rsid w:val="00710769"/>
    <w:rsid w:val="00710788"/>
    <w:rsid w:val="007107A6"/>
    <w:rsid w:val="007108CF"/>
    <w:rsid w:val="00710AF2"/>
    <w:rsid w:val="00710B27"/>
    <w:rsid w:val="007111F5"/>
    <w:rsid w:val="0071144D"/>
    <w:rsid w:val="00711A02"/>
    <w:rsid w:val="00711BA3"/>
    <w:rsid w:val="00711DA6"/>
    <w:rsid w:val="00711E81"/>
    <w:rsid w:val="00711EF3"/>
    <w:rsid w:val="00712169"/>
    <w:rsid w:val="007125E0"/>
    <w:rsid w:val="007128BC"/>
    <w:rsid w:val="007132CE"/>
    <w:rsid w:val="00713853"/>
    <w:rsid w:val="00713BF9"/>
    <w:rsid w:val="00713D0E"/>
    <w:rsid w:val="00713DAD"/>
    <w:rsid w:val="007140F2"/>
    <w:rsid w:val="00714878"/>
    <w:rsid w:val="00714B6F"/>
    <w:rsid w:val="00714BB9"/>
    <w:rsid w:val="00714D6A"/>
    <w:rsid w:val="00714F8F"/>
    <w:rsid w:val="007153C2"/>
    <w:rsid w:val="0071562A"/>
    <w:rsid w:val="0071574B"/>
    <w:rsid w:val="0071575C"/>
    <w:rsid w:val="00715973"/>
    <w:rsid w:val="00715ED1"/>
    <w:rsid w:val="00715F08"/>
    <w:rsid w:val="00716099"/>
    <w:rsid w:val="0071611A"/>
    <w:rsid w:val="007164F7"/>
    <w:rsid w:val="007165C4"/>
    <w:rsid w:val="00716B0A"/>
    <w:rsid w:val="00716C64"/>
    <w:rsid w:val="00716CE0"/>
    <w:rsid w:val="00717922"/>
    <w:rsid w:val="00717AF0"/>
    <w:rsid w:val="00717B81"/>
    <w:rsid w:val="00720006"/>
    <w:rsid w:val="00720128"/>
    <w:rsid w:val="007201EA"/>
    <w:rsid w:val="00720450"/>
    <w:rsid w:val="00720464"/>
    <w:rsid w:val="0072053D"/>
    <w:rsid w:val="0072069A"/>
    <w:rsid w:val="0072094C"/>
    <w:rsid w:val="00720985"/>
    <w:rsid w:val="00720D62"/>
    <w:rsid w:val="00721103"/>
    <w:rsid w:val="007211EB"/>
    <w:rsid w:val="00721298"/>
    <w:rsid w:val="007214E3"/>
    <w:rsid w:val="00721526"/>
    <w:rsid w:val="00721B0B"/>
    <w:rsid w:val="00721BA5"/>
    <w:rsid w:val="00721C56"/>
    <w:rsid w:val="00721DB4"/>
    <w:rsid w:val="00722007"/>
    <w:rsid w:val="007221EF"/>
    <w:rsid w:val="00722264"/>
    <w:rsid w:val="007223FF"/>
    <w:rsid w:val="0072259D"/>
    <w:rsid w:val="0072349B"/>
    <w:rsid w:val="0072368B"/>
    <w:rsid w:val="0072384C"/>
    <w:rsid w:val="00723855"/>
    <w:rsid w:val="00723BBA"/>
    <w:rsid w:val="00723DEC"/>
    <w:rsid w:val="00723E9A"/>
    <w:rsid w:val="00723F25"/>
    <w:rsid w:val="00724202"/>
    <w:rsid w:val="00724DB6"/>
    <w:rsid w:val="00724F02"/>
    <w:rsid w:val="007253DD"/>
    <w:rsid w:val="007261F3"/>
    <w:rsid w:val="00726654"/>
    <w:rsid w:val="00726766"/>
    <w:rsid w:val="007267AE"/>
    <w:rsid w:val="00726B81"/>
    <w:rsid w:val="00726BF4"/>
    <w:rsid w:val="00726F8F"/>
    <w:rsid w:val="007272C1"/>
    <w:rsid w:val="007272C7"/>
    <w:rsid w:val="00727325"/>
    <w:rsid w:val="007274C4"/>
    <w:rsid w:val="00727A5C"/>
    <w:rsid w:val="00727B3D"/>
    <w:rsid w:val="00727B7A"/>
    <w:rsid w:val="00727D2D"/>
    <w:rsid w:val="00727FD1"/>
    <w:rsid w:val="007300C3"/>
    <w:rsid w:val="00730165"/>
    <w:rsid w:val="0073039F"/>
    <w:rsid w:val="007304B5"/>
    <w:rsid w:val="007305C4"/>
    <w:rsid w:val="007305C6"/>
    <w:rsid w:val="00730A7D"/>
    <w:rsid w:val="00730B4A"/>
    <w:rsid w:val="00730E33"/>
    <w:rsid w:val="007310AF"/>
    <w:rsid w:val="007313A9"/>
    <w:rsid w:val="007315CD"/>
    <w:rsid w:val="0073181B"/>
    <w:rsid w:val="00731C58"/>
    <w:rsid w:val="00731FE5"/>
    <w:rsid w:val="007322A3"/>
    <w:rsid w:val="00732342"/>
    <w:rsid w:val="00732463"/>
    <w:rsid w:val="00732525"/>
    <w:rsid w:val="00732783"/>
    <w:rsid w:val="00732A98"/>
    <w:rsid w:val="0073323B"/>
    <w:rsid w:val="00733568"/>
    <w:rsid w:val="00733827"/>
    <w:rsid w:val="00733AF0"/>
    <w:rsid w:val="00733DFE"/>
    <w:rsid w:val="00733FB8"/>
    <w:rsid w:val="007341AD"/>
    <w:rsid w:val="0073471F"/>
    <w:rsid w:val="00734721"/>
    <w:rsid w:val="00734A8E"/>
    <w:rsid w:val="00734CBD"/>
    <w:rsid w:val="00734F08"/>
    <w:rsid w:val="007353FF"/>
    <w:rsid w:val="007354AB"/>
    <w:rsid w:val="00735DEC"/>
    <w:rsid w:val="007360D1"/>
    <w:rsid w:val="007360DC"/>
    <w:rsid w:val="0073612F"/>
    <w:rsid w:val="007364A7"/>
    <w:rsid w:val="0073669B"/>
    <w:rsid w:val="00736D36"/>
    <w:rsid w:val="00737149"/>
    <w:rsid w:val="007371AA"/>
    <w:rsid w:val="00737BD6"/>
    <w:rsid w:val="00737F6C"/>
    <w:rsid w:val="0074005E"/>
    <w:rsid w:val="00740792"/>
    <w:rsid w:val="007407DF"/>
    <w:rsid w:val="00740998"/>
    <w:rsid w:val="00740A12"/>
    <w:rsid w:val="00740DA6"/>
    <w:rsid w:val="00740F82"/>
    <w:rsid w:val="00741241"/>
    <w:rsid w:val="007416CA"/>
    <w:rsid w:val="00741E19"/>
    <w:rsid w:val="00742205"/>
    <w:rsid w:val="007423B6"/>
    <w:rsid w:val="007423BF"/>
    <w:rsid w:val="00742724"/>
    <w:rsid w:val="007428C6"/>
    <w:rsid w:val="007428E7"/>
    <w:rsid w:val="007431CD"/>
    <w:rsid w:val="00743487"/>
    <w:rsid w:val="00743531"/>
    <w:rsid w:val="007437DE"/>
    <w:rsid w:val="0074389F"/>
    <w:rsid w:val="007438C2"/>
    <w:rsid w:val="00743CC2"/>
    <w:rsid w:val="00744763"/>
    <w:rsid w:val="00744809"/>
    <w:rsid w:val="007448CA"/>
    <w:rsid w:val="007449AC"/>
    <w:rsid w:val="00744A92"/>
    <w:rsid w:val="00744C14"/>
    <w:rsid w:val="00744C67"/>
    <w:rsid w:val="00744FCC"/>
    <w:rsid w:val="0074507E"/>
    <w:rsid w:val="007450A6"/>
    <w:rsid w:val="0074551E"/>
    <w:rsid w:val="007455A4"/>
    <w:rsid w:val="0074591E"/>
    <w:rsid w:val="00745F21"/>
    <w:rsid w:val="00745FA0"/>
    <w:rsid w:val="0074626F"/>
    <w:rsid w:val="00746405"/>
    <w:rsid w:val="00746535"/>
    <w:rsid w:val="007466A4"/>
    <w:rsid w:val="007466B4"/>
    <w:rsid w:val="00746C71"/>
    <w:rsid w:val="00746D7B"/>
    <w:rsid w:val="00747150"/>
    <w:rsid w:val="0074746E"/>
    <w:rsid w:val="00747721"/>
    <w:rsid w:val="007478DE"/>
    <w:rsid w:val="00747938"/>
    <w:rsid w:val="00747B67"/>
    <w:rsid w:val="00747C21"/>
    <w:rsid w:val="007500A8"/>
    <w:rsid w:val="00750533"/>
    <w:rsid w:val="00750F5C"/>
    <w:rsid w:val="00751289"/>
    <w:rsid w:val="00751334"/>
    <w:rsid w:val="007514E3"/>
    <w:rsid w:val="007518AF"/>
    <w:rsid w:val="0075197A"/>
    <w:rsid w:val="00751A04"/>
    <w:rsid w:val="00751A5B"/>
    <w:rsid w:val="00751D2A"/>
    <w:rsid w:val="00751EA6"/>
    <w:rsid w:val="00752818"/>
    <w:rsid w:val="00752A4B"/>
    <w:rsid w:val="00752AC3"/>
    <w:rsid w:val="00752AF9"/>
    <w:rsid w:val="00752B94"/>
    <w:rsid w:val="007531FC"/>
    <w:rsid w:val="00753385"/>
    <w:rsid w:val="00753514"/>
    <w:rsid w:val="007535A2"/>
    <w:rsid w:val="00753631"/>
    <w:rsid w:val="00753637"/>
    <w:rsid w:val="007536A9"/>
    <w:rsid w:val="007537A6"/>
    <w:rsid w:val="0075380B"/>
    <w:rsid w:val="00753B08"/>
    <w:rsid w:val="00753B93"/>
    <w:rsid w:val="00753DC7"/>
    <w:rsid w:val="00753E2B"/>
    <w:rsid w:val="00753ECA"/>
    <w:rsid w:val="00754AAF"/>
    <w:rsid w:val="00754D8C"/>
    <w:rsid w:val="00754F55"/>
    <w:rsid w:val="007551BB"/>
    <w:rsid w:val="00755244"/>
    <w:rsid w:val="007552AD"/>
    <w:rsid w:val="007558DF"/>
    <w:rsid w:val="007558F6"/>
    <w:rsid w:val="00755C0B"/>
    <w:rsid w:val="00755C7E"/>
    <w:rsid w:val="00755D9A"/>
    <w:rsid w:val="00755E53"/>
    <w:rsid w:val="00755F6E"/>
    <w:rsid w:val="00756084"/>
    <w:rsid w:val="00756565"/>
    <w:rsid w:val="00756920"/>
    <w:rsid w:val="00756A85"/>
    <w:rsid w:val="00756A8D"/>
    <w:rsid w:val="00756BB0"/>
    <w:rsid w:val="00756CEC"/>
    <w:rsid w:val="00756E53"/>
    <w:rsid w:val="00756F80"/>
    <w:rsid w:val="00757142"/>
    <w:rsid w:val="007572A0"/>
    <w:rsid w:val="00757842"/>
    <w:rsid w:val="0075785A"/>
    <w:rsid w:val="00757A14"/>
    <w:rsid w:val="00757A2A"/>
    <w:rsid w:val="00757CF5"/>
    <w:rsid w:val="00757E81"/>
    <w:rsid w:val="00760127"/>
    <w:rsid w:val="00760391"/>
    <w:rsid w:val="0076067B"/>
    <w:rsid w:val="007616D9"/>
    <w:rsid w:val="00761726"/>
    <w:rsid w:val="00761777"/>
    <w:rsid w:val="007618B1"/>
    <w:rsid w:val="00761AA7"/>
    <w:rsid w:val="00761D57"/>
    <w:rsid w:val="007620D7"/>
    <w:rsid w:val="00762269"/>
    <w:rsid w:val="00762290"/>
    <w:rsid w:val="007622FB"/>
    <w:rsid w:val="00762D09"/>
    <w:rsid w:val="00762EEE"/>
    <w:rsid w:val="00763165"/>
    <w:rsid w:val="007634B9"/>
    <w:rsid w:val="007634C7"/>
    <w:rsid w:val="007639D2"/>
    <w:rsid w:val="00763A07"/>
    <w:rsid w:val="00763B09"/>
    <w:rsid w:val="007644A0"/>
    <w:rsid w:val="0076471F"/>
    <w:rsid w:val="00764E29"/>
    <w:rsid w:val="00764FB4"/>
    <w:rsid w:val="0076506D"/>
    <w:rsid w:val="00765202"/>
    <w:rsid w:val="00765380"/>
    <w:rsid w:val="00765B3C"/>
    <w:rsid w:val="00765B59"/>
    <w:rsid w:val="00765F2F"/>
    <w:rsid w:val="00766390"/>
    <w:rsid w:val="00766516"/>
    <w:rsid w:val="007667EA"/>
    <w:rsid w:val="00766884"/>
    <w:rsid w:val="007671F7"/>
    <w:rsid w:val="00767299"/>
    <w:rsid w:val="0076729B"/>
    <w:rsid w:val="007672A9"/>
    <w:rsid w:val="0076732D"/>
    <w:rsid w:val="0076735B"/>
    <w:rsid w:val="00767A1E"/>
    <w:rsid w:val="00767B55"/>
    <w:rsid w:val="00770029"/>
    <w:rsid w:val="007702D8"/>
    <w:rsid w:val="0077056F"/>
    <w:rsid w:val="00770589"/>
    <w:rsid w:val="007706A7"/>
    <w:rsid w:val="00770878"/>
    <w:rsid w:val="00770A1E"/>
    <w:rsid w:val="00770ACC"/>
    <w:rsid w:val="00770D09"/>
    <w:rsid w:val="00770D5D"/>
    <w:rsid w:val="00770EBE"/>
    <w:rsid w:val="0077155D"/>
    <w:rsid w:val="00771869"/>
    <w:rsid w:val="00771A01"/>
    <w:rsid w:val="00771A95"/>
    <w:rsid w:val="0077202B"/>
    <w:rsid w:val="0077203D"/>
    <w:rsid w:val="007721C8"/>
    <w:rsid w:val="00772484"/>
    <w:rsid w:val="007730FE"/>
    <w:rsid w:val="00773245"/>
    <w:rsid w:val="00773AF6"/>
    <w:rsid w:val="00773F86"/>
    <w:rsid w:val="00773F94"/>
    <w:rsid w:val="007741B0"/>
    <w:rsid w:val="007741BF"/>
    <w:rsid w:val="007742EF"/>
    <w:rsid w:val="00774AFC"/>
    <w:rsid w:val="00774BCD"/>
    <w:rsid w:val="007751D3"/>
    <w:rsid w:val="00775304"/>
    <w:rsid w:val="00776056"/>
    <w:rsid w:val="00776108"/>
    <w:rsid w:val="00776460"/>
    <w:rsid w:val="00776469"/>
    <w:rsid w:val="007768A3"/>
    <w:rsid w:val="00776908"/>
    <w:rsid w:val="00776915"/>
    <w:rsid w:val="0077731D"/>
    <w:rsid w:val="00777B02"/>
    <w:rsid w:val="00777B0B"/>
    <w:rsid w:val="00777B5E"/>
    <w:rsid w:val="00777C18"/>
    <w:rsid w:val="0078043F"/>
    <w:rsid w:val="00780735"/>
    <w:rsid w:val="007807C4"/>
    <w:rsid w:val="00780930"/>
    <w:rsid w:val="00780B78"/>
    <w:rsid w:val="0078115D"/>
    <w:rsid w:val="007811CC"/>
    <w:rsid w:val="007813CD"/>
    <w:rsid w:val="0078140B"/>
    <w:rsid w:val="0078165A"/>
    <w:rsid w:val="00781915"/>
    <w:rsid w:val="00781E93"/>
    <w:rsid w:val="00781EAD"/>
    <w:rsid w:val="00781ED3"/>
    <w:rsid w:val="00782104"/>
    <w:rsid w:val="00782691"/>
    <w:rsid w:val="007827B4"/>
    <w:rsid w:val="007829CE"/>
    <w:rsid w:val="00782A1E"/>
    <w:rsid w:val="00782CE8"/>
    <w:rsid w:val="00782D1D"/>
    <w:rsid w:val="00783256"/>
    <w:rsid w:val="0078338F"/>
    <w:rsid w:val="007834A2"/>
    <w:rsid w:val="007834DC"/>
    <w:rsid w:val="007837E6"/>
    <w:rsid w:val="00783A9E"/>
    <w:rsid w:val="00783C34"/>
    <w:rsid w:val="007847A9"/>
    <w:rsid w:val="0078482E"/>
    <w:rsid w:val="00784EC0"/>
    <w:rsid w:val="00784EE0"/>
    <w:rsid w:val="00784FC0"/>
    <w:rsid w:val="00785005"/>
    <w:rsid w:val="00785006"/>
    <w:rsid w:val="0078512B"/>
    <w:rsid w:val="007853D6"/>
    <w:rsid w:val="00785425"/>
    <w:rsid w:val="0078571E"/>
    <w:rsid w:val="00785DB5"/>
    <w:rsid w:val="00786266"/>
    <w:rsid w:val="00786386"/>
    <w:rsid w:val="00786AB7"/>
    <w:rsid w:val="00786B2E"/>
    <w:rsid w:val="00786B9D"/>
    <w:rsid w:val="00786E59"/>
    <w:rsid w:val="0078709A"/>
    <w:rsid w:val="00787214"/>
    <w:rsid w:val="0078724D"/>
    <w:rsid w:val="00787758"/>
    <w:rsid w:val="00787A85"/>
    <w:rsid w:val="00787AAA"/>
    <w:rsid w:val="00787B62"/>
    <w:rsid w:val="00787B69"/>
    <w:rsid w:val="0079019A"/>
    <w:rsid w:val="007905D1"/>
    <w:rsid w:val="0079064F"/>
    <w:rsid w:val="00790781"/>
    <w:rsid w:val="0079095C"/>
    <w:rsid w:val="00790B4E"/>
    <w:rsid w:val="00790E43"/>
    <w:rsid w:val="007910D5"/>
    <w:rsid w:val="007910F1"/>
    <w:rsid w:val="00791559"/>
    <w:rsid w:val="0079157D"/>
    <w:rsid w:val="007916B2"/>
    <w:rsid w:val="00791A9A"/>
    <w:rsid w:val="00791F28"/>
    <w:rsid w:val="00792345"/>
    <w:rsid w:val="00792395"/>
    <w:rsid w:val="00792438"/>
    <w:rsid w:val="00792834"/>
    <w:rsid w:val="00792900"/>
    <w:rsid w:val="00792C47"/>
    <w:rsid w:val="0079337C"/>
    <w:rsid w:val="007937C1"/>
    <w:rsid w:val="00793DAA"/>
    <w:rsid w:val="00794223"/>
    <w:rsid w:val="0079422A"/>
    <w:rsid w:val="007942DF"/>
    <w:rsid w:val="00794489"/>
    <w:rsid w:val="0079473B"/>
    <w:rsid w:val="00794B9C"/>
    <w:rsid w:val="00794C2D"/>
    <w:rsid w:val="00794D93"/>
    <w:rsid w:val="00794DF6"/>
    <w:rsid w:val="00794F8E"/>
    <w:rsid w:val="00795067"/>
    <w:rsid w:val="00795673"/>
    <w:rsid w:val="00795815"/>
    <w:rsid w:val="0079596D"/>
    <w:rsid w:val="00795DF3"/>
    <w:rsid w:val="00796046"/>
    <w:rsid w:val="007962F7"/>
    <w:rsid w:val="00796498"/>
    <w:rsid w:val="007965A9"/>
    <w:rsid w:val="0079662E"/>
    <w:rsid w:val="00796740"/>
    <w:rsid w:val="00796D00"/>
    <w:rsid w:val="00797275"/>
    <w:rsid w:val="0079731E"/>
    <w:rsid w:val="0079782D"/>
    <w:rsid w:val="007978B9"/>
    <w:rsid w:val="00797B31"/>
    <w:rsid w:val="00797D8C"/>
    <w:rsid w:val="00797F39"/>
    <w:rsid w:val="00797F72"/>
    <w:rsid w:val="00797FC0"/>
    <w:rsid w:val="007A01F3"/>
    <w:rsid w:val="007A0429"/>
    <w:rsid w:val="007A045E"/>
    <w:rsid w:val="007A049A"/>
    <w:rsid w:val="007A07A8"/>
    <w:rsid w:val="007A08D0"/>
    <w:rsid w:val="007A0975"/>
    <w:rsid w:val="007A0995"/>
    <w:rsid w:val="007A0E79"/>
    <w:rsid w:val="007A1439"/>
    <w:rsid w:val="007A2399"/>
    <w:rsid w:val="007A249D"/>
    <w:rsid w:val="007A273C"/>
    <w:rsid w:val="007A2958"/>
    <w:rsid w:val="007A29F4"/>
    <w:rsid w:val="007A2F93"/>
    <w:rsid w:val="007A321A"/>
    <w:rsid w:val="007A3510"/>
    <w:rsid w:val="007A38D2"/>
    <w:rsid w:val="007A3C00"/>
    <w:rsid w:val="007A424A"/>
    <w:rsid w:val="007A4591"/>
    <w:rsid w:val="007A47B9"/>
    <w:rsid w:val="007A4875"/>
    <w:rsid w:val="007A4C05"/>
    <w:rsid w:val="007A4C3D"/>
    <w:rsid w:val="007A4F17"/>
    <w:rsid w:val="007A5011"/>
    <w:rsid w:val="007A538A"/>
    <w:rsid w:val="007A5585"/>
    <w:rsid w:val="007A5677"/>
    <w:rsid w:val="007A576B"/>
    <w:rsid w:val="007A5D0E"/>
    <w:rsid w:val="007A5F4D"/>
    <w:rsid w:val="007A60DC"/>
    <w:rsid w:val="007A6526"/>
    <w:rsid w:val="007A6708"/>
    <w:rsid w:val="007A6B79"/>
    <w:rsid w:val="007A6C5B"/>
    <w:rsid w:val="007A6D65"/>
    <w:rsid w:val="007A6F35"/>
    <w:rsid w:val="007A764A"/>
    <w:rsid w:val="007A7DFC"/>
    <w:rsid w:val="007B031A"/>
    <w:rsid w:val="007B05E2"/>
    <w:rsid w:val="007B06B7"/>
    <w:rsid w:val="007B082F"/>
    <w:rsid w:val="007B0D62"/>
    <w:rsid w:val="007B15D1"/>
    <w:rsid w:val="007B17AC"/>
    <w:rsid w:val="007B18A2"/>
    <w:rsid w:val="007B18A3"/>
    <w:rsid w:val="007B1994"/>
    <w:rsid w:val="007B1A25"/>
    <w:rsid w:val="007B1AB3"/>
    <w:rsid w:val="007B1CFC"/>
    <w:rsid w:val="007B1ED6"/>
    <w:rsid w:val="007B1FCC"/>
    <w:rsid w:val="007B2053"/>
    <w:rsid w:val="007B2213"/>
    <w:rsid w:val="007B26EC"/>
    <w:rsid w:val="007B273D"/>
    <w:rsid w:val="007B29B8"/>
    <w:rsid w:val="007B29D6"/>
    <w:rsid w:val="007B2CD6"/>
    <w:rsid w:val="007B2D20"/>
    <w:rsid w:val="007B2D56"/>
    <w:rsid w:val="007B2E2E"/>
    <w:rsid w:val="007B2F0C"/>
    <w:rsid w:val="007B3072"/>
    <w:rsid w:val="007B3154"/>
    <w:rsid w:val="007B3274"/>
    <w:rsid w:val="007B3672"/>
    <w:rsid w:val="007B3956"/>
    <w:rsid w:val="007B3CF8"/>
    <w:rsid w:val="007B4157"/>
    <w:rsid w:val="007B44B7"/>
    <w:rsid w:val="007B46D4"/>
    <w:rsid w:val="007B472D"/>
    <w:rsid w:val="007B4BC0"/>
    <w:rsid w:val="007B4CFF"/>
    <w:rsid w:val="007B5015"/>
    <w:rsid w:val="007B5DF3"/>
    <w:rsid w:val="007B6324"/>
    <w:rsid w:val="007B63F1"/>
    <w:rsid w:val="007B6477"/>
    <w:rsid w:val="007B6545"/>
    <w:rsid w:val="007B661B"/>
    <w:rsid w:val="007B687D"/>
    <w:rsid w:val="007B6A5E"/>
    <w:rsid w:val="007B6C35"/>
    <w:rsid w:val="007B6DA3"/>
    <w:rsid w:val="007B6F58"/>
    <w:rsid w:val="007B709C"/>
    <w:rsid w:val="007B73DE"/>
    <w:rsid w:val="007B76EA"/>
    <w:rsid w:val="007B772A"/>
    <w:rsid w:val="007B7A67"/>
    <w:rsid w:val="007B7C15"/>
    <w:rsid w:val="007B7CFD"/>
    <w:rsid w:val="007C00D7"/>
    <w:rsid w:val="007C0198"/>
    <w:rsid w:val="007C0200"/>
    <w:rsid w:val="007C02C1"/>
    <w:rsid w:val="007C0446"/>
    <w:rsid w:val="007C05CF"/>
    <w:rsid w:val="007C0690"/>
    <w:rsid w:val="007C06B2"/>
    <w:rsid w:val="007C085C"/>
    <w:rsid w:val="007C09AC"/>
    <w:rsid w:val="007C0DCC"/>
    <w:rsid w:val="007C0F58"/>
    <w:rsid w:val="007C1981"/>
    <w:rsid w:val="007C1A25"/>
    <w:rsid w:val="007C1E4E"/>
    <w:rsid w:val="007C1EA8"/>
    <w:rsid w:val="007C1ED1"/>
    <w:rsid w:val="007C2004"/>
    <w:rsid w:val="007C23BD"/>
    <w:rsid w:val="007C28F8"/>
    <w:rsid w:val="007C2AAC"/>
    <w:rsid w:val="007C2ACA"/>
    <w:rsid w:val="007C334A"/>
    <w:rsid w:val="007C33EB"/>
    <w:rsid w:val="007C3708"/>
    <w:rsid w:val="007C3720"/>
    <w:rsid w:val="007C3A6F"/>
    <w:rsid w:val="007C3D03"/>
    <w:rsid w:val="007C3DA3"/>
    <w:rsid w:val="007C3FF3"/>
    <w:rsid w:val="007C41D1"/>
    <w:rsid w:val="007C4567"/>
    <w:rsid w:val="007C4686"/>
    <w:rsid w:val="007C468D"/>
    <w:rsid w:val="007C46B1"/>
    <w:rsid w:val="007C4969"/>
    <w:rsid w:val="007C4E2B"/>
    <w:rsid w:val="007C4FC8"/>
    <w:rsid w:val="007C4FD3"/>
    <w:rsid w:val="007C505F"/>
    <w:rsid w:val="007C55EC"/>
    <w:rsid w:val="007C5901"/>
    <w:rsid w:val="007C5C09"/>
    <w:rsid w:val="007C5C32"/>
    <w:rsid w:val="007C5D73"/>
    <w:rsid w:val="007C5DA0"/>
    <w:rsid w:val="007C613D"/>
    <w:rsid w:val="007C672A"/>
    <w:rsid w:val="007C6EEC"/>
    <w:rsid w:val="007C706B"/>
    <w:rsid w:val="007C72B0"/>
    <w:rsid w:val="007C772D"/>
    <w:rsid w:val="007C7CC6"/>
    <w:rsid w:val="007C7E4B"/>
    <w:rsid w:val="007C7EA6"/>
    <w:rsid w:val="007C7FF4"/>
    <w:rsid w:val="007D0B15"/>
    <w:rsid w:val="007D0D5E"/>
    <w:rsid w:val="007D1757"/>
    <w:rsid w:val="007D1BDA"/>
    <w:rsid w:val="007D1F0C"/>
    <w:rsid w:val="007D265E"/>
    <w:rsid w:val="007D2983"/>
    <w:rsid w:val="007D29B3"/>
    <w:rsid w:val="007D2B9F"/>
    <w:rsid w:val="007D300A"/>
    <w:rsid w:val="007D3473"/>
    <w:rsid w:val="007D379C"/>
    <w:rsid w:val="007D3D8B"/>
    <w:rsid w:val="007D3EF8"/>
    <w:rsid w:val="007D3F1C"/>
    <w:rsid w:val="007D414E"/>
    <w:rsid w:val="007D44A2"/>
    <w:rsid w:val="007D4824"/>
    <w:rsid w:val="007D483D"/>
    <w:rsid w:val="007D49A0"/>
    <w:rsid w:val="007D4A20"/>
    <w:rsid w:val="007D4BA0"/>
    <w:rsid w:val="007D4C38"/>
    <w:rsid w:val="007D4E2C"/>
    <w:rsid w:val="007D5052"/>
    <w:rsid w:val="007D535F"/>
    <w:rsid w:val="007D5530"/>
    <w:rsid w:val="007D5D1A"/>
    <w:rsid w:val="007D6286"/>
    <w:rsid w:val="007D638E"/>
    <w:rsid w:val="007D65E5"/>
    <w:rsid w:val="007D66D3"/>
    <w:rsid w:val="007D68D4"/>
    <w:rsid w:val="007D69DD"/>
    <w:rsid w:val="007D6C23"/>
    <w:rsid w:val="007D6E4F"/>
    <w:rsid w:val="007D72D1"/>
    <w:rsid w:val="007E081B"/>
    <w:rsid w:val="007E0C49"/>
    <w:rsid w:val="007E0C78"/>
    <w:rsid w:val="007E0CCB"/>
    <w:rsid w:val="007E0D51"/>
    <w:rsid w:val="007E0F82"/>
    <w:rsid w:val="007E0FF0"/>
    <w:rsid w:val="007E10EF"/>
    <w:rsid w:val="007E1C3C"/>
    <w:rsid w:val="007E2057"/>
    <w:rsid w:val="007E20C6"/>
    <w:rsid w:val="007E2484"/>
    <w:rsid w:val="007E2AE2"/>
    <w:rsid w:val="007E2ED9"/>
    <w:rsid w:val="007E302C"/>
    <w:rsid w:val="007E3964"/>
    <w:rsid w:val="007E3A16"/>
    <w:rsid w:val="007E3A62"/>
    <w:rsid w:val="007E3CE2"/>
    <w:rsid w:val="007E3DBD"/>
    <w:rsid w:val="007E43D2"/>
    <w:rsid w:val="007E462E"/>
    <w:rsid w:val="007E4681"/>
    <w:rsid w:val="007E473C"/>
    <w:rsid w:val="007E48E4"/>
    <w:rsid w:val="007E4A77"/>
    <w:rsid w:val="007E4C19"/>
    <w:rsid w:val="007E4E44"/>
    <w:rsid w:val="007E5822"/>
    <w:rsid w:val="007E5E07"/>
    <w:rsid w:val="007E5EF8"/>
    <w:rsid w:val="007E5F52"/>
    <w:rsid w:val="007E6111"/>
    <w:rsid w:val="007E649D"/>
    <w:rsid w:val="007E68AE"/>
    <w:rsid w:val="007E6C5E"/>
    <w:rsid w:val="007E6D4C"/>
    <w:rsid w:val="007E6D6F"/>
    <w:rsid w:val="007E6D7A"/>
    <w:rsid w:val="007E7438"/>
    <w:rsid w:val="007E77DA"/>
    <w:rsid w:val="007E79C8"/>
    <w:rsid w:val="007E7FCC"/>
    <w:rsid w:val="007F001A"/>
    <w:rsid w:val="007F03F8"/>
    <w:rsid w:val="007F045E"/>
    <w:rsid w:val="007F07DD"/>
    <w:rsid w:val="007F1315"/>
    <w:rsid w:val="007F185F"/>
    <w:rsid w:val="007F18CA"/>
    <w:rsid w:val="007F1DD5"/>
    <w:rsid w:val="007F2249"/>
    <w:rsid w:val="007F2355"/>
    <w:rsid w:val="007F2427"/>
    <w:rsid w:val="007F2658"/>
    <w:rsid w:val="007F27CB"/>
    <w:rsid w:val="007F2C0D"/>
    <w:rsid w:val="007F301E"/>
    <w:rsid w:val="007F323B"/>
    <w:rsid w:val="007F369C"/>
    <w:rsid w:val="007F38DF"/>
    <w:rsid w:val="007F3973"/>
    <w:rsid w:val="007F3CC6"/>
    <w:rsid w:val="007F3E43"/>
    <w:rsid w:val="007F408B"/>
    <w:rsid w:val="007F41DF"/>
    <w:rsid w:val="007F43D6"/>
    <w:rsid w:val="007F46EB"/>
    <w:rsid w:val="007F479E"/>
    <w:rsid w:val="007F519F"/>
    <w:rsid w:val="007F59FD"/>
    <w:rsid w:val="007F5CB5"/>
    <w:rsid w:val="007F6071"/>
    <w:rsid w:val="007F6918"/>
    <w:rsid w:val="007F6AD9"/>
    <w:rsid w:val="007F6ECE"/>
    <w:rsid w:val="007F77A2"/>
    <w:rsid w:val="007F7887"/>
    <w:rsid w:val="007F7D9F"/>
    <w:rsid w:val="007F7F5A"/>
    <w:rsid w:val="008007C1"/>
    <w:rsid w:val="00800C6A"/>
    <w:rsid w:val="00800F93"/>
    <w:rsid w:val="00800FE2"/>
    <w:rsid w:val="00801373"/>
    <w:rsid w:val="008014C8"/>
    <w:rsid w:val="0080159D"/>
    <w:rsid w:val="008018B0"/>
    <w:rsid w:val="00801934"/>
    <w:rsid w:val="00801E98"/>
    <w:rsid w:val="00802296"/>
    <w:rsid w:val="00802593"/>
    <w:rsid w:val="0080269D"/>
    <w:rsid w:val="0080299F"/>
    <w:rsid w:val="00803403"/>
    <w:rsid w:val="008038DD"/>
    <w:rsid w:val="00803B69"/>
    <w:rsid w:val="00803B7A"/>
    <w:rsid w:val="00803BD9"/>
    <w:rsid w:val="00803D23"/>
    <w:rsid w:val="00803D2D"/>
    <w:rsid w:val="00803DD3"/>
    <w:rsid w:val="008042F1"/>
    <w:rsid w:val="008042F2"/>
    <w:rsid w:val="00804666"/>
    <w:rsid w:val="00804A94"/>
    <w:rsid w:val="008051E1"/>
    <w:rsid w:val="00805489"/>
    <w:rsid w:val="008055E3"/>
    <w:rsid w:val="008057FC"/>
    <w:rsid w:val="008058AD"/>
    <w:rsid w:val="00805A58"/>
    <w:rsid w:val="00805BE1"/>
    <w:rsid w:val="00805F91"/>
    <w:rsid w:val="00806600"/>
    <w:rsid w:val="008069D8"/>
    <w:rsid w:val="00806BB4"/>
    <w:rsid w:val="00806EF4"/>
    <w:rsid w:val="00807012"/>
    <w:rsid w:val="008070E9"/>
    <w:rsid w:val="00807170"/>
    <w:rsid w:val="00807C85"/>
    <w:rsid w:val="00810557"/>
    <w:rsid w:val="008105C8"/>
    <w:rsid w:val="00810940"/>
    <w:rsid w:val="008109CD"/>
    <w:rsid w:val="00810C68"/>
    <w:rsid w:val="00810F92"/>
    <w:rsid w:val="00811643"/>
    <w:rsid w:val="0081197C"/>
    <w:rsid w:val="008119F4"/>
    <w:rsid w:val="00811E97"/>
    <w:rsid w:val="00811FA1"/>
    <w:rsid w:val="0081207A"/>
    <w:rsid w:val="00812927"/>
    <w:rsid w:val="00812D95"/>
    <w:rsid w:val="00812E03"/>
    <w:rsid w:val="00812F55"/>
    <w:rsid w:val="00813836"/>
    <w:rsid w:val="00813B15"/>
    <w:rsid w:val="008141CE"/>
    <w:rsid w:val="008145A8"/>
    <w:rsid w:val="008147FF"/>
    <w:rsid w:val="008149C0"/>
    <w:rsid w:val="00814D2C"/>
    <w:rsid w:val="0081532F"/>
    <w:rsid w:val="0081533C"/>
    <w:rsid w:val="008155D0"/>
    <w:rsid w:val="00815642"/>
    <w:rsid w:val="0081594D"/>
    <w:rsid w:val="00815A4B"/>
    <w:rsid w:val="00815AF6"/>
    <w:rsid w:val="00815E2D"/>
    <w:rsid w:val="0081605A"/>
    <w:rsid w:val="008164B2"/>
    <w:rsid w:val="008168DE"/>
    <w:rsid w:val="00816A6A"/>
    <w:rsid w:val="00816B58"/>
    <w:rsid w:val="00816D3D"/>
    <w:rsid w:val="00816D86"/>
    <w:rsid w:val="00817268"/>
    <w:rsid w:val="00817306"/>
    <w:rsid w:val="00817308"/>
    <w:rsid w:val="008175CE"/>
    <w:rsid w:val="0081764B"/>
    <w:rsid w:val="00817B3E"/>
    <w:rsid w:val="00817CC0"/>
    <w:rsid w:val="008209AB"/>
    <w:rsid w:val="00820A4F"/>
    <w:rsid w:val="00820A5B"/>
    <w:rsid w:val="00821480"/>
    <w:rsid w:val="00821718"/>
    <w:rsid w:val="00821951"/>
    <w:rsid w:val="00821D96"/>
    <w:rsid w:val="008229D9"/>
    <w:rsid w:val="00822A50"/>
    <w:rsid w:val="00822DF9"/>
    <w:rsid w:val="00822E46"/>
    <w:rsid w:val="00822EBC"/>
    <w:rsid w:val="00823105"/>
    <w:rsid w:val="008231A4"/>
    <w:rsid w:val="00823284"/>
    <w:rsid w:val="008238A5"/>
    <w:rsid w:val="00823A80"/>
    <w:rsid w:val="00823AED"/>
    <w:rsid w:val="008245E5"/>
    <w:rsid w:val="0082491A"/>
    <w:rsid w:val="00824D82"/>
    <w:rsid w:val="008250D9"/>
    <w:rsid w:val="008255B0"/>
    <w:rsid w:val="00825976"/>
    <w:rsid w:val="00825BBA"/>
    <w:rsid w:val="00825C6D"/>
    <w:rsid w:val="00825E7D"/>
    <w:rsid w:val="008261F6"/>
    <w:rsid w:val="0082675D"/>
    <w:rsid w:val="00826806"/>
    <w:rsid w:val="0082681D"/>
    <w:rsid w:val="00826920"/>
    <w:rsid w:val="00826B69"/>
    <w:rsid w:val="0082725E"/>
    <w:rsid w:val="008272AC"/>
    <w:rsid w:val="008273DA"/>
    <w:rsid w:val="00827714"/>
    <w:rsid w:val="00827B79"/>
    <w:rsid w:val="00827CE4"/>
    <w:rsid w:val="00830612"/>
    <w:rsid w:val="00830779"/>
    <w:rsid w:val="00830C77"/>
    <w:rsid w:val="00830D22"/>
    <w:rsid w:val="00830D90"/>
    <w:rsid w:val="00830F4C"/>
    <w:rsid w:val="00831164"/>
    <w:rsid w:val="00831486"/>
    <w:rsid w:val="0083161E"/>
    <w:rsid w:val="0083196A"/>
    <w:rsid w:val="00831CFE"/>
    <w:rsid w:val="008320EF"/>
    <w:rsid w:val="00832157"/>
    <w:rsid w:val="00832550"/>
    <w:rsid w:val="00832ADE"/>
    <w:rsid w:val="00832DB7"/>
    <w:rsid w:val="0083320B"/>
    <w:rsid w:val="00833531"/>
    <w:rsid w:val="00833694"/>
    <w:rsid w:val="0083370D"/>
    <w:rsid w:val="00833803"/>
    <w:rsid w:val="00833852"/>
    <w:rsid w:val="00833E3F"/>
    <w:rsid w:val="008340A8"/>
    <w:rsid w:val="008344B4"/>
    <w:rsid w:val="008344E8"/>
    <w:rsid w:val="00834609"/>
    <w:rsid w:val="008346B0"/>
    <w:rsid w:val="0083470C"/>
    <w:rsid w:val="00834AD4"/>
    <w:rsid w:val="00834C1D"/>
    <w:rsid w:val="00835561"/>
    <w:rsid w:val="0083562A"/>
    <w:rsid w:val="00835730"/>
    <w:rsid w:val="00835C43"/>
    <w:rsid w:val="00836014"/>
    <w:rsid w:val="008362A5"/>
    <w:rsid w:val="008362CF"/>
    <w:rsid w:val="00836664"/>
    <w:rsid w:val="008368D0"/>
    <w:rsid w:val="00836B31"/>
    <w:rsid w:val="0083741B"/>
    <w:rsid w:val="008378FB"/>
    <w:rsid w:val="00837A2B"/>
    <w:rsid w:val="00840A73"/>
    <w:rsid w:val="00840DC6"/>
    <w:rsid w:val="00840EAD"/>
    <w:rsid w:val="00840EF8"/>
    <w:rsid w:val="00840F0F"/>
    <w:rsid w:val="008413F3"/>
    <w:rsid w:val="00841571"/>
    <w:rsid w:val="00841DD3"/>
    <w:rsid w:val="008420C9"/>
    <w:rsid w:val="008424C4"/>
    <w:rsid w:val="008428B4"/>
    <w:rsid w:val="00842C34"/>
    <w:rsid w:val="00842D4B"/>
    <w:rsid w:val="00842FB6"/>
    <w:rsid w:val="0084310F"/>
    <w:rsid w:val="008432B1"/>
    <w:rsid w:val="008433C9"/>
    <w:rsid w:val="00843458"/>
    <w:rsid w:val="00843593"/>
    <w:rsid w:val="00843939"/>
    <w:rsid w:val="0084429C"/>
    <w:rsid w:val="008447CA"/>
    <w:rsid w:val="00844950"/>
    <w:rsid w:val="00844B9A"/>
    <w:rsid w:val="00845058"/>
    <w:rsid w:val="0084511D"/>
    <w:rsid w:val="0084523F"/>
    <w:rsid w:val="00845B3B"/>
    <w:rsid w:val="00845BEA"/>
    <w:rsid w:val="0084640A"/>
    <w:rsid w:val="00846801"/>
    <w:rsid w:val="00846F4E"/>
    <w:rsid w:val="00847106"/>
    <w:rsid w:val="0084735D"/>
    <w:rsid w:val="00847CAF"/>
    <w:rsid w:val="00847EB9"/>
    <w:rsid w:val="00847F34"/>
    <w:rsid w:val="0085004F"/>
    <w:rsid w:val="00850317"/>
    <w:rsid w:val="008507BC"/>
    <w:rsid w:val="00850FA9"/>
    <w:rsid w:val="00851394"/>
    <w:rsid w:val="00851886"/>
    <w:rsid w:val="00852044"/>
    <w:rsid w:val="00852217"/>
    <w:rsid w:val="00852258"/>
    <w:rsid w:val="008525F7"/>
    <w:rsid w:val="008528A3"/>
    <w:rsid w:val="00852C32"/>
    <w:rsid w:val="00852E95"/>
    <w:rsid w:val="0085308E"/>
    <w:rsid w:val="008532BA"/>
    <w:rsid w:val="008533F8"/>
    <w:rsid w:val="0085398A"/>
    <w:rsid w:val="00853A39"/>
    <w:rsid w:val="00853B38"/>
    <w:rsid w:val="00853B71"/>
    <w:rsid w:val="00853BDF"/>
    <w:rsid w:val="00853BF7"/>
    <w:rsid w:val="00853DDF"/>
    <w:rsid w:val="00853E68"/>
    <w:rsid w:val="00854085"/>
    <w:rsid w:val="008543FD"/>
    <w:rsid w:val="0085478A"/>
    <w:rsid w:val="00854BE8"/>
    <w:rsid w:val="00854FC5"/>
    <w:rsid w:val="0085527E"/>
    <w:rsid w:val="008555D7"/>
    <w:rsid w:val="0085571E"/>
    <w:rsid w:val="008558C0"/>
    <w:rsid w:val="00855B01"/>
    <w:rsid w:val="00855C09"/>
    <w:rsid w:val="00855EF0"/>
    <w:rsid w:val="00855F7A"/>
    <w:rsid w:val="00855F86"/>
    <w:rsid w:val="00856210"/>
    <w:rsid w:val="0085640B"/>
    <w:rsid w:val="00856540"/>
    <w:rsid w:val="00856881"/>
    <w:rsid w:val="00856B71"/>
    <w:rsid w:val="00856D02"/>
    <w:rsid w:val="00857360"/>
    <w:rsid w:val="008574F2"/>
    <w:rsid w:val="008576CC"/>
    <w:rsid w:val="0085786D"/>
    <w:rsid w:val="00857C69"/>
    <w:rsid w:val="00857DE0"/>
    <w:rsid w:val="008604EF"/>
    <w:rsid w:val="00860536"/>
    <w:rsid w:val="00860920"/>
    <w:rsid w:val="0086098A"/>
    <w:rsid w:val="0086109E"/>
    <w:rsid w:val="00861113"/>
    <w:rsid w:val="00861819"/>
    <w:rsid w:val="00861D1A"/>
    <w:rsid w:val="00862101"/>
    <w:rsid w:val="00862112"/>
    <w:rsid w:val="008625E8"/>
    <w:rsid w:val="0086263D"/>
    <w:rsid w:val="0086276C"/>
    <w:rsid w:val="00862954"/>
    <w:rsid w:val="00862FE7"/>
    <w:rsid w:val="0086314F"/>
    <w:rsid w:val="00863217"/>
    <w:rsid w:val="008633AE"/>
    <w:rsid w:val="00863829"/>
    <w:rsid w:val="008639B6"/>
    <w:rsid w:val="00863ACF"/>
    <w:rsid w:val="00863BB8"/>
    <w:rsid w:val="00863CF0"/>
    <w:rsid w:val="00863D10"/>
    <w:rsid w:val="00863E40"/>
    <w:rsid w:val="00863E84"/>
    <w:rsid w:val="00864360"/>
    <w:rsid w:val="00864A84"/>
    <w:rsid w:val="00864AF6"/>
    <w:rsid w:val="00865088"/>
    <w:rsid w:val="008650D1"/>
    <w:rsid w:val="008653F7"/>
    <w:rsid w:val="00865C5A"/>
    <w:rsid w:val="00865D97"/>
    <w:rsid w:val="00865E22"/>
    <w:rsid w:val="00865FB6"/>
    <w:rsid w:val="0086615E"/>
    <w:rsid w:val="00866647"/>
    <w:rsid w:val="0086675C"/>
    <w:rsid w:val="008667FE"/>
    <w:rsid w:val="00866831"/>
    <w:rsid w:val="00866A60"/>
    <w:rsid w:val="00866BB0"/>
    <w:rsid w:val="00866C84"/>
    <w:rsid w:val="00866CB5"/>
    <w:rsid w:val="00866D35"/>
    <w:rsid w:val="00866EB3"/>
    <w:rsid w:val="00866EF5"/>
    <w:rsid w:val="00866F70"/>
    <w:rsid w:val="0086781A"/>
    <w:rsid w:val="00867B27"/>
    <w:rsid w:val="00867BB6"/>
    <w:rsid w:val="00867D06"/>
    <w:rsid w:val="00867F99"/>
    <w:rsid w:val="00867FBD"/>
    <w:rsid w:val="00870025"/>
    <w:rsid w:val="0087064A"/>
    <w:rsid w:val="0087090D"/>
    <w:rsid w:val="00870B6F"/>
    <w:rsid w:val="00870C91"/>
    <w:rsid w:val="00870CA7"/>
    <w:rsid w:val="00871364"/>
    <w:rsid w:val="00871379"/>
    <w:rsid w:val="008713A3"/>
    <w:rsid w:val="0087160C"/>
    <w:rsid w:val="00871823"/>
    <w:rsid w:val="008718D7"/>
    <w:rsid w:val="00872091"/>
    <w:rsid w:val="0087235E"/>
    <w:rsid w:val="0087264F"/>
    <w:rsid w:val="00872949"/>
    <w:rsid w:val="00873347"/>
    <w:rsid w:val="00873489"/>
    <w:rsid w:val="0087403E"/>
    <w:rsid w:val="0087442C"/>
    <w:rsid w:val="0087452A"/>
    <w:rsid w:val="0087490C"/>
    <w:rsid w:val="0087499A"/>
    <w:rsid w:val="008749F5"/>
    <w:rsid w:val="00874A2B"/>
    <w:rsid w:val="00874C91"/>
    <w:rsid w:val="00874F45"/>
    <w:rsid w:val="008756A4"/>
    <w:rsid w:val="008757A7"/>
    <w:rsid w:val="008758D2"/>
    <w:rsid w:val="00875D02"/>
    <w:rsid w:val="0087608E"/>
    <w:rsid w:val="0087629A"/>
    <w:rsid w:val="00876785"/>
    <w:rsid w:val="008768CF"/>
    <w:rsid w:val="0087694D"/>
    <w:rsid w:val="00876BFF"/>
    <w:rsid w:val="00876E00"/>
    <w:rsid w:val="008770D2"/>
    <w:rsid w:val="008772EC"/>
    <w:rsid w:val="0087773B"/>
    <w:rsid w:val="00877F10"/>
    <w:rsid w:val="0088071A"/>
    <w:rsid w:val="008808E0"/>
    <w:rsid w:val="008808F8"/>
    <w:rsid w:val="00880A6F"/>
    <w:rsid w:val="00881031"/>
    <w:rsid w:val="008812F3"/>
    <w:rsid w:val="00881557"/>
    <w:rsid w:val="008815AC"/>
    <w:rsid w:val="0088185B"/>
    <w:rsid w:val="00881952"/>
    <w:rsid w:val="00881B4E"/>
    <w:rsid w:val="00881FF8"/>
    <w:rsid w:val="008823C1"/>
    <w:rsid w:val="0088243E"/>
    <w:rsid w:val="00882706"/>
    <w:rsid w:val="008827DC"/>
    <w:rsid w:val="008829DE"/>
    <w:rsid w:val="00882C05"/>
    <w:rsid w:val="00882D43"/>
    <w:rsid w:val="00882D64"/>
    <w:rsid w:val="00882DD7"/>
    <w:rsid w:val="00882F9D"/>
    <w:rsid w:val="008830AD"/>
    <w:rsid w:val="0088344F"/>
    <w:rsid w:val="008835DD"/>
    <w:rsid w:val="00883608"/>
    <w:rsid w:val="008836AD"/>
    <w:rsid w:val="008836C3"/>
    <w:rsid w:val="00883706"/>
    <w:rsid w:val="008838C9"/>
    <w:rsid w:val="008839FD"/>
    <w:rsid w:val="00883C24"/>
    <w:rsid w:val="00883F95"/>
    <w:rsid w:val="00883FF7"/>
    <w:rsid w:val="0088407B"/>
    <w:rsid w:val="00884427"/>
    <w:rsid w:val="00884567"/>
    <w:rsid w:val="008845AD"/>
    <w:rsid w:val="00884986"/>
    <w:rsid w:val="00884F48"/>
    <w:rsid w:val="0088537D"/>
    <w:rsid w:val="00885655"/>
    <w:rsid w:val="008856AD"/>
    <w:rsid w:val="00885D1E"/>
    <w:rsid w:val="00885DAC"/>
    <w:rsid w:val="00885E78"/>
    <w:rsid w:val="00885F18"/>
    <w:rsid w:val="00886153"/>
    <w:rsid w:val="00886237"/>
    <w:rsid w:val="00886625"/>
    <w:rsid w:val="0088674F"/>
    <w:rsid w:val="00886864"/>
    <w:rsid w:val="00886C57"/>
    <w:rsid w:val="00886D29"/>
    <w:rsid w:val="00886EDA"/>
    <w:rsid w:val="008873AA"/>
    <w:rsid w:val="00887505"/>
    <w:rsid w:val="008875C6"/>
    <w:rsid w:val="00887647"/>
    <w:rsid w:val="0088764D"/>
    <w:rsid w:val="00887973"/>
    <w:rsid w:val="00887A18"/>
    <w:rsid w:val="00887D9B"/>
    <w:rsid w:val="00887F2E"/>
    <w:rsid w:val="00890827"/>
    <w:rsid w:val="008909FB"/>
    <w:rsid w:val="00890A36"/>
    <w:rsid w:val="00890ABA"/>
    <w:rsid w:val="00890ACF"/>
    <w:rsid w:val="00890B2C"/>
    <w:rsid w:val="00890F99"/>
    <w:rsid w:val="0089143F"/>
    <w:rsid w:val="008917A2"/>
    <w:rsid w:val="0089193D"/>
    <w:rsid w:val="00891CE5"/>
    <w:rsid w:val="00891D18"/>
    <w:rsid w:val="00891D21"/>
    <w:rsid w:val="00891DF8"/>
    <w:rsid w:val="0089226C"/>
    <w:rsid w:val="008923A9"/>
    <w:rsid w:val="0089260D"/>
    <w:rsid w:val="00892C5E"/>
    <w:rsid w:val="00893707"/>
    <w:rsid w:val="00893D93"/>
    <w:rsid w:val="00894323"/>
    <w:rsid w:val="0089434D"/>
    <w:rsid w:val="0089442C"/>
    <w:rsid w:val="00894620"/>
    <w:rsid w:val="008947D8"/>
    <w:rsid w:val="00894D93"/>
    <w:rsid w:val="00894D9E"/>
    <w:rsid w:val="00894E6F"/>
    <w:rsid w:val="0089542C"/>
    <w:rsid w:val="00895509"/>
    <w:rsid w:val="008956B3"/>
    <w:rsid w:val="0089594F"/>
    <w:rsid w:val="00895BD7"/>
    <w:rsid w:val="00895D03"/>
    <w:rsid w:val="008964B1"/>
    <w:rsid w:val="008965A3"/>
    <w:rsid w:val="008966F8"/>
    <w:rsid w:val="008968FB"/>
    <w:rsid w:val="00896AF5"/>
    <w:rsid w:val="00896E89"/>
    <w:rsid w:val="00896F05"/>
    <w:rsid w:val="008972B6"/>
    <w:rsid w:val="00897589"/>
    <w:rsid w:val="00897716"/>
    <w:rsid w:val="00897913"/>
    <w:rsid w:val="00897B9D"/>
    <w:rsid w:val="00897F9E"/>
    <w:rsid w:val="008A03B6"/>
    <w:rsid w:val="008A07CC"/>
    <w:rsid w:val="008A090B"/>
    <w:rsid w:val="008A10F3"/>
    <w:rsid w:val="008A1146"/>
    <w:rsid w:val="008A11FD"/>
    <w:rsid w:val="008A1369"/>
    <w:rsid w:val="008A1473"/>
    <w:rsid w:val="008A1890"/>
    <w:rsid w:val="008A1B34"/>
    <w:rsid w:val="008A25EA"/>
    <w:rsid w:val="008A27D0"/>
    <w:rsid w:val="008A2833"/>
    <w:rsid w:val="008A28E4"/>
    <w:rsid w:val="008A2924"/>
    <w:rsid w:val="008A2A65"/>
    <w:rsid w:val="008A2EC2"/>
    <w:rsid w:val="008A317E"/>
    <w:rsid w:val="008A32CC"/>
    <w:rsid w:val="008A33EE"/>
    <w:rsid w:val="008A3441"/>
    <w:rsid w:val="008A381E"/>
    <w:rsid w:val="008A3C0D"/>
    <w:rsid w:val="008A414A"/>
    <w:rsid w:val="008A4BF5"/>
    <w:rsid w:val="008A4C39"/>
    <w:rsid w:val="008A4C76"/>
    <w:rsid w:val="008A4C94"/>
    <w:rsid w:val="008A5326"/>
    <w:rsid w:val="008A5814"/>
    <w:rsid w:val="008A5AB9"/>
    <w:rsid w:val="008A5B16"/>
    <w:rsid w:val="008A5D4D"/>
    <w:rsid w:val="008A5F56"/>
    <w:rsid w:val="008A609D"/>
    <w:rsid w:val="008A6AD0"/>
    <w:rsid w:val="008A6AD3"/>
    <w:rsid w:val="008A6B71"/>
    <w:rsid w:val="008A6F74"/>
    <w:rsid w:val="008A729B"/>
    <w:rsid w:val="008A7808"/>
    <w:rsid w:val="008A7A82"/>
    <w:rsid w:val="008A7C1F"/>
    <w:rsid w:val="008A7EBF"/>
    <w:rsid w:val="008A7F29"/>
    <w:rsid w:val="008B005E"/>
    <w:rsid w:val="008B051C"/>
    <w:rsid w:val="008B058F"/>
    <w:rsid w:val="008B0688"/>
    <w:rsid w:val="008B0B9D"/>
    <w:rsid w:val="008B0C67"/>
    <w:rsid w:val="008B0D3D"/>
    <w:rsid w:val="008B150B"/>
    <w:rsid w:val="008B1AE6"/>
    <w:rsid w:val="008B1F05"/>
    <w:rsid w:val="008B1F1D"/>
    <w:rsid w:val="008B1F24"/>
    <w:rsid w:val="008B20DA"/>
    <w:rsid w:val="008B2292"/>
    <w:rsid w:val="008B27B7"/>
    <w:rsid w:val="008B285E"/>
    <w:rsid w:val="008B2ACF"/>
    <w:rsid w:val="008B30F5"/>
    <w:rsid w:val="008B36F1"/>
    <w:rsid w:val="008B391F"/>
    <w:rsid w:val="008B3BAA"/>
    <w:rsid w:val="008B3D0A"/>
    <w:rsid w:val="008B41E0"/>
    <w:rsid w:val="008B454C"/>
    <w:rsid w:val="008B45B8"/>
    <w:rsid w:val="008B4A5C"/>
    <w:rsid w:val="008B5067"/>
    <w:rsid w:val="008B5350"/>
    <w:rsid w:val="008B5AE1"/>
    <w:rsid w:val="008B5B9B"/>
    <w:rsid w:val="008B5DFB"/>
    <w:rsid w:val="008B68AB"/>
    <w:rsid w:val="008B6F4C"/>
    <w:rsid w:val="008B6FA4"/>
    <w:rsid w:val="008B722A"/>
    <w:rsid w:val="008B7626"/>
    <w:rsid w:val="008B790E"/>
    <w:rsid w:val="008C0520"/>
    <w:rsid w:val="008C0B6F"/>
    <w:rsid w:val="008C0BE6"/>
    <w:rsid w:val="008C0C44"/>
    <w:rsid w:val="008C0EB9"/>
    <w:rsid w:val="008C105F"/>
    <w:rsid w:val="008C106A"/>
    <w:rsid w:val="008C1154"/>
    <w:rsid w:val="008C14C7"/>
    <w:rsid w:val="008C1695"/>
    <w:rsid w:val="008C205A"/>
    <w:rsid w:val="008C219C"/>
    <w:rsid w:val="008C21EB"/>
    <w:rsid w:val="008C239B"/>
    <w:rsid w:val="008C2427"/>
    <w:rsid w:val="008C249C"/>
    <w:rsid w:val="008C2633"/>
    <w:rsid w:val="008C2A3F"/>
    <w:rsid w:val="008C2A6D"/>
    <w:rsid w:val="008C2D9D"/>
    <w:rsid w:val="008C3115"/>
    <w:rsid w:val="008C3626"/>
    <w:rsid w:val="008C47C2"/>
    <w:rsid w:val="008C4B86"/>
    <w:rsid w:val="008C4E82"/>
    <w:rsid w:val="008C5311"/>
    <w:rsid w:val="008C53A7"/>
    <w:rsid w:val="008C5A11"/>
    <w:rsid w:val="008C5B30"/>
    <w:rsid w:val="008C5C2B"/>
    <w:rsid w:val="008C5CFB"/>
    <w:rsid w:val="008C6007"/>
    <w:rsid w:val="008C62C6"/>
    <w:rsid w:val="008C63DC"/>
    <w:rsid w:val="008C6611"/>
    <w:rsid w:val="008C67AF"/>
    <w:rsid w:val="008C6861"/>
    <w:rsid w:val="008C6CCB"/>
    <w:rsid w:val="008C75EA"/>
    <w:rsid w:val="008C7B03"/>
    <w:rsid w:val="008C7B1B"/>
    <w:rsid w:val="008D015B"/>
    <w:rsid w:val="008D06AE"/>
    <w:rsid w:val="008D0915"/>
    <w:rsid w:val="008D0BB5"/>
    <w:rsid w:val="008D1311"/>
    <w:rsid w:val="008D15A8"/>
    <w:rsid w:val="008D1672"/>
    <w:rsid w:val="008D188D"/>
    <w:rsid w:val="008D1A50"/>
    <w:rsid w:val="008D1C79"/>
    <w:rsid w:val="008D2303"/>
    <w:rsid w:val="008D28CB"/>
    <w:rsid w:val="008D29BC"/>
    <w:rsid w:val="008D2E2C"/>
    <w:rsid w:val="008D2F33"/>
    <w:rsid w:val="008D30C2"/>
    <w:rsid w:val="008D3137"/>
    <w:rsid w:val="008D328B"/>
    <w:rsid w:val="008D3382"/>
    <w:rsid w:val="008D357E"/>
    <w:rsid w:val="008D368B"/>
    <w:rsid w:val="008D37CE"/>
    <w:rsid w:val="008D3F08"/>
    <w:rsid w:val="008D3FC9"/>
    <w:rsid w:val="008D409A"/>
    <w:rsid w:val="008D426A"/>
    <w:rsid w:val="008D465E"/>
    <w:rsid w:val="008D4695"/>
    <w:rsid w:val="008D4B0F"/>
    <w:rsid w:val="008D4BC8"/>
    <w:rsid w:val="008D4D32"/>
    <w:rsid w:val="008D5239"/>
    <w:rsid w:val="008D5390"/>
    <w:rsid w:val="008D5393"/>
    <w:rsid w:val="008D5572"/>
    <w:rsid w:val="008D56FD"/>
    <w:rsid w:val="008D5723"/>
    <w:rsid w:val="008D5ADF"/>
    <w:rsid w:val="008D5AFB"/>
    <w:rsid w:val="008D62A1"/>
    <w:rsid w:val="008D6683"/>
    <w:rsid w:val="008D6A30"/>
    <w:rsid w:val="008D6E9E"/>
    <w:rsid w:val="008D6F5E"/>
    <w:rsid w:val="008D70B1"/>
    <w:rsid w:val="008D727A"/>
    <w:rsid w:val="008D72D5"/>
    <w:rsid w:val="008D76F4"/>
    <w:rsid w:val="008D7805"/>
    <w:rsid w:val="008D7850"/>
    <w:rsid w:val="008D7BF0"/>
    <w:rsid w:val="008D7DCD"/>
    <w:rsid w:val="008E035C"/>
    <w:rsid w:val="008E03A1"/>
    <w:rsid w:val="008E0689"/>
    <w:rsid w:val="008E0938"/>
    <w:rsid w:val="008E0F5A"/>
    <w:rsid w:val="008E120A"/>
    <w:rsid w:val="008E135D"/>
    <w:rsid w:val="008E1659"/>
    <w:rsid w:val="008E1971"/>
    <w:rsid w:val="008E1DE3"/>
    <w:rsid w:val="008E1DF3"/>
    <w:rsid w:val="008E21E5"/>
    <w:rsid w:val="008E22E4"/>
    <w:rsid w:val="008E289E"/>
    <w:rsid w:val="008E299F"/>
    <w:rsid w:val="008E29F8"/>
    <w:rsid w:val="008E3200"/>
    <w:rsid w:val="008E3A0E"/>
    <w:rsid w:val="008E3E39"/>
    <w:rsid w:val="008E4541"/>
    <w:rsid w:val="008E46CD"/>
    <w:rsid w:val="008E48C6"/>
    <w:rsid w:val="008E4A17"/>
    <w:rsid w:val="008E4B34"/>
    <w:rsid w:val="008E5591"/>
    <w:rsid w:val="008E56FD"/>
    <w:rsid w:val="008E5BA9"/>
    <w:rsid w:val="008E5C1E"/>
    <w:rsid w:val="008E5E2C"/>
    <w:rsid w:val="008E65D2"/>
    <w:rsid w:val="008E6C7E"/>
    <w:rsid w:val="008E6C9E"/>
    <w:rsid w:val="008E755A"/>
    <w:rsid w:val="008E7A2A"/>
    <w:rsid w:val="008E7B53"/>
    <w:rsid w:val="008E7D0D"/>
    <w:rsid w:val="008E7D54"/>
    <w:rsid w:val="008E7DBC"/>
    <w:rsid w:val="008F00F7"/>
    <w:rsid w:val="008F01F6"/>
    <w:rsid w:val="008F06F4"/>
    <w:rsid w:val="008F088B"/>
    <w:rsid w:val="008F094D"/>
    <w:rsid w:val="008F09D3"/>
    <w:rsid w:val="008F0CF4"/>
    <w:rsid w:val="008F10DA"/>
    <w:rsid w:val="008F1230"/>
    <w:rsid w:val="008F12B4"/>
    <w:rsid w:val="008F16AD"/>
    <w:rsid w:val="008F1787"/>
    <w:rsid w:val="008F1B78"/>
    <w:rsid w:val="008F1D1E"/>
    <w:rsid w:val="008F21AE"/>
    <w:rsid w:val="008F22CF"/>
    <w:rsid w:val="008F2564"/>
    <w:rsid w:val="008F2B25"/>
    <w:rsid w:val="008F3023"/>
    <w:rsid w:val="008F30CA"/>
    <w:rsid w:val="008F3167"/>
    <w:rsid w:val="008F3244"/>
    <w:rsid w:val="008F3731"/>
    <w:rsid w:val="008F38C9"/>
    <w:rsid w:val="008F393C"/>
    <w:rsid w:val="008F3D0D"/>
    <w:rsid w:val="008F3EE7"/>
    <w:rsid w:val="008F4350"/>
    <w:rsid w:val="008F442F"/>
    <w:rsid w:val="008F458C"/>
    <w:rsid w:val="008F51AD"/>
    <w:rsid w:val="008F53D2"/>
    <w:rsid w:val="008F5A5D"/>
    <w:rsid w:val="008F5D7F"/>
    <w:rsid w:val="008F5EEA"/>
    <w:rsid w:val="008F5FC0"/>
    <w:rsid w:val="008F61BE"/>
    <w:rsid w:val="008F622B"/>
    <w:rsid w:val="008F634F"/>
    <w:rsid w:val="008F63CC"/>
    <w:rsid w:val="008F6658"/>
    <w:rsid w:val="008F6BE9"/>
    <w:rsid w:val="008F6C52"/>
    <w:rsid w:val="008F6CBD"/>
    <w:rsid w:val="008F6E66"/>
    <w:rsid w:val="008F6ECE"/>
    <w:rsid w:val="008F7505"/>
    <w:rsid w:val="008F7775"/>
    <w:rsid w:val="008F7941"/>
    <w:rsid w:val="008F7CB1"/>
    <w:rsid w:val="009002BB"/>
    <w:rsid w:val="009007E3"/>
    <w:rsid w:val="00900FDC"/>
    <w:rsid w:val="009010CA"/>
    <w:rsid w:val="00901504"/>
    <w:rsid w:val="009017E9"/>
    <w:rsid w:val="0090188E"/>
    <w:rsid w:val="00901BD2"/>
    <w:rsid w:val="00901CA6"/>
    <w:rsid w:val="00901CED"/>
    <w:rsid w:val="00901D8A"/>
    <w:rsid w:val="00901E18"/>
    <w:rsid w:val="00901EFA"/>
    <w:rsid w:val="0090244E"/>
    <w:rsid w:val="009024C9"/>
    <w:rsid w:val="0090275F"/>
    <w:rsid w:val="009032B8"/>
    <w:rsid w:val="009033F9"/>
    <w:rsid w:val="0090362E"/>
    <w:rsid w:val="00903757"/>
    <w:rsid w:val="00903853"/>
    <w:rsid w:val="009038B0"/>
    <w:rsid w:val="00903964"/>
    <w:rsid w:val="009039A0"/>
    <w:rsid w:val="00903CF0"/>
    <w:rsid w:val="00903E42"/>
    <w:rsid w:val="009047CB"/>
    <w:rsid w:val="00904CC7"/>
    <w:rsid w:val="00904F83"/>
    <w:rsid w:val="00905086"/>
    <w:rsid w:val="00905278"/>
    <w:rsid w:val="009052F3"/>
    <w:rsid w:val="009055D1"/>
    <w:rsid w:val="00905A79"/>
    <w:rsid w:val="00905D34"/>
    <w:rsid w:val="00905E3D"/>
    <w:rsid w:val="00906143"/>
    <w:rsid w:val="00906301"/>
    <w:rsid w:val="0090645D"/>
    <w:rsid w:val="00906506"/>
    <w:rsid w:val="00906589"/>
    <w:rsid w:val="00906677"/>
    <w:rsid w:val="0090670D"/>
    <w:rsid w:val="009068E3"/>
    <w:rsid w:val="00906A7B"/>
    <w:rsid w:val="00906C92"/>
    <w:rsid w:val="009071FC"/>
    <w:rsid w:val="009073A1"/>
    <w:rsid w:val="00907425"/>
    <w:rsid w:val="00907984"/>
    <w:rsid w:val="00907986"/>
    <w:rsid w:val="00907B03"/>
    <w:rsid w:val="00907D13"/>
    <w:rsid w:val="00907E21"/>
    <w:rsid w:val="00910158"/>
    <w:rsid w:val="009101AF"/>
    <w:rsid w:val="009103B9"/>
    <w:rsid w:val="00910687"/>
    <w:rsid w:val="00910930"/>
    <w:rsid w:val="00910D01"/>
    <w:rsid w:val="009111EF"/>
    <w:rsid w:val="0091167E"/>
    <w:rsid w:val="00911745"/>
    <w:rsid w:val="00911F64"/>
    <w:rsid w:val="009120A3"/>
    <w:rsid w:val="0091249C"/>
    <w:rsid w:val="00912715"/>
    <w:rsid w:val="00912B83"/>
    <w:rsid w:val="00912CCE"/>
    <w:rsid w:val="00912E3A"/>
    <w:rsid w:val="0091333A"/>
    <w:rsid w:val="0091333B"/>
    <w:rsid w:val="009135DF"/>
    <w:rsid w:val="00913654"/>
    <w:rsid w:val="0091386E"/>
    <w:rsid w:val="009139C8"/>
    <w:rsid w:val="009139F3"/>
    <w:rsid w:val="00913A37"/>
    <w:rsid w:val="00913FF5"/>
    <w:rsid w:val="0091402E"/>
    <w:rsid w:val="00914420"/>
    <w:rsid w:val="0091444B"/>
    <w:rsid w:val="00914A21"/>
    <w:rsid w:val="00914C4A"/>
    <w:rsid w:val="00914C64"/>
    <w:rsid w:val="00914F3D"/>
    <w:rsid w:val="009152C7"/>
    <w:rsid w:val="00915741"/>
    <w:rsid w:val="0091584E"/>
    <w:rsid w:val="009160A3"/>
    <w:rsid w:val="009164EB"/>
    <w:rsid w:val="00916DFF"/>
    <w:rsid w:val="00916E41"/>
    <w:rsid w:val="00917077"/>
    <w:rsid w:val="009171D9"/>
    <w:rsid w:val="009176F3"/>
    <w:rsid w:val="009178BC"/>
    <w:rsid w:val="00917B87"/>
    <w:rsid w:val="00917DAD"/>
    <w:rsid w:val="00917FAF"/>
    <w:rsid w:val="00920097"/>
    <w:rsid w:val="009205C8"/>
    <w:rsid w:val="0092097B"/>
    <w:rsid w:val="00920AC1"/>
    <w:rsid w:val="00920C89"/>
    <w:rsid w:val="00920CA7"/>
    <w:rsid w:val="009212CA"/>
    <w:rsid w:val="00921B5A"/>
    <w:rsid w:val="00921B82"/>
    <w:rsid w:val="00921B87"/>
    <w:rsid w:val="00921E48"/>
    <w:rsid w:val="00921E6B"/>
    <w:rsid w:val="00922555"/>
    <w:rsid w:val="009227A5"/>
    <w:rsid w:val="00922CF5"/>
    <w:rsid w:val="00922EF7"/>
    <w:rsid w:val="00923025"/>
    <w:rsid w:val="009232A2"/>
    <w:rsid w:val="0092342D"/>
    <w:rsid w:val="00923973"/>
    <w:rsid w:val="00923A71"/>
    <w:rsid w:val="00923DDD"/>
    <w:rsid w:val="00923E61"/>
    <w:rsid w:val="0092408E"/>
    <w:rsid w:val="0092462C"/>
    <w:rsid w:val="00924649"/>
    <w:rsid w:val="009247F6"/>
    <w:rsid w:val="0092486D"/>
    <w:rsid w:val="00924B95"/>
    <w:rsid w:val="00924DFC"/>
    <w:rsid w:val="00924FF7"/>
    <w:rsid w:val="009254B9"/>
    <w:rsid w:val="00925525"/>
    <w:rsid w:val="00925953"/>
    <w:rsid w:val="009259FA"/>
    <w:rsid w:val="00925A2C"/>
    <w:rsid w:val="00925C6E"/>
    <w:rsid w:val="00925E87"/>
    <w:rsid w:val="00925F1B"/>
    <w:rsid w:val="009265B2"/>
    <w:rsid w:val="00926941"/>
    <w:rsid w:val="00926A56"/>
    <w:rsid w:val="00926AB2"/>
    <w:rsid w:val="00926B4A"/>
    <w:rsid w:val="00926DF3"/>
    <w:rsid w:val="009278FB"/>
    <w:rsid w:val="00927AB2"/>
    <w:rsid w:val="00927B7A"/>
    <w:rsid w:val="00927C84"/>
    <w:rsid w:val="00927DD2"/>
    <w:rsid w:val="0093005A"/>
    <w:rsid w:val="00930837"/>
    <w:rsid w:val="00930C00"/>
    <w:rsid w:val="00930D64"/>
    <w:rsid w:val="00930EAF"/>
    <w:rsid w:val="00931025"/>
    <w:rsid w:val="009310FE"/>
    <w:rsid w:val="009311C9"/>
    <w:rsid w:val="00931500"/>
    <w:rsid w:val="009315B8"/>
    <w:rsid w:val="009316CD"/>
    <w:rsid w:val="00931961"/>
    <w:rsid w:val="009319F1"/>
    <w:rsid w:val="00931B26"/>
    <w:rsid w:val="00931C02"/>
    <w:rsid w:val="00931C3D"/>
    <w:rsid w:val="00931CC9"/>
    <w:rsid w:val="00931D99"/>
    <w:rsid w:val="00931DB0"/>
    <w:rsid w:val="00932280"/>
    <w:rsid w:val="009323B1"/>
    <w:rsid w:val="0093294A"/>
    <w:rsid w:val="00932CEF"/>
    <w:rsid w:val="00932E37"/>
    <w:rsid w:val="00932F0A"/>
    <w:rsid w:val="00933129"/>
    <w:rsid w:val="00933C1A"/>
    <w:rsid w:val="00934684"/>
    <w:rsid w:val="00934B05"/>
    <w:rsid w:val="00935AD2"/>
    <w:rsid w:val="009366D3"/>
    <w:rsid w:val="0093695E"/>
    <w:rsid w:val="00936A0A"/>
    <w:rsid w:val="00936AD9"/>
    <w:rsid w:val="00936C43"/>
    <w:rsid w:val="009373B7"/>
    <w:rsid w:val="0093751E"/>
    <w:rsid w:val="00937842"/>
    <w:rsid w:val="00937958"/>
    <w:rsid w:val="00937C4E"/>
    <w:rsid w:val="00940C23"/>
    <w:rsid w:val="00940ED7"/>
    <w:rsid w:val="009411FB"/>
    <w:rsid w:val="00941217"/>
    <w:rsid w:val="00941329"/>
    <w:rsid w:val="0094148F"/>
    <w:rsid w:val="0094159B"/>
    <w:rsid w:val="009415DA"/>
    <w:rsid w:val="00941809"/>
    <w:rsid w:val="00941969"/>
    <w:rsid w:val="00941DCE"/>
    <w:rsid w:val="00941FF5"/>
    <w:rsid w:val="0094275E"/>
    <w:rsid w:val="00942E40"/>
    <w:rsid w:val="00943244"/>
    <w:rsid w:val="0094346A"/>
    <w:rsid w:val="00943669"/>
    <w:rsid w:val="009439F6"/>
    <w:rsid w:val="00943E37"/>
    <w:rsid w:val="0094435C"/>
    <w:rsid w:val="009446E5"/>
    <w:rsid w:val="00944994"/>
    <w:rsid w:val="00944D51"/>
    <w:rsid w:val="00944E91"/>
    <w:rsid w:val="009456C6"/>
    <w:rsid w:val="009456ED"/>
    <w:rsid w:val="00945B2C"/>
    <w:rsid w:val="00945D45"/>
    <w:rsid w:val="00946176"/>
    <w:rsid w:val="00946BEC"/>
    <w:rsid w:val="0094724E"/>
    <w:rsid w:val="009473E0"/>
    <w:rsid w:val="00947687"/>
    <w:rsid w:val="009476EF"/>
    <w:rsid w:val="00947AA8"/>
    <w:rsid w:val="00947AFC"/>
    <w:rsid w:val="00947B4F"/>
    <w:rsid w:val="00947C72"/>
    <w:rsid w:val="00947C9E"/>
    <w:rsid w:val="00947E2D"/>
    <w:rsid w:val="00947EDF"/>
    <w:rsid w:val="0095054D"/>
    <w:rsid w:val="0095088E"/>
    <w:rsid w:val="00950915"/>
    <w:rsid w:val="00950C53"/>
    <w:rsid w:val="00950F9F"/>
    <w:rsid w:val="0095144C"/>
    <w:rsid w:val="009514DC"/>
    <w:rsid w:val="009514EF"/>
    <w:rsid w:val="009515F4"/>
    <w:rsid w:val="00951887"/>
    <w:rsid w:val="0095224C"/>
    <w:rsid w:val="009522B7"/>
    <w:rsid w:val="009522C0"/>
    <w:rsid w:val="0095237A"/>
    <w:rsid w:val="00952410"/>
    <w:rsid w:val="009526EA"/>
    <w:rsid w:val="00952722"/>
    <w:rsid w:val="009528CB"/>
    <w:rsid w:val="00952A0D"/>
    <w:rsid w:val="00952AE0"/>
    <w:rsid w:val="00952C05"/>
    <w:rsid w:val="0095304B"/>
    <w:rsid w:val="00953816"/>
    <w:rsid w:val="009538E3"/>
    <w:rsid w:val="009539BB"/>
    <w:rsid w:val="009546FC"/>
    <w:rsid w:val="00954A45"/>
    <w:rsid w:val="00954DB5"/>
    <w:rsid w:val="00954EE7"/>
    <w:rsid w:val="0095550D"/>
    <w:rsid w:val="0095555A"/>
    <w:rsid w:val="009555CE"/>
    <w:rsid w:val="009559A2"/>
    <w:rsid w:val="0095616D"/>
    <w:rsid w:val="009563C1"/>
    <w:rsid w:val="00956A0C"/>
    <w:rsid w:val="00957177"/>
    <w:rsid w:val="009577EB"/>
    <w:rsid w:val="009578A0"/>
    <w:rsid w:val="009579C4"/>
    <w:rsid w:val="009579FD"/>
    <w:rsid w:val="00957B34"/>
    <w:rsid w:val="009604E3"/>
    <w:rsid w:val="009605BA"/>
    <w:rsid w:val="0096064A"/>
    <w:rsid w:val="00960926"/>
    <w:rsid w:val="009609E9"/>
    <w:rsid w:val="00960EB3"/>
    <w:rsid w:val="0096138B"/>
    <w:rsid w:val="0096148E"/>
    <w:rsid w:val="00961B97"/>
    <w:rsid w:val="00961C2C"/>
    <w:rsid w:val="00961D05"/>
    <w:rsid w:val="009624E4"/>
    <w:rsid w:val="009625F4"/>
    <w:rsid w:val="00962735"/>
    <w:rsid w:val="0096278F"/>
    <w:rsid w:val="009628F6"/>
    <w:rsid w:val="00962C22"/>
    <w:rsid w:val="00962C64"/>
    <w:rsid w:val="00962D07"/>
    <w:rsid w:val="00962EA5"/>
    <w:rsid w:val="00962FFC"/>
    <w:rsid w:val="00963126"/>
    <w:rsid w:val="009633B5"/>
    <w:rsid w:val="00963726"/>
    <w:rsid w:val="0096393B"/>
    <w:rsid w:val="00963BC0"/>
    <w:rsid w:val="009643F9"/>
    <w:rsid w:val="009646D8"/>
    <w:rsid w:val="00964740"/>
    <w:rsid w:val="00964CA6"/>
    <w:rsid w:val="00964E4B"/>
    <w:rsid w:val="00965319"/>
    <w:rsid w:val="00965386"/>
    <w:rsid w:val="00965870"/>
    <w:rsid w:val="00965A7A"/>
    <w:rsid w:val="00965DF1"/>
    <w:rsid w:val="00965E73"/>
    <w:rsid w:val="00966062"/>
    <w:rsid w:val="0096618F"/>
    <w:rsid w:val="00966853"/>
    <w:rsid w:val="00966DAC"/>
    <w:rsid w:val="0096702A"/>
    <w:rsid w:val="00967044"/>
    <w:rsid w:val="0096707E"/>
    <w:rsid w:val="00967632"/>
    <w:rsid w:val="00967941"/>
    <w:rsid w:val="00967C90"/>
    <w:rsid w:val="00967EF0"/>
    <w:rsid w:val="0097004B"/>
    <w:rsid w:val="009703C1"/>
    <w:rsid w:val="009703CF"/>
    <w:rsid w:val="00970518"/>
    <w:rsid w:val="00970679"/>
    <w:rsid w:val="00970A33"/>
    <w:rsid w:val="00970ABE"/>
    <w:rsid w:val="00970C6D"/>
    <w:rsid w:val="00970C95"/>
    <w:rsid w:val="00970D34"/>
    <w:rsid w:val="00971284"/>
    <w:rsid w:val="0097132C"/>
    <w:rsid w:val="009719E2"/>
    <w:rsid w:val="00971ACF"/>
    <w:rsid w:val="00971BCD"/>
    <w:rsid w:val="00971CB1"/>
    <w:rsid w:val="00972110"/>
    <w:rsid w:val="00972A81"/>
    <w:rsid w:val="00972CC0"/>
    <w:rsid w:val="009732CE"/>
    <w:rsid w:val="00973894"/>
    <w:rsid w:val="009738FF"/>
    <w:rsid w:val="009739B7"/>
    <w:rsid w:val="00973A46"/>
    <w:rsid w:val="00973AAE"/>
    <w:rsid w:val="00973D0E"/>
    <w:rsid w:val="0097418D"/>
    <w:rsid w:val="009743B3"/>
    <w:rsid w:val="0097450A"/>
    <w:rsid w:val="0097463B"/>
    <w:rsid w:val="009749C6"/>
    <w:rsid w:val="00974B20"/>
    <w:rsid w:val="00974C8C"/>
    <w:rsid w:val="00974CD7"/>
    <w:rsid w:val="0097582C"/>
    <w:rsid w:val="009759AD"/>
    <w:rsid w:val="00975B6B"/>
    <w:rsid w:val="00975CDC"/>
    <w:rsid w:val="00976053"/>
    <w:rsid w:val="00976449"/>
    <w:rsid w:val="009766A6"/>
    <w:rsid w:val="00976B10"/>
    <w:rsid w:val="00976ED5"/>
    <w:rsid w:val="009771B8"/>
    <w:rsid w:val="009772EE"/>
    <w:rsid w:val="0097746A"/>
    <w:rsid w:val="009775B9"/>
    <w:rsid w:val="009777ED"/>
    <w:rsid w:val="00977960"/>
    <w:rsid w:val="00977B19"/>
    <w:rsid w:val="0098017A"/>
    <w:rsid w:val="0098056F"/>
    <w:rsid w:val="0098092D"/>
    <w:rsid w:val="009809A5"/>
    <w:rsid w:val="00980E9C"/>
    <w:rsid w:val="009810C1"/>
    <w:rsid w:val="00981320"/>
    <w:rsid w:val="00981A20"/>
    <w:rsid w:val="00981BAF"/>
    <w:rsid w:val="00981FDE"/>
    <w:rsid w:val="009821C3"/>
    <w:rsid w:val="009821EC"/>
    <w:rsid w:val="0098232E"/>
    <w:rsid w:val="0098248C"/>
    <w:rsid w:val="00982612"/>
    <w:rsid w:val="00982852"/>
    <w:rsid w:val="009830F1"/>
    <w:rsid w:val="0098315A"/>
    <w:rsid w:val="0098360D"/>
    <w:rsid w:val="00983B95"/>
    <w:rsid w:val="00983C17"/>
    <w:rsid w:val="009840B7"/>
    <w:rsid w:val="009840CA"/>
    <w:rsid w:val="00984D4A"/>
    <w:rsid w:val="00985324"/>
    <w:rsid w:val="00985482"/>
    <w:rsid w:val="00985627"/>
    <w:rsid w:val="009856D7"/>
    <w:rsid w:val="0098625E"/>
    <w:rsid w:val="00986368"/>
    <w:rsid w:val="0098638E"/>
    <w:rsid w:val="009863A4"/>
    <w:rsid w:val="009865C9"/>
    <w:rsid w:val="00986B7D"/>
    <w:rsid w:val="00986F3E"/>
    <w:rsid w:val="0098746D"/>
    <w:rsid w:val="009876B1"/>
    <w:rsid w:val="00987B51"/>
    <w:rsid w:val="00987CD3"/>
    <w:rsid w:val="00990079"/>
    <w:rsid w:val="009902B3"/>
    <w:rsid w:val="009904A4"/>
    <w:rsid w:val="009904FE"/>
    <w:rsid w:val="00990508"/>
    <w:rsid w:val="00990A63"/>
    <w:rsid w:val="00990B7A"/>
    <w:rsid w:val="00990C59"/>
    <w:rsid w:val="00990CA8"/>
    <w:rsid w:val="00990E77"/>
    <w:rsid w:val="009912A6"/>
    <w:rsid w:val="009915E6"/>
    <w:rsid w:val="00991698"/>
    <w:rsid w:val="009918F2"/>
    <w:rsid w:val="00991CEB"/>
    <w:rsid w:val="00991D37"/>
    <w:rsid w:val="009924B8"/>
    <w:rsid w:val="0099278F"/>
    <w:rsid w:val="009928B3"/>
    <w:rsid w:val="00993112"/>
    <w:rsid w:val="0099323B"/>
    <w:rsid w:val="0099352C"/>
    <w:rsid w:val="0099390B"/>
    <w:rsid w:val="00993A0B"/>
    <w:rsid w:val="00993AA0"/>
    <w:rsid w:val="00993D31"/>
    <w:rsid w:val="00993E2C"/>
    <w:rsid w:val="009949CD"/>
    <w:rsid w:val="00994A68"/>
    <w:rsid w:val="00994B19"/>
    <w:rsid w:val="00994B77"/>
    <w:rsid w:val="00994E72"/>
    <w:rsid w:val="00995058"/>
    <w:rsid w:val="00995106"/>
    <w:rsid w:val="00995C00"/>
    <w:rsid w:val="00995D6F"/>
    <w:rsid w:val="00996372"/>
    <w:rsid w:val="009964A2"/>
    <w:rsid w:val="0099661D"/>
    <w:rsid w:val="00996686"/>
    <w:rsid w:val="0099671C"/>
    <w:rsid w:val="009967B8"/>
    <w:rsid w:val="009967E7"/>
    <w:rsid w:val="00996890"/>
    <w:rsid w:val="00996A11"/>
    <w:rsid w:val="009971AA"/>
    <w:rsid w:val="009972FB"/>
    <w:rsid w:val="0099753D"/>
    <w:rsid w:val="00997ABC"/>
    <w:rsid w:val="009A0159"/>
    <w:rsid w:val="009A0674"/>
    <w:rsid w:val="009A06CD"/>
    <w:rsid w:val="009A08C7"/>
    <w:rsid w:val="009A1232"/>
    <w:rsid w:val="009A1333"/>
    <w:rsid w:val="009A16C9"/>
    <w:rsid w:val="009A18BD"/>
    <w:rsid w:val="009A18C7"/>
    <w:rsid w:val="009A2168"/>
    <w:rsid w:val="009A23AE"/>
    <w:rsid w:val="009A2416"/>
    <w:rsid w:val="009A25AE"/>
    <w:rsid w:val="009A25B9"/>
    <w:rsid w:val="009A29D1"/>
    <w:rsid w:val="009A2BED"/>
    <w:rsid w:val="009A2C46"/>
    <w:rsid w:val="009A2C8A"/>
    <w:rsid w:val="009A2DC1"/>
    <w:rsid w:val="009A2FDE"/>
    <w:rsid w:val="009A322F"/>
    <w:rsid w:val="009A33F7"/>
    <w:rsid w:val="009A342C"/>
    <w:rsid w:val="009A3F7F"/>
    <w:rsid w:val="009A3F96"/>
    <w:rsid w:val="009A4AFA"/>
    <w:rsid w:val="009A4F62"/>
    <w:rsid w:val="009A502F"/>
    <w:rsid w:val="009A5218"/>
    <w:rsid w:val="009A5242"/>
    <w:rsid w:val="009A528D"/>
    <w:rsid w:val="009A52B9"/>
    <w:rsid w:val="009A53CD"/>
    <w:rsid w:val="009A5872"/>
    <w:rsid w:val="009A5876"/>
    <w:rsid w:val="009A5F51"/>
    <w:rsid w:val="009A6515"/>
    <w:rsid w:val="009A6A8E"/>
    <w:rsid w:val="009A6B9A"/>
    <w:rsid w:val="009A71F8"/>
    <w:rsid w:val="009A7351"/>
    <w:rsid w:val="009A7706"/>
    <w:rsid w:val="009A773E"/>
    <w:rsid w:val="009A791F"/>
    <w:rsid w:val="009A7B22"/>
    <w:rsid w:val="009A7FF9"/>
    <w:rsid w:val="009B071C"/>
    <w:rsid w:val="009B0954"/>
    <w:rsid w:val="009B0CB6"/>
    <w:rsid w:val="009B0E13"/>
    <w:rsid w:val="009B0F8E"/>
    <w:rsid w:val="009B12D9"/>
    <w:rsid w:val="009B1582"/>
    <w:rsid w:val="009B1983"/>
    <w:rsid w:val="009B1A28"/>
    <w:rsid w:val="009B1A53"/>
    <w:rsid w:val="009B1BBE"/>
    <w:rsid w:val="009B1DB2"/>
    <w:rsid w:val="009B208C"/>
    <w:rsid w:val="009B267A"/>
    <w:rsid w:val="009B2765"/>
    <w:rsid w:val="009B276F"/>
    <w:rsid w:val="009B2A59"/>
    <w:rsid w:val="009B2BAA"/>
    <w:rsid w:val="009B2D8A"/>
    <w:rsid w:val="009B31AC"/>
    <w:rsid w:val="009B3775"/>
    <w:rsid w:val="009B37E9"/>
    <w:rsid w:val="009B3893"/>
    <w:rsid w:val="009B3E99"/>
    <w:rsid w:val="009B416E"/>
    <w:rsid w:val="009B4B85"/>
    <w:rsid w:val="009B5049"/>
    <w:rsid w:val="009B512E"/>
    <w:rsid w:val="009B5393"/>
    <w:rsid w:val="009B57A8"/>
    <w:rsid w:val="009B5AEF"/>
    <w:rsid w:val="009B5FEF"/>
    <w:rsid w:val="009B606B"/>
    <w:rsid w:val="009B610C"/>
    <w:rsid w:val="009B644B"/>
    <w:rsid w:val="009B6931"/>
    <w:rsid w:val="009B69FB"/>
    <w:rsid w:val="009B6CEA"/>
    <w:rsid w:val="009B709E"/>
    <w:rsid w:val="009B71C4"/>
    <w:rsid w:val="009B7260"/>
    <w:rsid w:val="009B76C4"/>
    <w:rsid w:val="009B7C1E"/>
    <w:rsid w:val="009B7EB5"/>
    <w:rsid w:val="009B7ED6"/>
    <w:rsid w:val="009C010E"/>
    <w:rsid w:val="009C02DB"/>
    <w:rsid w:val="009C02EE"/>
    <w:rsid w:val="009C06B8"/>
    <w:rsid w:val="009C0AC7"/>
    <w:rsid w:val="009C0BAB"/>
    <w:rsid w:val="009C0CAD"/>
    <w:rsid w:val="009C0D36"/>
    <w:rsid w:val="009C0D58"/>
    <w:rsid w:val="009C0FCD"/>
    <w:rsid w:val="009C0FFA"/>
    <w:rsid w:val="009C1285"/>
    <w:rsid w:val="009C16C5"/>
    <w:rsid w:val="009C1700"/>
    <w:rsid w:val="009C1A15"/>
    <w:rsid w:val="009C1A73"/>
    <w:rsid w:val="009C1DCD"/>
    <w:rsid w:val="009C1E61"/>
    <w:rsid w:val="009C1FC0"/>
    <w:rsid w:val="009C20F7"/>
    <w:rsid w:val="009C224E"/>
    <w:rsid w:val="009C22E8"/>
    <w:rsid w:val="009C23F6"/>
    <w:rsid w:val="009C26E4"/>
    <w:rsid w:val="009C2892"/>
    <w:rsid w:val="009C2916"/>
    <w:rsid w:val="009C2AB7"/>
    <w:rsid w:val="009C2C07"/>
    <w:rsid w:val="009C2EA2"/>
    <w:rsid w:val="009C30C5"/>
    <w:rsid w:val="009C352C"/>
    <w:rsid w:val="009C3B4E"/>
    <w:rsid w:val="009C3CC9"/>
    <w:rsid w:val="009C3F96"/>
    <w:rsid w:val="009C4091"/>
    <w:rsid w:val="009C4159"/>
    <w:rsid w:val="009C46BF"/>
    <w:rsid w:val="009C4A08"/>
    <w:rsid w:val="009C4B11"/>
    <w:rsid w:val="009C4B6B"/>
    <w:rsid w:val="009C4D8D"/>
    <w:rsid w:val="009C4E0D"/>
    <w:rsid w:val="009C56A7"/>
    <w:rsid w:val="009C56C5"/>
    <w:rsid w:val="009C5B12"/>
    <w:rsid w:val="009C5DB7"/>
    <w:rsid w:val="009C5F10"/>
    <w:rsid w:val="009C6641"/>
    <w:rsid w:val="009C6DD6"/>
    <w:rsid w:val="009C6F7B"/>
    <w:rsid w:val="009C72B8"/>
    <w:rsid w:val="009C7361"/>
    <w:rsid w:val="009C7482"/>
    <w:rsid w:val="009C76DB"/>
    <w:rsid w:val="009C7701"/>
    <w:rsid w:val="009C7CD1"/>
    <w:rsid w:val="009C7DBC"/>
    <w:rsid w:val="009D04E7"/>
    <w:rsid w:val="009D0597"/>
    <w:rsid w:val="009D07C1"/>
    <w:rsid w:val="009D0842"/>
    <w:rsid w:val="009D0BBB"/>
    <w:rsid w:val="009D1300"/>
    <w:rsid w:val="009D162B"/>
    <w:rsid w:val="009D1F2C"/>
    <w:rsid w:val="009D2A91"/>
    <w:rsid w:val="009D2AB9"/>
    <w:rsid w:val="009D2E7B"/>
    <w:rsid w:val="009D2F73"/>
    <w:rsid w:val="009D31F8"/>
    <w:rsid w:val="009D3258"/>
    <w:rsid w:val="009D325C"/>
    <w:rsid w:val="009D3361"/>
    <w:rsid w:val="009D3E67"/>
    <w:rsid w:val="009D4188"/>
    <w:rsid w:val="009D43D5"/>
    <w:rsid w:val="009D44C6"/>
    <w:rsid w:val="009D511C"/>
    <w:rsid w:val="009D580A"/>
    <w:rsid w:val="009D5BE9"/>
    <w:rsid w:val="009D5F5D"/>
    <w:rsid w:val="009D6507"/>
    <w:rsid w:val="009D6911"/>
    <w:rsid w:val="009D6B16"/>
    <w:rsid w:val="009D6E51"/>
    <w:rsid w:val="009D728B"/>
    <w:rsid w:val="009D7382"/>
    <w:rsid w:val="009D7424"/>
    <w:rsid w:val="009D74C2"/>
    <w:rsid w:val="009D74C8"/>
    <w:rsid w:val="009D7683"/>
    <w:rsid w:val="009D7AB2"/>
    <w:rsid w:val="009E02F2"/>
    <w:rsid w:val="009E0A73"/>
    <w:rsid w:val="009E0B65"/>
    <w:rsid w:val="009E0EC8"/>
    <w:rsid w:val="009E10B7"/>
    <w:rsid w:val="009E127E"/>
    <w:rsid w:val="009E1282"/>
    <w:rsid w:val="009E13B6"/>
    <w:rsid w:val="009E155E"/>
    <w:rsid w:val="009E164E"/>
    <w:rsid w:val="009E19DC"/>
    <w:rsid w:val="009E1AF5"/>
    <w:rsid w:val="009E1F04"/>
    <w:rsid w:val="009E2225"/>
    <w:rsid w:val="009E22B8"/>
    <w:rsid w:val="009E2619"/>
    <w:rsid w:val="009E2824"/>
    <w:rsid w:val="009E2BE3"/>
    <w:rsid w:val="009E2DED"/>
    <w:rsid w:val="009E2E7A"/>
    <w:rsid w:val="009E3031"/>
    <w:rsid w:val="009E31A6"/>
    <w:rsid w:val="009E33CB"/>
    <w:rsid w:val="009E3504"/>
    <w:rsid w:val="009E3523"/>
    <w:rsid w:val="009E358D"/>
    <w:rsid w:val="009E3B4C"/>
    <w:rsid w:val="009E3D30"/>
    <w:rsid w:val="009E488C"/>
    <w:rsid w:val="009E534A"/>
    <w:rsid w:val="009E5543"/>
    <w:rsid w:val="009E57B7"/>
    <w:rsid w:val="009E5937"/>
    <w:rsid w:val="009E5A8B"/>
    <w:rsid w:val="009E5B61"/>
    <w:rsid w:val="009E5D37"/>
    <w:rsid w:val="009E5EA1"/>
    <w:rsid w:val="009E612E"/>
    <w:rsid w:val="009E67A3"/>
    <w:rsid w:val="009E68AD"/>
    <w:rsid w:val="009E6F20"/>
    <w:rsid w:val="009E7319"/>
    <w:rsid w:val="009E7901"/>
    <w:rsid w:val="009E79A0"/>
    <w:rsid w:val="009E7AFC"/>
    <w:rsid w:val="009E7BD6"/>
    <w:rsid w:val="009E7C4A"/>
    <w:rsid w:val="009E7E1C"/>
    <w:rsid w:val="009F0067"/>
    <w:rsid w:val="009F01CB"/>
    <w:rsid w:val="009F0241"/>
    <w:rsid w:val="009F071D"/>
    <w:rsid w:val="009F0AA6"/>
    <w:rsid w:val="009F0B24"/>
    <w:rsid w:val="009F0DC6"/>
    <w:rsid w:val="009F1275"/>
    <w:rsid w:val="009F132B"/>
    <w:rsid w:val="009F1445"/>
    <w:rsid w:val="009F16DC"/>
    <w:rsid w:val="009F191A"/>
    <w:rsid w:val="009F1E17"/>
    <w:rsid w:val="009F1E24"/>
    <w:rsid w:val="009F1E72"/>
    <w:rsid w:val="009F23D0"/>
    <w:rsid w:val="009F2FC6"/>
    <w:rsid w:val="009F35A6"/>
    <w:rsid w:val="009F38F3"/>
    <w:rsid w:val="009F3BE3"/>
    <w:rsid w:val="009F3E3A"/>
    <w:rsid w:val="009F44BD"/>
    <w:rsid w:val="009F46AE"/>
    <w:rsid w:val="009F4ED7"/>
    <w:rsid w:val="009F4F9C"/>
    <w:rsid w:val="009F5150"/>
    <w:rsid w:val="009F5171"/>
    <w:rsid w:val="009F5657"/>
    <w:rsid w:val="009F5726"/>
    <w:rsid w:val="009F5825"/>
    <w:rsid w:val="009F5AA4"/>
    <w:rsid w:val="009F5C93"/>
    <w:rsid w:val="009F5CD3"/>
    <w:rsid w:val="009F5DD1"/>
    <w:rsid w:val="009F5E6B"/>
    <w:rsid w:val="009F609A"/>
    <w:rsid w:val="009F65AA"/>
    <w:rsid w:val="009F667C"/>
    <w:rsid w:val="009F67A0"/>
    <w:rsid w:val="009F6F3B"/>
    <w:rsid w:val="009F70A8"/>
    <w:rsid w:val="009F7407"/>
    <w:rsid w:val="009F7606"/>
    <w:rsid w:val="009F7824"/>
    <w:rsid w:val="009F7C0B"/>
    <w:rsid w:val="009F7DA4"/>
    <w:rsid w:val="00A00295"/>
    <w:rsid w:val="00A00296"/>
    <w:rsid w:val="00A00A4B"/>
    <w:rsid w:val="00A00B6D"/>
    <w:rsid w:val="00A010E0"/>
    <w:rsid w:val="00A01447"/>
    <w:rsid w:val="00A0144A"/>
    <w:rsid w:val="00A016A9"/>
    <w:rsid w:val="00A01DAB"/>
    <w:rsid w:val="00A01EAF"/>
    <w:rsid w:val="00A020E2"/>
    <w:rsid w:val="00A021FA"/>
    <w:rsid w:val="00A02654"/>
    <w:rsid w:val="00A028F5"/>
    <w:rsid w:val="00A02BBF"/>
    <w:rsid w:val="00A02C3C"/>
    <w:rsid w:val="00A02C51"/>
    <w:rsid w:val="00A02D48"/>
    <w:rsid w:val="00A03343"/>
    <w:rsid w:val="00A03A7A"/>
    <w:rsid w:val="00A03D31"/>
    <w:rsid w:val="00A03D51"/>
    <w:rsid w:val="00A041BC"/>
    <w:rsid w:val="00A04657"/>
    <w:rsid w:val="00A04749"/>
    <w:rsid w:val="00A0483F"/>
    <w:rsid w:val="00A04A6D"/>
    <w:rsid w:val="00A04C16"/>
    <w:rsid w:val="00A05362"/>
    <w:rsid w:val="00A053AD"/>
    <w:rsid w:val="00A0581E"/>
    <w:rsid w:val="00A05924"/>
    <w:rsid w:val="00A05A03"/>
    <w:rsid w:val="00A05BA1"/>
    <w:rsid w:val="00A05D57"/>
    <w:rsid w:val="00A05F7C"/>
    <w:rsid w:val="00A061A1"/>
    <w:rsid w:val="00A0634A"/>
    <w:rsid w:val="00A063C0"/>
    <w:rsid w:val="00A0640A"/>
    <w:rsid w:val="00A06509"/>
    <w:rsid w:val="00A07405"/>
    <w:rsid w:val="00A075CD"/>
    <w:rsid w:val="00A07CFE"/>
    <w:rsid w:val="00A07D95"/>
    <w:rsid w:val="00A102A5"/>
    <w:rsid w:val="00A102D9"/>
    <w:rsid w:val="00A106C4"/>
    <w:rsid w:val="00A108FE"/>
    <w:rsid w:val="00A10A98"/>
    <w:rsid w:val="00A10F22"/>
    <w:rsid w:val="00A1172C"/>
    <w:rsid w:val="00A11974"/>
    <w:rsid w:val="00A119E8"/>
    <w:rsid w:val="00A11ABC"/>
    <w:rsid w:val="00A11B30"/>
    <w:rsid w:val="00A12189"/>
    <w:rsid w:val="00A12207"/>
    <w:rsid w:val="00A122E3"/>
    <w:rsid w:val="00A1236B"/>
    <w:rsid w:val="00A126F7"/>
    <w:rsid w:val="00A1292F"/>
    <w:rsid w:val="00A12F0F"/>
    <w:rsid w:val="00A133CC"/>
    <w:rsid w:val="00A13431"/>
    <w:rsid w:val="00A134E7"/>
    <w:rsid w:val="00A13C31"/>
    <w:rsid w:val="00A1435C"/>
    <w:rsid w:val="00A14509"/>
    <w:rsid w:val="00A14928"/>
    <w:rsid w:val="00A14A5B"/>
    <w:rsid w:val="00A14E0C"/>
    <w:rsid w:val="00A14FF9"/>
    <w:rsid w:val="00A15335"/>
    <w:rsid w:val="00A153A8"/>
    <w:rsid w:val="00A15560"/>
    <w:rsid w:val="00A156E2"/>
    <w:rsid w:val="00A15978"/>
    <w:rsid w:val="00A159E4"/>
    <w:rsid w:val="00A15BB5"/>
    <w:rsid w:val="00A15FE8"/>
    <w:rsid w:val="00A162BA"/>
    <w:rsid w:val="00A16353"/>
    <w:rsid w:val="00A1643F"/>
    <w:rsid w:val="00A164F7"/>
    <w:rsid w:val="00A16513"/>
    <w:rsid w:val="00A16CBB"/>
    <w:rsid w:val="00A16CEF"/>
    <w:rsid w:val="00A1745C"/>
    <w:rsid w:val="00A174A5"/>
    <w:rsid w:val="00A17611"/>
    <w:rsid w:val="00A176D8"/>
    <w:rsid w:val="00A17885"/>
    <w:rsid w:val="00A17955"/>
    <w:rsid w:val="00A17AC6"/>
    <w:rsid w:val="00A17C54"/>
    <w:rsid w:val="00A17CF9"/>
    <w:rsid w:val="00A20468"/>
    <w:rsid w:val="00A2049A"/>
    <w:rsid w:val="00A20564"/>
    <w:rsid w:val="00A208CB"/>
    <w:rsid w:val="00A2095F"/>
    <w:rsid w:val="00A209B4"/>
    <w:rsid w:val="00A20DA3"/>
    <w:rsid w:val="00A20DC2"/>
    <w:rsid w:val="00A20FCE"/>
    <w:rsid w:val="00A211B0"/>
    <w:rsid w:val="00A2124E"/>
    <w:rsid w:val="00A2147C"/>
    <w:rsid w:val="00A214E4"/>
    <w:rsid w:val="00A217B4"/>
    <w:rsid w:val="00A21A6D"/>
    <w:rsid w:val="00A21E61"/>
    <w:rsid w:val="00A21E9F"/>
    <w:rsid w:val="00A220A8"/>
    <w:rsid w:val="00A222B9"/>
    <w:rsid w:val="00A2233D"/>
    <w:rsid w:val="00A223DE"/>
    <w:rsid w:val="00A225F6"/>
    <w:rsid w:val="00A22E1F"/>
    <w:rsid w:val="00A22EE8"/>
    <w:rsid w:val="00A22F57"/>
    <w:rsid w:val="00A22FC1"/>
    <w:rsid w:val="00A2332B"/>
    <w:rsid w:val="00A235AE"/>
    <w:rsid w:val="00A237C0"/>
    <w:rsid w:val="00A23851"/>
    <w:rsid w:val="00A23CCD"/>
    <w:rsid w:val="00A23D19"/>
    <w:rsid w:val="00A24473"/>
    <w:rsid w:val="00A24B5B"/>
    <w:rsid w:val="00A24C22"/>
    <w:rsid w:val="00A24C38"/>
    <w:rsid w:val="00A2511B"/>
    <w:rsid w:val="00A2574C"/>
    <w:rsid w:val="00A25F36"/>
    <w:rsid w:val="00A2615D"/>
    <w:rsid w:val="00A26245"/>
    <w:rsid w:val="00A26374"/>
    <w:rsid w:val="00A26941"/>
    <w:rsid w:val="00A26B8A"/>
    <w:rsid w:val="00A27641"/>
    <w:rsid w:val="00A27A45"/>
    <w:rsid w:val="00A27AEA"/>
    <w:rsid w:val="00A30092"/>
    <w:rsid w:val="00A301C2"/>
    <w:rsid w:val="00A301D1"/>
    <w:rsid w:val="00A30585"/>
    <w:rsid w:val="00A3060F"/>
    <w:rsid w:val="00A30859"/>
    <w:rsid w:val="00A30A70"/>
    <w:rsid w:val="00A30BF8"/>
    <w:rsid w:val="00A31328"/>
    <w:rsid w:val="00A313DC"/>
    <w:rsid w:val="00A318FB"/>
    <w:rsid w:val="00A3197E"/>
    <w:rsid w:val="00A319DD"/>
    <w:rsid w:val="00A31AF5"/>
    <w:rsid w:val="00A32004"/>
    <w:rsid w:val="00A32074"/>
    <w:rsid w:val="00A32975"/>
    <w:rsid w:val="00A32E61"/>
    <w:rsid w:val="00A33881"/>
    <w:rsid w:val="00A33953"/>
    <w:rsid w:val="00A341A4"/>
    <w:rsid w:val="00A342CB"/>
    <w:rsid w:val="00A343A2"/>
    <w:rsid w:val="00A344D4"/>
    <w:rsid w:val="00A344DA"/>
    <w:rsid w:val="00A34619"/>
    <w:rsid w:val="00A3480A"/>
    <w:rsid w:val="00A34CD0"/>
    <w:rsid w:val="00A34E9A"/>
    <w:rsid w:val="00A34EF7"/>
    <w:rsid w:val="00A35024"/>
    <w:rsid w:val="00A3516D"/>
    <w:rsid w:val="00A35369"/>
    <w:rsid w:val="00A35538"/>
    <w:rsid w:val="00A35644"/>
    <w:rsid w:val="00A35646"/>
    <w:rsid w:val="00A35A32"/>
    <w:rsid w:val="00A35AAE"/>
    <w:rsid w:val="00A35E53"/>
    <w:rsid w:val="00A361C3"/>
    <w:rsid w:val="00A365DD"/>
    <w:rsid w:val="00A366CB"/>
    <w:rsid w:val="00A368BD"/>
    <w:rsid w:val="00A36A1F"/>
    <w:rsid w:val="00A36B4D"/>
    <w:rsid w:val="00A36B66"/>
    <w:rsid w:val="00A36EA5"/>
    <w:rsid w:val="00A36F2D"/>
    <w:rsid w:val="00A370C6"/>
    <w:rsid w:val="00A37415"/>
    <w:rsid w:val="00A375EA"/>
    <w:rsid w:val="00A378F6"/>
    <w:rsid w:val="00A379AB"/>
    <w:rsid w:val="00A37C13"/>
    <w:rsid w:val="00A37C82"/>
    <w:rsid w:val="00A37CBB"/>
    <w:rsid w:val="00A37CE5"/>
    <w:rsid w:val="00A37E25"/>
    <w:rsid w:val="00A37E8A"/>
    <w:rsid w:val="00A37F50"/>
    <w:rsid w:val="00A37F8A"/>
    <w:rsid w:val="00A4011C"/>
    <w:rsid w:val="00A40147"/>
    <w:rsid w:val="00A40B60"/>
    <w:rsid w:val="00A40CF7"/>
    <w:rsid w:val="00A40D41"/>
    <w:rsid w:val="00A41402"/>
    <w:rsid w:val="00A41671"/>
    <w:rsid w:val="00A416FB"/>
    <w:rsid w:val="00A416FF"/>
    <w:rsid w:val="00A4180D"/>
    <w:rsid w:val="00A42095"/>
    <w:rsid w:val="00A421DB"/>
    <w:rsid w:val="00A42754"/>
    <w:rsid w:val="00A42795"/>
    <w:rsid w:val="00A4297C"/>
    <w:rsid w:val="00A42F73"/>
    <w:rsid w:val="00A430DC"/>
    <w:rsid w:val="00A43955"/>
    <w:rsid w:val="00A43C3A"/>
    <w:rsid w:val="00A43D54"/>
    <w:rsid w:val="00A4457C"/>
    <w:rsid w:val="00A446B0"/>
    <w:rsid w:val="00A44F01"/>
    <w:rsid w:val="00A454AA"/>
    <w:rsid w:val="00A4556F"/>
    <w:rsid w:val="00A4578F"/>
    <w:rsid w:val="00A45936"/>
    <w:rsid w:val="00A45D15"/>
    <w:rsid w:val="00A45FF8"/>
    <w:rsid w:val="00A46079"/>
    <w:rsid w:val="00A4635B"/>
    <w:rsid w:val="00A46773"/>
    <w:rsid w:val="00A46843"/>
    <w:rsid w:val="00A46901"/>
    <w:rsid w:val="00A46A42"/>
    <w:rsid w:val="00A46D38"/>
    <w:rsid w:val="00A46F0A"/>
    <w:rsid w:val="00A46FBE"/>
    <w:rsid w:val="00A46FC3"/>
    <w:rsid w:val="00A4709B"/>
    <w:rsid w:val="00A47333"/>
    <w:rsid w:val="00A4739E"/>
    <w:rsid w:val="00A4779A"/>
    <w:rsid w:val="00A47A07"/>
    <w:rsid w:val="00A47B58"/>
    <w:rsid w:val="00A47C27"/>
    <w:rsid w:val="00A47C91"/>
    <w:rsid w:val="00A47D21"/>
    <w:rsid w:val="00A47DC7"/>
    <w:rsid w:val="00A47F5E"/>
    <w:rsid w:val="00A50342"/>
    <w:rsid w:val="00A50472"/>
    <w:rsid w:val="00A50551"/>
    <w:rsid w:val="00A508A6"/>
    <w:rsid w:val="00A50B3F"/>
    <w:rsid w:val="00A511A6"/>
    <w:rsid w:val="00A513FB"/>
    <w:rsid w:val="00A51510"/>
    <w:rsid w:val="00A51648"/>
    <w:rsid w:val="00A519B2"/>
    <w:rsid w:val="00A51A34"/>
    <w:rsid w:val="00A51F4E"/>
    <w:rsid w:val="00A51F64"/>
    <w:rsid w:val="00A52051"/>
    <w:rsid w:val="00A52C04"/>
    <w:rsid w:val="00A52C32"/>
    <w:rsid w:val="00A52D95"/>
    <w:rsid w:val="00A52D98"/>
    <w:rsid w:val="00A536F9"/>
    <w:rsid w:val="00A537F0"/>
    <w:rsid w:val="00A53828"/>
    <w:rsid w:val="00A538FC"/>
    <w:rsid w:val="00A539E6"/>
    <w:rsid w:val="00A53E1A"/>
    <w:rsid w:val="00A53F85"/>
    <w:rsid w:val="00A54029"/>
    <w:rsid w:val="00A5441C"/>
    <w:rsid w:val="00A545ED"/>
    <w:rsid w:val="00A54686"/>
    <w:rsid w:val="00A54B3F"/>
    <w:rsid w:val="00A54BBF"/>
    <w:rsid w:val="00A54DE2"/>
    <w:rsid w:val="00A54E2A"/>
    <w:rsid w:val="00A55051"/>
    <w:rsid w:val="00A55104"/>
    <w:rsid w:val="00A552DE"/>
    <w:rsid w:val="00A555C7"/>
    <w:rsid w:val="00A55908"/>
    <w:rsid w:val="00A5628A"/>
    <w:rsid w:val="00A56306"/>
    <w:rsid w:val="00A56D0C"/>
    <w:rsid w:val="00A5713E"/>
    <w:rsid w:val="00A574FF"/>
    <w:rsid w:val="00A575FF"/>
    <w:rsid w:val="00A5766E"/>
    <w:rsid w:val="00A576A5"/>
    <w:rsid w:val="00A576D6"/>
    <w:rsid w:val="00A5773A"/>
    <w:rsid w:val="00A57A0A"/>
    <w:rsid w:val="00A57E9F"/>
    <w:rsid w:val="00A57F72"/>
    <w:rsid w:val="00A601F9"/>
    <w:rsid w:val="00A60350"/>
    <w:rsid w:val="00A6043C"/>
    <w:rsid w:val="00A60586"/>
    <w:rsid w:val="00A607D0"/>
    <w:rsid w:val="00A60B07"/>
    <w:rsid w:val="00A60D4F"/>
    <w:rsid w:val="00A612D9"/>
    <w:rsid w:val="00A6151B"/>
    <w:rsid w:val="00A61BF6"/>
    <w:rsid w:val="00A61F39"/>
    <w:rsid w:val="00A6202F"/>
    <w:rsid w:val="00A62043"/>
    <w:rsid w:val="00A62D98"/>
    <w:rsid w:val="00A62F5B"/>
    <w:rsid w:val="00A632AB"/>
    <w:rsid w:val="00A63BBD"/>
    <w:rsid w:val="00A63BEC"/>
    <w:rsid w:val="00A63EBD"/>
    <w:rsid w:val="00A642DE"/>
    <w:rsid w:val="00A6454B"/>
    <w:rsid w:val="00A64597"/>
    <w:rsid w:val="00A646BC"/>
    <w:rsid w:val="00A64966"/>
    <w:rsid w:val="00A64AEC"/>
    <w:rsid w:val="00A65085"/>
    <w:rsid w:val="00A6543D"/>
    <w:rsid w:val="00A65566"/>
    <w:rsid w:val="00A65C29"/>
    <w:rsid w:val="00A65D9D"/>
    <w:rsid w:val="00A65EFB"/>
    <w:rsid w:val="00A663F4"/>
    <w:rsid w:val="00A669AF"/>
    <w:rsid w:val="00A66B81"/>
    <w:rsid w:val="00A66BD2"/>
    <w:rsid w:val="00A66D47"/>
    <w:rsid w:val="00A670E2"/>
    <w:rsid w:val="00A673D5"/>
    <w:rsid w:val="00A67913"/>
    <w:rsid w:val="00A67ADF"/>
    <w:rsid w:val="00A67B56"/>
    <w:rsid w:val="00A67CAE"/>
    <w:rsid w:val="00A700CD"/>
    <w:rsid w:val="00A7037A"/>
    <w:rsid w:val="00A70B20"/>
    <w:rsid w:val="00A70B63"/>
    <w:rsid w:val="00A70E9B"/>
    <w:rsid w:val="00A70F54"/>
    <w:rsid w:val="00A70F98"/>
    <w:rsid w:val="00A70FB2"/>
    <w:rsid w:val="00A710F7"/>
    <w:rsid w:val="00A71170"/>
    <w:rsid w:val="00A714FA"/>
    <w:rsid w:val="00A71A51"/>
    <w:rsid w:val="00A7219D"/>
    <w:rsid w:val="00A723C2"/>
    <w:rsid w:val="00A72A83"/>
    <w:rsid w:val="00A72B15"/>
    <w:rsid w:val="00A72B2B"/>
    <w:rsid w:val="00A72E2C"/>
    <w:rsid w:val="00A73CD2"/>
    <w:rsid w:val="00A73D31"/>
    <w:rsid w:val="00A73FCD"/>
    <w:rsid w:val="00A7433E"/>
    <w:rsid w:val="00A7437C"/>
    <w:rsid w:val="00A74DE7"/>
    <w:rsid w:val="00A74F05"/>
    <w:rsid w:val="00A7533B"/>
    <w:rsid w:val="00A754EA"/>
    <w:rsid w:val="00A75689"/>
    <w:rsid w:val="00A75A61"/>
    <w:rsid w:val="00A75CDA"/>
    <w:rsid w:val="00A75F53"/>
    <w:rsid w:val="00A76082"/>
    <w:rsid w:val="00A76208"/>
    <w:rsid w:val="00A76382"/>
    <w:rsid w:val="00A7650D"/>
    <w:rsid w:val="00A77166"/>
    <w:rsid w:val="00A77352"/>
    <w:rsid w:val="00A773E4"/>
    <w:rsid w:val="00A77550"/>
    <w:rsid w:val="00A77832"/>
    <w:rsid w:val="00A77991"/>
    <w:rsid w:val="00A77C0B"/>
    <w:rsid w:val="00A77C1D"/>
    <w:rsid w:val="00A803E0"/>
    <w:rsid w:val="00A80815"/>
    <w:rsid w:val="00A808D8"/>
    <w:rsid w:val="00A80C1D"/>
    <w:rsid w:val="00A80D4A"/>
    <w:rsid w:val="00A81086"/>
    <w:rsid w:val="00A8140B"/>
    <w:rsid w:val="00A815EE"/>
    <w:rsid w:val="00A816AC"/>
    <w:rsid w:val="00A81990"/>
    <w:rsid w:val="00A819CD"/>
    <w:rsid w:val="00A819F4"/>
    <w:rsid w:val="00A81B1B"/>
    <w:rsid w:val="00A81C2B"/>
    <w:rsid w:val="00A81DEC"/>
    <w:rsid w:val="00A81EBE"/>
    <w:rsid w:val="00A81FB0"/>
    <w:rsid w:val="00A820E4"/>
    <w:rsid w:val="00A82144"/>
    <w:rsid w:val="00A82343"/>
    <w:rsid w:val="00A828A9"/>
    <w:rsid w:val="00A82CD6"/>
    <w:rsid w:val="00A82F7F"/>
    <w:rsid w:val="00A83187"/>
    <w:rsid w:val="00A835CE"/>
    <w:rsid w:val="00A83A17"/>
    <w:rsid w:val="00A83C41"/>
    <w:rsid w:val="00A83F30"/>
    <w:rsid w:val="00A8410E"/>
    <w:rsid w:val="00A846E4"/>
    <w:rsid w:val="00A846EC"/>
    <w:rsid w:val="00A8483C"/>
    <w:rsid w:val="00A85129"/>
    <w:rsid w:val="00A8520E"/>
    <w:rsid w:val="00A85689"/>
    <w:rsid w:val="00A856F6"/>
    <w:rsid w:val="00A8591E"/>
    <w:rsid w:val="00A86989"/>
    <w:rsid w:val="00A872C5"/>
    <w:rsid w:val="00A872D6"/>
    <w:rsid w:val="00A875CF"/>
    <w:rsid w:val="00A87814"/>
    <w:rsid w:val="00A87AD1"/>
    <w:rsid w:val="00A87BE6"/>
    <w:rsid w:val="00A87DEE"/>
    <w:rsid w:val="00A87EB2"/>
    <w:rsid w:val="00A87FED"/>
    <w:rsid w:val="00A90819"/>
    <w:rsid w:val="00A90B5F"/>
    <w:rsid w:val="00A90F69"/>
    <w:rsid w:val="00A915AA"/>
    <w:rsid w:val="00A91624"/>
    <w:rsid w:val="00A91676"/>
    <w:rsid w:val="00A91CE7"/>
    <w:rsid w:val="00A91F31"/>
    <w:rsid w:val="00A924D6"/>
    <w:rsid w:val="00A9285C"/>
    <w:rsid w:val="00A92B3E"/>
    <w:rsid w:val="00A93099"/>
    <w:rsid w:val="00A93102"/>
    <w:rsid w:val="00A93423"/>
    <w:rsid w:val="00A93625"/>
    <w:rsid w:val="00A93A1F"/>
    <w:rsid w:val="00A93AC1"/>
    <w:rsid w:val="00A93EF1"/>
    <w:rsid w:val="00A94000"/>
    <w:rsid w:val="00A941E3"/>
    <w:rsid w:val="00A9486E"/>
    <w:rsid w:val="00A949FA"/>
    <w:rsid w:val="00A94AC9"/>
    <w:rsid w:val="00A950FA"/>
    <w:rsid w:val="00A95335"/>
    <w:rsid w:val="00A95984"/>
    <w:rsid w:val="00A9625D"/>
    <w:rsid w:val="00A9633A"/>
    <w:rsid w:val="00A963DF"/>
    <w:rsid w:val="00A9643F"/>
    <w:rsid w:val="00A9658B"/>
    <w:rsid w:val="00A965D2"/>
    <w:rsid w:val="00A96672"/>
    <w:rsid w:val="00A96A53"/>
    <w:rsid w:val="00A96B76"/>
    <w:rsid w:val="00A96F3E"/>
    <w:rsid w:val="00A973CA"/>
    <w:rsid w:val="00A9757A"/>
    <w:rsid w:val="00A97671"/>
    <w:rsid w:val="00A9780E"/>
    <w:rsid w:val="00A97B7D"/>
    <w:rsid w:val="00A97B8B"/>
    <w:rsid w:val="00A97E0B"/>
    <w:rsid w:val="00A97E4D"/>
    <w:rsid w:val="00A97F84"/>
    <w:rsid w:val="00AA0023"/>
    <w:rsid w:val="00AA0040"/>
    <w:rsid w:val="00AA0198"/>
    <w:rsid w:val="00AA0333"/>
    <w:rsid w:val="00AA0720"/>
    <w:rsid w:val="00AA0FD6"/>
    <w:rsid w:val="00AA0FDD"/>
    <w:rsid w:val="00AA109D"/>
    <w:rsid w:val="00AA1187"/>
    <w:rsid w:val="00AA12CB"/>
    <w:rsid w:val="00AA1450"/>
    <w:rsid w:val="00AA15ED"/>
    <w:rsid w:val="00AA1D51"/>
    <w:rsid w:val="00AA1E3C"/>
    <w:rsid w:val="00AA2084"/>
    <w:rsid w:val="00AA213D"/>
    <w:rsid w:val="00AA2531"/>
    <w:rsid w:val="00AA29A4"/>
    <w:rsid w:val="00AA2A9B"/>
    <w:rsid w:val="00AA2B8C"/>
    <w:rsid w:val="00AA2D48"/>
    <w:rsid w:val="00AA2D9B"/>
    <w:rsid w:val="00AA2E71"/>
    <w:rsid w:val="00AA2EB6"/>
    <w:rsid w:val="00AA319D"/>
    <w:rsid w:val="00AA31A0"/>
    <w:rsid w:val="00AA3638"/>
    <w:rsid w:val="00AA37AC"/>
    <w:rsid w:val="00AA396E"/>
    <w:rsid w:val="00AA3CFC"/>
    <w:rsid w:val="00AA3D01"/>
    <w:rsid w:val="00AA4301"/>
    <w:rsid w:val="00AA4349"/>
    <w:rsid w:val="00AA45E5"/>
    <w:rsid w:val="00AA473D"/>
    <w:rsid w:val="00AA50CC"/>
    <w:rsid w:val="00AA53A5"/>
    <w:rsid w:val="00AA5484"/>
    <w:rsid w:val="00AA5503"/>
    <w:rsid w:val="00AA5E0A"/>
    <w:rsid w:val="00AA6741"/>
    <w:rsid w:val="00AA68C6"/>
    <w:rsid w:val="00AA6CC2"/>
    <w:rsid w:val="00AA6F6C"/>
    <w:rsid w:val="00AA7264"/>
    <w:rsid w:val="00AA732F"/>
    <w:rsid w:val="00AA74A3"/>
    <w:rsid w:val="00AA7A43"/>
    <w:rsid w:val="00AB00A9"/>
    <w:rsid w:val="00AB074E"/>
    <w:rsid w:val="00AB0A9E"/>
    <w:rsid w:val="00AB0D16"/>
    <w:rsid w:val="00AB133C"/>
    <w:rsid w:val="00AB1370"/>
    <w:rsid w:val="00AB1375"/>
    <w:rsid w:val="00AB1485"/>
    <w:rsid w:val="00AB1691"/>
    <w:rsid w:val="00AB1CDB"/>
    <w:rsid w:val="00AB1F52"/>
    <w:rsid w:val="00AB2550"/>
    <w:rsid w:val="00AB26E4"/>
    <w:rsid w:val="00AB26FB"/>
    <w:rsid w:val="00AB2C4C"/>
    <w:rsid w:val="00AB2CB7"/>
    <w:rsid w:val="00AB2EE7"/>
    <w:rsid w:val="00AB2F4C"/>
    <w:rsid w:val="00AB3270"/>
    <w:rsid w:val="00AB33C0"/>
    <w:rsid w:val="00AB344E"/>
    <w:rsid w:val="00AB344F"/>
    <w:rsid w:val="00AB3891"/>
    <w:rsid w:val="00AB3D66"/>
    <w:rsid w:val="00AB410D"/>
    <w:rsid w:val="00AB41D4"/>
    <w:rsid w:val="00AB430D"/>
    <w:rsid w:val="00AB437C"/>
    <w:rsid w:val="00AB44DA"/>
    <w:rsid w:val="00AB45A4"/>
    <w:rsid w:val="00AB47BA"/>
    <w:rsid w:val="00AB4B37"/>
    <w:rsid w:val="00AB4EDC"/>
    <w:rsid w:val="00AB5087"/>
    <w:rsid w:val="00AB54AB"/>
    <w:rsid w:val="00AB58A9"/>
    <w:rsid w:val="00AB5C9F"/>
    <w:rsid w:val="00AB609E"/>
    <w:rsid w:val="00AB6106"/>
    <w:rsid w:val="00AB696F"/>
    <w:rsid w:val="00AB6A06"/>
    <w:rsid w:val="00AB6AE1"/>
    <w:rsid w:val="00AB6BA3"/>
    <w:rsid w:val="00AB6BB6"/>
    <w:rsid w:val="00AB6C80"/>
    <w:rsid w:val="00AB746E"/>
    <w:rsid w:val="00AB7482"/>
    <w:rsid w:val="00AB7704"/>
    <w:rsid w:val="00AB7A74"/>
    <w:rsid w:val="00AC0496"/>
    <w:rsid w:val="00AC0665"/>
    <w:rsid w:val="00AC119F"/>
    <w:rsid w:val="00AC125A"/>
    <w:rsid w:val="00AC1A74"/>
    <w:rsid w:val="00AC1D9D"/>
    <w:rsid w:val="00AC2034"/>
    <w:rsid w:val="00AC24F1"/>
    <w:rsid w:val="00AC2844"/>
    <w:rsid w:val="00AC2BE6"/>
    <w:rsid w:val="00AC310C"/>
    <w:rsid w:val="00AC3554"/>
    <w:rsid w:val="00AC376A"/>
    <w:rsid w:val="00AC3788"/>
    <w:rsid w:val="00AC3EC6"/>
    <w:rsid w:val="00AC4B82"/>
    <w:rsid w:val="00AC4D0F"/>
    <w:rsid w:val="00AC4DD5"/>
    <w:rsid w:val="00AC5067"/>
    <w:rsid w:val="00AC573D"/>
    <w:rsid w:val="00AC57C1"/>
    <w:rsid w:val="00AC57FF"/>
    <w:rsid w:val="00AC5A17"/>
    <w:rsid w:val="00AC5F13"/>
    <w:rsid w:val="00AC61D2"/>
    <w:rsid w:val="00AC663F"/>
    <w:rsid w:val="00AC69AC"/>
    <w:rsid w:val="00AC69D1"/>
    <w:rsid w:val="00AC6BC6"/>
    <w:rsid w:val="00AC6D6C"/>
    <w:rsid w:val="00AC6F34"/>
    <w:rsid w:val="00AC7041"/>
    <w:rsid w:val="00AC70D1"/>
    <w:rsid w:val="00AC7145"/>
    <w:rsid w:val="00AC7290"/>
    <w:rsid w:val="00AC7408"/>
    <w:rsid w:val="00AC7553"/>
    <w:rsid w:val="00AC7FAA"/>
    <w:rsid w:val="00AD0306"/>
    <w:rsid w:val="00AD06CA"/>
    <w:rsid w:val="00AD0957"/>
    <w:rsid w:val="00AD0BA6"/>
    <w:rsid w:val="00AD0C6D"/>
    <w:rsid w:val="00AD0CA4"/>
    <w:rsid w:val="00AD11A9"/>
    <w:rsid w:val="00AD1255"/>
    <w:rsid w:val="00AD129B"/>
    <w:rsid w:val="00AD14FD"/>
    <w:rsid w:val="00AD165F"/>
    <w:rsid w:val="00AD1940"/>
    <w:rsid w:val="00AD19E5"/>
    <w:rsid w:val="00AD1C29"/>
    <w:rsid w:val="00AD1EF2"/>
    <w:rsid w:val="00AD2721"/>
    <w:rsid w:val="00AD2BF6"/>
    <w:rsid w:val="00AD2E06"/>
    <w:rsid w:val="00AD2EF7"/>
    <w:rsid w:val="00AD31F3"/>
    <w:rsid w:val="00AD3446"/>
    <w:rsid w:val="00AD3628"/>
    <w:rsid w:val="00AD386A"/>
    <w:rsid w:val="00AD39A9"/>
    <w:rsid w:val="00AD3A50"/>
    <w:rsid w:val="00AD3A66"/>
    <w:rsid w:val="00AD3AC9"/>
    <w:rsid w:val="00AD3BFD"/>
    <w:rsid w:val="00AD3DF5"/>
    <w:rsid w:val="00AD3FCC"/>
    <w:rsid w:val="00AD44DA"/>
    <w:rsid w:val="00AD4E6C"/>
    <w:rsid w:val="00AD5075"/>
    <w:rsid w:val="00AD54F7"/>
    <w:rsid w:val="00AD5581"/>
    <w:rsid w:val="00AD5C3D"/>
    <w:rsid w:val="00AD5D0B"/>
    <w:rsid w:val="00AD5F01"/>
    <w:rsid w:val="00AD5FFD"/>
    <w:rsid w:val="00AD6660"/>
    <w:rsid w:val="00AD6837"/>
    <w:rsid w:val="00AD69E9"/>
    <w:rsid w:val="00AD73B1"/>
    <w:rsid w:val="00AD73BD"/>
    <w:rsid w:val="00AD775E"/>
    <w:rsid w:val="00AD7872"/>
    <w:rsid w:val="00AD79B2"/>
    <w:rsid w:val="00AD7C1C"/>
    <w:rsid w:val="00AD7DDC"/>
    <w:rsid w:val="00AD7EEA"/>
    <w:rsid w:val="00AD7F68"/>
    <w:rsid w:val="00AE0049"/>
    <w:rsid w:val="00AE0071"/>
    <w:rsid w:val="00AE0DBD"/>
    <w:rsid w:val="00AE1618"/>
    <w:rsid w:val="00AE1CE2"/>
    <w:rsid w:val="00AE1E20"/>
    <w:rsid w:val="00AE1EB3"/>
    <w:rsid w:val="00AE1FE2"/>
    <w:rsid w:val="00AE2606"/>
    <w:rsid w:val="00AE2987"/>
    <w:rsid w:val="00AE2D03"/>
    <w:rsid w:val="00AE3229"/>
    <w:rsid w:val="00AE3434"/>
    <w:rsid w:val="00AE3699"/>
    <w:rsid w:val="00AE3745"/>
    <w:rsid w:val="00AE37F9"/>
    <w:rsid w:val="00AE3D4B"/>
    <w:rsid w:val="00AE3DB0"/>
    <w:rsid w:val="00AE3E2D"/>
    <w:rsid w:val="00AE3FDC"/>
    <w:rsid w:val="00AE4022"/>
    <w:rsid w:val="00AE41AE"/>
    <w:rsid w:val="00AE4419"/>
    <w:rsid w:val="00AE4725"/>
    <w:rsid w:val="00AE474E"/>
    <w:rsid w:val="00AE4837"/>
    <w:rsid w:val="00AE4B0A"/>
    <w:rsid w:val="00AE4EBF"/>
    <w:rsid w:val="00AE52AB"/>
    <w:rsid w:val="00AE52F3"/>
    <w:rsid w:val="00AE5330"/>
    <w:rsid w:val="00AE5953"/>
    <w:rsid w:val="00AE5A03"/>
    <w:rsid w:val="00AE5D3F"/>
    <w:rsid w:val="00AE602A"/>
    <w:rsid w:val="00AE6054"/>
    <w:rsid w:val="00AE6BEB"/>
    <w:rsid w:val="00AE7160"/>
    <w:rsid w:val="00AE71D5"/>
    <w:rsid w:val="00AE7544"/>
    <w:rsid w:val="00AE75F6"/>
    <w:rsid w:val="00AE7AEF"/>
    <w:rsid w:val="00AF0398"/>
    <w:rsid w:val="00AF04AB"/>
    <w:rsid w:val="00AF0798"/>
    <w:rsid w:val="00AF0898"/>
    <w:rsid w:val="00AF09CE"/>
    <w:rsid w:val="00AF0B79"/>
    <w:rsid w:val="00AF0F7F"/>
    <w:rsid w:val="00AF0FE0"/>
    <w:rsid w:val="00AF133A"/>
    <w:rsid w:val="00AF1526"/>
    <w:rsid w:val="00AF1536"/>
    <w:rsid w:val="00AF173C"/>
    <w:rsid w:val="00AF1853"/>
    <w:rsid w:val="00AF1FFA"/>
    <w:rsid w:val="00AF2165"/>
    <w:rsid w:val="00AF222F"/>
    <w:rsid w:val="00AF268C"/>
    <w:rsid w:val="00AF26EF"/>
    <w:rsid w:val="00AF2757"/>
    <w:rsid w:val="00AF332C"/>
    <w:rsid w:val="00AF3B10"/>
    <w:rsid w:val="00AF3CDA"/>
    <w:rsid w:val="00AF3F72"/>
    <w:rsid w:val="00AF3FA5"/>
    <w:rsid w:val="00AF402D"/>
    <w:rsid w:val="00AF40A5"/>
    <w:rsid w:val="00AF4FD3"/>
    <w:rsid w:val="00AF51B4"/>
    <w:rsid w:val="00AF530E"/>
    <w:rsid w:val="00AF537F"/>
    <w:rsid w:val="00AF57CA"/>
    <w:rsid w:val="00AF5837"/>
    <w:rsid w:val="00AF5AC8"/>
    <w:rsid w:val="00AF5B93"/>
    <w:rsid w:val="00AF5BA3"/>
    <w:rsid w:val="00AF5DE4"/>
    <w:rsid w:val="00AF61A7"/>
    <w:rsid w:val="00AF63F2"/>
    <w:rsid w:val="00AF642B"/>
    <w:rsid w:val="00AF6A99"/>
    <w:rsid w:val="00AF6C2E"/>
    <w:rsid w:val="00AF732E"/>
    <w:rsid w:val="00AF7616"/>
    <w:rsid w:val="00AF786A"/>
    <w:rsid w:val="00AF78D6"/>
    <w:rsid w:val="00B00053"/>
    <w:rsid w:val="00B00310"/>
    <w:rsid w:val="00B003C3"/>
    <w:rsid w:val="00B00445"/>
    <w:rsid w:val="00B00C84"/>
    <w:rsid w:val="00B00D6B"/>
    <w:rsid w:val="00B00D9A"/>
    <w:rsid w:val="00B010F5"/>
    <w:rsid w:val="00B015C4"/>
    <w:rsid w:val="00B016A8"/>
    <w:rsid w:val="00B019E3"/>
    <w:rsid w:val="00B01B89"/>
    <w:rsid w:val="00B02296"/>
    <w:rsid w:val="00B0290C"/>
    <w:rsid w:val="00B029DC"/>
    <w:rsid w:val="00B02B6F"/>
    <w:rsid w:val="00B02D48"/>
    <w:rsid w:val="00B02E84"/>
    <w:rsid w:val="00B02F8B"/>
    <w:rsid w:val="00B03140"/>
    <w:rsid w:val="00B0336D"/>
    <w:rsid w:val="00B033FC"/>
    <w:rsid w:val="00B03524"/>
    <w:rsid w:val="00B037F7"/>
    <w:rsid w:val="00B03EF1"/>
    <w:rsid w:val="00B04241"/>
    <w:rsid w:val="00B04371"/>
    <w:rsid w:val="00B0471F"/>
    <w:rsid w:val="00B04747"/>
    <w:rsid w:val="00B047EC"/>
    <w:rsid w:val="00B0492B"/>
    <w:rsid w:val="00B04D68"/>
    <w:rsid w:val="00B05107"/>
    <w:rsid w:val="00B05121"/>
    <w:rsid w:val="00B05655"/>
    <w:rsid w:val="00B0571D"/>
    <w:rsid w:val="00B059D6"/>
    <w:rsid w:val="00B05ACA"/>
    <w:rsid w:val="00B05BF5"/>
    <w:rsid w:val="00B06012"/>
    <w:rsid w:val="00B06590"/>
    <w:rsid w:val="00B065DD"/>
    <w:rsid w:val="00B06938"/>
    <w:rsid w:val="00B06952"/>
    <w:rsid w:val="00B06A69"/>
    <w:rsid w:val="00B07420"/>
    <w:rsid w:val="00B079F5"/>
    <w:rsid w:val="00B07BCA"/>
    <w:rsid w:val="00B07EB8"/>
    <w:rsid w:val="00B07F18"/>
    <w:rsid w:val="00B1069D"/>
    <w:rsid w:val="00B108FD"/>
    <w:rsid w:val="00B10D88"/>
    <w:rsid w:val="00B11137"/>
    <w:rsid w:val="00B11173"/>
    <w:rsid w:val="00B11594"/>
    <w:rsid w:val="00B115A2"/>
    <w:rsid w:val="00B118D8"/>
    <w:rsid w:val="00B11940"/>
    <w:rsid w:val="00B11D9F"/>
    <w:rsid w:val="00B1268F"/>
    <w:rsid w:val="00B1273C"/>
    <w:rsid w:val="00B1287B"/>
    <w:rsid w:val="00B12B1C"/>
    <w:rsid w:val="00B12C8E"/>
    <w:rsid w:val="00B12D49"/>
    <w:rsid w:val="00B13119"/>
    <w:rsid w:val="00B13293"/>
    <w:rsid w:val="00B13344"/>
    <w:rsid w:val="00B137B8"/>
    <w:rsid w:val="00B139E2"/>
    <w:rsid w:val="00B13ABD"/>
    <w:rsid w:val="00B13F6E"/>
    <w:rsid w:val="00B14170"/>
    <w:rsid w:val="00B14B75"/>
    <w:rsid w:val="00B14E3D"/>
    <w:rsid w:val="00B14F88"/>
    <w:rsid w:val="00B15146"/>
    <w:rsid w:val="00B15164"/>
    <w:rsid w:val="00B156DD"/>
    <w:rsid w:val="00B158CB"/>
    <w:rsid w:val="00B15B54"/>
    <w:rsid w:val="00B1606E"/>
    <w:rsid w:val="00B161B1"/>
    <w:rsid w:val="00B161DC"/>
    <w:rsid w:val="00B16441"/>
    <w:rsid w:val="00B16591"/>
    <w:rsid w:val="00B16762"/>
    <w:rsid w:val="00B173AD"/>
    <w:rsid w:val="00B1759D"/>
    <w:rsid w:val="00B17E4B"/>
    <w:rsid w:val="00B208E4"/>
    <w:rsid w:val="00B212AD"/>
    <w:rsid w:val="00B2130B"/>
    <w:rsid w:val="00B2146D"/>
    <w:rsid w:val="00B21B85"/>
    <w:rsid w:val="00B21E52"/>
    <w:rsid w:val="00B21ED7"/>
    <w:rsid w:val="00B22454"/>
    <w:rsid w:val="00B22838"/>
    <w:rsid w:val="00B22CBD"/>
    <w:rsid w:val="00B22CF3"/>
    <w:rsid w:val="00B22D5A"/>
    <w:rsid w:val="00B230EA"/>
    <w:rsid w:val="00B231F9"/>
    <w:rsid w:val="00B233E9"/>
    <w:rsid w:val="00B23A37"/>
    <w:rsid w:val="00B23B83"/>
    <w:rsid w:val="00B23E97"/>
    <w:rsid w:val="00B23ED1"/>
    <w:rsid w:val="00B24098"/>
    <w:rsid w:val="00B245AB"/>
    <w:rsid w:val="00B24635"/>
    <w:rsid w:val="00B24674"/>
    <w:rsid w:val="00B249E5"/>
    <w:rsid w:val="00B24B8A"/>
    <w:rsid w:val="00B24EF4"/>
    <w:rsid w:val="00B251BD"/>
    <w:rsid w:val="00B253FC"/>
    <w:rsid w:val="00B25496"/>
    <w:rsid w:val="00B25665"/>
    <w:rsid w:val="00B25976"/>
    <w:rsid w:val="00B25AA7"/>
    <w:rsid w:val="00B25AC0"/>
    <w:rsid w:val="00B25F39"/>
    <w:rsid w:val="00B260C0"/>
    <w:rsid w:val="00B26598"/>
    <w:rsid w:val="00B26A06"/>
    <w:rsid w:val="00B26D34"/>
    <w:rsid w:val="00B275CD"/>
    <w:rsid w:val="00B27613"/>
    <w:rsid w:val="00B27B89"/>
    <w:rsid w:val="00B27ED2"/>
    <w:rsid w:val="00B27FCD"/>
    <w:rsid w:val="00B302A2"/>
    <w:rsid w:val="00B3033C"/>
    <w:rsid w:val="00B305D9"/>
    <w:rsid w:val="00B30878"/>
    <w:rsid w:val="00B30974"/>
    <w:rsid w:val="00B30D72"/>
    <w:rsid w:val="00B318D9"/>
    <w:rsid w:val="00B31926"/>
    <w:rsid w:val="00B31942"/>
    <w:rsid w:val="00B31F28"/>
    <w:rsid w:val="00B32558"/>
    <w:rsid w:val="00B32B08"/>
    <w:rsid w:val="00B32BF0"/>
    <w:rsid w:val="00B330AD"/>
    <w:rsid w:val="00B3313A"/>
    <w:rsid w:val="00B3317A"/>
    <w:rsid w:val="00B3339E"/>
    <w:rsid w:val="00B333FD"/>
    <w:rsid w:val="00B335C2"/>
    <w:rsid w:val="00B337D9"/>
    <w:rsid w:val="00B33C32"/>
    <w:rsid w:val="00B33D95"/>
    <w:rsid w:val="00B33F51"/>
    <w:rsid w:val="00B342FE"/>
    <w:rsid w:val="00B34B8D"/>
    <w:rsid w:val="00B3594B"/>
    <w:rsid w:val="00B35EDE"/>
    <w:rsid w:val="00B36070"/>
    <w:rsid w:val="00B363D5"/>
    <w:rsid w:val="00B36A70"/>
    <w:rsid w:val="00B36EB3"/>
    <w:rsid w:val="00B37145"/>
    <w:rsid w:val="00B371FA"/>
    <w:rsid w:val="00B37533"/>
    <w:rsid w:val="00B37799"/>
    <w:rsid w:val="00B377A9"/>
    <w:rsid w:val="00B37B5A"/>
    <w:rsid w:val="00B37C94"/>
    <w:rsid w:val="00B37CBC"/>
    <w:rsid w:val="00B37EFF"/>
    <w:rsid w:val="00B37FB7"/>
    <w:rsid w:val="00B37FEC"/>
    <w:rsid w:val="00B4036D"/>
    <w:rsid w:val="00B4038C"/>
    <w:rsid w:val="00B40C11"/>
    <w:rsid w:val="00B40F1A"/>
    <w:rsid w:val="00B41177"/>
    <w:rsid w:val="00B41226"/>
    <w:rsid w:val="00B41504"/>
    <w:rsid w:val="00B4156A"/>
    <w:rsid w:val="00B41CEA"/>
    <w:rsid w:val="00B41F92"/>
    <w:rsid w:val="00B41FA7"/>
    <w:rsid w:val="00B42284"/>
    <w:rsid w:val="00B42303"/>
    <w:rsid w:val="00B42516"/>
    <w:rsid w:val="00B429CF"/>
    <w:rsid w:val="00B42C45"/>
    <w:rsid w:val="00B42D35"/>
    <w:rsid w:val="00B4300E"/>
    <w:rsid w:val="00B43144"/>
    <w:rsid w:val="00B43185"/>
    <w:rsid w:val="00B4336D"/>
    <w:rsid w:val="00B43436"/>
    <w:rsid w:val="00B434A5"/>
    <w:rsid w:val="00B434BE"/>
    <w:rsid w:val="00B4358E"/>
    <w:rsid w:val="00B4361D"/>
    <w:rsid w:val="00B4364B"/>
    <w:rsid w:val="00B437B8"/>
    <w:rsid w:val="00B43BC2"/>
    <w:rsid w:val="00B43D85"/>
    <w:rsid w:val="00B44059"/>
    <w:rsid w:val="00B445A4"/>
    <w:rsid w:val="00B44A32"/>
    <w:rsid w:val="00B44AC3"/>
    <w:rsid w:val="00B44F26"/>
    <w:rsid w:val="00B450CB"/>
    <w:rsid w:val="00B4546B"/>
    <w:rsid w:val="00B45888"/>
    <w:rsid w:val="00B45F90"/>
    <w:rsid w:val="00B460EB"/>
    <w:rsid w:val="00B464A2"/>
    <w:rsid w:val="00B464B6"/>
    <w:rsid w:val="00B46580"/>
    <w:rsid w:val="00B4659C"/>
    <w:rsid w:val="00B4663B"/>
    <w:rsid w:val="00B4663D"/>
    <w:rsid w:val="00B46684"/>
    <w:rsid w:val="00B46797"/>
    <w:rsid w:val="00B468AF"/>
    <w:rsid w:val="00B46A3A"/>
    <w:rsid w:val="00B46A4A"/>
    <w:rsid w:val="00B46C4B"/>
    <w:rsid w:val="00B472C4"/>
    <w:rsid w:val="00B476DB"/>
    <w:rsid w:val="00B476E7"/>
    <w:rsid w:val="00B47888"/>
    <w:rsid w:val="00B50037"/>
    <w:rsid w:val="00B50447"/>
    <w:rsid w:val="00B5059D"/>
    <w:rsid w:val="00B50A99"/>
    <w:rsid w:val="00B5117A"/>
    <w:rsid w:val="00B51288"/>
    <w:rsid w:val="00B512DA"/>
    <w:rsid w:val="00B512FB"/>
    <w:rsid w:val="00B513D7"/>
    <w:rsid w:val="00B51641"/>
    <w:rsid w:val="00B516B6"/>
    <w:rsid w:val="00B518E6"/>
    <w:rsid w:val="00B5197C"/>
    <w:rsid w:val="00B51F23"/>
    <w:rsid w:val="00B5209D"/>
    <w:rsid w:val="00B520DE"/>
    <w:rsid w:val="00B5212B"/>
    <w:rsid w:val="00B5216F"/>
    <w:rsid w:val="00B5218E"/>
    <w:rsid w:val="00B52675"/>
    <w:rsid w:val="00B526BF"/>
    <w:rsid w:val="00B5272A"/>
    <w:rsid w:val="00B532A7"/>
    <w:rsid w:val="00B533A0"/>
    <w:rsid w:val="00B53FE2"/>
    <w:rsid w:val="00B54143"/>
    <w:rsid w:val="00B543FC"/>
    <w:rsid w:val="00B5450D"/>
    <w:rsid w:val="00B5487A"/>
    <w:rsid w:val="00B54946"/>
    <w:rsid w:val="00B54AD9"/>
    <w:rsid w:val="00B552AF"/>
    <w:rsid w:val="00B5579F"/>
    <w:rsid w:val="00B55892"/>
    <w:rsid w:val="00B55906"/>
    <w:rsid w:val="00B5605D"/>
    <w:rsid w:val="00B562B1"/>
    <w:rsid w:val="00B56337"/>
    <w:rsid w:val="00B56497"/>
    <w:rsid w:val="00B5665D"/>
    <w:rsid w:val="00B567B7"/>
    <w:rsid w:val="00B56BC7"/>
    <w:rsid w:val="00B56C15"/>
    <w:rsid w:val="00B56C2D"/>
    <w:rsid w:val="00B56FC2"/>
    <w:rsid w:val="00B5735F"/>
    <w:rsid w:val="00B57790"/>
    <w:rsid w:val="00B57909"/>
    <w:rsid w:val="00B57C73"/>
    <w:rsid w:val="00B603C9"/>
    <w:rsid w:val="00B60601"/>
    <w:rsid w:val="00B6079E"/>
    <w:rsid w:val="00B60B67"/>
    <w:rsid w:val="00B60C1B"/>
    <w:rsid w:val="00B610CB"/>
    <w:rsid w:val="00B61473"/>
    <w:rsid w:val="00B61A60"/>
    <w:rsid w:val="00B61A9C"/>
    <w:rsid w:val="00B61B40"/>
    <w:rsid w:val="00B61BD8"/>
    <w:rsid w:val="00B61F48"/>
    <w:rsid w:val="00B61FBC"/>
    <w:rsid w:val="00B623C6"/>
    <w:rsid w:val="00B62AB6"/>
    <w:rsid w:val="00B62BF4"/>
    <w:rsid w:val="00B62D74"/>
    <w:rsid w:val="00B62F0C"/>
    <w:rsid w:val="00B6326B"/>
    <w:rsid w:val="00B634A6"/>
    <w:rsid w:val="00B6352E"/>
    <w:rsid w:val="00B63975"/>
    <w:rsid w:val="00B63CC4"/>
    <w:rsid w:val="00B63E98"/>
    <w:rsid w:val="00B63EB4"/>
    <w:rsid w:val="00B64291"/>
    <w:rsid w:val="00B642B6"/>
    <w:rsid w:val="00B653E1"/>
    <w:rsid w:val="00B6560A"/>
    <w:rsid w:val="00B656A4"/>
    <w:rsid w:val="00B65B8D"/>
    <w:rsid w:val="00B65DD5"/>
    <w:rsid w:val="00B65E3F"/>
    <w:rsid w:val="00B65F50"/>
    <w:rsid w:val="00B65FFF"/>
    <w:rsid w:val="00B660E7"/>
    <w:rsid w:val="00B66544"/>
    <w:rsid w:val="00B666D4"/>
    <w:rsid w:val="00B667DE"/>
    <w:rsid w:val="00B66980"/>
    <w:rsid w:val="00B66A54"/>
    <w:rsid w:val="00B66EBC"/>
    <w:rsid w:val="00B66EDF"/>
    <w:rsid w:val="00B670B6"/>
    <w:rsid w:val="00B67106"/>
    <w:rsid w:val="00B6739D"/>
    <w:rsid w:val="00B6750F"/>
    <w:rsid w:val="00B679EB"/>
    <w:rsid w:val="00B67A69"/>
    <w:rsid w:val="00B67B4A"/>
    <w:rsid w:val="00B67E9D"/>
    <w:rsid w:val="00B7020F"/>
    <w:rsid w:val="00B70220"/>
    <w:rsid w:val="00B70372"/>
    <w:rsid w:val="00B704F8"/>
    <w:rsid w:val="00B70529"/>
    <w:rsid w:val="00B707D4"/>
    <w:rsid w:val="00B708B0"/>
    <w:rsid w:val="00B709A5"/>
    <w:rsid w:val="00B70C0E"/>
    <w:rsid w:val="00B7121E"/>
    <w:rsid w:val="00B71283"/>
    <w:rsid w:val="00B7157F"/>
    <w:rsid w:val="00B71A84"/>
    <w:rsid w:val="00B71ACA"/>
    <w:rsid w:val="00B71ACF"/>
    <w:rsid w:val="00B71CB8"/>
    <w:rsid w:val="00B71D69"/>
    <w:rsid w:val="00B71DA2"/>
    <w:rsid w:val="00B71FD1"/>
    <w:rsid w:val="00B7207C"/>
    <w:rsid w:val="00B723DC"/>
    <w:rsid w:val="00B72597"/>
    <w:rsid w:val="00B72688"/>
    <w:rsid w:val="00B728BC"/>
    <w:rsid w:val="00B72A42"/>
    <w:rsid w:val="00B72CA4"/>
    <w:rsid w:val="00B72D44"/>
    <w:rsid w:val="00B72D4B"/>
    <w:rsid w:val="00B72F95"/>
    <w:rsid w:val="00B731E2"/>
    <w:rsid w:val="00B7367B"/>
    <w:rsid w:val="00B736EE"/>
    <w:rsid w:val="00B739AB"/>
    <w:rsid w:val="00B73B87"/>
    <w:rsid w:val="00B73C3A"/>
    <w:rsid w:val="00B74306"/>
    <w:rsid w:val="00B74423"/>
    <w:rsid w:val="00B749E4"/>
    <w:rsid w:val="00B74C1C"/>
    <w:rsid w:val="00B74E14"/>
    <w:rsid w:val="00B74FD2"/>
    <w:rsid w:val="00B7510C"/>
    <w:rsid w:val="00B755FF"/>
    <w:rsid w:val="00B7585E"/>
    <w:rsid w:val="00B75FBF"/>
    <w:rsid w:val="00B762C8"/>
    <w:rsid w:val="00B766EA"/>
    <w:rsid w:val="00B76D11"/>
    <w:rsid w:val="00B77472"/>
    <w:rsid w:val="00B7780B"/>
    <w:rsid w:val="00B77C23"/>
    <w:rsid w:val="00B800BF"/>
    <w:rsid w:val="00B8039E"/>
    <w:rsid w:val="00B80444"/>
    <w:rsid w:val="00B80923"/>
    <w:rsid w:val="00B80EFF"/>
    <w:rsid w:val="00B81038"/>
    <w:rsid w:val="00B810AE"/>
    <w:rsid w:val="00B81936"/>
    <w:rsid w:val="00B81F53"/>
    <w:rsid w:val="00B82013"/>
    <w:rsid w:val="00B8251A"/>
    <w:rsid w:val="00B82CC7"/>
    <w:rsid w:val="00B82F00"/>
    <w:rsid w:val="00B831A6"/>
    <w:rsid w:val="00B837E2"/>
    <w:rsid w:val="00B839F2"/>
    <w:rsid w:val="00B83C31"/>
    <w:rsid w:val="00B83D67"/>
    <w:rsid w:val="00B84263"/>
    <w:rsid w:val="00B843A1"/>
    <w:rsid w:val="00B847F1"/>
    <w:rsid w:val="00B84CB5"/>
    <w:rsid w:val="00B84CFF"/>
    <w:rsid w:val="00B84F71"/>
    <w:rsid w:val="00B8510F"/>
    <w:rsid w:val="00B85490"/>
    <w:rsid w:val="00B854D2"/>
    <w:rsid w:val="00B8552B"/>
    <w:rsid w:val="00B85C6A"/>
    <w:rsid w:val="00B85D02"/>
    <w:rsid w:val="00B85E7D"/>
    <w:rsid w:val="00B85FE0"/>
    <w:rsid w:val="00B86109"/>
    <w:rsid w:val="00B86B0A"/>
    <w:rsid w:val="00B86D43"/>
    <w:rsid w:val="00B86EB1"/>
    <w:rsid w:val="00B87582"/>
    <w:rsid w:val="00B87813"/>
    <w:rsid w:val="00B87B32"/>
    <w:rsid w:val="00B87FF0"/>
    <w:rsid w:val="00B900CB"/>
    <w:rsid w:val="00B903EE"/>
    <w:rsid w:val="00B90528"/>
    <w:rsid w:val="00B908E9"/>
    <w:rsid w:val="00B90942"/>
    <w:rsid w:val="00B90CA0"/>
    <w:rsid w:val="00B90EF8"/>
    <w:rsid w:val="00B91268"/>
    <w:rsid w:val="00B918BE"/>
    <w:rsid w:val="00B91C16"/>
    <w:rsid w:val="00B91C77"/>
    <w:rsid w:val="00B91E98"/>
    <w:rsid w:val="00B91FD3"/>
    <w:rsid w:val="00B92490"/>
    <w:rsid w:val="00B927EB"/>
    <w:rsid w:val="00B928CC"/>
    <w:rsid w:val="00B9299C"/>
    <w:rsid w:val="00B93211"/>
    <w:rsid w:val="00B934AF"/>
    <w:rsid w:val="00B93950"/>
    <w:rsid w:val="00B9397D"/>
    <w:rsid w:val="00B93BC0"/>
    <w:rsid w:val="00B941CD"/>
    <w:rsid w:val="00B947EA"/>
    <w:rsid w:val="00B948CA"/>
    <w:rsid w:val="00B94CCF"/>
    <w:rsid w:val="00B94D99"/>
    <w:rsid w:val="00B950BA"/>
    <w:rsid w:val="00B951A4"/>
    <w:rsid w:val="00B95BF4"/>
    <w:rsid w:val="00B95E36"/>
    <w:rsid w:val="00B9612C"/>
    <w:rsid w:val="00B96480"/>
    <w:rsid w:val="00B96947"/>
    <w:rsid w:val="00B96952"/>
    <w:rsid w:val="00B96BBB"/>
    <w:rsid w:val="00B96D0A"/>
    <w:rsid w:val="00B96DC1"/>
    <w:rsid w:val="00B9742D"/>
    <w:rsid w:val="00B97891"/>
    <w:rsid w:val="00B978E9"/>
    <w:rsid w:val="00B97B52"/>
    <w:rsid w:val="00BA0768"/>
    <w:rsid w:val="00BA083E"/>
    <w:rsid w:val="00BA098D"/>
    <w:rsid w:val="00BA0992"/>
    <w:rsid w:val="00BA0F30"/>
    <w:rsid w:val="00BA0F3E"/>
    <w:rsid w:val="00BA0FCD"/>
    <w:rsid w:val="00BA13A9"/>
    <w:rsid w:val="00BA15AE"/>
    <w:rsid w:val="00BA189B"/>
    <w:rsid w:val="00BA198A"/>
    <w:rsid w:val="00BA1BB4"/>
    <w:rsid w:val="00BA1D9B"/>
    <w:rsid w:val="00BA1E15"/>
    <w:rsid w:val="00BA21DE"/>
    <w:rsid w:val="00BA2453"/>
    <w:rsid w:val="00BA2931"/>
    <w:rsid w:val="00BA2ADC"/>
    <w:rsid w:val="00BA2CB2"/>
    <w:rsid w:val="00BA2E9C"/>
    <w:rsid w:val="00BA2EA5"/>
    <w:rsid w:val="00BA2FD4"/>
    <w:rsid w:val="00BA3918"/>
    <w:rsid w:val="00BA3F77"/>
    <w:rsid w:val="00BA3FB0"/>
    <w:rsid w:val="00BA41AB"/>
    <w:rsid w:val="00BA4365"/>
    <w:rsid w:val="00BA4794"/>
    <w:rsid w:val="00BA49FA"/>
    <w:rsid w:val="00BA4EA7"/>
    <w:rsid w:val="00BA4EAF"/>
    <w:rsid w:val="00BA5044"/>
    <w:rsid w:val="00BA516D"/>
    <w:rsid w:val="00BA5366"/>
    <w:rsid w:val="00BA5B95"/>
    <w:rsid w:val="00BA5D31"/>
    <w:rsid w:val="00BA5D3D"/>
    <w:rsid w:val="00BA63B5"/>
    <w:rsid w:val="00BA6F60"/>
    <w:rsid w:val="00BA6FA6"/>
    <w:rsid w:val="00BA7176"/>
    <w:rsid w:val="00BA7916"/>
    <w:rsid w:val="00BA7918"/>
    <w:rsid w:val="00BA791A"/>
    <w:rsid w:val="00BA7ACC"/>
    <w:rsid w:val="00BA7BAE"/>
    <w:rsid w:val="00BA7FCB"/>
    <w:rsid w:val="00BB0309"/>
    <w:rsid w:val="00BB0394"/>
    <w:rsid w:val="00BB05C0"/>
    <w:rsid w:val="00BB09DD"/>
    <w:rsid w:val="00BB0B36"/>
    <w:rsid w:val="00BB117B"/>
    <w:rsid w:val="00BB1180"/>
    <w:rsid w:val="00BB1838"/>
    <w:rsid w:val="00BB1B1A"/>
    <w:rsid w:val="00BB1BAD"/>
    <w:rsid w:val="00BB1D41"/>
    <w:rsid w:val="00BB29C3"/>
    <w:rsid w:val="00BB29CB"/>
    <w:rsid w:val="00BB2BFC"/>
    <w:rsid w:val="00BB2DCF"/>
    <w:rsid w:val="00BB33E5"/>
    <w:rsid w:val="00BB34E5"/>
    <w:rsid w:val="00BB3989"/>
    <w:rsid w:val="00BB408E"/>
    <w:rsid w:val="00BB4325"/>
    <w:rsid w:val="00BB46A9"/>
    <w:rsid w:val="00BB46BE"/>
    <w:rsid w:val="00BB4724"/>
    <w:rsid w:val="00BB4843"/>
    <w:rsid w:val="00BB4943"/>
    <w:rsid w:val="00BB4A56"/>
    <w:rsid w:val="00BB503F"/>
    <w:rsid w:val="00BB50BD"/>
    <w:rsid w:val="00BB54D7"/>
    <w:rsid w:val="00BB5A8C"/>
    <w:rsid w:val="00BB5B91"/>
    <w:rsid w:val="00BB5C55"/>
    <w:rsid w:val="00BB5CB2"/>
    <w:rsid w:val="00BB5FFB"/>
    <w:rsid w:val="00BB6063"/>
    <w:rsid w:val="00BB6075"/>
    <w:rsid w:val="00BB6082"/>
    <w:rsid w:val="00BB653D"/>
    <w:rsid w:val="00BB674B"/>
    <w:rsid w:val="00BB6990"/>
    <w:rsid w:val="00BB6F30"/>
    <w:rsid w:val="00BB710E"/>
    <w:rsid w:val="00BB7157"/>
    <w:rsid w:val="00BB791A"/>
    <w:rsid w:val="00BB79D9"/>
    <w:rsid w:val="00BB7C13"/>
    <w:rsid w:val="00BC0068"/>
    <w:rsid w:val="00BC0104"/>
    <w:rsid w:val="00BC0916"/>
    <w:rsid w:val="00BC0A4F"/>
    <w:rsid w:val="00BC0EB2"/>
    <w:rsid w:val="00BC1476"/>
    <w:rsid w:val="00BC160B"/>
    <w:rsid w:val="00BC160D"/>
    <w:rsid w:val="00BC18FA"/>
    <w:rsid w:val="00BC1992"/>
    <w:rsid w:val="00BC1CC1"/>
    <w:rsid w:val="00BC217C"/>
    <w:rsid w:val="00BC2356"/>
    <w:rsid w:val="00BC238E"/>
    <w:rsid w:val="00BC23B2"/>
    <w:rsid w:val="00BC2408"/>
    <w:rsid w:val="00BC25AC"/>
    <w:rsid w:val="00BC2799"/>
    <w:rsid w:val="00BC28AE"/>
    <w:rsid w:val="00BC28DE"/>
    <w:rsid w:val="00BC2910"/>
    <w:rsid w:val="00BC2E0B"/>
    <w:rsid w:val="00BC2F68"/>
    <w:rsid w:val="00BC3149"/>
    <w:rsid w:val="00BC3CE9"/>
    <w:rsid w:val="00BC3D7B"/>
    <w:rsid w:val="00BC4341"/>
    <w:rsid w:val="00BC4681"/>
    <w:rsid w:val="00BC4CF6"/>
    <w:rsid w:val="00BC4DE3"/>
    <w:rsid w:val="00BC4E53"/>
    <w:rsid w:val="00BC5390"/>
    <w:rsid w:val="00BC5974"/>
    <w:rsid w:val="00BC5B5C"/>
    <w:rsid w:val="00BC5BAB"/>
    <w:rsid w:val="00BC602C"/>
    <w:rsid w:val="00BC6119"/>
    <w:rsid w:val="00BC6418"/>
    <w:rsid w:val="00BC6A13"/>
    <w:rsid w:val="00BC6C7E"/>
    <w:rsid w:val="00BC6F10"/>
    <w:rsid w:val="00BD03A6"/>
    <w:rsid w:val="00BD0589"/>
    <w:rsid w:val="00BD07DA"/>
    <w:rsid w:val="00BD0A7F"/>
    <w:rsid w:val="00BD0AD6"/>
    <w:rsid w:val="00BD0B16"/>
    <w:rsid w:val="00BD0D28"/>
    <w:rsid w:val="00BD0E46"/>
    <w:rsid w:val="00BD107D"/>
    <w:rsid w:val="00BD1992"/>
    <w:rsid w:val="00BD1A6F"/>
    <w:rsid w:val="00BD1B36"/>
    <w:rsid w:val="00BD1B62"/>
    <w:rsid w:val="00BD1B6D"/>
    <w:rsid w:val="00BD1C98"/>
    <w:rsid w:val="00BD1EE5"/>
    <w:rsid w:val="00BD24BC"/>
    <w:rsid w:val="00BD2A3E"/>
    <w:rsid w:val="00BD2E1A"/>
    <w:rsid w:val="00BD3133"/>
    <w:rsid w:val="00BD3B52"/>
    <w:rsid w:val="00BD3FB5"/>
    <w:rsid w:val="00BD4146"/>
    <w:rsid w:val="00BD4664"/>
    <w:rsid w:val="00BD4819"/>
    <w:rsid w:val="00BD4A5F"/>
    <w:rsid w:val="00BD4C7B"/>
    <w:rsid w:val="00BD4D26"/>
    <w:rsid w:val="00BD4D56"/>
    <w:rsid w:val="00BD4DA5"/>
    <w:rsid w:val="00BD5486"/>
    <w:rsid w:val="00BD54F4"/>
    <w:rsid w:val="00BD6179"/>
    <w:rsid w:val="00BD668B"/>
    <w:rsid w:val="00BD6780"/>
    <w:rsid w:val="00BD692A"/>
    <w:rsid w:val="00BD69DF"/>
    <w:rsid w:val="00BD6B44"/>
    <w:rsid w:val="00BD6B6B"/>
    <w:rsid w:val="00BD6B95"/>
    <w:rsid w:val="00BD6C00"/>
    <w:rsid w:val="00BD6D66"/>
    <w:rsid w:val="00BD6D91"/>
    <w:rsid w:val="00BD74D6"/>
    <w:rsid w:val="00BD757C"/>
    <w:rsid w:val="00BD7626"/>
    <w:rsid w:val="00BD775A"/>
    <w:rsid w:val="00BD799F"/>
    <w:rsid w:val="00BD7A1D"/>
    <w:rsid w:val="00BE0092"/>
    <w:rsid w:val="00BE0184"/>
    <w:rsid w:val="00BE021E"/>
    <w:rsid w:val="00BE0584"/>
    <w:rsid w:val="00BE059D"/>
    <w:rsid w:val="00BE069E"/>
    <w:rsid w:val="00BE0B40"/>
    <w:rsid w:val="00BE0C3F"/>
    <w:rsid w:val="00BE0CA9"/>
    <w:rsid w:val="00BE0FD2"/>
    <w:rsid w:val="00BE127B"/>
    <w:rsid w:val="00BE16F7"/>
    <w:rsid w:val="00BE1AA6"/>
    <w:rsid w:val="00BE1C21"/>
    <w:rsid w:val="00BE1CA5"/>
    <w:rsid w:val="00BE226D"/>
    <w:rsid w:val="00BE235B"/>
    <w:rsid w:val="00BE244E"/>
    <w:rsid w:val="00BE24A0"/>
    <w:rsid w:val="00BE2689"/>
    <w:rsid w:val="00BE26BE"/>
    <w:rsid w:val="00BE29AC"/>
    <w:rsid w:val="00BE2AF5"/>
    <w:rsid w:val="00BE2D41"/>
    <w:rsid w:val="00BE32CE"/>
    <w:rsid w:val="00BE34BF"/>
    <w:rsid w:val="00BE34E2"/>
    <w:rsid w:val="00BE3620"/>
    <w:rsid w:val="00BE3BDB"/>
    <w:rsid w:val="00BE3DAE"/>
    <w:rsid w:val="00BE409C"/>
    <w:rsid w:val="00BE4B00"/>
    <w:rsid w:val="00BE4C2D"/>
    <w:rsid w:val="00BE4FA4"/>
    <w:rsid w:val="00BE537F"/>
    <w:rsid w:val="00BE549E"/>
    <w:rsid w:val="00BE54FE"/>
    <w:rsid w:val="00BE5AAD"/>
    <w:rsid w:val="00BE5F4C"/>
    <w:rsid w:val="00BE60D3"/>
    <w:rsid w:val="00BE60FF"/>
    <w:rsid w:val="00BE6286"/>
    <w:rsid w:val="00BE6366"/>
    <w:rsid w:val="00BE65EC"/>
    <w:rsid w:val="00BE68F9"/>
    <w:rsid w:val="00BE6DEF"/>
    <w:rsid w:val="00BE7031"/>
    <w:rsid w:val="00BE71D3"/>
    <w:rsid w:val="00BE74B3"/>
    <w:rsid w:val="00BE7E6C"/>
    <w:rsid w:val="00BF046E"/>
    <w:rsid w:val="00BF0651"/>
    <w:rsid w:val="00BF076C"/>
    <w:rsid w:val="00BF0986"/>
    <w:rsid w:val="00BF0BA9"/>
    <w:rsid w:val="00BF1008"/>
    <w:rsid w:val="00BF12D9"/>
    <w:rsid w:val="00BF19EA"/>
    <w:rsid w:val="00BF1EE2"/>
    <w:rsid w:val="00BF2500"/>
    <w:rsid w:val="00BF2516"/>
    <w:rsid w:val="00BF26CF"/>
    <w:rsid w:val="00BF26F7"/>
    <w:rsid w:val="00BF2932"/>
    <w:rsid w:val="00BF2AE3"/>
    <w:rsid w:val="00BF2F41"/>
    <w:rsid w:val="00BF3394"/>
    <w:rsid w:val="00BF36F4"/>
    <w:rsid w:val="00BF3878"/>
    <w:rsid w:val="00BF39CA"/>
    <w:rsid w:val="00BF3C3F"/>
    <w:rsid w:val="00BF3C76"/>
    <w:rsid w:val="00BF42B0"/>
    <w:rsid w:val="00BF48AE"/>
    <w:rsid w:val="00BF4966"/>
    <w:rsid w:val="00BF49F1"/>
    <w:rsid w:val="00BF4BBB"/>
    <w:rsid w:val="00BF53FE"/>
    <w:rsid w:val="00BF56CF"/>
    <w:rsid w:val="00BF5786"/>
    <w:rsid w:val="00BF58E5"/>
    <w:rsid w:val="00BF5961"/>
    <w:rsid w:val="00BF5E69"/>
    <w:rsid w:val="00BF60FF"/>
    <w:rsid w:val="00BF6223"/>
    <w:rsid w:val="00BF622F"/>
    <w:rsid w:val="00BF62BA"/>
    <w:rsid w:val="00BF63B5"/>
    <w:rsid w:val="00BF6742"/>
    <w:rsid w:val="00BF6803"/>
    <w:rsid w:val="00BF68D7"/>
    <w:rsid w:val="00BF6A71"/>
    <w:rsid w:val="00BF7362"/>
    <w:rsid w:val="00BF7463"/>
    <w:rsid w:val="00BF78F8"/>
    <w:rsid w:val="00BF7CBF"/>
    <w:rsid w:val="00C00013"/>
    <w:rsid w:val="00C00099"/>
    <w:rsid w:val="00C000C3"/>
    <w:rsid w:val="00C001A2"/>
    <w:rsid w:val="00C00286"/>
    <w:rsid w:val="00C0038E"/>
    <w:rsid w:val="00C0038F"/>
    <w:rsid w:val="00C0066E"/>
    <w:rsid w:val="00C0068F"/>
    <w:rsid w:val="00C00D61"/>
    <w:rsid w:val="00C010E6"/>
    <w:rsid w:val="00C01683"/>
    <w:rsid w:val="00C017E6"/>
    <w:rsid w:val="00C0184F"/>
    <w:rsid w:val="00C01C39"/>
    <w:rsid w:val="00C01F9B"/>
    <w:rsid w:val="00C01FD8"/>
    <w:rsid w:val="00C026C3"/>
    <w:rsid w:val="00C02765"/>
    <w:rsid w:val="00C028E3"/>
    <w:rsid w:val="00C02A5E"/>
    <w:rsid w:val="00C02BDB"/>
    <w:rsid w:val="00C02F4D"/>
    <w:rsid w:val="00C031B0"/>
    <w:rsid w:val="00C0320F"/>
    <w:rsid w:val="00C032EB"/>
    <w:rsid w:val="00C035CA"/>
    <w:rsid w:val="00C0365B"/>
    <w:rsid w:val="00C03798"/>
    <w:rsid w:val="00C03CBA"/>
    <w:rsid w:val="00C03DDB"/>
    <w:rsid w:val="00C0477D"/>
    <w:rsid w:val="00C047A1"/>
    <w:rsid w:val="00C04914"/>
    <w:rsid w:val="00C04ABE"/>
    <w:rsid w:val="00C0504A"/>
    <w:rsid w:val="00C052BA"/>
    <w:rsid w:val="00C0547F"/>
    <w:rsid w:val="00C05A83"/>
    <w:rsid w:val="00C05F09"/>
    <w:rsid w:val="00C05F77"/>
    <w:rsid w:val="00C0606A"/>
    <w:rsid w:val="00C06271"/>
    <w:rsid w:val="00C06296"/>
    <w:rsid w:val="00C0632B"/>
    <w:rsid w:val="00C064A5"/>
    <w:rsid w:val="00C066EE"/>
    <w:rsid w:val="00C068DD"/>
    <w:rsid w:val="00C0698B"/>
    <w:rsid w:val="00C06B15"/>
    <w:rsid w:val="00C076F8"/>
    <w:rsid w:val="00C07708"/>
    <w:rsid w:val="00C07902"/>
    <w:rsid w:val="00C07C3C"/>
    <w:rsid w:val="00C07EC4"/>
    <w:rsid w:val="00C104C6"/>
    <w:rsid w:val="00C107E6"/>
    <w:rsid w:val="00C10C1C"/>
    <w:rsid w:val="00C10E99"/>
    <w:rsid w:val="00C1103E"/>
    <w:rsid w:val="00C1107E"/>
    <w:rsid w:val="00C110C7"/>
    <w:rsid w:val="00C1127E"/>
    <w:rsid w:val="00C11522"/>
    <w:rsid w:val="00C115F5"/>
    <w:rsid w:val="00C11BAD"/>
    <w:rsid w:val="00C12052"/>
    <w:rsid w:val="00C120D5"/>
    <w:rsid w:val="00C124F7"/>
    <w:rsid w:val="00C12822"/>
    <w:rsid w:val="00C13335"/>
    <w:rsid w:val="00C133AC"/>
    <w:rsid w:val="00C13565"/>
    <w:rsid w:val="00C1381F"/>
    <w:rsid w:val="00C1391A"/>
    <w:rsid w:val="00C13B36"/>
    <w:rsid w:val="00C13CD6"/>
    <w:rsid w:val="00C13E36"/>
    <w:rsid w:val="00C14146"/>
    <w:rsid w:val="00C14EF3"/>
    <w:rsid w:val="00C14F89"/>
    <w:rsid w:val="00C1511F"/>
    <w:rsid w:val="00C15830"/>
    <w:rsid w:val="00C159AE"/>
    <w:rsid w:val="00C15E96"/>
    <w:rsid w:val="00C1604D"/>
    <w:rsid w:val="00C16175"/>
    <w:rsid w:val="00C161F3"/>
    <w:rsid w:val="00C16566"/>
    <w:rsid w:val="00C16971"/>
    <w:rsid w:val="00C169B1"/>
    <w:rsid w:val="00C16D0D"/>
    <w:rsid w:val="00C175FC"/>
    <w:rsid w:val="00C1777E"/>
    <w:rsid w:val="00C1787E"/>
    <w:rsid w:val="00C17AFA"/>
    <w:rsid w:val="00C17BE9"/>
    <w:rsid w:val="00C17CC8"/>
    <w:rsid w:val="00C200A0"/>
    <w:rsid w:val="00C200F2"/>
    <w:rsid w:val="00C203ED"/>
    <w:rsid w:val="00C204E7"/>
    <w:rsid w:val="00C2057C"/>
    <w:rsid w:val="00C20806"/>
    <w:rsid w:val="00C20AC6"/>
    <w:rsid w:val="00C217CE"/>
    <w:rsid w:val="00C21E25"/>
    <w:rsid w:val="00C21F7B"/>
    <w:rsid w:val="00C21FB2"/>
    <w:rsid w:val="00C223BF"/>
    <w:rsid w:val="00C229BF"/>
    <w:rsid w:val="00C231C5"/>
    <w:rsid w:val="00C23297"/>
    <w:rsid w:val="00C2341C"/>
    <w:rsid w:val="00C23C74"/>
    <w:rsid w:val="00C23C7A"/>
    <w:rsid w:val="00C23D78"/>
    <w:rsid w:val="00C23E8D"/>
    <w:rsid w:val="00C23F65"/>
    <w:rsid w:val="00C24209"/>
    <w:rsid w:val="00C24529"/>
    <w:rsid w:val="00C245A9"/>
    <w:rsid w:val="00C245D3"/>
    <w:rsid w:val="00C2462D"/>
    <w:rsid w:val="00C24677"/>
    <w:rsid w:val="00C2469B"/>
    <w:rsid w:val="00C246A0"/>
    <w:rsid w:val="00C24AD0"/>
    <w:rsid w:val="00C24F68"/>
    <w:rsid w:val="00C2522D"/>
    <w:rsid w:val="00C2541E"/>
    <w:rsid w:val="00C25448"/>
    <w:rsid w:val="00C2587E"/>
    <w:rsid w:val="00C259E7"/>
    <w:rsid w:val="00C26221"/>
    <w:rsid w:val="00C2642E"/>
    <w:rsid w:val="00C267BC"/>
    <w:rsid w:val="00C267EA"/>
    <w:rsid w:val="00C26894"/>
    <w:rsid w:val="00C268DA"/>
    <w:rsid w:val="00C26998"/>
    <w:rsid w:val="00C26C53"/>
    <w:rsid w:val="00C26C92"/>
    <w:rsid w:val="00C26DC2"/>
    <w:rsid w:val="00C26E62"/>
    <w:rsid w:val="00C270F2"/>
    <w:rsid w:val="00C271E9"/>
    <w:rsid w:val="00C273C8"/>
    <w:rsid w:val="00C274B8"/>
    <w:rsid w:val="00C27515"/>
    <w:rsid w:val="00C279E6"/>
    <w:rsid w:val="00C27C60"/>
    <w:rsid w:val="00C27CA5"/>
    <w:rsid w:val="00C30004"/>
    <w:rsid w:val="00C3058C"/>
    <w:rsid w:val="00C3071C"/>
    <w:rsid w:val="00C310B4"/>
    <w:rsid w:val="00C31369"/>
    <w:rsid w:val="00C31443"/>
    <w:rsid w:val="00C315E2"/>
    <w:rsid w:val="00C3164F"/>
    <w:rsid w:val="00C31B8F"/>
    <w:rsid w:val="00C31CF2"/>
    <w:rsid w:val="00C32110"/>
    <w:rsid w:val="00C3247F"/>
    <w:rsid w:val="00C32A1E"/>
    <w:rsid w:val="00C32A3D"/>
    <w:rsid w:val="00C32FE9"/>
    <w:rsid w:val="00C33304"/>
    <w:rsid w:val="00C334CD"/>
    <w:rsid w:val="00C33EF2"/>
    <w:rsid w:val="00C34241"/>
    <w:rsid w:val="00C3426D"/>
    <w:rsid w:val="00C344ED"/>
    <w:rsid w:val="00C3451C"/>
    <w:rsid w:val="00C3472F"/>
    <w:rsid w:val="00C349A4"/>
    <w:rsid w:val="00C349C4"/>
    <w:rsid w:val="00C34A36"/>
    <w:rsid w:val="00C34DCD"/>
    <w:rsid w:val="00C350EA"/>
    <w:rsid w:val="00C353C7"/>
    <w:rsid w:val="00C353F7"/>
    <w:rsid w:val="00C355C6"/>
    <w:rsid w:val="00C35934"/>
    <w:rsid w:val="00C35A08"/>
    <w:rsid w:val="00C35BF3"/>
    <w:rsid w:val="00C35C91"/>
    <w:rsid w:val="00C35D0A"/>
    <w:rsid w:val="00C35DEE"/>
    <w:rsid w:val="00C35F74"/>
    <w:rsid w:val="00C3606A"/>
    <w:rsid w:val="00C3657B"/>
    <w:rsid w:val="00C36689"/>
    <w:rsid w:val="00C366FB"/>
    <w:rsid w:val="00C3681B"/>
    <w:rsid w:val="00C3690E"/>
    <w:rsid w:val="00C36A14"/>
    <w:rsid w:val="00C36A74"/>
    <w:rsid w:val="00C3727D"/>
    <w:rsid w:val="00C37565"/>
    <w:rsid w:val="00C379E2"/>
    <w:rsid w:val="00C402D3"/>
    <w:rsid w:val="00C4034A"/>
    <w:rsid w:val="00C40407"/>
    <w:rsid w:val="00C41127"/>
    <w:rsid w:val="00C416EB"/>
    <w:rsid w:val="00C41799"/>
    <w:rsid w:val="00C419EA"/>
    <w:rsid w:val="00C41B3A"/>
    <w:rsid w:val="00C41B99"/>
    <w:rsid w:val="00C41F42"/>
    <w:rsid w:val="00C42253"/>
    <w:rsid w:val="00C4258E"/>
    <w:rsid w:val="00C42F3C"/>
    <w:rsid w:val="00C434A0"/>
    <w:rsid w:val="00C43927"/>
    <w:rsid w:val="00C4392E"/>
    <w:rsid w:val="00C43954"/>
    <w:rsid w:val="00C43C4A"/>
    <w:rsid w:val="00C43DFE"/>
    <w:rsid w:val="00C43FDD"/>
    <w:rsid w:val="00C44281"/>
    <w:rsid w:val="00C4435B"/>
    <w:rsid w:val="00C4450C"/>
    <w:rsid w:val="00C4454A"/>
    <w:rsid w:val="00C445D1"/>
    <w:rsid w:val="00C44C07"/>
    <w:rsid w:val="00C44F9F"/>
    <w:rsid w:val="00C451D0"/>
    <w:rsid w:val="00C4544F"/>
    <w:rsid w:val="00C45974"/>
    <w:rsid w:val="00C45C95"/>
    <w:rsid w:val="00C45E7E"/>
    <w:rsid w:val="00C4604F"/>
    <w:rsid w:val="00C46152"/>
    <w:rsid w:val="00C461EB"/>
    <w:rsid w:val="00C469D3"/>
    <w:rsid w:val="00C46A16"/>
    <w:rsid w:val="00C46C2B"/>
    <w:rsid w:val="00C46C54"/>
    <w:rsid w:val="00C4702C"/>
    <w:rsid w:val="00C472CD"/>
    <w:rsid w:val="00C47881"/>
    <w:rsid w:val="00C47931"/>
    <w:rsid w:val="00C4799E"/>
    <w:rsid w:val="00C479C1"/>
    <w:rsid w:val="00C50169"/>
    <w:rsid w:val="00C504E9"/>
    <w:rsid w:val="00C506C0"/>
    <w:rsid w:val="00C507CD"/>
    <w:rsid w:val="00C50F0C"/>
    <w:rsid w:val="00C518C9"/>
    <w:rsid w:val="00C5227E"/>
    <w:rsid w:val="00C52388"/>
    <w:rsid w:val="00C5274D"/>
    <w:rsid w:val="00C52A5F"/>
    <w:rsid w:val="00C52D52"/>
    <w:rsid w:val="00C53065"/>
    <w:rsid w:val="00C531EE"/>
    <w:rsid w:val="00C531F4"/>
    <w:rsid w:val="00C536E3"/>
    <w:rsid w:val="00C539F8"/>
    <w:rsid w:val="00C53C18"/>
    <w:rsid w:val="00C53EC2"/>
    <w:rsid w:val="00C53F4A"/>
    <w:rsid w:val="00C54261"/>
    <w:rsid w:val="00C547B8"/>
    <w:rsid w:val="00C549A3"/>
    <w:rsid w:val="00C54E42"/>
    <w:rsid w:val="00C54F33"/>
    <w:rsid w:val="00C5502F"/>
    <w:rsid w:val="00C553EB"/>
    <w:rsid w:val="00C5544D"/>
    <w:rsid w:val="00C5567A"/>
    <w:rsid w:val="00C559B4"/>
    <w:rsid w:val="00C55A1F"/>
    <w:rsid w:val="00C55A2C"/>
    <w:rsid w:val="00C55ACF"/>
    <w:rsid w:val="00C55AFE"/>
    <w:rsid w:val="00C55CC9"/>
    <w:rsid w:val="00C55D00"/>
    <w:rsid w:val="00C55D55"/>
    <w:rsid w:val="00C55E7F"/>
    <w:rsid w:val="00C55ED1"/>
    <w:rsid w:val="00C55ED9"/>
    <w:rsid w:val="00C560AA"/>
    <w:rsid w:val="00C562E0"/>
    <w:rsid w:val="00C56EFC"/>
    <w:rsid w:val="00C57594"/>
    <w:rsid w:val="00C57A68"/>
    <w:rsid w:val="00C57A9D"/>
    <w:rsid w:val="00C60095"/>
    <w:rsid w:val="00C600BA"/>
    <w:rsid w:val="00C60184"/>
    <w:rsid w:val="00C601D3"/>
    <w:rsid w:val="00C60313"/>
    <w:rsid w:val="00C60676"/>
    <w:rsid w:val="00C60AAA"/>
    <w:rsid w:val="00C60B1C"/>
    <w:rsid w:val="00C60BBD"/>
    <w:rsid w:val="00C61057"/>
    <w:rsid w:val="00C61203"/>
    <w:rsid w:val="00C6121D"/>
    <w:rsid w:val="00C6147F"/>
    <w:rsid w:val="00C614F5"/>
    <w:rsid w:val="00C61571"/>
    <w:rsid w:val="00C61863"/>
    <w:rsid w:val="00C61A3D"/>
    <w:rsid w:val="00C61E44"/>
    <w:rsid w:val="00C61EEC"/>
    <w:rsid w:val="00C61F69"/>
    <w:rsid w:val="00C6252D"/>
    <w:rsid w:val="00C62A2F"/>
    <w:rsid w:val="00C62AA8"/>
    <w:rsid w:val="00C62B4A"/>
    <w:rsid w:val="00C632DE"/>
    <w:rsid w:val="00C63CC4"/>
    <w:rsid w:val="00C648F7"/>
    <w:rsid w:val="00C64A0A"/>
    <w:rsid w:val="00C65708"/>
    <w:rsid w:val="00C65F2B"/>
    <w:rsid w:val="00C66092"/>
    <w:rsid w:val="00C665D0"/>
    <w:rsid w:val="00C66DC8"/>
    <w:rsid w:val="00C6749F"/>
    <w:rsid w:val="00C676DB"/>
    <w:rsid w:val="00C67D69"/>
    <w:rsid w:val="00C703F4"/>
    <w:rsid w:val="00C70597"/>
    <w:rsid w:val="00C7093C"/>
    <w:rsid w:val="00C70AF1"/>
    <w:rsid w:val="00C70D80"/>
    <w:rsid w:val="00C70EAC"/>
    <w:rsid w:val="00C70FF1"/>
    <w:rsid w:val="00C71091"/>
    <w:rsid w:val="00C71203"/>
    <w:rsid w:val="00C71403"/>
    <w:rsid w:val="00C71541"/>
    <w:rsid w:val="00C71796"/>
    <w:rsid w:val="00C717FC"/>
    <w:rsid w:val="00C719CC"/>
    <w:rsid w:val="00C71D0D"/>
    <w:rsid w:val="00C71D6A"/>
    <w:rsid w:val="00C722FC"/>
    <w:rsid w:val="00C7231F"/>
    <w:rsid w:val="00C72558"/>
    <w:rsid w:val="00C726D5"/>
    <w:rsid w:val="00C72B52"/>
    <w:rsid w:val="00C72C0F"/>
    <w:rsid w:val="00C72D5B"/>
    <w:rsid w:val="00C73027"/>
    <w:rsid w:val="00C73147"/>
    <w:rsid w:val="00C73197"/>
    <w:rsid w:val="00C740BA"/>
    <w:rsid w:val="00C742C9"/>
    <w:rsid w:val="00C74680"/>
    <w:rsid w:val="00C74880"/>
    <w:rsid w:val="00C74C1B"/>
    <w:rsid w:val="00C751B0"/>
    <w:rsid w:val="00C751C2"/>
    <w:rsid w:val="00C758EE"/>
    <w:rsid w:val="00C75A0C"/>
    <w:rsid w:val="00C75C32"/>
    <w:rsid w:val="00C7659B"/>
    <w:rsid w:val="00C76D9F"/>
    <w:rsid w:val="00C77030"/>
    <w:rsid w:val="00C772BC"/>
    <w:rsid w:val="00C772C7"/>
    <w:rsid w:val="00C772FD"/>
    <w:rsid w:val="00C77A1D"/>
    <w:rsid w:val="00C77BA1"/>
    <w:rsid w:val="00C77CE4"/>
    <w:rsid w:val="00C77D26"/>
    <w:rsid w:val="00C77FA2"/>
    <w:rsid w:val="00C8013F"/>
    <w:rsid w:val="00C801C5"/>
    <w:rsid w:val="00C803BF"/>
    <w:rsid w:val="00C805F4"/>
    <w:rsid w:val="00C8067F"/>
    <w:rsid w:val="00C81007"/>
    <w:rsid w:val="00C81107"/>
    <w:rsid w:val="00C8128B"/>
    <w:rsid w:val="00C81320"/>
    <w:rsid w:val="00C81576"/>
    <w:rsid w:val="00C816D9"/>
    <w:rsid w:val="00C81806"/>
    <w:rsid w:val="00C8183E"/>
    <w:rsid w:val="00C81FBC"/>
    <w:rsid w:val="00C82040"/>
    <w:rsid w:val="00C820CA"/>
    <w:rsid w:val="00C82144"/>
    <w:rsid w:val="00C8231E"/>
    <w:rsid w:val="00C825ED"/>
    <w:rsid w:val="00C82BDD"/>
    <w:rsid w:val="00C82C59"/>
    <w:rsid w:val="00C82CEB"/>
    <w:rsid w:val="00C83084"/>
    <w:rsid w:val="00C8347C"/>
    <w:rsid w:val="00C837DE"/>
    <w:rsid w:val="00C8385D"/>
    <w:rsid w:val="00C838DE"/>
    <w:rsid w:val="00C83DEB"/>
    <w:rsid w:val="00C83E45"/>
    <w:rsid w:val="00C83E8E"/>
    <w:rsid w:val="00C83F97"/>
    <w:rsid w:val="00C840C3"/>
    <w:rsid w:val="00C843EB"/>
    <w:rsid w:val="00C84545"/>
    <w:rsid w:val="00C849ED"/>
    <w:rsid w:val="00C84A87"/>
    <w:rsid w:val="00C84D27"/>
    <w:rsid w:val="00C84DAE"/>
    <w:rsid w:val="00C84FAD"/>
    <w:rsid w:val="00C85110"/>
    <w:rsid w:val="00C85710"/>
    <w:rsid w:val="00C8588E"/>
    <w:rsid w:val="00C859F9"/>
    <w:rsid w:val="00C85B3E"/>
    <w:rsid w:val="00C85CB7"/>
    <w:rsid w:val="00C85D1A"/>
    <w:rsid w:val="00C86412"/>
    <w:rsid w:val="00C86AE5"/>
    <w:rsid w:val="00C874C6"/>
    <w:rsid w:val="00C87556"/>
    <w:rsid w:val="00C876B5"/>
    <w:rsid w:val="00C8787E"/>
    <w:rsid w:val="00C87918"/>
    <w:rsid w:val="00C87A15"/>
    <w:rsid w:val="00C90061"/>
    <w:rsid w:val="00C9039D"/>
    <w:rsid w:val="00C9040A"/>
    <w:rsid w:val="00C90545"/>
    <w:rsid w:val="00C9076B"/>
    <w:rsid w:val="00C90995"/>
    <w:rsid w:val="00C90A9D"/>
    <w:rsid w:val="00C90C2B"/>
    <w:rsid w:val="00C90EA0"/>
    <w:rsid w:val="00C90EA8"/>
    <w:rsid w:val="00C90F90"/>
    <w:rsid w:val="00C91425"/>
    <w:rsid w:val="00C914E6"/>
    <w:rsid w:val="00C9153A"/>
    <w:rsid w:val="00C91734"/>
    <w:rsid w:val="00C918FD"/>
    <w:rsid w:val="00C91C72"/>
    <w:rsid w:val="00C91E6B"/>
    <w:rsid w:val="00C91F9A"/>
    <w:rsid w:val="00C922D6"/>
    <w:rsid w:val="00C92345"/>
    <w:rsid w:val="00C92916"/>
    <w:rsid w:val="00C929D8"/>
    <w:rsid w:val="00C9321D"/>
    <w:rsid w:val="00C93335"/>
    <w:rsid w:val="00C93961"/>
    <w:rsid w:val="00C93A92"/>
    <w:rsid w:val="00C93B2D"/>
    <w:rsid w:val="00C93BBA"/>
    <w:rsid w:val="00C93CD4"/>
    <w:rsid w:val="00C93E37"/>
    <w:rsid w:val="00C94187"/>
    <w:rsid w:val="00C9449E"/>
    <w:rsid w:val="00C944CB"/>
    <w:rsid w:val="00C947DC"/>
    <w:rsid w:val="00C947F2"/>
    <w:rsid w:val="00C95043"/>
    <w:rsid w:val="00C9580F"/>
    <w:rsid w:val="00C95858"/>
    <w:rsid w:val="00C9585D"/>
    <w:rsid w:val="00C95948"/>
    <w:rsid w:val="00C95ADC"/>
    <w:rsid w:val="00C9688D"/>
    <w:rsid w:val="00C96DAD"/>
    <w:rsid w:val="00C974E5"/>
    <w:rsid w:val="00C975D8"/>
    <w:rsid w:val="00C97A0B"/>
    <w:rsid w:val="00C97EBD"/>
    <w:rsid w:val="00CA0771"/>
    <w:rsid w:val="00CA077F"/>
    <w:rsid w:val="00CA0811"/>
    <w:rsid w:val="00CA08BE"/>
    <w:rsid w:val="00CA0F22"/>
    <w:rsid w:val="00CA1509"/>
    <w:rsid w:val="00CA16FA"/>
    <w:rsid w:val="00CA1D0D"/>
    <w:rsid w:val="00CA1E3E"/>
    <w:rsid w:val="00CA1E84"/>
    <w:rsid w:val="00CA2022"/>
    <w:rsid w:val="00CA2088"/>
    <w:rsid w:val="00CA2141"/>
    <w:rsid w:val="00CA2352"/>
    <w:rsid w:val="00CA2540"/>
    <w:rsid w:val="00CA25A8"/>
    <w:rsid w:val="00CA2957"/>
    <w:rsid w:val="00CA2B64"/>
    <w:rsid w:val="00CA3076"/>
    <w:rsid w:val="00CA3416"/>
    <w:rsid w:val="00CA34B7"/>
    <w:rsid w:val="00CA359A"/>
    <w:rsid w:val="00CA3648"/>
    <w:rsid w:val="00CA3966"/>
    <w:rsid w:val="00CA3C2D"/>
    <w:rsid w:val="00CA3C83"/>
    <w:rsid w:val="00CA3EB0"/>
    <w:rsid w:val="00CA3F7F"/>
    <w:rsid w:val="00CA4185"/>
    <w:rsid w:val="00CA4484"/>
    <w:rsid w:val="00CA4857"/>
    <w:rsid w:val="00CA485B"/>
    <w:rsid w:val="00CA4925"/>
    <w:rsid w:val="00CA4F1D"/>
    <w:rsid w:val="00CA4F41"/>
    <w:rsid w:val="00CA51D9"/>
    <w:rsid w:val="00CA52FF"/>
    <w:rsid w:val="00CA59A8"/>
    <w:rsid w:val="00CA5C1F"/>
    <w:rsid w:val="00CA60F3"/>
    <w:rsid w:val="00CA6199"/>
    <w:rsid w:val="00CA654F"/>
    <w:rsid w:val="00CA6C38"/>
    <w:rsid w:val="00CA6E3C"/>
    <w:rsid w:val="00CA70C8"/>
    <w:rsid w:val="00CA70E8"/>
    <w:rsid w:val="00CA71F0"/>
    <w:rsid w:val="00CA72A5"/>
    <w:rsid w:val="00CA7325"/>
    <w:rsid w:val="00CA7456"/>
    <w:rsid w:val="00CA74C6"/>
    <w:rsid w:val="00CA7C08"/>
    <w:rsid w:val="00CB02C0"/>
    <w:rsid w:val="00CB0376"/>
    <w:rsid w:val="00CB0861"/>
    <w:rsid w:val="00CB08EC"/>
    <w:rsid w:val="00CB0A9F"/>
    <w:rsid w:val="00CB0B66"/>
    <w:rsid w:val="00CB0EE4"/>
    <w:rsid w:val="00CB13EC"/>
    <w:rsid w:val="00CB1573"/>
    <w:rsid w:val="00CB15B2"/>
    <w:rsid w:val="00CB169B"/>
    <w:rsid w:val="00CB1AD7"/>
    <w:rsid w:val="00CB2133"/>
    <w:rsid w:val="00CB2352"/>
    <w:rsid w:val="00CB2368"/>
    <w:rsid w:val="00CB27AA"/>
    <w:rsid w:val="00CB289F"/>
    <w:rsid w:val="00CB29B5"/>
    <w:rsid w:val="00CB301D"/>
    <w:rsid w:val="00CB3059"/>
    <w:rsid w:val="00CB3147"/>
    <w:rsid w:val="00CB3765"/>
    <w:rsid w:val="00CB393E"/>
    <w:rsid w:val="00CB3F7F"/>
    <w:rsid w:val="00CB3F80"/>
    <w:rsid w:val="00CB403A"/>
    <w:rsid w:val="00CB4043"/>
    <w:rsid w:val="00CB4431"/>
    <w:rsid w:val="00CB4599"/>
    <w:rsid w:val="00CB4906"/>
    <w:rsid w:val="00CB5102"/>
    <w:rsid w:val="00CB5265"/>
    <w:rsid w:val="00CB59BB"/>
    <w:rsid w:val="00CB5C6D"/>
    <w:rsid w:val="00CB6040"/>
    <w:rsid w:val="00CB64A6"/>
    <w:rsid w:val="00CB6539"/>
    <w:rsid w:val="00CB66F6"/>
    <w:rsid w:val="00CB6C4F"/>
    <w:rsid w:val="00CB6D75"/>
    <w:rsid w:val="00CB6D85"/>
    <w:rsid w:val="00CB75BC"/>
    <w:rsid w:val="00CB7721"/>
    <w:rsid w:val="00CB7CE0"/>
    <w:rsid w:val="00CC02EF"/>
    <w:rsid w:val="00CC02FD"/>
    <w:rsid w:val="00CC0504"/>
    <w:rsid w:val="00CC0945"/>
    <w:rsid w:val="00CC0E1E"/>
    <w:rsid w:val="00CC1BCE"/>
    <w:rsid w:val="00CC1D6D"/>
    <w:rsid w:val="00CC1DAA"/>
    <w:rsid w:val="00CC1E7A"/>
    <w:rsid w:val="00CC24E7"/>
    <w:rsid w:val="00CC25F2"/>
    <w:rsid w:val="00CC2720"/>
    <w:rsid w:val="00CC362C"/>
    <w:rsid w:val="00CC37E6"/>
    <w:rsid w:val="00CC3B71"/>
    <w:rsid w:val="00CC409D"/>
    <w:rsid w:val="00CC41B0"/>
    <w:rsid w:val="00CC42C3"/>
    <w:rsid w:val="00CC4737"/>
    <w:rsid w:val="00CC477B"/>
    <w:rsid w:val="00CC4871"/>
    <w:rsid w:val="00CC4EB4"/>
    <w:rsid w:val="00CC4F96"/>
    <w:rsid w:val="00CC4FB1"/>
    <w:rsid w:val="00CC4FEF"/>
    <w:rsid w:val="00CC5101"/>
    <w:rsid w:val="00CC5304"/>
    <w:rsid w:val="00CC55BB"/>
    <w:rsid w:val="00CC5980"/>
    <w:rsid w:val="00CC59C0"/>
    <w:rsid w:val="00CC5DE8"/>
    <w:rsid w:val="00CC5E47"/>
    <w:rsid w:val="00CC62D8"/>
    <w:rsid w:val="00CC684C"/>
    <w:rsid w:val="00CC69ED"/>
    <w:rsid w:val="00CC69EF"/>
    <w:rsid w:val="00CC6C1B"/>
    <w:rsid w:val="00CC72F8"/>
    <w:rsid w:val="00CC76D9"/>
    <w:rsid w:val="00CC7955"/>
    <w:rsid w:val="00CD04AD"/>
    <w:rsid w:val="00CD06F6"/>
    <w:rsid w:val="00CD0769"/>
    <w:rsid w:val="00CD0C33"/>
    <w:rsid w:val="00CD0E3F"/>
    <w:rsid w:val="00CD0F1E"/>
    <w:rsid w:val="00CD1276"/>
    <w:rsid w:val="00CD1602"/>
    <w:rsid w:val="00CD1771"/>
    <w:rsid w:val="00CD17CF"/>
    <w:rsid w:val="00CD1EF2"/>
    <w:rsid w:val="00CD1F7E"/>
    <w:rsid w:val="00CD204A"/>
    <w:rsid w:val="00CD25F0"/>
    <w:rsid w:val="00CD29EE"/>
    <w:rsid w:val="00CD2A9A"/>
    <w:rsid w:val="00CD2B11"/>
    <w:rsid w:val="00CD2F1C"/>
    <w:rsid w:val="00CD3050"/>
    <w:rsid w:val="00CD3151"/>
    <w:rsid w:val="00CD3278"/>
    <w:rsid w:val="00CD3330"/>
    <w:rsid w:val="00CD33CE"/>
    <w:rsid w:val="00CD37F4"/>
    <w:rsid w:val="00CD3AF3"/>
    <w:rsid w:val="00CD3BB8"/>
    <w:rsid w:val="00CD3E02"/>
    <w:rsid w:val="00CD3E7E"/>
    <w:rsid w:val="00CD42D7"/>
    <w:rsid w:val="00CD4521"/>
    <w:rsid w:val="00CD48F3"/>
    <w:rsid w:val="00CD4C2E"/>
    <w:rsid w:val="00CD4C4C"/>
    <w:rsid w:val="00CD4E4E"/>
    <w:rsid w:val="00CD5107"/>
    <w:rsid w:val="00CD593B"/>
    <w:rsid w:val="00CD595A"/>
    <w:rsid w:val="00CD597B"/>
    <w:rsid w:val="00CD5993"/>
    <w:rsid w:val="00CD5A07"/>
    <w:rsid w:val="00CD5CD3"/>
    <w:rsid w:val="00CD5DE5"/>
    <w:rsid w:val="00CD6179"/>
    <w:rsid w:val="00CD6328"/>
    <w:rsid w:val="00CD6526"/>
    <w:rsid w:val="00CD66BC"/>
    <w:rsid w:val="00CD6D61"/>
    <w:rsid w:val="00CD738C"/>
    <w:rsid w:val="00CD7789"/>
    <w:rsid w:val="00CD7D5C"/>
    <w:rsid w:val="00CD7D69"/>
    <w:rsid w:val="00CE02E3"/>
    <w:rsid w:val="00CE03B2"/>
    <w:rsid w:val="00CE0761"/>
    <w:rsid w:val="00CE07C7"/>
    <w:rsid w:val="00CE1163"/>
    <w:rsid w:val="00CE1221"/>
    <w:rsid w:val="00CE124E"/>
    <w:rsid w:val="00CE129F"/>
    <w:rsid w:val="00CE136B"/>
    <w:rsid w:val="00CE155E"/>
    <w:rsid w:val="00CE1671"/>
    <w:rsid w:val="00CE16B6"/>
    <w:rsid w:val="00CE17E3"/>
    <w:rsid w:val="00CE1B99"/>
    <w:rsid w:val="00CE200E"/>
    <w:rsid w:val="00CE2293"/>
    <w:rsid w:val="00CE266B"/>
    <w:rsid w:val="00CE2877"/>
    <w:rsid w:val="00CE2ACD"/>
    <w:rsid w:val="00CE2F23"/>
    <w:rsid w:val="00CE3538"/>
    <w:rsid w:val="00CE35EE"/>
    <w:rsid w:val="00CE3B6B"/>
    <w:rsid w:val="00CE3B84"/>
    <w:rsid w:val="00CE3F5A"/>
    <w:rsid w:val="00CE3FAD"/>
    <w:rsid w:val="00CE4120"/>
    <w:rsid w:val="00CE442B"/>
    <w:rsid w:val="00CE46E4"/>
    <w:rsid w:val="00CE4CD7"/>
    <w:rsid w:val="00CE5028"/>
    <w:rsid w:val="00CE5CDB"/>
    <w:rsid w:val="00CE5E57"/>
    <w:rsid w:val="00CE64FC"/>
    <w:rsid w:val="00CE6692"/>
    <w:rsid w:val="00CE67C8"/>
    <w:rsid w:val="00CE680D"/>
    <w:rsid w:val="00CE6DC2"/>
    <w:rsid w:val="00CE6E73"/>
    <w:rsid w:val="00CE7251"/>
    <w:rsid w:val="00CE78E6"/>
    <w:rsid w:val="00CE7B14"/>
    <w:rsid w:val="00CF004E"/>
    <w:rsid w:val="00CF0294"/>
    <w:rsid w:val="00CF04E1"/>
    <w:rsid w:val="00CF0501"/>
    <w:rsid w:val="00CF065E"/>
    <w:rsid w:val="00CF0BD7"/>
    <w:rsid w:val="00CF0DF4"/>
    <w:rsid w:val="00CF138F"/>
    <w:rsid w:val="00CF1588"/>
    <w:rsid w:val="00CF1AA6"/>
    <w:rsid w:val="00CF1BE2"/>
    <w:rsid w:val="00CF1C0F"/>
    <w:rsid w:val="00CF1DDD"/>
    <w:rsid w:val="00CF20A7"/>
    <w:rsid w:val="00CF216C"/>
    <w:rsid w:val="00CF228C"/>
    <w:rsid w:val="00CF22F6"/>
    <w:rsid w:val="00CF28D1"/>
    <w:rsid w:val="00CF2973"/>
    <w:rsid w:val="00CF2B16"/>
    <w:rsid w:val="00CF319D"/>
    <w:rsid w:val="00CF3941"/>
    <w:rsid w:val="00CF39C1"/>
    <w:rsid w:val="00CF40CC"/>
    <w:rsid w:val="00CF469E"/>
    <w:rsid w:val="00CF4796"/>
    <w:rsid w:val="00CF4AC4"/>
    <w:rsid w:val="00CF4B39"/>
    <w:rsid w:val="00CF51C0"/>
    <w:rsid w:val="00CF560B"/>
    <w:rsid w:val="00CF58BA"/>
    <w:rsid w:val="00CF593C"/>
    <w:rsid w:val="00CF5BD9"/>
    <w:rsid w:val="00CF5E9B"/>
    <w:rsid w:val="00CF635B"/>
    <w:rsid w:val="00CF645A"/>
    <w:rsid w:val="00CF64CB"/>
    <w:rsid w:val="00CF67E3"/>
    <w:rsid w:val="00CF6AA1"/>
    <w:rsid w:val="00CF6CF3"/>
    <w:rsid w:val="00CF6E97"/>
    <w:rsid w:val="00CF6F4F"/>
    <w:rsid w:val="00CF7427"/>
    <w:rsid w:val="00CF74D7"/>
    <w:rsid w:val="00CF7620"/>
    <w:rsid w:val="00CF76D0"/>
    <w:rsid w:val="00CF7831"/>
    <w:rsid w:val="00CF7C08"/>
    <w:rsid w:val="00CF7C41"/>
    <w:rsid w:val="00CF7EBC"/>
    <w:rsid w:val="00D000A4"/>
    <w:rsid w:val="00D0022E"/>
    <w:rsid w:val="00D00323"/>
    <w:rsid w:val="00D0038B"/>
    <w:rsid w:val="00D0049C"/>
    <w:rsid w:val="00D009A6"/>
    <w:rsid w:val="00D00A5A"/>
    <w:rsid w:val="00D0133E"/>
    <w:rsid w:val="00D01363"/>
    <w:rsid w:val="00D016FB"/>
    <w:rsid w:val="00D019AD"/>
    <w:rsid w:val="00D01A7D"/>
    <w:rsid w:val="00D01E88"/>
    <w:rsid w:val="00D01FED"/>
    <w:rsid w:val="00D02090"/>
    <w:rsid w:val="00D026E9"/>
    <w:rsid w:val="00D02E37"/>
    <w:rsid w:val="00D02E54"/>
    <w:rsid w:val="00D02FF8"/>
    <w:rsid w:val="00D03229"/>
    <w:rsid w:val="00D032FE"/>
    <w:rsid w:val="00D03CE8"/>
    <w:rsid w:val="00D03F9C"/>
    <w:rsid w:val="00D0427E"/>
    <w:rsid w:val="00D0449C"/>
    <w:rsid w:val="00D0457A"/>
    <w:rsid w:val="00D046D2"/>
    <w:rsid w:val="00D0486F"/>
    <w:rsid w:val="00D04BA8"/>
    <w:rsid w:val="00D05036"/>
    <w:rsid w:val="00D054D7"/>
    <w:rsid w:val="00D055BC"/>
    <w:rsid w:val="00D0561C"/>
    <w:rsid w:val="00D059D2"/>
    <w:rsid w:val="00D05E89"/>
    <w:rsid w:val="00D061B2"/>
    <w:rsid w:val="00D06298"/>
    <w:rsid w:val="00D06E08"/>
    <w:rsid w:val="00D07052"/>
    <w:rsid w:val="00D07294"/>
    <w:rsid w:val="00D07A73"/>
    <w:rsid w:val="00D07D74"/>
    <w:rsid w:val="00D07F35"/>
    <w:rsid w:val="00D1015F"/>
    <w:rsid w:val="00D10177"/>
    <w:rsid w:val="00D102C9"/>
    <w:rsid w:val="00D10356"/>
    <w:rsid w:val="00D104C0"/>
    <w:rsid w:val="00D10D92"/>
    <w:rsid w:val="00D10E18"/>
    <w:rsid w:val="00D1158B"/>
    <w:rsid w:val="00D115EB"/>
    <w:rsid w:val="00D11617"/>
    <w:rsid w:val="00D11659"/>
    <w:rsid w:val="00D116B0"/>
    <w:rsid w:val="00D11E5E"/>
    <w:rsid w:val="00D11E7F"/>
    <w:rsid w:val="00D11F20"/>
    <w:rsid w:val="00D123F1"/>
    <w:rsid w:val="00D12663"/>
    <w:rsid w:val="00D12C66"/>
    <w:rsid w:val="00D12DB2"/>
    <w:rsid w:val="00D13048"/>
    <w:rsid w:val="00D13227"/>
    <w:rsid w:val="00D1337D"/>
    <w:rsid w:val="00D133A7"/>
    <w:rsid w:val="00D13A09"/>
    <w:rsid w:val="00D13A5B"/>
    <w:rsid w:val="00D13D47"/>
    <w:rsid w:val="00D14160"/>
    <w:rsid w:val="00D147B5"/>
    <w:rsid w:val="00D14915"/>
    <w:rsid w:val="00D149DD"/>
    <w:rsid w:val="00D14A4B"/>
    <w:rsid w:val="00D14B51"/>
    <w:rsid w:val="00D14CAA"/>
    <w:rsid w:val="00D14F92"/>
    <w:rsid w:val="00D1519C"/>
    <w:rsid w:val="00D152FE"/>
    <w:rsid w:val="00D15747"/>
    <w:rsid w:val="00D15C0D"/>
    <w:rsid w:val="00D160FF"/>
    <w:rsid w:val="00D164B0"/>
    <w:rsid w:val="00D1655C"/>
    <w:rsid w:val="00D1658D"/>
    <w:rsid w:val="00D16A40"/>
    <w:rsid w:val="00D16A50"/>
    <w:rsid w:val="00D16D34"/>
    <w:rsid w:val="00D16EBA"/>
    <w:rsid w:val="00D1723E"/>
    <w:rsid w:val="00D179A9"/>
    <w:rsid w:val="00D17B46"/>
    <w:rsid w:val="00D20371"/>
    <w:rsid w:val="00D205A3"/>
    <w:rsid w:val="00D2083E"/>
    <w:rsid w:val="00D2095C"/>
    <w:rsid w:val="00D20AD1"/>
    <w:rsid w:val="00D213A1"/>
    <w:rsid w:val="00D21418"/>
    <w:rsid w:val="00D21698"/>
    <w:rsid w:val="00D21849"/>
    <w:rsid w:val="00D21997"/>
    <w:rsid w:val="00D219B8"/>
    <w:rsid w:val="00D21EC7"/>
    <w:rsid w:val="00D22060"/>
    <w:rsid w:val="00D2217D"/>
    <w:rsid w:val="00D22443"/>
    <w:rsid w:val="00D22563"/>
    <w:rsid w:val="00D22783"/>
    <w:rsid w:val="00D22834"/>
    <w:rsid w:val="00D22A1C"/>
    <w:rsid w:val="00D22A81"/>
    <w:rsid w:val="00D22E3F"/>
    <w:rsid w:val="00D2307F"/>
    <w:rsid w:val="00D233D8"/>
    <w:rsid w:val="00D2340F"/>
    <w:rsid w:val="00D237E3"/>
    <w:rsid w:val="00D23A25"/>
    <w:rsid w:val="00D23CC8"/>
    <w:rsid w:val="00D2413B"/>
    <w:rsid w:val="00D24817"/>
    <w:rsid w:val="00D24858"/>
    <w:rsid w:val="00D2495B"/>
    <w:rsid w:val="00D24B12"/>
    <w:rsid w:val="00D24BAD"/>
    <w:rsid w:val="00D24C56"/>
    <w:rsid w:val="00D24FBE"/>
    <w:rsid w:val="00D2551F"/>
    <w:rsid w:val="00D255C6"/>
    <w:rsid w:val="00D25A6C"/>
    <w:rsid w:val="00D25B46"/>
    <w:rsid w:val="00D25D5E"/>
    <w:rsid w:val="00D25E2D"/>
    <w:rsid w:val="00D26278"/>
    <w:rsid w:val="00D263AF"/>
    <w:rsid w:val="00D265D2"/>
    <w:rsid w:val="00D26769"/>
    <w:rsid w:val="00D26A21"/>
    <w:rsid w:val="00D26A83"/>
    <w:rsid w:val="00D272CD"/>
    <w:rsid w:val="00D272D5"/>
    <w:rsid w:val="00D27371"/>
    <w:rsid w:val="00D277C8"/>
    <w:rsid w:val="00D27986"/>
    <w:rsid w:val="00D27E6C"/>
    <w:rsid w:val="00D27E84"/>
    <w:rsid w:val="00D27FF3"/>
    <w:rsid w:val="00D30400"/>
    <w:rsid w:val="00D3088F"/>
    <w:rsid w:val="00D30994"/>
    <w:rsid w:val="00D30B8C"/>
    <w:rsid w:val="00D30BC4"/>
    <w:rsid w:val="00D30DB6"/>
    <w:rsid w:val="00D30FED"/>
    <w:rsid w:val="00D31078"/>
    <w:rsid w:val="00D313DF"/>
    <w:rsid w:val="00D3141E"/>
    <w:rsid w:val="00D315C4"/>
    <w:rsid w:val="00D319D0"/>
    <w:rsid w:val="00D31B9B"/>
    <w:rsid w:val="00D31DAD"/>
    <w:rsid w:val="00D320C9"/>
    <w:rsid w:val="00D321C7"/>
    <w:rsid w:val="00D32547"/>
    <w:rsid w:val="00D32753"/>
    <w:rsid w:val="00D32814"/>
    <w:rsid w:val="00D328EE"/>
    <w:rsid w:val="00D32A40"/>
    <w:rsid w:val="00D32AC0"/>
    <w:rsid w:val="00D32B56"/>
    <w:rsid w:val="00D32CDF"/>
    <w:rsid w:val="00D32F82"/>
    <w:rsid w:val="00D332EE"/>
    <w:rsid w:val="00D333E3"/>
    <w:rsid w:val="00D33A33"/>
    <w:rsid w:val="00D33B98"/>
    <w:rsid w:val="00D33BB0"/>
    <w:rsid w:val="00D33CA6"/>
    <w:rsid w:val="00D3441C"/>
    <w:rsid w:val="00D34434"/>
    <w:rsid w:val="00D3454E"/>
    <w:rsid w:val="00D3459D"/>
    <w:rsid w:val="00D345DD"/>
    <w:rsid w:val="00D3472D"/>
    <w:rsid w:val="00D3489A"/>
    <w:rsid w:val="00D348E3"/>
    <w:rsid w:val="00D351DC"/>
    <w:rsid w:val="00D35649"/>
    <w:rsid w:val="00D35706"/>
    <w:rsid w:val="00D35B10"/>
    <w:rsid w:val="00D35B2E"/>
    <w:rsid w:val="00D35C29"/>
    <w:rsid w:val="00D35CB0"/>
    <w:rsid w:val="00D35DB8"/>
    <w:rsid w:val="00D35F06"/>
    <w:rsid w:val="00D3602A"/>
    <w:rsid w:val="00D360F2"/>
    <w:rsid w:val="00D3643A"/>
    <w:rsid w:val="00D3648D"/>
    <w:rsid w:val="00D36915"/>
    <w:rsid w:val="00D36A9A"/>
    <w:rsid w:val="00D36CA5"/>
    <w:rsid w:val="00D37074"/>
    <w:rsid w:val="00D370B6"/>
    <w:rsid w:val="00D371B3"/>
    <w:rsid w:val="00D378C3"/>
    <w:rsid w:val="00D37AAF"/>
    <w:rsid w:val="00D37B95"/>
    <w:rsid w:val="00D37D4C"/>
    <w:rsid w:val="00D37D57"/>
    <w:rsid w:val="00D37E7F"/>
    <w:rsid w:val="00D40216"/>
    <w:rsid w:val="00D404EF"/>
    <w:rsid w:val="00D40A83"/>
    <w:rsid w:val="00D40BC7"/>
    <w:rsid w:val="00D40CB9"/>
    <w:rsid w:val="00D40DD6"/>
    <w:rsid w:val="00D40FCB"/>
    <w:rsid w:val="00D41395"/>
    <w:rsid w:val="00D41D54"/>
    <w:rsid w:val="00D42182"/>
    <w:rsid w:val="00D42680"/>
    <w:rsid w:val="00D4276A"/>
    <w:rsid w:val="00D427BE"/>
    <w:rsid w:val="00D429D9"/>
    <w:rsid w:val="00D43019"/>
    <w:rsid w:val="00D432EF"/>
    <w:rsid w:val="00D435B7"/>
    <w:rsid w:val="00D4361E"/>
    <w:rsid w:val="00D43C7D"/>
    <w:rsid w:val="00D43C89"/>
    <w:rsid w:val="00D43DAF"/>
    <w:rsid w:val="00D43F13"/>
    <w:rsid w:val="00D43F2D"/>
    <w:rsid w:val="00D44180"/>
    <w:rsid w:val="00D4454B"/>
    <w:rsid w:val="00D448AC"/>
    <w:rsid w:val="00D448AD"/>
    <w:rsid w:val="00D4491D"/>
    <w:rsid w:val="00D449A6"/>
    <w:rsid w:val="00D44A1C"/>
    <w:rsid w:val="00D44B6A"/>
    <w:rsid w:val="00D44FCA"/>
    <w:rsid w:val="00D451D8"/>
    <w:rsid w:val="00D45207"/>
    <w:rsid w:val="00D45425"/>
    <w:rsid w:val="00D455C1"/>
    <w:rsid w:val="00D45C53"/>
    <w:rsid w:val="00D45D45"/>
    <w:rsid w:val="00D45E46"/>
    <w:rsid w:val="00D461C1"/>
    <w:rsid w:val="00D46249"/>
    <w:rsid w:val="00D464CA"/>
    <w:rsid w:val="00D4684A"/>
    <w:rsid w:val="00D468C9"/>
    <w:rsid w:val="00D4699C"/>
    <w:rsid w:val="00D46C13"/>
    <w:rsid w:val="00D4738F"/>
    <w:rsid w:val="00D477E8"/>
    <w:rsid w:val="00D4794B"/>
    <w:rsid w:val="00D47AEB"/>
    <w:rsid w:val="00D47B41"/>
    <w:rsid w:val="00D47BDB"/>
    <w:rsid w:val="00D47C43"/>
    <w:rsid w:val="00D50158"/>
    <w:rsid w:val="00D50576"/>
    <w:rsid w:val="00D505C4"/>
    <w:rsid w:val="00D50664"/>
    <w:rsid w:val="00D506BC"/>
    <w:rsid w:val="00D507FB"/>
    <w:rsid w:val="00D50E2C"/>
    <w:rsid w:val="00D51316"/>
    <w:rsid w:val="00D5131B"/>
    <w:rsid w:val="00D513CD"/>
    <w:rsid w:val="00D51802"/>
    <w:rsid w:val="00D519DD"/>
    <w:rsid w:val="00D51A58"/>
    <w:rsid w:val="00D51D8B"/>
    <w:rsid w:val="00D51E53"/>
    <w:rsid w:val="00D51F88"/>
    <w:rsid w:val="00D5250E"/>
    <w:rsid w:val="00D52543"/>
    <w:rsid w:val="00D5257F"/>
    <w:rsid w:val="00D525FF"/>
    <w:rsid w:val="00D52612"/>
    <w:rsid w:val="00D52818"/>
    <w:rsid w:val="00D52968"/>
    <w:rsid w:val="00D52AAC"/>
    <w:rsid w:val="00D52C13"/>
    <w:rsid w:val="00D53172"/>
    <w:rsid w:val="00D531B1"/>
    <w:rsid w:val="00D53797"/>
    <w:rsid w:val="00D53954"/>
    <w:rsid w:val="00D53A2C"/>
    <w:rsid w:val="00D53E5C"/>
    <w:rsid w:val="00D541FF"/>
    <w:rsid w:val="00D5443A"/>
    <w:rsid w:val="00D5488D"/>
    <w:rsid w:val="00D54CD5"/>
    <w:rsid w:val="00D54EC4"/>
    <w:rsid w:val="00D55320"/>
    <w:rsid w:val="00D55708"/>
    <w:rsid w:val="00D559AB"/>
    <w:rsid w:val="00D55BAA"/>
    <w:rsid w:val="00D55C66"/>
    <w:rsid w:val="00D55C7A"/>
    <w:rsid w:val="00D55D45"/>
    <w:rsid w:val="00D55E07"/>
    <w:rsid w:val="00D55E72"/>
    <w:rsid w:val="00D55EF4"/>
    <w:rsid w:val="00D56736"/>
    <w:rsid w:val="00D56C0E"/>
    <w:rsid w:val="00D56ED5"/>
    <w:rsid w:val="00D571B0"/>
    <w:rsid w:val="00D571F1"/>
    <w:rsid w:val="00D57E45"/>
    <w:rsid w:val="00D601CF"/>
    <w:rsid w:val="00D605C5"/>
    <w:rsid w:val="00D60718"/>
    <w:rsid w:val="00D60736"/>
    <w:rsid w:val="00D607ED"/>
    <w:rsid w:val="00D60D3E"/>
    <w:rsid w:val="00D60D9A"/>
    <w:rsid w:val="00D60E9F"/>
    <w:rsid w:val="00D61622"/>
    <w:rsid w:val="00D61F90"/>
    <w:rsid w:val="00D61FF9"/>
    <w:rsid w:val="00D626EA"/>
    <w:rsid w:val="00D629C8"/>
    <w:rsid w:val="00D629CB"/>
    <w:rsid w:val="00D62EDE"/>
    <w:rsid w:val="00D62EFE"/>
    <w:rsid w:val="00D639E7"/>
    <w:rsid w:val="00D63BD6"/>
    <w:rsid w:val="00D63BE6"/>
    <w:rsid w:val="00D63D84"/>
    <w:rsid w:val="00D63EAA"/>
    <w:rsid w:val="00D6412F"/>
    <w:rsid w:val="00D64799"/>
    <w:rsid w:val="00D64A84"/>
    <w:rsid w:val="00D64AA1"/>
    <w:rsid w:val="00D64D79"/>
    <w:rsid w:val="00D64EBE"/>
    <w:rsid w:val="00D65221"/>
    <w:rsid w:val="00D65266"/>
    <w:rsid w:val="00D65359"/>
    <w:rsid w:val="00D65742"/>
    <w:rsid w:val="00D65751"/>
    <w:rsid w:val="00D658AA"/>
    <w:rsid w:val="00D65A88"/>
    <w:rsid w:val="00D65B34"/>
    <w:rsid w:val="00D65F0C"/>
    <w:rsid w:val="00D66100"/>
    <w:rsid w:val="00D661DB"/>
    <w:rsid w:val="00D661F3"/>
    <w:rsid w:val="00D664A9"/>
    <w:rsid w:val="00D66588"/>
    <w:rsid w:val="00D666C0"/>
    <w:rsid w:val="00D667C4"/>
    <w:rsid w:val="00D66B6A"/>
    <w:rsid w:val="00D66DA2"/>
    <w:rsid w:val="00D66F7C"/>
    <w:rsid w:val="00D67187"/>
    <w:rsid w:val="00D671F7"/>
    <w:rsid w:val="00D67E85"/>
    <w:rsid w:val="00D67F74"/>
    <w:rsid w:val="00D7017D"/>
    <w:rsid w:val="00D70A80"/>
    <w:rsid w:val="00D70C5D"/>
    <w:rsid w:val="00D70DD0"/>
    <w:rsid w:val="00D70FAB"/>
    <w:rsid w:val="00D7107D"/>
    <w:rsid w:val="00D71477"/>
    <w:rsid w:val="00D716F7"/>
    <w:rsid w:val="00D7181C"/>
    <w:rsid w:val="00D71924"/>
    <w:rsid w:val="00D71E79"/>
    <w:rsid w:val="00D71F62"/>
    <w:rsid w:val="00D72066"/>
    <w:rsid w:val="00D72776"/>
    <w:rsid w:val="00D728C8"/>
    <w:rsid w:val="00D72BFA"/>
    <w:rsid w:val="00D72DA6"/>
    <w:rsid w:val="00D72DB7"/>
    <w:rsid w:val="00D732CB"/>
    <w:rsid w:val="00D7332C"/>
    <w:rsid w:val="00D7362F"/>
    <w:rsid w:val="00D73674"/>
    <w:rsid w:val="00D73682"/>
    <w:rsid w:val="00D73E91"/>
    <w:rsid w:val="00D73F46"/>
    <w:rsid w:val="00D73F71"/>
    <w:rsid w:val="00D73FCA"/>
    <w:rsid w:val="00D74137"/>
    <w:rsid w:val="00D742FB"/>
    <w:rsid w:val="00D7441F"/>
    <w:rsid w:val="00D7457E"/>
    <w:rsid w:val="00D74744"/>
    <w:rsid w:val="00D74777"/>
    <w:rsid w:val="00D74945"/>
    <w:rsid w:val="00D74E5E"/>
    <w:rsid w:val="00D74E82"/>
    <w:rsid w:val="00D750A0"/>
    <w:rsid w:val="00D7511E"/>
    <w:rsid w:val="00D752B5"/>
    <w:rsid w:val="00D758C5"/>
    <w:rsid w:val="00D758DE"/>
    <w:rsid w:val="00D76128"/>
    <w:rsid w:val="00D762B4"/>
    <w:rsid w:val="00D7681C"/>
    <w:rsid w:val="00D769E5"/>
    <w:rsid w:val="00D76D76"/>
    <w:rsid w:val="00D76FDD"/>
    <w:rsid w:val="00D7729E"/>
    <w:rsid w:val="00D772B9"/>
    <w:rsid w:val="00D775D2"/>
    <w:rsid w:val="00D77D29"/>
    <w:rsid w:val="00D77D61"/>
    <w:rsid w:val="00D77EA9"/>
    <w:rsid w:val="00D77ED7"/>
    <w:rsid w:val="00D77F35"/>
    <w:rsid w:val="00D80169"/>
    <w:rsid w:val="00D80431"/>
    <w:rsid w:val="00D804DD"/>
    <w:rsid w:val="00D80597"/>
    <w:rsid w:val="00D80687"/>
    <w:rsid w:val="00D807FB"/>
    <w:rsid w:val="00D80807"/>
    <w:rsid w:val="00D8087A"/>
    <w:rsid w:val="00D809A6"/>
    <w:rsid w:val="00D80A05"/>
    <w:rsid w:val="00D80ADF"/>
    <w:rsid w:val="00D81244"/>
    <w:rsid w:val="00D81327"/>
    <w:rsid w:val="00D81384"/>
    <w:rsid w:val="00D81966"/>
    <w:rsid w:val="00D81B9C"/>
    <w:rsid w:val="00D823C3"/>
    <w:rsid w:val="00D83230"/>
    <w:rsid w:val="00D83511"/>
    <w:rsid w:val="00D8389B"/>
    <w:rsid w:val="00D83A8F"/>
    <w:rsid w:val="00D83CAD"/>
    <w:rsid w:val="00D83F9A"/>
    <w:rsid w:val="00D84108"/>
    <w:rsid w:val="00D842D1"/>
    <w:rsid w:val="00D8453E"/>
    <w:rsid w:val="00D84661"/>
    <w:rsid w:val="00D84C43"/>
    <w:rsid w:val="00D84E8A"/>
    <w:rsid w:val="00D84F00"/>
    <w:rsid w:val="00D84F95"/>
    <w:rsid w:val="00D852CB"/>
    <w:rsid w:val="00D85403"/>
    <w:rsid w:val="00D85B3B"/>
    <w:rsid w:val="00D861FE"/>
    <w:rsid w:val="00D86AB7"/>
    <w:rsid w:val="00D86B43"/>
    <w:rsid w:val="00D86CAD"/>
    <w:rsid w:val="00D870ED"/>
    <w:rsid w:val="00D87D82"/>
    <w:rsid w:val="00D87DCE"/>
    <w:rsid w:val="00D90B51"/>
    <w:rsid w:val="00D90CE9"/>
    <w:rsid w:val="00D90F3C"/>
    <w:rsid w:val="00D90FA2"/>
    <w:rsid w:val="00D9100D"/>
    <w:rsid w:val="00D919C0"/>
    <w:rsid w:val="00D92164"/>
    <w:rsid w:val="00D921B2"/>
    <w:rsid w:val="00D9288B"/>
    <w:rsid w:val="00D93524"/>
    <w:rsid w:val="00D93799"/>
    <w:rsid w:val="00D9389A"/>
    <w:rsid w:val="00D93B14"/>
    <w:rsid w:val="00D93ED6"/>
    <w:rsid w:val="00D93FAE"/>
    <w:rsid w:val="00D941DA"/>
    <w:rsid w:val="00D94223"/>
    <w:rsid w:val="00D94386"/>
    <w:rsid w:val="00D94C8B"/>
    <w:rsid w:val="00D951F6"/>
    <w:rsid w:val="00D9545D"/>
    <w:rsid w:val="00D95DE1"/>
    <w:rsid w:val="00D95F41"/>
    <w:rsid w:val="00D9658F"/>
    <w:rsid w:val="00D969D7"/>
    <w:rsid w:val="00D96AF2"/>
    <w:rsid w:val="00D97C7B"/>
    <w:rsid w:val="00D97F6F"/>
    <w:rsid w:val="00D97FDB"/>
    <w:rsid w:val="00DA07AF"/>
    <w:rsid w:val="00DA083E"/>
    <w:rsid w:val="00DA08DC"/>
    <w:rsid w:val="00DA0932"/>
    <w:rsid w:val="00DA0D27"/>
    <w:rsid w:val="00DA0EC1"/>
    <w:rsid w:val="00DA0EEC"/>
    <w:rsid w:val="00DA1263"/>
    <w:rsid w:val="00DA1564"/>
    <w:rsid w:val="00DA15D0"/>
    <w:rsid w:val="00DA1676"/>
    <w:rsid w:val="00DA253D"/>
    <w:rsid w:val="00DA256B"/>
    <w:rsid w:val="00DA28C3"/>
    <w:rsid w:val="00DA2F1E"/>
    <w:rsid w:val="00DA2FE1"/>
    <w:rsid w:val="00DA309A"/>
    <w:rsid w:val="00DA311D"/>
    <w:rsid w:val="00DA320C"/>
    <w:rsid w:val="00DA3AC0"/>
    <w:rsid w:val="00DA3F51"/>
    <w:rsid w:val="00DA4727"/>
    <w:rsid w:val="00DA4DC0"/>
    <w:rsid w:val="00DA4DF4"/>
    <w:rsid w:val="00DA4E8F"/>
    <w:rsid w:val="00DA4F20"/>
    <w:rsid w:val="00DA5083"/>
    <w:rsid w:val="00DA509A"/>
    <w:rsid w:val="00DA54B1"/>
    <w:rsid w:val="00DA5524"/>
    <w:rsid w:val="00DA5654"/>
    <w:rsid w:val="00DA565A"/>
    <w:rsid w:val="00DA5F4B"/>
    <w:rsid w:val="00DA6A4A"/>
    <w:rsid w:val="00DA6A4B"/>
    <w:rsid w:val="00DA6F7D"/>
    <w:rsid w:val="00DA6F9E"/>
    <w:rsid w:val="00DA6FCA"/>
    <w:rsid w:val="00DA7083"/>
    <w:rsid w:val="00DA7253"/>
    <w:rsid w:val="00DA748E"/>
    <w:rsid w:val="00DA781D"/>
    <w:rsid w:val="00DA7C31"/>
    <w:rsid w:val="00DA7C69"/>
    <w:rsid w:val="00DB02AC"/>
    <w:rsid w:val="00DB0386"/>
    <w:rsid w:val="00DB058F"/>
    <w:rsid w:val="00DB0CB7"/>
    <w:rsid w:val="00DB0D8D"/>
    <w:rsid w:val="00DB10BC"/>
    <w:rsid w:val="00DB11BA"/>
    <w:rsid w:val="00DB1675"/>
    <w:rsid w:val="00DB185D"/>
    <w:rsid w:val="00DB1B21"/>
    <w:rsid w:val="00DB1B66"/>
    <w:rsid w:val="00DB1BCA"/>
    <w:rsid w:val="00DB2188"/>
    <w:rsid w:val="00DB2237"/>
    <w:rsid w:val="00DB22A8"/>
    <w:rsid w:val="00DB2477"/>
    <w:rsid w:val="00DB2E16"/>
    <w:rsid w:val="00DB3602"/>
    <w:rsid w:val="00DB3608"/>
    <w:rsid w:val="00DB3752"/>
    <w:rsid w:val="00DB383E"/>
    <w:rsid w:val="00DB3873"/>
    <w:rsid w:val="00DB3E82"/>
    <w:rsid w:val="00DB4071"/>
    <w:rsid w:val="00DB40BE"/>
    <w:rsid w:val="00DB411D"/>
    <w:rsid w:val="00DB415A"/>
    <w:rsid w:val="00DB448C"/>
    <w:rsid w:val="00DB44FB"/>
    <w:rsid w:val="00DB46E1"/>
    <w:rsid w:val="00DB477C"/>
    <w:rsid w:val="00DB4814"/>
    <w:rsid w:val="00DB4B37"/>
    <w:rsid w:val="00DB4BD3"/>
    <w:rsid w:val="00DB4C9B"/>
    <w:rsid w:val="00DB53CA"/>
    <w:rsid w:val="00DB54DC"/>
    <w:rsid w:val="00DB56BC"/>
    <w:rsid w:val="00DB57B5"/>
    <w:rsid w:val="00DB5C11"/>
    <w:rsid w:val="00DB61FA"/>
    <w:rsid w:val="00DB658A"/>
    <w:rsid w:val="00DB6B54"/>
    <w:rsid w:val="00DB6DC4"/>
    <w:rsid w:val="00DB7079"/>
    <w:rsid w:val="00DB722F"/>
    <w:rsid w:val="00DB72AF"/>
    <w:rsid w:val="00DB7429"/>
    <w:rsid w:val="00DB7772"/>
    <w:rsid w:val="00DB78E8"/>
    <w:rsid w:val="00DB7A57"/>
    <w:rsid w:val="00DB7C10"/>
    <w:rsid w:val="00DC0033"/>
    <w:rsid w:val="00DC029C"/>
    <w:rsid w:val="00DC0362"/>
    <w:rsid w:val="00DC0578"/>
    <w:rsid w:val="00DC093E"/>
    <w:rsid w:val="00DC0CF4"/>
    <w:rsid w:val="00DC0D3E"/>
    <w:rsid w:val="00DC0D79"/>
    <w:rsid w:val="00DC1AEA"/>
    <w:rsid w:val="00DC1DA1"/>
    <w:rsid w:val="00DC1F9B"/>
    <w:rsid w:val="00DC229A"/>
    <w:rsid w:val="00DC230F"/>
    <w:rsid w:val="00DC2389"/>
    <w:rsid w:val="00DC25DE"/>
    <w:rsid w:val="00DC26D9"/>
    <w:rsid w:val="00DC2899"/>
    <w:rsid w:val="00DC2A5A"/>
    <w:rsid w:val="00DC2CAE"/>
    <w:rsid w:val="00DC2E0E"/>
    <w:rsid w:val="00DC302C"/>
    <w:rsid w:val="00DC30E3"/>
    <w:rsid w:val="00DC32BD"/>
    <w:rsid w:val="00DC3758"/>
    <w:rsid w:val="00DC37CF"/>
    <w:rsid w:val="00DC3BAD"/>
    <w:rsid w:val="00DC3CAF"/>
    <w:rsid w:val="00DC4138"/>
    <w:rsid w:val="00DC425F"/>
    <w:rsid w:val="00DC4476"/>
    <w:rsid w:val="00DC4597"/>
    <w:rsid w:val="00DC48CE"/>
    <w:rsid w:val="00DC49B6"/>
    <w:rsid w:val="00DC4B41"/>
    <w:rsid w:val="00DC4D68"/>
    <w:rsid w:val="00DC4E6C"/>
    <w:rsid w:val="00DC52FD"/>
    <w:rsid w:val="00DC55C2"/>
    <w:rsid w:val="00DC5AB8"/>
    <w:rsid w:val="00DC5BE5"/>
    <w:rsid w:val="00DC5D7B"/>
    <w:rsid w:val="00DC685E"/>
    <w:rsid w:val="00DC6CA4"/>
    <w:rsid w:val="00DC732A"/>
    <w:rsid w:val="00DC7528"/>
    <w:rsid w:val="00DC7AEC"/>
    <w:rsid w:val="00DC7B14"/>
    <w:rsid w:val="00DC7EB8"/>
    <w:rsid w:val="00DD003E"/>
    <w:rsid w:val="00DD0351"/>
    <w:rsid w:val="00DD0407"/>
    <w:rsid w:val="00DD0695"/>
    <w:rsid w:val="00DD07EE"/>
    <w:rsid w:val="00DD0A6B"/>
    <w:rsid w:val="00DD181E"/>
    <w:rsid w:val="00DD1824"/>
    <w:rsid w:val="00DD1D29"/>
    <w:rsid w:val="00DD201A"/>
    <w:rsid w:val="00DD2185"/>
    <w:rsid w:val="00DD2794"/>
    <w:rsid w:val="00DD2AD5"/>
    <w:rsid w:val="00DD2B0D"/>
    <w:rsid w:val="00DD2E4C"/>
    <w:rsid w:val="00DD2EF4"/>
    <w:rsid w:val="00DD331A"/>
    <w:rsid w:val="00DD3CFC"/>
    <w:rsid w:val="00DD3D0B"/>
    <w:rsid w:val="00DD3D22"/>
    <w:rsid w:val="00DD3D8A"/>
    <w:rsid w:val="00DD4032"/>
    <w:rsid w:val="00DD4569"/>
    <w:rsid w:val="00DD469F"/>
    <w:rsid w:val="00DD46BB"/>
    <w:rsid w:val="00DD4835"/>
    <w:rsid w:val="00DD483F"/>
    <w:rsid w:val="00DD4CFE"/>
    <w:rsid w:val="00DD4ED0"/>
    <w:rsid w:val="00DD4F16"/>
    <w:rsid w:val="00DD50A1"/>
    <w:rsid w:val="00DD5157"/>
    <w:rsid w:val="00DD5158"/>
    <w:rsid w:val="00DD523B"/>
    <w:rsid w:val="00DD5291"/>
    <w:rsid w:val="00DD585A"/>
    <w:rsid w:val="00DD5C59"/>
    <w:rsid w:val="00DD5D71"/>
    <w:rsid w:val="00DD5FA2"/>
    <w:rsid w:val="00DD60D0"/>
    <w:rsid w:val="00DD60EB"/>
    <w:rsid w:val="00DD671D"/>
    <w:rsid w:val="00DD6D14"/>
    <w:rsid w:val="00DD703F"/>
    <w:rsid w:val="00DD72AA"/>
    <w:rsid w:val="00DD76C4"/>
    <w:rsid w:val="00DD783A"/>
    <w:rsid w:val="00DD7917"/>
    <w:rsid w:val="00DD7923"/>
    <w:rsid w:val="00DD7977"/>
    <w:rsid w:val="00DD7B9A"/>
    <w:rsid w:val="00DD7BFC"/>
    <w:rsid w:val="00DD7E3E"/>
    <w:rsid w:val="00DD7EC7"/>
    <w:rsid w:val="00DE0658"/>
    <w:rsid w:val="00DE0E64"/>
    <w:rsid w:val="00DE115E"/>
    <w:rsid w:val="00DE11CF"/>
    <w:rsid w:val="00DE17EE"/>
    <w:rsid w:val="00DE19FE"/>
    <w:rsid w:val="00DE1CD9"/>
    <w:rsid w:val="00DE226F"/>
    <w:rsid w:val="00DE2801"/>
    <w:rsid w:val="00DE2994"/>
    <w:rsid w:val="00DE2B6F"/>
    <w:rsid w:val="00DE2DA4"/>
    <w:rsid w:val="00DE31B7"/>
    <w:rsid w:val="00DE3335"/>
    <w:rsid w:val="00DE346E"/>
    <w:rsid w:val="00DE391D"/>
    <w:rsid w:val="00DE3A9D"/>
    <w:rsid w:val="00DE3CD3"/>
    <w:rsid w:val="00DE3D36"/>
    <w:rsid w:val="00DE4045"/>
    <w:rsid w:val="00DE42F2"/>
    <w:rsid w:val="00DE43D2"/>
    <w:rsid w:val="00DE4577"/>
    <w:rsid w:val="00DE5069"/>
    <w:rsid w:val="00DE57D7"/>
    <w:rsid w:val="00DE5AA9"/>
    <w:rsid w:val="00DE5C5F"/>
    <w:rsid w:val="00DE5F64"/>
    <w:rsid w:val="00DE6066"/>
    <w:rsid w:val="00DE616F"/>
    <w:rsid w:val="00DE63FE"/>
    <w:rsid w:val="00DE646F"/>
    <w:rsid w:val="00DE6986"/>
    <w:rsid w:val="00DE6A3B"/>
    <w:rsid w:val="00DE6CC8"/>
    <w:rsid w:val="00DE6FD6"/>
    <w:rsid w:val="00DE70EA"/>
    <w:rsid w:val="00DE7197"/>
    <w:rsid w:val="00DE71D4"/>
    <w:rsid w:val="00DE7452"/>
    <w:rsid w:val="00DE780F"/>
    <w:rsid w:val="00DE78FB"/>
    <w:rsid w:val="00DE79B1"/>
    <w:rsid w:val="00DF003D"/>
    <w:rsid w:val="00DF01ED"/>
    <w:rsid w:val="00DF0827"/>
    <w:rsid w:val="00DF0932"/>
    <w:rsid w:val="00DF0B12"/>
    <w:rsid w:val="00DF0C6A"/>
    <w:rsid w:val="00DF0D30"/>
    <w:rsid w:val="00DF106F"/>
    <w:rsid w:val="00DF122F"/>
    <w:rsid w:val="00DF137B"/>
    <w:rsid w:val="00DF18DB"/>
    <w:rsid w:val="00DF1AD7"/>
    <w:rsid w:val="00DF1B42"/>
    <w:rsid w:val="00DF1BB1"/>
    <w:rsid w:val="00DF1FD9"/>
    <w:rsid w:val="00DF2477"/>
    <w:rsid w:val="00DF255F"/>
    <w:rsid w:val="00DF26D5"/>
    <w:rsid w:val="00DF29FA"/>
    <w:rsid w:val="00DF29FE"/>
    <w:rsid w:val="00DF2FAD"/>
    <w:rsid w:val="00DF309E"/>
    <w:rsid w:val="00DF3712"/>
    <w:rsid w:val="00DF388E"/>
    <w:rsid w:val="00DF389D"/>
    <w:rsid w:val="00DF3F57"/>
    <w:rsid w:val="00DF408C"/>
    <w:rsid w:val="00DF4178"/>
    <w:rsid w:val="00DF45FB"/>
    <w:rsid w:val="00DF4691"/>
    <w:rsid w:val="00DF475C"/>
    <w:rsid w:val="00DF49A1"/>
    <w:rsid w:val="00DF4D9D"/>
    <w:rsid w:val="00DF4FBA"/>
    <w:rsid w:val="00DF517A"/>
    <w:rsid w:val="00DF57B1"/>
    <w:rsid w:val="00DF588D"/>
    <w:rsid w:val="00DF5CD2"/>
    <w:rsid w:val="00DF5D0F"/>
    <w:rsid w:val="00DF6159"/>
    <w:rsid w:val="00DF61E7"/>
    <w:rsid w:val="00DF634E"/>
    <w:rsid w:val="00DF64B2"/>
    <w:rsid w:val="00DF6797"/>
    <w:rsid w:val="00DF68E0"/>
    <w:rsid w:val="00DF697B"/>
    <w:rsid w:val="00DF6C93"/>
    <w:rsid w:val="00DF6E74"/>
    <w:rsid w:val="00DF6F49"/>
    <w:rsid w:val="00DF70F7"/>
    <w:rsid w:val="00DF710E"/>
    <w:rsid w:val="00DF7185"/>
    <w:rsid w:val="00DF73C8"/>
    <w:rsid w:val="00DF7700"/>
    <w:rsid w:val="00DF79B1"/>
    <w:rsid w:val="00DF7B26"/>
    <w:rsid w:val="00DF7F2D"/>
    <w:rsid w:val="00E00652"/>
    <w:rsid w:val="00E010E0"/>
    <w:rsid w:val="00E012C3"/>
    <w:rsid w:val="00E014DC"/>
    <w:rsid w:val="00E02350"/>
    <w:rsid w:val="00E02759"/>
    <w:rsid w:val="00E028D3"/>
    <w:rsid w:val="00E02F34"/>
    <w:rsid w:val="00E0313C"/>
    <w:rsid w:val="00E03203"/>
    <w:rsid w:val="00E0336D"/>
    <w:rsid w:val="00E03381"/>
    <w:rsid w:val="00E035B4"/>
    <w:rsid w:val="00E03A03"/>
    <w:rsid w:val="00E03A75"/>
    <w:rsid w:val="00E03B59"/>
    <w:rsid w:val="00E03D29"/>
    <w:rsid w:val="00E03FBA"/>
    <w:rsid w:val="00E04096"/>
    <w:rsid w:val="00E04293"/>
    <w:rsid w:val="00E04313"/>
    <w:rsid w:val="00E043CE"/>
    <w:rsid w:val="00E04614"/>
    <w:rsid w:val="00E048FA"/>
    <w:rsid w:val="00E04985"/>
    <w:rsid w:val="00E04CA6"/>
    <w:rsid w:val="00E04CAB"/>
    <w:rsid w:val="00E05016"/>
    <w:rsid w:val="00E0529A"/>
    <w:rsid w:val="00E054E0"/>
    <w:rsid w:val="00E055F4"/>
    <w:rsid w:val="00E05685"/>
    <w:rsid w:val="00E0574F"/>
    <w:rsid w:val="00E0607C"/>
    <w:rsid w:val="00E063F3"/>
    <w:rsid w:val="00E0658E"/>
    <w:rsid w:val="00E0675F"/>
    <w:rsid w:val="00E067AF"/>
    <w:rsid w:val="00E0697E"/>
    <w:rsid w:val="00E06A72"/>
    <w:rsid w:val="00E06D58"/>
    <w:rsid w:val="00E06DA1"/>
    <w:rsid w:val="00E06FAC"/>
    <w:rsid w:val="00E07706"/>
    <w:rsid w:val="00E07891"/>
    <w:rsid w:val="00E07B48"/>
    <w:rsid w:val="00E07EC3"/>
    <w:rsid w:val="00E10020"/>
    <w:rsid w:val="00E10047"/>
    <w:rsid w:val="00E10708"/>
    <w:rsid w:val="00E10846"/>
    <w:rsid w:val="00E10922"/>
    <w:rsid w:val="00E10E95"/>
    <w:rsid w:val="00E1125C"/>
    <w:rsid w:val="00E114C9"/>
    <w:rsid w:val="00E115F2"/>
    <w:rsid w:val="00E11B51"/>
    <w:rsid w:val="00E11EF2"/>
    <w:rsid w:val="00E12121"/>
    <w:rsid w:val="00E12132"/>
    <w:rsid w:val="00E123C7"/>
    <w:rsid w:val="00E126C7"/>
    <w:rsid w:val="00E12853"/>
    <w:rsid w:val="00E1291A"/>
    <w:rsid w:val="00E12A65"/>
    <w:rsid w:val="00E12B90"/>
    <w:rsid w:val="00E12FD6"/>
    <w:rsid w:val="00E1302A"/>
    <w:rsid w:val="00E133DF"/>
    <w:rsid w:val="00E13607"/>
    <w:rsid w:val="00E13837"/>
    <w:rsid w:val="00E13910"/>
    <w:rsid w:val="00E13AA6"/>
    <w:rsid w:val="00E13D9E"/>
    <w:rsid w:val="00E14032"/>
    <w:rsid w:val="00E14201"/>
    <w:rsid w:val="00E144D7"/>
    <w:rsid w:val="00E144F9"/>
    <w:rsid w:val="00E14CFA"/>
    <w:rsid w:val="00E14F5C"/>
    <w:rsid w:val="00E150DB"/>
    <w:rsid w:val="00E1521B"/>
    <w:rsid w:val="00E1560C"/>
    <w:rsid w:val="00E156E6"/>
    <w:rsid w:val="00E157D5"/>
    <w:rsid w:val="00E15A53"/>
    <w:rsid w:val="00E15D1C"/>
    <w:rsid w:val="00E16079"/>
    <w:rsid w:val="00E16247"/>
    <w:rsid w:val="00E1629E"/>
    <w:rsid w:val="00E16339"/>
    <w:rsid w:val="00E1661B"/>
    <w:rsid w:val="00E16706"/>
    <w:rsid w:val="00E1692D"/>
    <w:rsid w:val="00E16B40"/>
    <w:rsid w:val="00E16B46"/>
    <w:rsid w:val="00E16B74"/>
    <w:rsid w:val="00E16C45"/>
    <w:rsid w:val="00E16C67"/>
    <w:rsid w:val="00E176BC"/>
    <w:rsid w:val="00E17949"/>
    <w:rsid w:val="00E17FF7"/>
    <w:rsid w:val="00E20021"/>
    <w:rsid w:val="00E20924"/>
    <w:rsid w:val="00E20D5A"/>
    <w:rsid w:val="00E20F02"/>
    <w:rsid w:val="00E20F29"/>
    <w:rsid w:val="00E21073"/>
    <w:rsid w:val="00E2124D"/>
    <w:rsid w:val="00E21475"/>
    <w:rsid w:val="00E21C19"/>
    <w:rsid w:val="00E21DCB"/>
    <w:rsid w:val="00E22019"/>
    <w:rsid w:val="00E22685"/>
    <w:rsid w:val="00E226F5"/>
    <w:rsid w:val="00E229EC"/>
    <w:rsid w:val="00E22A93"/>
    <w:rsid w:val="00E22DB6"/>
    <w:rsid w:val="00E22E6C"/>
    <w:rsid w:val="00E23041"/>
    <w:rsid w:val="00E2340F"/>
    <w:rsid w:val="00E23AFF"/>
    <w:rsid w:val="00E23F6C"/>
    <w:rsid w:val="00E242D3"/>
    <w:rsid w:val="00E24373"/>
    <w:rsid w:val="00E24504"/>
    <w:rsid w:val="00E24680"/>
    <w:rsid w:val="00E24725"/>
    <w:rsid w:val="00E2497A"/>
    <w:rsid w:val="00E24A65"/>
    <w:rsid w:val="00E2515B"/>
    <w:rsid w:val="00E253D7"/>
    <w:rsid w:val="00E259B9"/>
    <w:rsid w:val="00E25E76"/>
    <w:rsid w:val="00E25F17"/>
    <w:rsid w:val="00E2636C"/>
    <w:rsid w:val="00E2673A"/>
    <w:rsid w:val="00E2697F"/>
    <w:rsid w:val="00E26A24"/>
    <w:rsid w:val="00E26CC3"/>
    <w:rsid w:val="00E27210"/>
    <w:rsid w:val="00E27520"/>
    <w:rsid w:val="00E2769F"/>
    <w:rsid w:val="00E27AE4"/>
    <w:rsid w:val="00E27C2F"/>
    <w:rsid w:val="00E3002D"/>
    <w:rsid w:val="00E3005E"/>
    <w:rsid w:val="00E3047F"/>
    <w:rsid w:val="00E30520"/>
    <w:rsid w:val="00E30864"/>
    <w:rsid w:val="00E30935"/>
    <w:rsid w:val="00E30D08"/>
    <w:rsid w:val="00E3107E"/>
    <w:rsid w:val="00E3114A"/>
    <w:rsid w:val="00E3139E"/>
    <w:rsid w:val="00E315A7"/>
    <w:rsid w:val="00E315E5"/>
    <w:rsid w:val="00E31796"/>
    <w:rsid w:val="00E3181F"/>
    <w:rsid w:val="00E31E46"/>
    <w:rsid w:val="00E31EAF"/>
    <w:rsid w:val="00E31F3C"/>
    <w:rsid w:val="00E3200C"/>
    <w:rsid w:val="00E3217D"/>
    <w:rsid w:val="00E32188"/>
    <w:rsid w:val="00E323B8"/>
    <w:rsid w:val="00E329FB"/>
    <w:rsid w:val="00E32A2C"/>
    <w:rsid w:val="00E32AD0"/>
    <w:rsid w:val="00E32B09"/>
    <w:rsid w:val="00E33896"/>
    <w:rsid w:val="00E33A9A"/>
    <w:rsid w:val="00E348F9"/>
    <w:rsid w:val="00E34933"/>
    <w:rsid w:val="00E3496E"/>
    <w:rsid w:val="00E34CE4"/>
    <w:rsid w:val="00E34DE6"/>
    <w:rsid w:val="00E34F3B"/>
    <w:rsid w:val="00E3530E"/>
    <w:rsid w:val="00E355E9"/>
    <w:rsid w:val="00E3580E"/>
    <w:rsid w:val="00E3583A"/>
    <w:rsid w:val="00E35890"/>
    <w:rsid w:val="00E35BBA"/>
    <w:rsid w:val="00E360C7"/>
    <w:rsid w:val="00E361AF"/>
    <w:rsid w:val="00E3627C"/>
    <w:rsid w:val="00E36281"/>
    <w:rsid w:val="00E365D7"/>
    <w:rsid w:val="00E36704"/>
    <w:rsid w:val="00E36914"/>
    <w:rsid w:val="00E371D6"/>
    <w:rsid w:val="00E372E3"/>
    <w:rsid w:val="00E3734C"/>
    <w:rsid w:val="00E373DC"/>
    <w:rsid w:val="00E3740B"/>
    <w:rsid w:val="00E376DA"/>
    <w:rsid w:val="00E3774E"/>
    <w:rsid w:val="00E37C56"/>
    <w:rsid w:val="00E37CC2"/>
    <w:rsid w:val="00E37F0F"/>
    <w:rsid w:val="00E40990"/>
    <w:rsid w:val="00E40F5A"/>
    <w:rsid w:val="00E41193"/>
    <w:rsid w:val="00E414C2"/>
    <w:rsid w:val="00E41D87"/>
    <w:rsid w:val="00E42072"/>
    <w:rsid w:val="00E42534"/>
    <w:rsid w:val="00E42635"/>
    <w:rsid w:val="00E42654"/>
    <w:rsid w:val="00E42A3B"/>
    <w:rsid w:val="00E43019"/>
    <w:rsid w:val="00E43198"/>
    <w:rsid w:val="00E43241"/>
    <w:rsid w:val="00E43319"/>
    <w:rsid w:val="00E433DE"/>
    <w:rsid w:val="00E4368F"/>
    <w:rsid w:val="00E4373C"/>
    <w:rsid w:val="00E43788"/>
    <w:rsid w:val="00E43809"/>
    <w:rsid w:val="00E43B0B"/>
    <w:rsid w:val="00E440BE"/>
    <w:rsid w:val="00E44551"/>
    <w:rsid w:val="00E44837"/>
    <w:rsid w:val="00E449D9"/>
    <w:rsid w:val="00E45059"/>
    <w:rsid w:val="00E451B2"/>
    <w:rsid w:val="00E45281"/>
    <w:rsid w:val="00E456A5"/>
    <w:rsid w:val="00E45BAE"/>
    <w:rsid w:val="00E45CD6"/>
    <w:rsid w:val="00E45D7B"/>
    <w:rsid w:val="00E45FF9"/>
    <w:rsid w:val="00E4640C"/>
    <w:rsid w:val="00E467A0"/>
    <w:rsid w:val="00E46F6A"/>
    <w:rsid w:val="00E4706F"/>
    <w:rsid w:val="00E475D3"/>
    <w:rsid w:val="00E47698"/>
    <w:rsid w:val="00E47ADD"/>
    <w:rsid w:val="00E47AEA"/>
    <w:rsid w:val="00E47D85"/>
    <w:rsid w:val="00E5021C"/>
    <w:rsid w:val="00E50348"/>
    <w:rsid w:val="00E50536"/>
    <w:rsid w:val="00E50A09"/>
    <w:rsid w:val="00E50B2E"/>
    <w:rsid w:val="00E50F79"/>
    <w:rsid w:val="00E50F9B"/>
    <w:rsid w:val="00E512A7"/>
    <w:rsid w:val="00E51597"/>
    <w:rsid w:val="00E5192F"/>
    <w:rsid w:val="00E51AD7"/>
    <w:rsid w:val="00E52050"/>
    <w:rsid w:val="00E52607"/>
    <w:rsid w:val="00E52887"/>
    <w:rsid w:val="00E52A7E"/>
    <w:rsid w:val="00E52D16"/>
    <w:rsid w:val="00E52E8A"/>
    <w:rsid w:val="00E52EFB"/>
    <w:rsid w:val="00E53278"/>
    <w:rsid w:val="00E537EC"/>
    <w:rsid w:val="00E53A48"/>
    <w:rsid w:val="00E5405A"/>
    <w:rsid w:val="00E5447F"/>
    <w:rsid w:val="00E54676"/>
    <w:rsid w:val="00E548D6"/>
    <w:rsid w:val="00E54A8C"/>
    <w:rsid w:val="00E54B10"/>
    <w:rsid w:val="00E54D19"/>
    <w:rsid w:val="00E54F92"/>
    <w:rsid w:val="00E55146"/>
    <w:rsid w:val="00E55383"/>
    <w:rsid w:val="00E554C1"/>
    <w:rsid w:val="00E55510"/>
    <w:rsid w:val="00E55A60"/>
    <w:rsid w:val="00E55D02"/>
    <w:rsid w:val="00E55D4F"/>
    <w:rsid w:val="00E56572"/>
    <w:rsid w:val="00E568F2"/>
    <w:rsid w:val="00E56BB8"/>
    <w:rsid w:val="00E57194"/>
    <w:rsid w:val="00E572C7"/>
    <w:rsid w:val="00E57DC6"/>
    <w:rsid w:val="00E60498"/>
    <w:rsid w:val="00E60C5A"/>
    <w:rsid w:val="00E60C70"/>
    <w:rsid w:val="00E6101E"/>
    <w:rsid w:val="00E61401"/>
    <w:rsid w:val="00E6181A"/>
    <w:rsid w:val="00E61973"/>
    <w:rsid w:val="00E61AD8"/>
    <w:rsid w:val="00E61B66"/>
    <w:rsid w:val="00E62271"/>
    <w:rsid w:val="00E6232E"/>
    <w:rsid w:val="00E623D7"/>
    <w:rsid w:val="00E62D93"/>
    <w:rsid w:val="00E63135"/>
    <w:rsid w:val="00E631C6"/>
    <w:rsid w:val="00E634D7"/>
    <w:rsid w:val="00E6435D"/>
    <w:rsid w:val="00E644DE"/>
    <w:rsid w:val="00E6454E"/>
    <w:rsid w:val="00E64A1D"/>
    <w:rsid w:val="00E64A47"/>
    <w:rsid w:val="00E64BB1"/>
    <w:rsid w:val="00E6558E"/>
    <w:rsid w:val="00E65829"/>
    <w:rsid w:val="00E6599A"/>
    <w:rsid w:val="00E65CF9"/>
    <w:rsid w:val="00E65D7F"/>
    <w:rsid w:val="00E662AF"/>
    <w:rsid w:val="00E6658C"/>
    <w:rsid w:val="00E66C69"/>
    <w:rsid w:val="00E66E94"/>
    <w:rsid w:val="00E67720"/>
    <w:rsid w:val="00E679DF"/>
    <w:rsid w:val="00E67A82"/>
    <w:rsid w:val="00E67D41"/>
    <w:rsid w:val="00E701DE"/>
    <w:rsid w:val="00E7027F"/>
    <w:rsid w:val="00E7040A"/>
    <w:rsid w:val="00E70609"/>
    <w:rsid w:val="00E70646"/>
    <w:rsid w:val="00E70724"/>
    <w:rsid w:val="00E70CBB"/>
    <w:rsid w:val="00E70DD2"/>
    <w:rsid w:val="00E70DFC"/>
    <w:rsid w:val="00E71226"/>
    <w:rsid w:val="00E71402"/>
    <w:rsid w:val="00E716FD"/>
    <w:rsid w:val="00E718E6"/>
    <w:rsid w:val="00E71A78"/>
    <w:rsid w:val="00E72378"/>
    <w:rsid w:val="00E72A31"/>
    <w:rsid w:val="00E72B63"/>
    <w:rsid w:val="00E72B82"/>
    <w:rsid w:val="00E72BFB"/>
    <w:rsid w:val="00E72CC2"/>
    <w:rsid w:val="00E73099"/>
    <w:rsid w:val="00E733A1"/>
    <w:rsid w:val="00E737C1"/>
    <w:rsid w:val="00E737F1"/>
    <w:rsid w:val="00E73B70"/>
    <w:rsid w:val="00E73B7E"/>
    <w:rsid w:val="00E73C08"/>
    <w:rsid w:val="00E73C2B"/>
    <w:rsid w:val="00E73E61"/>
    <w:rsid w:val="00E74516"/>
    <w:rsid w:val="00E74AF9"/>
    <w:rsid w:val="00E74CB8"/>
    <w:rsid w:val="00E74E93"/>
    <w:rsid w:val="00E75098"/>
    <w:rsid w:val="00E7511D"/>
    <w:rsid w:val="00E752E2"/>
    <w:rsid w:val="00E7538F"/>
    <w:rsid w:val="00E7567C"/>
    <w:rsid w:val="00E7569A"/>
    <w:rsid w:val="00E75746"/>
    <w:rsid w:val="00E75777"/>
    <w:rsid w:val="00E7596E"/>
    <w:rsid w:val="00E75D86"/>
    <w:rsid w:val="00E75E5F"/>
    <w:rsid w:val="00E75F37"/>
    <w:rsid w:val="00E7605A"/>
    <w:rsid w:val="00E76320"/>
    <w:rsid w:val="00E76657"/>
    <w:rsid w:val="00E7670C"/>
    <w:rsid w:val="00E7673E"/>
    <w:rsid w:val="00E76961"/>
    <w:rsid w:val="00E769AB"/>
    <w:rsid w:val="00E76B2A"/>
    <w:rsid w:val="00E76C9F"/>
    <w:rsid w:val="00E76FCB"/>
    <w:rsid w:val="00E7724C"/>
    <w:rsid w:val="00E77526"/>
    <w:rsid w:val="00E77D06"/>
    <w:rsid w:val="00E80005"/>
    <w:rsid w:val="00E801F5"/>
    <w:rsid w:val="00E80838"/>
    <w:rsid w:val="00E80985"/>
    <w:rsid w:val="00E81085"/>
    <w:rsid w:val="00E811CB"/>
    <w:rsid w:val="00E81390"/>
    <w:rsid w:val="00E818C4"/>
    <w:rsid w:val="00E81F1E"/>
    <w:rsid w:val="00E81FE4"/>
    <w:rsid w:val="00E82384"/>
    <w:rsid w:val="00E8265D"/>
    <w:rsid w:val="00E828AA"/>
    <w:rsid w:val="00E829B8"/>
    <w:rsid w:val="00E82A39"/>
    <w:rsid w:val="00E82AE6"/>
    <w:rsid w:val="00E82B23"/>
    <w:rsid w:val="00E82EE2"/>
    <w:rsid w:val="00E82FE2"/>
    <w:rsid w:val="00E8307F"/>
    <w:rsid w:val="00E8312F"/>
    <w:rsid w:val="00E8358F"/>
    <w:rsid w:val="00E8364E"/>
    <w:rsid w:val="00E83BEE"/>
    <w:rsid w:val="00E841F9"/>
    <w:rsid w:val="00E84489"/>
    <w:rsid w:val="00E847AF"/>
    <w:rsid w:val="00E847C5"/>
    <w:rsid w:val="00E849AB"/>
    <w:rsid w:val="00E85118"/>
    <w:rsid w:val="00E8561A"/>
    <w:rsid w:val="00E856E8"/>
    <w:rsid w:val="00E85C1D"/>
    <w:rsid w:val="00E85C69"/>
    <w:rsid w:val="00E85CBB"/>
    <w:rsid w:val="00E85DC2"/>
    <w:rsid w:val="00E85DE2"/>
    <w:rsid w:val="00E86274"/>
    <w:rsid w:val="00E863B6"/>
    <w:rsid w:val="00E86634"/>
    <w:rsid w:val="00E86718"/>
    <w:rsid w:val="00E868AD"/>
    <w:rsid w:val="00E86C00"/>
    <w:rsid w:val="00E86EBB"/>
    <w:rsid w:val="00E86EC5"/>
    <w:rsid w:val="00E86F81"/>
    <w:rsid w:val="00E87437"/>
    <w:rsid w:val="00E874B3"/>
    <w:rsid w:val="00E8781E"/>
    <w:rsid w:val="00E87994"/>
    <w:rsid w:val="00E87A39"/>
    <w:rsid w:val="00E87EB2"/>
    <w:rsid w:val="00E87F0F"/>
    <w:rsid w:val="00E90115"/>
    <w:rsid w:val="00E90439"/>
    <w:rsid w:val="00E908DE"/>
    <w:rsid w:val="00E90A57"/>
    <w:rsid w:val="00E90BB9"/>
    <w:rsid w:val="00E9162E"/>
    <w:rsid w:val="00E91C91"/>
    <w:rsid w:val="00E91D92"/>
    <w:rsid w:val="00E91E58"/>
    <w:rsid w:val="00E92199"/>
    <w:rsid w:val="00E9227C"/>
    <w:rsid w:val="00E9243F"/>
    <w:rsid w:val="00E92629"/>
    <w:rsid w:val="00E927CE"/>
    <w:rsid w:val="00E929C5"/>
    <w:rsid w:val="00E92C9F"/>
    <w:rsid w:val="00E92DCB"/>
    <w:rsid w:val="00E937A5"/>
    <w:rsid w:val="00E937B5"/>
    <w:rsid w:val="00E937C7"/>
    <w:rsid w:val="00E93E20"/>
    <w:rsid w:val="00E94916"/>
    <w:rsid w:val="00E94C99"/>
    <w:rsid w:val="00E94E14"/>
    <w:rsid w:val="00E94F6F"/>
    <w:rsid w:val="00E95680"/>
    <w:rsid w:val="00E95A2C"/>
    <w:rsid w:val="00E95DF0"/>
    <w:rsid w:val="00E95E68"/>
    <w:rsid w:val="00E95E78"/>
    <w:rsid w:val="00E9611E"/>
    <w:rsid w:val="00E96190"/>
    <w:rsid w:val="00E96459"/>
    <w:rsid w:val="00E96551"/>
    <w:rsid w:val="00E965EC"/>
    <w:rsid w:val="00E96612"/>
    <w:rsid w:val="00E96656"/>
    <w:rsid w:val="00E968C9"/>
    <w:rsid w:val="00E969C8"/>
    <w:rsid w:val="00E969DE"/>
    <w:rsid w:val="00E96AA7"/>
    <w:rsid w:val="00E96AE7"/>
    <w:rsid w:val="00E96B67"/>
    <w:rsid w:val="00E96F58"/>
    <w:rsid w:val="00E97446"/>
    <w:rsid w:val="00E9748D"/>
    <w:rsid w:val="00E974E3"/>
    <w:rsid w:val="00E97530"/>
    <w:rsid w:val="00E977C4"/>
    <w:rsid w:val="00EA0080"/>
    <w:rsid w:val="00EA02B1"/>
    <w:rsid w:val="00EA089E"/>
    <w:rsid w:val="00EA0BD2"/>
    <w:rsid w:val="00EA0BE1"/>
    <w:rsid w:val="00EA0DE8"/>
    <w:rsid w:val="00EA1605"/>
    <w:rsid w:val="00EA1719"/>
    <w:rsid w:val="00EA1753"/>
    <w:rsid w:val="00EA1759"/>
    <w:rsid w:val="00EA184F"/>
    <w:rsid w:val="00EA18F7"/>
    <w:rsid w:val="00EA1B5C"/>
    <w:rsid w:val="00EA1C5B"/>
    <w:rsid w:val="00EA2130"/>
    <w:rsid w:val="00EA215E"/>
    <w:rsid w:val="00EA21C6"/>
    <w:rsid w:val="00EA2767"/>
    <w:rsid w:val="00EA2EE4"/>
    <w:rsid w:val="00EA31D1"/>
    <w:rsid w:val="00EA3917"/>
    <w:rsid w:val="00EA3BE4"/>
    <w:rsid w:val="00EA4312"/>
    <w:rsid w:val="00EA4368"/>
    <w:rsid w:val="00EA44BA"/>
    <w:rsid w:val="00EA467A"/>
    <w:rsid w:val="00EA4713"/>
    <w:rsid w:val="00EA4CFD"/>
    <w:rsid w:val="00EA4DE6"/>
    <w:rsid w:val="00EA5120"/>
    <w:rsid w:val="00EA514F"/>
    <w:rsid w:val="00EA528E"/>
    <w:rsid w:val="00EA52DE"/>
    <w:rsid w:val="00EA55EA"/>
    <w:rsid w:val="00EA5C66"/>
    <w:rsid w:val="00EA5ED5"/>
    <w:rsid w:val="00EA61E4"/>
    <w:rsid w:val="00EA621C"/>
    <w:rsid w:val="00EA63F4"/>
    <w:rsid w:val="00EA64EA"/>
    <w:rsid w:val="00EA65C6"/>
    <w:rsid w:val="00EA690D"/>
    <w:rsid w:val="00EA6999"/>
    <w:rsid w:val="00EA6A87"/>
    <w:rsid w:val="00EA7338"/>
    <w:rsid w:val="00EA75AD"/>
    <w:rsid w:val="00EA79AE"/>
    <w:rsid w:val="00EA7A83"/>
    <w:rsid w:val="00EB0413"/>
    <w:rsid w:val="00EB0801"/>
    <w:rsid w:val="00EB1125"/>
    <w:rsid w:val="00EB127C"/>
    <w:rsid w:val="00EB1540"/>
    <w:rsid w:val="00EB169B"/>
    <w:rsid w:val="00EB1BE6"/>
    <w:rsid w:val="00EB1D95"/>
    <w:rsid w:val="00EB1FD8"/>
    <w:rsid w:val="00EB203E"/>
    <w:rsid w:val="00EB25DB"/>
    <w:rsid w:val="00EB260A"/>
    <w:rsid w:val="00EB2685"/>
    <w:rsid w:val="00EB2763"/>
    <w:rsid w:val="00EB2AF9"/>
    <w:rsid w:val="00EB2BF6"/>
    <w:rsid w:val="00EB32FF"/>
    <w:rsid w:val="00EB37E5"/>
    <w:rsid w:val="00EB3A1E"/>
    <w:rsid w:val="00EB3B65"/>
    <w:rsid w:val="00EB3C27"/>
    <w:rsid w:val="00EB4110"/>
    <w:rsid w:val="00EB43FD"/>
    <w:rsid w:val="00EB4E57"/>
    <w:rsid w:val="00EB50C0"/>
    <w:rsid w:val="00EB5210"/>
    <w:rsid w:val="00EB531C"/>
    <w:rsid w:val="00EB5A81"/>
    <w:rsid w:val="00EB5E62"/>
    <w:rsid w:val="00EB6259"/>
    <w:rsid w:val="00EB6854"/>
    <w:rsid w:val="00EB6C00"/>
    <w:rsid w:val="00EB713B"/>
    <w:rsid w:val="00EB7222"/>
    <w:rsid w:val="00EB72EB"/>
    <w:rsid w:val="00EB7370"/>
    <w:rsid w:val="00EB7494"/>
    <w:rsid w:val="00EC042B"/>
    <w:rsid w:val="00EC0748"/>
    <w:rsid w:val="00EC089D"/>
    <w:rsid w:val="00EC0C92"/>
    <w:rsid w:val="00EC0E58"/>
    <w:rsid w:val="00EC0E9F"/>
    <w:rsid w:val="00EC0EE9"/>
    <w:rsid w:val="00EC1149"/>
    <w:rsid w:val="00EC128F"/>
    <w:rsid w:val="00EC12B8"/>
    <w:rsid w:val="00EC1685"/>
    <w:rsid w:val="00EC1974"/>
    <w:rsid w:val="00EC1D2B"/>
    <w:rsid w:val="00EC204A"/>
    <w:rsid w:val="00EC2695"/>
    <w:rsid w:val="00EC2AF1"/>
    <w:rsid w:val="00EC3395"/>
    <w:rsid w:val="00EC372A"/>
    <w:rsid w:val="00EC388A"/>
    <w:rsid w:val="00EC3BF7"/>
    <w:rsid w:val="00EC3D47"/>
    <w:rsid w:val="00EC3DD6"/>
    <w:rsid w:val="00EC418B"/>
    <w:rsid w:val="00EC42DB"/>
    <w:rsid w:val="00EC43AC"/>
    <w:rsid w:val="00EC46A1"/>
    <w:rsid w:val="00EC4942"/>
    <w:rsid w:val="00EC49A8"/>
    <w:rsid w:val="00EC4BB2"/>
    <w:rsid w:val="00EC4CC7"/>
    <w:rsid w:val="00EC4ECD"/>
    <w:rsid w:val="00EC57A9"/>
    <w:rsid w:val="00EC5AE7"/>
    <w:rsid w:val="00EC5BF6"/>
    <w:rsid w:val="00EC5C87"/>
    <w:rsid w:val="00EC5D53"/>
    <w:rsid w:val="00EC5DD2"/>
    <w:rsid w:val="00EC5DFE"/>
    <w:rsid w:val="00EC5F05"/>
    <w:rsid w:val="00EC60F4"/>
    <w:rsid w:val="00EC61CB"/>
    <w:rsid w:val="00EC623F"/>
    <w:rsid w:val="00EC6282"/>
    <w:rsid w:val="00EC637D"/>
    <w:rsid w:val="00EC6391"/>
    <w:rsid w:val="00EC63A7"/>
    <w:rsid w:val="00EC7139"/>
    <w:rsid w:val="00EC7583"/>
    <w:rsid w:val="00EC7ADB"/>
    <w:rsid w:val="00EC7AF3"/>
    <w:rsid w:val="00EC7D14"/>
    <w:rsid w:val="00EC7F40"/>
    <w:rsid w:val="00ED0424"/>
    <w:rsid w:val="00ED054A"/>
    <w:rsid w:val="00ED0784"/>
    <w:rsid w:val="00ED0838"/>
    <w:rsid w:val="00ED0A29"/>
    <w:rsid w:val="00ED0AE5"/>
    <w:rsid w:val="00ED0B72"/>
    <w:rsid w:val="00ED1489"/>
    <w:rsid w:val="00ED14F8"/>
    <w:rsid w:val="00ED1744"/>
    <w:rsid w:val="00ED19B0"/>
    <w:rsid w:val="00ED1A4B"/>
    <w:rsid w:val="00ED1AEF"/>
    <w:rsid w:val="00ED1B14"/>
    <w:rsid w:val="00ED1BC2"/>
    <w:rsid w:val="00ED213B"/>
    <w:rsid w:val="00ED221A"/>
    <w:rsid w:val="00ED222B"/>
    <w:rsid w:val="00ED2603"/>
    <w:rsid w:val="00ED2A95"/>
    <w:rsid w:val="00ED2BF3"/>
    <w:rsid w:val="00ED2F27"/>
    <w:rsid w:val="00ED3175"/>
    <w:rsid w:val="00ED394D"/>
    <w:rsid w:val="00ED3A7A"/>
    <w:rsid w:val="00ED3D24"/>
    <w:rsid w:val="00ED3D41"/>
    <w:rsid w:val="00ED3F23"/>
    <w:rsid w:val="00ED3FDD"/>
    <w:rsid w:val="00ED412A"/>
    <w:rsid w:val="00ED481B"/>
    <w:rsid w:val="00ED562D"/>
    <w:rsid w:val="00ED5B12"/>
    <w:rsid w:val="00ED64B0"/>
    <w:rsid w:val="00ED65D4"/>
    <w:rsid w:val="00ED6766"/>
    <w:rsid w:val="00ED69D3"/>
    <w:rsid w:val="00ED6B58"/>
    <w:rsid w:val="00ED6C90"/>
    <w:rsid w:val="00ED6CC3"/>
    <w:rsid w:val="00ED6CF2"/>
    <w:rsid w:val="00ED70FF"/>
    <w:rsid w:val="00ED717C"/>
    <w:rsid w:val="00ED725E"/>
    <w:rsid w:val="00ED77AB"/>
    <w:rsid w:val="00ED7865"/>
    <w:rsid w:val="00ED7DFB"/>
    <w:rsid w:val="00ED7E49"/>
    <w:rsid w:val="00EE0237"/>
    <w:rsid w:val="00EE04A8"/>
    <w:rsid w:val="00EE0632"/>
    <w:rsid w:val="00EE0797"/>
    <w:rsid w:val="00EE0A2B"/>
    <w:rsid w:val="00EE0E8C"/>
    <w:rsid w:val="00EE0EE5"/>
    <w:rsid w:val="00EE0F69"/>
    <w:rsid w:val="00EE13F8"/>
    <w:rsid w:val="00EE158B"/>
    <w:rsid w:val="00EE15DA"/>
    <w:rsid w:val="00EE177E"/>
    <w:rsid w:val="00EE1A3B"/>
    <w:rsid w:val="00EE1A7A"/>
    <w:rsid w:val="00EE1B02"/>
    <w:rsid w:val="00EE1FE9"/>
    <w:rsid w:val="00EE214A"/>
    <w:rsid w:val="00EE2B28"/>
    <w:rsid w:val="00EE2BC6"/>
    <w:rsid w:val="00EE2EDC"/>
    <w:rsid w:val="00EE2FC8"/>
    <w:rsid w:val="00EE3220"/>
    <w:rsid w:val="00EE36E8"/>
    <w:rsid w:val="00EE3785"/>
    <w:rsid w:val="00EE4023"/>
    <w:rsid w:val="00EE4287"/>
    <w:rsid w:val="00EE4652"/>
    <w:rsid w:val="00EE4656"/>
    <w:rsid w:val="00EE4BDF"/>
    <w:rsid w:val="00EE4F7D"/>
    <w:rsid w:val="00EE5690"/>
    <w:rsid w:val="00EE588E"/>
    <w:rsid w:val="00EE593D"/>
    <w:rsid w:val="00EE5E37"/>
    <w:rsid w:val="00EE62D0"/>
    <w:rsid w:val="00EE6315"/>
    <w:rsid w:val="00EE63FC"/>
    <w:rsid w:val="00EE6859"/>
    <w:rsid w:val="00EE68DB"/>
    <w:rsid w:val="00EE6A13"/>
    <w:rsid w:val="00EE6ECD"/>
    <w:rsid w:val="00EE6F7D"/>
    <w:rsid w:val="00EE7A53"/>
    <w:rsid w:val="00EE7B5B"/>
    <w:rsid w:val="00EE7D6B"/>
    <w:rsid w:val="00EF0066"/>
    <w:rsid w:val="00EF0190"/>
    <w:rsid w:val="00EF01EB"/>
    <w:rsid w:val="00EF04A2"/>
    <w:rsid w:val="00EF04C6"/>
    <w:rsid w:val="00EF088A"/>
    <w:rsid w:val="00EF08B7"/>
    <w:rsid w:val="00EF09A8"/>
    <w:rsid w:val="00EF0DF6"/>
    <w:rsid w:val="00EF1515"/>
    <w:rsid w:val="00EF1973"/>
    <w:rsid w:val="00EF1B41"/>
    <w:rsid w:val="00EF1B52"/>
    <w:rsid w:val="00EF2018"/>
    <w:rsid w:val="00EF20E2"/>
    <w:rsid w:val="00EF2217"/>
    <w:rsid w:val="00EF27B1"/>
    <w:rsid w:val="00EF2901"/>
    <w:rsid w:val="00EF2AF8"/>
    <w:rsid w:val="00EF2D2B"/>
    <w:rsid w:val="00EF34EA"/>
    <w:rsid w:val="00EF3E7C"/>
    <w:rsid w:val="00EF4276"/>
    <w:rsid w:val="00EF4537"/>
    <w:rsid w:val="00EF4580"/>
    <w:rsid w:val="00EF45AC"/>
    <w:rsid w:val="00EF4734"/>
    <w:rsid w:val="00EF4757"/>
    <w:rsid w:val="00EF4D24"/>
    <w:rsid w:val="00EF5318"/>
    <w:rsid w:val="00EF5536"/>
    <w:rsid w:val="00EF5770"/>
    <w:rsid w:val="00EF6093"/>
    <w:rsid w:val="00EF657E"/>
    <w:rsid w:val="00EF6606"/>
    <w:rsid w:val="00EF677A"/>
    <w:rsid w:val="00EF6909"/>
    <w:rsid w:val="00EF6D12"/>
    <w:rsid w:val="00EF6D53"/>
    <w:rsid w:val="00EF6FFF"/>
    <w:rsid w:val="00EF73D9"/>
    <w:rsid w:val="00EF75C7"/>
    <w:rsid w:val="00EF77C8"/>
    <w:rsid w:val="00EF77EA"/>
    <w:rsid w:val="00EF7A6B"/>
    <w:rsid w:val="00F000A2"/>
    <w:rsid w:val="00F00B2D"/>
    <w:rsid w:val="00F010CB"/>
    <w:rsid w:val="00F01806"/>
    <w:rsid w:val="00F01E9B"/>
    <w:rsid w:val="00F02471"/>
    <w:rsid w:val="00F02AE9"/>
    <w:rsid w:val="00F02E14"/>
    <w:rsid w:val="00F02E3C"/>
    <w:rsid w:val="00F032D9"/>
    <w:rsid w:val="00F03787"/>
    <w:rsid w:val="00F038B8"/>
    <w:rsid w:val="00F0394E"/>
    <w:rsid w:val="00F04262"/>
    <w:rsid w:val="00F04D5C"/>
    <w:rsid w:val="00F04E8E"/>
    <w:rsid w:val="00F05703"/>
    <w:rsid w:val="00F05BB6"/>
    <w:rsid w:val="00F05C88"/>
    <w:rsid w:val="00F06345"/>
    <w:rsid w:val="00F06374"/>
    <w:rsid w:val="00F079B6"/>
    <w:rsid w:val="00F07CE8"/>
    <w:rsid w:val="00F07F20"/>
    <w:rsid w:val="00F07FF9"/>
    <w:rsid w:val="00F1004B"/>
    <w:rsid w:val="00F1058D"/>
    <w:rsid w:val="00F1059E"/>
    <w:rsid w:val="00F10707"/>
    <w:rsid w:val="00F117C0"/>
    <w:rsid w:val="00F117E2"/>
    <w:rsid w:val="00F11863"/>
    <w:rsid w:val="00F119A2"/>
    <w:rsid w:val="00F11DA5"/>
    <w:rsid w:val="00F12684"/>
    <w:rsid w:val="00F126CC"/>
    <w:rsid w:val="00F127D1"/>
    <w:rsid w:val="00F128C0"/>
    <w:rsid w:val="00F12B19"/>
    <w:rsid w:val="00F12BCE"/>
    <w:rsid w:val="00F12C72"/>
    <w:rsid w:val="00F12D3C"/>
    <w:rsid w:val="00F130C9"/>
    <w:rsid w:val="00F133B0"/>
    <w:rsid w:val="00F135CE"/>
    <w:rsid w:val="00F13770"/>
    <w:rsid w:val="00F137D3"/>
    <w:rsid w:val="00F13CD6"/>
    <w:rsid w:val="00F13DFA"/>
    <w:rsid w:val="00F14011"/>
    <w:rsid w:val="00F14235"/>
    <w:rsid w:val="00F14449"/>
    <w:rsid w:val="00F14650"/>
    <w:rsid w:val="00F14830"/>
    <w:rsid w:val="00F148BC"/>
    <w:rsid w:val="00F14B13"/>
    <w:rsid w:val="00F14B63"/>
    <w:rsid w:val="00F15241"/>
    <w:rsid w:val="00F152C3"/>
    <w:rsid w:val="00F153B2"/>
    <w:rsid w:val="00F1594D"/>
    <w:rsid w:val="00F15C50"/>
    <w:rsid w:val="00F15EA4"/>
    <w:rsid w:val="00F15F26"/>
    <w:rsid w:val="00F16606"/>
    <w:rsid w:val="00F16741"/>
    <w:rsid w:val="00F16796"/>
    <w:rsid w:val="00F16834"/>
    <w:rsid w:val="00F16CD9"/>
    <w:rsid w:val="00F173C0"/>
    <w:rsid w:val="00F1755E"/>
    <w:rsid w:val="00F17716"/>
    <w:rsid w:val="00F17CB1"/>
    <w:rsid w:val="00F2021D"/>
    <w:rsid w:val="00F20234"/>
    <w:rsid w:val="00F2057B"/>
    <w:rsid w:val="00F20820"/>
    <w:rsid w:val="00F20B65"/>
    <w:rsid w:val="00F20BC1"/>
    <w:rsid w:val="00F20CA2"/>
    <w:rsid w:val="00F21002"/>
    <w:rsid w:val="00F211FD"/>
    <w:rsid w:val="00F22508"/>
    <w:rsid w:val="00F227F7"/>
    <w:rsid w:val="00F22979"/>
    <w:rsid w:val="00F22F20"/>
    <w:rsid w:val="00F2322B"/>
    <w:rsid w:val="00F232B2"/>
    <w:rsid w:val="00F2355A"/>
    <w:rsid w:val="00F23595"/>
    <w:rsid w:val="00F23751"/>
    <w:rsid w:val="00F23926"/>
    <w:rsid w:val="00F23A38"/>
    <w:rsid w:val="00F23B7A"/>
    <w:rsid w:val="00F23C8E"/>
    <w:rsid w:val="00F2400B"/>
    <w:rsid w:val="00F241E0"/>
    <w:rsid w:val="00F2422A"/>
    <w:rsid w:val="00F24244"/>
    <w:rsid w:val="00F2461E"/>
    <w:rsid w:val="00F249D7"/>
    <w:rsid w:val="00F24B2D"/>
    <w:rsid w:val="00F24C64"/>
    <w:rsid w:val="00F24FE7"/>
    <w:rsid w:val="00F251EB"/>
    <w:rsid w:val="00F2549D"/>
    <w:rsid w:val="00F254AB"/>
    <w:rsid w:val="00F256F0"/>
    <w:rsid w:val="00F25AAD"/>
    <w:rsid w:val="00F25CBB"/>
    <w:rsid w:val="00F25F9A"/>
    <w:rsid w:val="00F261EA"/>
    <w:rsid w:val="00F26371"/>
    <w:rsid w:val="00F26504"/>
    <w:rsid w:val="00F26699"/>
    <w:rsid w:val="00F26993"/>
    <w:rsid w:val="00F26C28"/>
    <w:rsid w:val="00F26CA2"/>
    <w:rsid w:val="00F270E5"/>
    <w:rsid w:val="00F27269"/>
    <w:rsid w:val="00F27328"/>
    <w:rsid w:val="00F27349"/>
    <w:rsid w:val="00F274B4"/>
    <w:rsid w:val="00F275AC"/>
    <w:rsid w:val="00F27A6B"/>
    <w:rsid w:val="00F27E16"/>
    <w:rsid w:val="00F301A1"/>
    <w:rsid w:val="00F30689"/>
    <w:rsid w:val="00F307F2"/>
    <w:rsid w:val="00F30AB7"/>
    <w:rsid w:val="00F30AD5"/>
    <w:rsid w:val="00F30C01"/>
    <w:rsid w:val="00F30F44"/>
    <w:rsid w:val="00F311B4"/>
    <w:rsid w:val="00F312E2"/>
    <w:rsid w:val="00F31430"/>
    <w:rsid w:val="00F322A6"/>
    <w:rsid w:val="00F32645"/>
    <w:rsid w:val="00F331CF"/>
    <w:rsid w:val="00F33318"/>
    <w:rsid w:val="00F333AC"/>
    <w:rsid w:val="00F33400"/>
    <w:rsid w:val="00F33786"/>
    <w:rsid w:val="00F33C61"/>
    <w:rsid w:val="00F33F3F"/>
    <w:rsid w:val="00F3427A"/>
    <w:rsid w:val="00F34472"/>
    <w:rsid w:val="00F344BE"/>
    <w:rsid w:val="00F34DCB"/>
    <w:rsid w:val="00F34E20"/>
    <w:rsid w:val="00F3503F"/>
    <w:rsid w:val="00F3514D"/>
    <w:rsid w:val="00F35646"/>
    <w:rsid w:val="00F358DB"/>
    <w:rsid w:val="00F35D4C"/>
    <w:rsid w:val="00F35F86"/>
    <w:rsid w:val="00F3615B"/>
    <w:rsid w:val="00F36260"/>
    <w:rsid w:val="00F364A7"/>
    <w:rsid w:val="00F366D9"/>
    <w:rsid w:val="00F36AC0"/>
    <w:rsid w:val="00F36B72"/>
    <w:rsid w:val="00F36DD6"/>
    <w:rsid w:val="00F36EA0"/>
    <w:rsid w:val="00F37077"/>
    <w:rsid w:val="00F37114"/>
    <w:rsid w:val="00F373A7"/>
    <w:rsid w:val="00F377C3"/>
    <w:rsid w:val="00F37A31"/>
    <w:rsid w:val="00F37C50"/>
    <w:rsid w:val="00F37E48"/>
    <w:rsid w:val="00F40289"/>
    <w:rsid w:val="00F405A9"/>
    <w:rsid w:val="00F40A0F"/>
    <w:rsid w:val="00F41097"/>
    <w:rsid w:val="00F410B5"/>
    <w:rsid w:val="00F41167"/>
    <w:rsid w:val="00F41256"/>
    <w:rsid w:val="00F41394"/>
    <w:rsid w:val="00F413E2"/>
    <w:rsid w:val="00F41534"/>
    <w:rsid w:val="00F41569"/>
    <w:rsid w:val="00F4162F"/>
    <w:rsid w:val="00F41D58"/>
    <w:rsid w:val="00F4218E"/>
    <w:rsid w:val="00F42393"/>
    <w:rsid w:val="00F42404"/>
    <w:rsid w:val="00F42604"/>
    <w:rsid w:val="00F42BA2"/>
    <w:rsid w:val="00F42BED"/>
    <w:rsid w:val="00F42C50"/>
    <w:rsid w:val="00F42D21"/>
    <w:rsid w:val="00F431EE"/>
    <w:rsid w:val="00F4323E"/>
    <w:rsid w:val="00F4390A"/>
    <w:rsid w:val="00F43A55"/>
    <w:rsid w:val="00F43CF5"/>
    <w:rsid w:val="00F43E31"/>
    <w:rsid w:val="00F4412D"/>
    <w:rsid w:val="00F44325"/>
    <w:rsid w:val="00F44915"/>
    <w:rsid w:val="00F45425"/>
    <w:rsid w:val="00F4557B"/>
    <w:rsid w:val="00F459BD"/>
    <w:rsid w:val="00F45A25"/>
    <w:rsid w:val="00F4618D"/>
    <w:rsid w:val="00F462B2"/>
    <w:rsid w:val="00F463DA"/>
    <w:rsid w:val="00F464AC"/>
    <w:rsid w:val="00F4663E"/>
    <w:rsid w:val="00F468DA"/>
    <w:rsid w:val="00F46CCC"/>
    <w:rsid w:val="00F46E1A"/>
    <w:rsid w:val="00F46E6B"/>
    <w:rsid w:val="00F476C3"/>
    <w:rsid w:val="00F47752"/>
    <w:rsid w:val="00F500ED"/>
    <w:rsid w:val="00F5056D"/>
    <w:rsid w:val="00F505D3"/>
    <w:rsid w:val="00F50684"/>
    <w:rsid w:val="00F506B7"/>
    <w:rsid w:val="00F50707"/>
    <w:rsid w:val="00F51360"/>
    <w:rsid w:val="00F51383"/>
    <w:rsid w:val="00F515DB"/>
    <w:rsid w:val="00F51D85"/>
    <w:rsid w:val="00F51DF0"/>
    <w:rsid w:val="00F5206B"/>
    <w:rsid w:val="00F520F2"/>
    <w:rsid w:val="00F5233A"/>
    <w:rsid w:val="00F524C0"/>
    <w:rsid w:val="00F5251B"/>
    <w:rsid w:val="00F52D58"/>
    <w:rsid w:val="00F52F7A"/>
    <w:rsid w:val="00F53373"/>
    <w:rsid w:val="00F5394B"/>
    <w:rsid w:val="00F539E6"/>
    <w:rsid w:val="00F53AD8"/>
    <w:rsid w:val="00F53D87"/>
    <w:rsid w:val="00F53E80"/>
    <w:rsid w:val="00F5404E"/>
    <w:rsid w:val="00F54290"/>
    <w:rsid w:val="00F543B1"/>
    <w:rsid w:val="00F54694"/>
    <w:rsid w:val="00F547BA"/>
    <w:rsid w:val="00F5502A"/>
    <w:rsid w:val="00F555C4"/>
    <w:rsid w:val="00F55E9E"/>
    <w:rsid w:val="00F5626C"/>
    <w:rsid w:val="00F56347"/>
    <w:rsid w:val="00F56462"/>
    <w:rsid w:val="00F568F4"/>
    <w:rsid w:val="00F56974"/>
    <w:rsid w:val="00F56DA8"/>
    <w:rsid w:val="00F56E59"/>
    <w:rsid w:val="00F57121"/>
    <w:rsid w:val="00F57278"/>
    <w:rsid w:val="00F57362"/>
    <w:rsid w:val="00F5746F"/>
    <w:rsid w:val="00F57B77"/>
    <w:rsid w:val="00F57DD0"/>
    <w:rsid w:val="00F601AB"/>
    <w:rsid w:val="00F60213"/>
    <w:rsid w:val="00F6062A"/>
    <w:rsid w:val="00F60807"/>
    <w:rsid w:val="00F60958"/>
    <w:rsid w:val="00F60B3A"/>
    <w:rsid w:val="00F60BCB"/>
    <w:rsid w:val="00F60BD1"/>
    <w:rsid w:val="00F60F5A"/>
    <w:rsid w:val="00F61097"/>
    <w:rsid w:val="00F61143"/>
    <w:rsid w:val="00F614D8"/>
    <w:rsid w:val="00F61658"/>
    <w:rsid w:val="00F61787"/>
    <w:rsid w:val="00F61E21"/>
    <w:rsid w:val="00F61EC4"/>
    <w:rsid w:val="00F622DA"/>
    <w:rsid w:val="00F6265A"/>
    <w:rsid w:val="00F62E73"/>
    <w:rsid w:val="00F63203"/>
    <w:rsid w:val="00F63B4B"/>
    <w:rsid w:val="00F63E9A"/>
    <w:rsid w:val="00F640C1"/>
    <w:rsid w:val="00F64294"/>
    <w:rsid w:val="00F6463A"/>
    <w:rsid w:val="00F6491E"/>
    <w:rsid w:val="00F64B64"/>
    <w:rsid w:val="00F64BA0"/>
    <w:rsid w:val="00F65735"/>
    <w:rsid w:val="00F65AED"/>
    <w:rsid w:val="00F65C9C"/>
    <w:rsid w:val="00F65E6E"/>
    <w:rsid w:val="00F66086"/>
    <w:rsid w:val="00F66099"/>
    <w:rsid w:val="00F66272"/>
    <w:rsid w:val="00F66338"/>
    <w:rsid w:val="00F6669C"/>
    <w:rsid w:val="00F667E6"/>
    <w:rsid w:val="00F66DDC"/>
    <w:rsid w:val="00F66FC9"/>
    <w:rsid w:val="00F66FEE"/>
    <w:rsid w:val="00F67008"/>
    <w:rsid w:val="00F67451"/>
    <w:rsid w:val="00F67913"/>
    <w:rsid w:val="00F67A0A"/>
    <w:rsid w:val="00F67AA7"/>
    <w:rsid w:val="00F67B2F"/>
    <w:rsid w:val="00F67C18"/>
    <w:rsid w:val="00F67FD5"/>
    <w:rsid w:val="00F701C7"/>
    <w:rsid w:val="00F707C2"/>
    <w:rsid w:val="00F707DC"/>
    <w:rsid w:val="00F70A02"/>
    <w:rsid w:val="00F70D15"/>
    <w:rsid w:val="00F71281"/>
    <w:rsid w:val="00F71325"/>
    <w:rsid w:val="00F7144A"/>
    <w:rsid w:val="00F7173D"/>
    <w:rsid w:val="00F71E52"/>
    <w:rsid w:val="00F71EBA"/>
    <w:rsid w:val="00F72052"/>
    <w:rsid w:val="00F728FE"/>
    <w:rsid w:val="00F72C43"/>
    <w:rsid w:val="00F72ED0"/>
    <w:rsid w:val="00F73056"/>
    <w:rsid w:val="00F73449"/>
    <w:rsid w:val="00F73A37"/>
    <w:rsid w:val="00F73D3E"/>
    <w:rsid w:val="00F73E4B"/>
    <w:rsid w:val="00F7418E"/>
    <w:rsid w:val="00F7437E"/>
    <w:rsid w:val="00F7479F"/>
    <w:rsid w:val="00F747C2"/>
    <w:rsid w:val="00F74930"/>
    <w:rsid w:val="00F74F69"/>
    <w:rsid w:val="00F75063"/>
    <w:rsid w:val="00F7523A"/>
    <w:rsid w:val="00F756D9"/>
    <w:rsid w:val="00F75880"/>
    <w:rsid w:val="00F75972"/>
    <w:rsid w:val="00F760A3"/>
    <w:rsid w:val="00F767AA"/>
    <w:rsid w:val="00F76ED7"/>
    <w:rsid w:val="00F76FD3"/>
    <w:rsid w:val="00F7719F"/>
    <w:rsid w:val="00F771C0"/>
    <w:rsid w:val="00F7722F"/>
    <w:rsid w:val="00F772BB"/>
    <w:rsid w:val="00F7732A"/>
    <w:rsid w:val="00F77505"/>
    <w:rsid w:val="00F77A38"/>
    <w:rsid w:val="00F77BB6"/>
    <w:rsid w:val="00F8005D"/>
    <w:rsid w:val="00F803F4"/>
    <w:rsid w:val="00F80609"/>
    <w:rsid w:val="00F808B9"/>
    <w:rsid w:val="00F808E1"/>
    <w:rsid w:val="00F80C35"/>
    <w:rsid w:val="00F80D01"/>
    <w:rsid w:val="00F80D88"/>
    <w:rsid w:val="00F81441"/>
    <w:rsid w:val="00F81BCE"/>
    <w:rsid w:val="00F8208A"/>
    <w:rsid w:val="00F820AF"/>
    <w:rsid w:val="00F82269"/>
    <w:rsid w:val="00F828ED"/>
    <w:rsid w:val="00F82AF2"/>
    <w:rsid w:val="00F833C0"/>
    <w:rsid w:val="00F83907"/>
    <w:rsid w:val="00F83B2C"/>
    <w:rsid w:val="00F83D3C"/>
    <w:rsid w:val="00F83DE3"/>
    <w:rsid w:val="00F83E74"/>
    <w:rsid w:val="00F843B8"/>
    <w:rsid w:val="00F847BC"/>
    <w:rsid w:val="00F84B38"/>
    <w:rsid w:val="00F84C81"/>
    <w:rsid w:val="00F8533F"/>
    <w:rsid w:val="00F853E7"/>
    <w:rsid w:val="00F856A0"/>
    <w:rsid w:val="00F85C78"/>
    <w:rsid w:val="00F85DCB"/>
    <w:rsid w:val="00F85E30"/>
    <w:rsid w:val="00F86669"/>
    <w:rsid w:val="00F866F0"/>
    <w:rsid w:val="00F86A37"/>
    <w:rsid w:val="00F86D8B"/>
    <w:rsid w:val="00F86E0E"/>
    <w:rsid w:val="00F86FA2"/>
    <w:rsid w:val="00F87091"/>
    <w:rsid w:val="00F875A8"/>
    <w:rsid w:val="00F878FD"/>
    <w:rsid w:val="00F87DE2"/>
    <w:rsid w:val="00F87E2D"/>
    <w:rsid w:val="00F87E7E"/>
    <w:rsid w:val="00F90106"/>
    <w:rsid w:val="00F90370"/>
    <w:rsid w:val="00F90A6D"/>
    <w:rsid w:val="00F90A95"/>
    <w:rsid w:val="00F90B2E"/>
    <w:rsid w:val="00F90DBA"/>
    <w:rsid w:val="00F90EF5"/>
    <w:rsid w:val="00F91896"/>
    <w:rsid w:val="00F91DCA"/>
    <w:rsid w:val="00F91F43"/>
    <w:rsid w:val="00F9239D"/>
    <w:rsid w:val="00F923A3"/>
    <w:rsid w:val="00F926E6"/>
    <w:rsid w:val="00F92CEF"/>
    <w:rsid w:val="00F93707"/>
    <w:rsid w:val="00F938B4"/>
    <w:rsid w:val="00F939F3"/>
    <w:rsid w:val="00F93BED"/>
    <w:rsid w:val="00F946D0"/>
    <w:rsid w:val="00F9499F"/>
    <w:rsid w:val="00F94A1A"/>
    <w:rsid w:val="00F94A85"/>
    <w:rsid w:val="00F94F15"/>
    <w:rsid w:val="00F94F32"/>
    <w:rsid w:val="00F95031"/>
    <w:rsid w:val="00F9549D"/>
    <w:rsid w:val="00F958ED"/>
    <w:rsid w:val="00F95902"/>
    <w:rsid w:val="00F9597A"/>
    <w:rsid w:val="00F95A29"/>
    <w:rsid w:val="00F95B4B"/>
    <w:rsid w:val="00F963C5"/>
    <w:rsid w:val="00F966B0"/>
    <w:rsid w:val="00F96BD8"/>
    <w:rsid w:val="00F96CBA"/>
    <w:rsid w:val="00F96FCF"/>
    <w:rsid w:val="00F970A8"/>
    <w:rsid w:val="00F972C0"/>
    <w:rsid w:val="00F97307"/>
    <w:rsid w:val="00F973B1"/>
    <w:rsid w:val="00F97661"/>
    <w:rsid w:val="00F977E4"/>
    <w:rsid w:val="00F97C54"/>
    <w:rsid w:val="00F97D03"/>
    <w:rsid w:val="00F97E79"/>
    <w:rsid w:val="00FA02F4"/>
    <w:rsid w:val="00FA0759"/>
    <w:rsid w:val="00FA0AD1"/>
    <w:rsid w:val="00FA0C68"/>
    <w:rsid w:val="00FA0F7A"/>
    <w:rsid w:val="00FA1126"/>
    <w:rsid w:val="00FA14B6"/>
    <w:rsid w:val="00FA14E0"/>
    <w:rsid w:val="00FA172F"/>
    <w:rsid w:val="00FA1DBC"/>
    <w:rsid w:val="00FA22E0"/>
    <w:rsid w:val="00FA234E"/>
    <w:rsid w:val="00FA2493"/>
    <w:rsid w:val="00FA27E0"/>
    <w:rsid w:val="00FA2DB1"/>
    <w:rsid w:val="00FA316B"/>
    <w:rsid w:val="00FA346E"/>
    <w:rsid w:val="00FA3F1D"/>
    <w:rsid w:val="00FA4191"/>
    <w:rsid w:val="00FA43A6"/>
    <w:rsid w:val="00FA4C6B"/>
    <w:rsid w:val="00FA4CB7"/>
    <w:rsid w:val="00FA4F9B"/>
    <w:rsid w:val="00FA5394"/>
    <w:rsid w:val="00FA541A"/>
    <w:rsid w:val="00FA593B"/>
    <w:rsid w:val="00FA5B8A"/>
    <w:rsid w:val="00FA5C1C"/>
    <w:rsid w:val="00FA5DF9"/>
    <w:rsid w:val="00FA5F9C"/>
    <w:rsid w:val="00FA60F5"/>
    <w:rsid w:val="00FA6385"/>
    <w:rsid w:val="00FA65D2"/>
    <w:rsid w:val="00FA6FBD"/>
    <w:rsid w:val="00FA7114"/>
    <w:rsid w:val="00FA7169"/>
    <w:rsid w:val="00FA744E"/>
    <w:rsid w:val="00FA7656"/>
    <w:rsid w:val="00FA7CE9"/>
    <w:rsid w:val="00FA7E16"/>
    <w:rsid w:val="00FB007B"/>
    <w:rsid w:val="00FB03D7"/>
    <w:rsid w:val="00FB0CAF"/>
    <w:rsid w:val="00FB0D6B"/>
    <w:rsid w:val="00FB1823"/>
    <w:rsid w:val="00FB1CC8"/>
    <w:rsid w:val="00FB1F7E"/>
    <w:rsid w:val="00FB20D6"/>
    <w:rsid w:val="00FB252A"/>
    <w:rsid w:val="00FB26C2"/>
    <w:rsid w:val="00FB2711"/>
    <w:rsid w:val="00FB2D06"/>
    <w:rsid w:val="00FB3120"/>
    <w:rsid w:val="00FB3AD4"/>
    <w:rsid w:val="00FB3AD8"/>
    <w:rsid w:val="00FB3C42"/>
    <w:rsid w:val="00FB3C47"/>
    <w:rsid w:val="00FB448E"/>
    <w:rsid w:val="00FB4669"/>
    <w:rsid w:val="00FB46A0"/>
    <w:rsid w:val="00FB49D3"/>
    <w:rsid w:val="00FB4EC0"/>
    <w:rsid w:val="00FB4EFB"/>
    <w:rsid w:val="00FB52E6"/>
    <w:rsid w:val="00FB547D"/>
    <w:rsid w:val="00FB5663"/>
    <w:rsid w:val="00FB5A03"/>
    <w:rsid w:val="00FB5AF3"/>
    <w:rsid w:val="00FB5ED0"/>
    <w:rsid w:val="00FB60C1"/>
    <w:rsid w:val="00FB60E7"/>
    <w:rsid w:val="00FB61FA"/>
    <w:rsid w:val="00FB632B"/>
    <w:rsid w:val="00FB6920"/>
    <w:rsid w:val="00FB6B18"/>
    <w:rsid w:val="00FB6DF2"/>
    <w:rsid w:val="00FB74B5"/>
    <w:rsid w:val="00FB7513"/>
    <w:rsid w:val="00FB754F"/>
    <w:rsid w:val="00FB76F1"/>
    <w:rsid w:val="00FB7784"/>
    <w:rsid w:val="00FB7877"/>
    <w:rsid w:val="00FB7966"/>
    <w:rsid w:val="00FB7A20"/>
    <w:rsid w:val="00FB7DA6"/>
    <w:rsid w:val="00FC03CE"/>
    <w:rsid w:val="00FC047B"/>
    <w:rsid w:val="00FC0595"/>
    <w:rsid w:val="00FC07FC"/>
    <w:rsid w:val="00FC0E9C"/>
    <w:rsid w:val="00FC0F00"/>
    <w:rsid w:val="00FC1078"/>
    <w:rsid w:val="00FC1653"/>
    <w:rsid w:val="00FC17C1"/>
    <w:rsid w:val="00FC1A19"/>
    <w:rsid w:val="00FC1B26"/>
    <w:rsid w:val="00FC1B73"/>
    <w:rsid w:val="00FC1D2B"/>
    <w:rsid w:val="00FC1D86"/>
    <w:rsid w:val="00FC21B0"/>
    <w:rsid w:val="00FC2255"/>
    <w:rsid w:val="00FC2258"/>
    <w:rsid w:val="00FC2EC6"/>
    <w:rsid w:val="00FC2FD2"/>
    <w:rsid w:val="00FC3575"/>
    <w:rsid w:val="00FC3D6D"/>
    <w:rsid w:val="00FC4099"/>
    <w:rsid w:val="00FC45AF"/>
    <w:rsid w:val="00FC47A9"/>
    <w:rsid w:val="00FC4AB7"/>
    <w:rsid w:val="00FC4D0C"/>
    <w:rsid w:val="00FC50A9"/>
    <w:rsid w:val="00FC52FD"/>
    <w:rsid w:val="00FC5304"/>
    <w:rsid w:val="00FC5A25"/>
    <w:rsid w:val="00FC61EB"/>
    <w:rsid w:val="00FC63F5"/>
    <w:rsid w:val="00FC6C1C"/>
    <w:rsid w:val="00FC701A"/>
    <w:rsid w:val="00FC7325"/>
    <w:rsid w:val="00FC7598"/>
    <w:rsid w:val="00FC7791"/>
    <w:rsid w:val="00FC782D"/>
    <w:rsid w:val="00FD008A"/>
    <w:rsid w:val="00FD0229"/>
    <w:rsid w:val="00FD0318"/>
    <w:rsid w:val="00FD0402"/>
    <w:rsid w:val="00FD0650"/>
    <w:rsid w:val="00FD0683"/>
    <w:rsid w:val="00FD0E34"/>
    <w:rsid w:val="00FD1105"/>
    <w:rsid w:val="00FD136E"/>
    <w:rsid w:val="00FD1441"/>
    <w:rsid w:val="00FD1715"/>
    <w:rsid w:val="00FD1844"/>
    <w:rsid w:val="00FD1875"/>
    <w:rsid w:val="00FD18CA"/>
    <w:rsid w:val="00FD1A94"/>
    <w:rsid w:val="00FD1B00"/>
    <w:rsid w:val="00FD1B76"/>
    <w:rsid w:val="00FD1BED"/>
    <w:rsid w:val="00FD1C39"/>
    <w:rsid w:val="00FD1D1E"/>
    <w:rsid w:val="00FD2075"/>
    <w:rsid w:val="00FD2336"/>
    <w:rsid w:val="00FD2604"/>
    <w:rsid w:val="00FD285F"/>
    <w:rsid w:val="00FD3321"/>
    <w:rsid w:val="00FD3335"/>
    <w:rsid w:val="00FD33F0"/>
    <w:rsid w:val="00FD34DD"/>
    <w:rsid w:val="00FD3626"/>
    <w:rsid w:val="00FD3A41"/>
    <w:rsid w:val="00FD3C95"/>
    <w:rsid w:val="00FD3E49"/>
    <w:rsid w:val="00FD3EAC"/>
    <w:rsid w:val="00FD3F2E"/>
    <w:rsid w:val="00FD452D"/>
    <w:rsid w:val="00FD4C97"/>
    <w:rsid w:val="00FD52E5"/>
    <w:rsid w:val="00FD5488"/>
    <w:rsid w:val="00FD54CE"/>
    <w:rsid w:val="00FD5B05"/>
    <w:rsid w:val="00FD5D51"/>
    <w:rsid w:val="00FD61FF"/>
    <w:rsid w:val="00FD67D2"/>
    <w:rsid w:val="00FD6BAF"/>
    <w:rsid w:val="00FD753E"/>
    <w:rsid w:val="00FD7D4E"/>
    <w:rsid w:val="00FE02BB"/>
    <w:rsid w:val="00FE0DB7"/>
    <w:rsid w:val="00FE0EFC"/>
    <w:rsid w:val="00FE0F98"/>
    <w:rsid w:val="00FE10BB"/>
    <w:rsid w:val="00FE10FE"/>
    <w:rsid w:val="00FE12D6"/>
    <w:rsid w:val="00FE130D"/>
    <w:rsid w:val="00FE1407"/>
    <w:rsid w:val="00FE1608"/>
    <w:rsid w:val="00FE17D7"/>
    <w:rsid w:val="00FE1983"/>
    <w:rsid w:val="00FE1A28"/>
    <w:rsid w:val="00FE1A8C"/>
    <w:rsid w:val="00FE1C5B"/>
    <w:rsid w:val="00FE1C63"/>
    <w:rsid w:val="00FE2566"/>
    <w:rsid w:val="00FE262E"/>
    <w:rsid w:val="00FE274E"/>
    <w:rsid w:val="00FE27FC"/>
    <w:rsid w:val="00FE2CE6"/>
    <w:rsid w:val="00FE315E"/>
    <w:rsid w:val="00FE31C9"/>
    <w:rsid w:val="00FE33A2"/>
    <w:rsid w:val="00FE3499"/>
    <w:rsid w:val="00FE355E"/>
    <w:rsid w:val="00FE35ED"/>
    <w:rsid w:val="00FE3696"/>
    <w:rsid w:val="00FE38AB"/>
    <w:rsid w:val="00FE3BDA"/>
    <w:rsid w:val="00FE4270"/>
    <w:rsid w:val="00FE4B8F"/>
    <w:rsid w:val="00FE4BC6"/>
    <w:rsid w:val="00FE4E20"/>
    <w:rsid w:val="00FE5353"/>
    <w:rsid w:val="00FE5640"/>
    <w:rsid w:val="00FE5791"/>
    <w:rsid w:val="00FE6024"/>
    <w:rsid w:val="00FE651F"/>
    <w:rsid w:val="00FE6DF9"/>
    <w:rsid w:val="00FE6E46"/>
    <w:rsid w:val="00FE74C0"/>
    <w:rsid w:val="00FE7727"/>
    <w:rsid w:val="00FE7882"/>
    <w:rsid w:val="00FE78F4"/>
    <w:rsid w:val="00FE7976"/>
    <w:rsid w:val="00FE7D47"/>
    <w:rsid w:val="00FE7FFB"/>
    <w:rsid w:val="00FF0236"/>
    <w:rsid w:val="00FF08E0"/>
    <w:rsid w:val="00FF0A16"/>
    <w:rsid w:val="00FF0D03"/>
    <w:rsid w:val="00FF0D1A"/>
    <w:rsid w:val="00FF12EF"/>
    <w:rsid w:val="00FF138A"/>
    <w:rsid w:val="00FF17A2"/>
    <w:rsid w:val="00FF19E1"/>
    <w:rsid w:val="00FF1D18"/>
    <w:rsid w:val="00FF1EBE"/>
    <w:rsid w:val="00FF2229"/>
    <w:rsid w:val="00FF2328"/>
    <w:rsid w:val="00FF287D"/>
    <w:rsid w:val="00FF29F4"/>
    <w:rsid w:val="00FF3215"/>
    <w:rsid w:val="00FF332E"/>
    <w:rsid w:val="00FF3383"/>
    <w:rsid w:val="00FF38C1"/>
    <w:rsid w:val="00FF394D"/>
    <w:rsid w:val="00FF3CD7"/>
    <w:rsid w:val="00FF3D12"/>
    <w:rsid w:val="00FF3DFB"/>
    <w:rsid w:val="00FF41BA"/>
    <w:rsid w:val="00FF4230"/>
    <w:rsid w:val="00FF449B"/>
    <w:rsid w:val="00FF45CD"/>
    <w:rsid w:val="00FF48FE"/>
    <w:rsid w:val="00FF4A1D"/>
    <w:rsid w:val="00FF4FEA"/>
    <w:rsid w:val="00FF53E7"/>
    <w:rsid w:val="00FF55D7"/>
    <w:rsid w:val="00FF55E2"/>
    <w:rsid w:val="00FF5734"/>
    <w:rsid w:val="00FF5A47"/>
    <w:rsid w:val="00FF5E21"/>
    <w:rsid w:val="00FF5F08"/>
    <w:rsid w:val="00FF6001"/>
    <w:rsid w:val="00FF60FD"/>
    <w:rsid w:val="00FF6229"/>
    <w:rsid w:val="00FF6389"/>
    <w:rsid w:val="00FF6460"/>
    <w:rsid w:val="00FF6757"/>
    <w:rsid w:val="00FF6AE2"/>
    <w:rsid w:val="00FF6BE5"/>
    <w:rsid w:val="00FF6C7E"/>
    <w:rsid w:val="00FF72C7"/>
    <w:rsid w:val="00FF7682"/>
    <w:rsid w:val="00FF7AF0"/>
    <w:rsid w:val="00FF7E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D1F40"/>
    <w:rPr>
      <w:sz w:val="24"/>
      <w:szCs w:val="24"/>
    </w:rPr>
  </w:style>
  <w:style w:type="paragraph" w:styleId="Heading1">
    <w:name w:val="heading 1"/>
    <w:basedOn w:val="BodyText"/>
    <w:next w:val="BodyText"/>
    <w:rsid w:val="005D1F4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D1F4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D1F40"/>
    <w:pPr>
      <w:spacing w:before="560" w:line="320" w:lineRule="exact"/>
      <w:ind w:left="0" w:firstLine="0"/>
      <w:outlineLvl w:val="2"/>
    </w:pPr>
    <w:rPr>
      <w:sz w:val="26"/>
    </w:rPr>
  </w:style>
  <w:style w:type="paragraph" w:styleId="Heading4">
    <w:name w:val="heading 4"/>
    <w:basedOn w:val="Heading3"/>
    <w:next w:val="BodyText"/>
    <w:qFormat/>
    <w:rsid w:val="005D1F40"/>
    <w:pPr>
      <w:spacing w:before="480"/>
      <w:outlineLvl w:val="3"/>
    </w:pPr>
    <w:rPr>
      <w:b w:val="0"/>
      <w:sz w:val="24"/>
    </w:rPr>
  </w:style>
  <w:style w:type="paragraph" w:styleId="Heading5">
    <w:name w:val="heading 5"/>
    <w:basedOn w:val="Heading4"/>
    <w:next w:val="BodyText"/>
    <w:link w:val="Heading5Char"/>
    <w:qFormat/>
    <w:rsid w:val="005D1F40"/>
    <w:pPr>
      <w:outlineLvl w:val="4"/>
    </w:pPr>
    <w:rPr>
      <w:i/>
      <w:sz w:val="22"/>
    </w:rPr>
  </w:style>
  <w:style w:type="paragraph" w:styleId="Heading6">
    <w:name w:val="heading 6"/>
    <w:basedOn w:val="BodyText"/>
    <w:next w:val="BodyText"/>
    <w:rsid w:val="005D1F40"/>
    <w:pPr>
      <w:spacing w:after="60"/>
      <w:jc w:val="left"/>
      <w:outlineLvl w:val="5"/>
    </w:pPr>
    <w:rPr>
      <w:i/>
      <w:sz w:val="22"/>
    </w:rPr>
  </w:style>
  <w:style w:type="paragraph" w:styleId="Heading7">
    <w:name w:val="heading 7"/>
    <w:basedOn w:val="BodyText"/>
    <w:next w:val="BodyText"/>
    <w:rsid w:val="005D1F40"/>
    <w:pPr>
      <w:spacing w:after="60" w:line="240" w:lineRule="auto"/>
      <w:jc w:val="left"/>
      <w:outlineLvl w:val="6"/>
    </w:pPr>
    <w:rPr>
      <w:rFonts w:ascii="Arial" w:hAnsi="Arial"/>
      <w:sz w:val="20"/>
    </w:rPr>
  </w:style>
  <w:style w:type="paragraph" w:styleId="Heading8">
    <w:name w:val="heading 8"/>
    <w:basedOn w:val="BodyText"/>
    <w:next w:val="BodyText"/>
    <w:rsid w:val="005D1F40"/>
    <w:pPr>
      <w:spacing w:after="60" w:line="240" w:lineRule="auto"/>
      <w:jc w:val="left"/>
      <w:outlineLvl w:val="7"/>
    </w:pPr>
    <w:rPr>
      <w:rFonts w:ascii="Arial" w:hAnsi="Arial"/>
      <w:i/>
      <w:sz w:val="20"/>
    </w:rPr>
  </w:style>
  <w:style w:type="paragraph" w:styleId="Heading9">
    <w:name w:val="heading 9"/>
    <w:basedOn w:val="BodyText"/>
    <w:next w:val="BodyText"/>
    <w:rsid w:val="005D1F4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D1F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F40"/>
  </w:style>
  <w:style w:type="paragraph" w:styleId="BodyText">
    <w:name w:val="Body Text"/>
    <w:link w:val="BodyTextChar"/>
    <w:qFormat/>
    <w:rsid w:val="005D1F40"/>
    <w:pPr>
      <w:spacing w:before="240" w:line="300" w:lineRule="atLeast"/>
      <w:jc w:val="both"/>
    </w:pPr>
    <w:rPr>
      <w:sz w:val="24"/>
    </w:rPr>
  </w:style>
  <w:style w:type="paragraph" w:customStyle="1" w:styleId="Chapter">
    <w:name w:val="Chapter"/>
    <w:basedOn w:val="Heading1"/>
    <w:next w:val="BodyText"/>
    <w:semiHidden/>
    <w:rsid w:val="005D1F40"/>
    <w:pPr>
      <w:ind w:left="0" w:firstLine="0"/>
      <w:outlineLvl w:val="9"/>
    </w:pPr>
  </w:style>
  <w:style w:type="paragraph" w:customStyle="1" w:styleId="SequenceInfo">
    <w:name w:val="Sequence Info"/>
    <w:basedOn w:val="BodyText"/>
    <w:semiHidden/>
    <w:rsid w:val="005D1F40"/>
    <w:rPr>
      <w:vanish/>
      <w:sz w:val="16"/>
    </w:rPr>
  </w:style>
  <w:style w:type="character" w:styleId="CommentReference">
    <w:name w:val="annotation reference"/>
    <w:basedOn w:val="DefaultParagraphFont"/>
    <w:semiHidden/>
    <w:rsid w:val="005D1F40"/>
    <w:rPr>
      <w:b/>
      <w:vanish/>
      <w:color w:val="FF00FF"/>
      <w:sz w:val="20"/>
    </w:rPr>
  </w:style>
  <w:style w:type="paragraph" w:styleId="CommentText">
    <w:name w:val="annotation text"/>
    <w:basedOn w:val="Normal"/>
    <w:semiHidden/>
    <w:rsid w:val="005D1F40"/>
    <w:pPr>
      <w:spacing w:before="120" w:line="240" w:lineRule="atLeast"/>
      <w:ind w:left="567" w:hanging="567"/>
    </w:pPr>
    <w:rPr>
      <w:sz w:val="20"/>
    </w:rPr>
  </w:style>
  <w:style w:type="paragraph" w:customStyle="1" w:styleId="Abbreviation">
    <w:name w:val="Abbreviation"/>
    <w:basedOn w:val="BodyText"/>
    <w:rsid w:val="005D1F40"/>
    <w:pPr>
      <w:spacing w:before="120"/>
      <w:ind w:left="2381" w:hanging="2381"/>
      <w:jc w:val="left"/>
    </w:pPr>
  </w:style>
  <w:style w:type="paragraph" w:customStyle="1" w:styleId="Box">
    <w:name w:val="Box"/>
    <w:basedOn w:val="BodyText"/>
    <w:link w:val="BoxChar"/>
    <w:qFormat/>
    <w:rsid w:val="005D1F40"/>
    <w:pPr>
      <w:keepNext/>
      <w:spacing w:before="120" w:line="260" w:lineRule="atLeast"/>
    </w:pPr>
    <w:rPr>
      <w:rFonts w:ascii="Arial" w:hAnsi="Arial"/>
      <w:sz w:val="20"/>
    </w:rPr>
  </w:style>
  <w:style w:type="paragraph" w:customStyle="1" w:styleId="QuoteBullet">
    <w:name w:val="Quote Bullet"/>
    <w:basedOn w:val="Quote"/>
    <w:rsid w:val="005D1F40"/>
    <w:pPr>
      <w:numPr>
        <w:numId w:val="11"/>
      </w:numPr>
    </w:pPr>
  </w:style>
  <w:style w:type="paragraph" w:styleId="Quote">
    <w:name w:val="Quote"/>
    <w:basedOn w:val="BodyText"/>
    <w:next w:val="BodyText"/>
    <w:qFormat/>
    <w:rsid w:val="005D1F40"/>
    <w:pPr>
      <w:spacing w:before="120" w:line="280" w:lineRule="exact"/>
      <w:ind w:left="340"/>
    </w:pPr>
    <w:rPr>
      <w:sz w:val="22"/>
    </w:rPr>
  </w:style>
  <w:style w:type="paragraph" w:customStyle="1" w:styleId="BoxListBullet">
    <w:name w:val="Box List Bullet"/>
    <w:basedOn w:val="BodyText"/>
    <w:rsid w:val="005D1F40"/>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5D1F40"/>
    <w:pPr>
      <w:numPr>
        <w:numId w:val="3"/>
      </w:numPr>
      <w:ind w:left="568" w:hanging="284"/>
    </w:pPr>
  </w:style>
  <w:style w:type="paragraph" w:customStyle="1" w:styleId="BoxListNumber">
    <w:name w:val="Box List Number"/>
    <w:basedOn w:val="BodyText"/>
    <w:rsid w:val="005D1F4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D1F40"/>
    <w:pPr>
      <w:numPr>
        <w:ilvl w:val="1"/>
      </w:numPr>
      <w:ind w:left="681" w:hanging="397"/>
    </w:pPr>
  </w:style>
  <w:style w:type="paragraph" w:customStyle="1" w:styleId="BoxQuote">
    <w:name w:val="Box Quote"/>
    <w:basedOn w:val="BodyText"/>
    <w:next w:val="Box"/>
    <w:qFormat/>
    <w:rsid w:val="005D1F40"/>
    <w:pPr>
      <w:keepNext/>
      <w:spacing w:before="60" w:line="240" w:lineRule="exact"/>
      <w:ind w:left="284"/>
    </w:pPr>
    <w:rPr>
      <w:rFonts w:ascii="Arial" w:hAnsi="Arial"/>
      <w:sz w:val="18"/>
    </w:rPr>
  </w:style>
  <w:style w:type="paragraph" w:customStyle="1" w:styleId="BoxSource">
    <w:name w:val="Box Source"/>
    <w:basedOn w:val="Source"/>
    <w:next w:val="BodyText"/>
    <w:rsid w:val="005D1F40"/>
    <w:pPr>
      <w:spacing w:before="120"/>
    </w:pPr>
  </w:style>
  <w:style w:type="paragraph" w:customStyle="1" w:styleId="Source">
    <w:name w:val="Source"/>
    <w:basedOn w:val="Normal"/>
    <w:next w:val="BodyText"/>
    <w:rsid w:val="005D1F40"/>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5D1F40"/>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5D1F40"/>
    <w:pPr>
      <w:spacing w:after="80" w:line="200" w:lineRule="exact"/>
      <w:ind w:firstLine="0"/>
    </w:pPr>
    <w:rPr>
      <w:b w:val="0"/>
      <w:sz w:val="20"/>
    </w:rPr>
  </w:style>
  <w:style w:type="paragraph" w:customStyle="1" w:styleId="BoxTitle">
    <w:name w:val="Box Title"/>
    <w:basedOn w:val="Caption"/>
    <w:next w:val="BoxSubtitle"/>
    <w:rsid w:val="005D1F40"/>
    <w:pPr>
      <w:spacing w:before="120" w:after="0"/>
    </w:pPr>
  </w:style>
  <w:style w:type="paragraph" w:styleId="Caption">
    <w:name w:val="caption"/>
    <w:basedOn w:val="Normal"/>
    <w:next w:val="BodyText"/>
    <w:rsid w:val="005D1F40"/>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D1F40"/>
    <w:pPr>
      <w:spacing w:line="280" w:lineRule="atLeast"/>
      <w:ind w:left="907"/>
    </w:pPr>
    <w:rPr>
      <w:rFonts w:ascii="Arial" w:hAnsi="Arial"/>
      <w:b/>
      <w:sz w:val="20"/>
    </w:rPr>
  </w:style>
  <w:style w:type="character" w:customStyle="1" w:styleId="DocumentInfo">
    <w:name w:val="Document Info"/>
    <w:basedOn w:val="DefaultParagraphFont"/>
    <w:semiHidden/>
    <w:rsid w:val="005D1F40"/>
    <w:rPr>
      <w:rFonts w:ascii="Arial" w:hAnsi="Arial"/>
      <w:sz w:val="14"/>
    </w:rPr>
  </w:style>
  <w:style w:type="paragraph" w:styleId="Footer">
    <w:name w:val="footer"/>
    <w:basedOn w:val="BodyText"/>
    <w:link w:val="FooterChar"/>
    <w:rsid w:val="005D1F40"/>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5D1F40"/>
    <w:rPr>
      <w:b/>
      <w:color w:val="FF0000"/>
      <w:sz w:val="24"/>
      <w:u w:val="dotted"/>
    </w:rPr>
  </w:style>
  <w:style w:type="table" w:styleId="TableGrid">
    <w:name w:val="Table Grid"/>
    <w:basedOn w:val="TableNormal"/>
    <w:rsid w:val="005D1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BodyText"/>
    <w:rsid w:val="005D1F40"/>
    <w:pPr>
      <w:keepNext/>
      <w:spacing w:before="120" w:after="120" w:line="240" w:lineRule="atLeast"/>
      <w:jc w:val="center"/>
    </w:pPr>
  </w:style>
  <w:style w:type="paragraph" w:customStyle="1" w:styleId="FigureTitle">
    <w:name w:val="Figure Title"/>
    <w:basedOn w:val="Caption"/>
    <w:next w:val="Subtitle"/>
    <w:rsid w:val="005D1F40"/>
    <w:pPr>
      <w:spacing w:before="120"/>
    </w:pPr>
  </w:style>
  <w:style w:type="paragraph" w:styleId="Subtitle">
    <w:name w:val="Subtitle"/>
    <w:basedOn w:val="Caption"/>
    <w:link w:val="SubtitleChar"/>
    <w:qFormat/>
    <w:rsid w:val="005D1F40"/>
    <w:pPr>
      <w:spacing w:before="0" w:line="200" w:lineRule="exact"/>
      <w:ind w:firstLine="0"/>
    </w:pPr>
    <w:rPr>
      <w:b w:val="0"/>
      <w:sz w:val="20"/>
    </w:rPr>
  </w:style>
  <w:style w:type="paragraph" w:customStyle="1" w:styleId="Finding">
    <w:name w:val="Finding"/>
    <w:basedOn w:val="BodyText"/>
    <w:rsid w:val="005D1F40"/>
    <w:pPr>
      <w:keepLines/>
      <w:spacing w:before="120" w:line="280" w:lineRule="atLeast"/>
    </w:pPr>
    <w:rPr>
      <w:rFonts w:ascii="Arial" w:hAnsi="Arial"/>
      <w:sz w:val="22"/>
    </w:rPr>
  </w:style>
  <w:style w:type="paragraph" w:customStyle="1" w:styleId="FindingBullet">
    <w:name w:val="Finding Bullet"/>
    <w:basedOn w:val="Finding"/>
    <w:rsid w:val="005D1F40"/>
    <w:pPr>
      <w:numPr>
        <w:numId w:val="7"/>
      </w:numPr>
      <w:spacing w:before="80"/>
    </w:pPr>
  </w:style>
  <w:style w:type="paragraph" w:customStyle="1" w:styleId="FindingNoTitle">
    <w:name w:val="Finding NoTitle"/>
    <w:basedOn w:val="Finding"/>
    <w:rsid w:val="005D1F40"/>
    <w:pPr>
      <w:spacing w:before="240"/>
    </w:pPr>
  </w:style>
  <w:style w:type="paragraph" w:customStyle="1" w:styleId="FindingTitle">
    <w:name w:val="Finding Title"/>
    <w:basedOn w:val="RecTitle"/>
    <w:next w:val="Finding"/>
    <w:rsid w:val="005D1F40"/>
  </w:style>
  <w:style w:type="paragraph" w:customStyle="1" w:styleId="RecTitle">
    <w:name w:val="Rec Title"/>
    <w:basedOn w:val="BodyText"/>
    <w:next w:val="Rec"/>
    <w:qFormat/>
    <w:rsid w:val="005D1F40"/>
    <w:pPr>
      <w:keepNext/>
      <w:keepLines/>
      <w:spacing w:line="280" w:lineRule="atLeast"/>
    </w:pPr>
    <w:rPr>
      <w:rFonts w:ascii="Arial" w:hAnsi="Arial"/>
      <w:caps/>
      <w:sz w:val="18"/>
    </w:rPr>
  </w:style>
  <w:style w:type="paragraph" w:customStyle="1" w:styleId="FooterEnd">
    <w:name w:val="Footer End"/>
    <w:basedOn w:val="Footer"/>
    <w:rsid w:val="005D1F40"/>
    <w:pPr>
      <w:spacing w:before="0" w:line="20" w:lineRule="exact"/>
    </w:pPr>
  </w:style>
  <w:style w:type="character" w:styleId="FootnoteReference">
    <w:name w:val="footnote reference"/>
    <w:basedOn w:val="DefaultParagraphFont"/>
    <w:semiHidden/>
    <w:rsid w:val="005D1F40"/>
    <w:rPr>
      <w:rFonts w:ascii="Times New Roman" w:hAnsi="Times New Roman"/>
      <w:position w:val="6"/>
      <w:sz w:val="20"/>
      <w:vertAlign w:val="baseline"/>
    </w:rPr>
  </w:style>
  <w:style w:type="paragraph" w:styleId="FootnoteText">
    <w:name w:val="footnote text"/>
    <w:basedOn w:val="BodyText"/>
    <w:rsid w:val="005D1F40"/>
    <w:pPr>
      <w:tabs>
        <w:tab w:val="left" w:pos="284"/>
      </w:tabs>
      <w:spacing w:before="80" w:line="240" w:lineRule="exact"/>
      <w:ind w:left="284" w:hanging="284"/>
    </w:pPr>
    <w:rPr>
      <w:sz w:val="20"/>
    </w:rPr>
  </w:style>
  <w:style w:type="paragraph" w:styleId="Header">
    <w:name w:val="header"/>
    <w:basedOn w:val="BodyText"/>
    <w:rsid w:val="005D1F4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D1F40"/>
    <w:pPr>
      <w:spacing w:line="20" w:lineRule="exact"/>
    </w:pPr>
    <w:rPr>
      <w:sz w:val="16"/>
    </w:rPr>
  </w:style>
  <w:style w:type="paragraph" w:customStyle="1" w:styleId="HeaderEven">
    <w:name w:val="Header Even"/>
    <w:basedOn w:val="Header"/>
    <w:semiHidden/>
    <w:rsid w:val="005D1F40"/>
  </w:style>
  <w:style w:type="paragraph" w:customStyle="1" w:styleId="HeaderOdd">
    <w:name w:val="Header Odd"/>
    <w:basedOn w:val="Header"/>
    <w:semiHidden/>
    <w:rsid w:val="005D1F40"/>
  </w:style>
  <w:style w:type="paragraph" w:customStyle="1" w:styleId="InformationRequest">
    <w:name w:val="Information Request"/>
    <w:basedOn w:val="Finding"/>
    <w:next w:val="BodyText"/>
    <w:rsid w:val="005D1F40"/>
    <w:rPr>
      <w:i/>
    </w:rPr>
  </w:style>
  <w:style w:type="paragraph" w:styleId="ListBullet">
    <w:name w:val="List Bullet"/>
    <w:basedOn w:val="BodyText"/>
    <w:rsid w:val="005D1F40"/>
    <w:pPr>
      <w:numPr>
        <w:numId w:val="5"/>
      </w:numPr>
      <w:spacing w:before="120"/>
    </w:pPr>
  </w:style>
  <w:style w:type="paragraph" w:styleId="ListBullet2">
    <w:name w:val="List Bullet 2"/>
    <w:basedOn w:val="BodyText"/>
    <w:rsid w:val="005D1F40"/>
    <w:pPr>
      <w:numPr>
        <w:numId w:val="2"/>
      </w:numPr>
      <w:spacing w:before="120"/>
    </w:pPr>
  </w:style>
  <w:style w:type="paragraph" w:styleId="ListBullet3">
    <w:name w:val="List Bullet 3"/>
    <w:basedOn w:val="BodyText"/>
    <w:rsid w:val="005D1F40"/>
    <w:pPr>
      <w:numPr>
        <w:numId w:val="1"/>
      </w:numPr>
      <w:spacing w:before="120"/>
      <w:ind w:left="1020" w:hanging="340"/>
    </w:pPr>
  </w:style>
  <w:style w:type="paragraph" w:styleId="ListNumber">
    <w:name w:val="List Number"/>
    <w:basedOn w:val="BodyText"/>
    <w:rsid w:val="005D1F40"/>
    <w:pPr>
      <w:numPr>
        <w:numId w:val="13"/>
      </w:numPr>
      <w:spacing w:before="120"/>
    </w:pPr>
  </w:style>
  <w:style w:type="paragraph" w:styleId="ListNumber2">
    <w:name w:val="List Number 2"/>
    <w:basedOn w:val="ListNumber"/>
    <w:rsid w:val="005D1F40"/>
    <w:pPr>
      <w:numPr>
        <w:ilvl w:val="1"/>
      </w:numPr>
    </w:pPr>
  </w:style>
  <w:style w:type="paragraph" w:styleId="ListNumber3">
    <w:name w:val="List Number 3"/>
    <w:basedOn w:val="ListNumber2"/>
    <w:rsid w:val="005D1F40"/>
    <w:pPr>
      <w:numPr>
        <w:ilvl w:val="2"/>
      </w:numPr>
    </w:pPr>
  </w:style>
  <w:style w:type="character" w:customStyle="1" w:styleId="NoteLabel">
    <w:name w:val="Note Label"/>
    <w:basedOn w:val="DefaultParagraphFont"/>
    <w:rsid w:val="005D1F40"/>
    <w:rPr>
      <w:rFonts w:ascii="Arial" w:hAnsi="Arial"/>
      <w:b/>
      <w:position w:val="6"/>
      <w:sz w:val="18"/>
    </w:rPr>
  </w:style>
  <w:style w:type="character" w:styleId="PageNumber">
    <w:name w:val="page number"/>
    <w:basedOn w:val="DefaultParagraphFont"/>
    <w:rsid w:val="005D1F40"/>
    <w:rPr>
      <w:rFonts w:ascii="Arial" w:hAnsi="Arial"/>
      <w:b/>
      <w:sz w:val="16"/>
    </w:rPr>
  </w:style>
  <w:style w:type="paragraph" w:customStyle="1" w:styleId="PartDivider">
    <w:name w:val="Part Divider"/>
    <w:basedOn w:val="BodyText"/>
    <w:next w:val="BodyText"/>
    <w:semiHidden/>
    <w:rsid w:val="005D1F40"/>
    <w:pPr>
      <w:spacing w:before="0" w:line="40" w:lineRule="exact"/>
      <w:jc w:val="right"/>
    </w:pPr>
    <w:rPr>
      <w:smallCaps/>
      <w:sz w:val="16"/>
    </w:rPr>
  </w:style>
  <w:style w:type="paragraph" w:customStyle="1" w:styleId="PartNumber">
    <w:name w:val="Part Number"/>
    <w:basedOn w:val="BodyText"/>
    <w:next w:val="BodyText"/>
    <w:semiHidden/>
    <w:rsid w:val="005D1F40"/>
    <w:pPr>
      <w:spacing w:before="4000" w:line="320" w:lineRule="exact"/>
      <w:ind w:left="6634"/>
      <w:jc w:val="right"/>
    </w:pPr>
    <w:rPr>
      <w:smallCaps/>
      <w:spacing w:val="60"/>
      <w:sz w:val="32"/>
    </w:rPr>
  </w:style>
  <w:style w:type="paragraph" w:customStyle="1" w:styleId="PartTitle">
    <w:name w:val="Part Title"/>
    <w:basedOn w:val="BodyText"/>
    <w:semiHidden/>
    <w:rsid w:val="005D1F40"/>
    <w:pPr>
      <w:spacing w:before="160" w:after="1360" w:line="520" w:lineRule="exact"/>
      <w:ind w:right="2381"/>
      <w:jc w:val="right"/>
    </w:pPr>
    <w:rPr>
      <w:smallCaps/>
      <w:sz w:val="52"/>
    </w:rPr>
  </w:style>
  <w:style w:type="paragraph" w:customStyle="1" w:styleId="Rec">
    <w:name w:val="Rec"/>
    <w:basedOn w:val="BodyText"/>
    <w:qFormat/>
    <w:rsid w:val="005D1F40"/>
    <w:pPr>
      <w:keepLines/>
      <w:spacing w:before="120" w:line="280" w:lineRule="atLeast"/>
    </w:pPr>
    <w:rPr>
      <w:rFonts w:ascii="Arial" w:hAnsi="Arial"/>
      <w:sz w:val="22"/>
    </w:rPr>
  </w:style>
  <w:style w:type="paragraph" w:customStyle="1" w:styleId="RecBullet">
    <w:name w:val="Rec Bullet"/>
    <w:basedOn w:val="Rec"/>
    <w:rsid w:val="005D1F40"/>
    <w:pPr>
      <w:numPr>
        <w:numId w:val="8"/>
      </w:numPr>
      <w:spacing w:before="80"/>
    </w:pPr>
  </w:style>
  <w:style w:type="paragraph" w:customStyle="1" w:styleId="RecB">
    <w:name w:val="RecB"/>
    <w:basedOn w:val="Normal"/>
    <w:rsid w:val="005D1F4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D1F40"/>
    <w:pPr>
      <w:numPr>
        <w:numId w:val="9"/>
      </w:numPr>
      <w:spacing w:before="80"/>
    </w:pPr>
  </w:style>
  <w:style w:type="paragraph" w:customStyle="1" w:styleId="RecBNoTitle">
    <w:name w:val="RecB NoTitle"/>
    <w:basedOn w:val="RecB"/>
    <w:rsid w:val="005D1F40"/>
    <w:pPr>
      <w:spacing w:before="240"/>
    </w:pPr>
  </w:style>
  <w:style w:type="paragraph" w:customStyle="1" w:styleId="Reference">
    <w:name w:val="Reference"/>
    <w:basedOn w:val="BodyText"/>
    <w:rsid w:val="005D1F40"/>
    <w:pPr>
      <w:spacing w:before="120"/>
      <w:ind w:left="340" w:hanging="340"/>
    </w:pPr>
  </w:style>
  <w:style w:type="paragraph" w:customStyle="1" w:styleId="SideNote">
    <w:name w:val="Side Note"/>
    <w:basedOn w:val="BodyText"/>
    <w:next w:val="BodyText"/>
    <w:semiHidden/>
    <w:rsid w:val="005D1F4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D1F40"/>
    <w:pPr>
      <w:framePr w:wrap="around"/>
      <w:numPr>
        <w:numId w:val="4"/>
      </w:numPr>
      <w:tabs>
        <w:tab w:val="left" w:pos="227"/>
      </w:tabs>
    </w:pPr>
  </w:style>
  <w:style w:type="paragraph" w:customStyle="1" w:styleId="SideNoteGraphic">
    <w:name w:val="Side Note Graphic"/>
    <w:basedOn w:val="SideNote"/>
    <w:next w:val="BodyText"/>
    <w:semiHidden/>
    <w:rsid w:val="005D1F40"/>
    <w:pPr>
      <w:framePr w:wrap="around"/>
    </w:pPr>
  </w:style>
  <w:style w:type="paragraph" w:customStyle="1" w:styleId="TableBodyText">
    <w:name w:val="Table Body Text"/>
    <w:basedOn w:val="BodyText"/>
    <w:rsid w:val="005D1F4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D1F40"/>
    <w:pPr>
      <w:numPr>
        <w:numId w:val="10"/>
      </w:numPr>
      <w:jc w:val="left"/>
    </w:pPr>
  </w:style>
  <w:style w:type="paragraph" w:customStyle="1" w:styleId="TableColumnHeading">
    <w:name w:val="Table Column Heading"/>
    <w:basedOn w:val="TableBodyText"/>
    <w:rsid w:val="005D1F40"/>
    <w:pPr>
      <w:spacing w:before="80" w:after="80"/>
    </w:pPr>
    <w:rPr>
      <w:i/>
    </w:rPr>
  </w:style>
  <w:style w:type="paragraph" w:styleId="TableofFigures">
    <w:name w:val="table of figures"/>
    <w:basedOn w:val="TOC3"/>
    <w:next w:val="BodyText"/>
    <w:semiHidden/>
    <w:rsid w:val="005D1F40"/>
    <w:pPr>
      <w:ind w:left="737" w:hanging="737"/>
    </w:pPr>
  </w:style>
  <w:style w:type="paragraph" w:styleId="TOC3">
    <w:name w:val="toc 3"/>
    <w:basedOn w:val="TOC2"/>
    <w:rsid w:val="005D1F40"/>
    <w:pPr>
      <w:spacing w:before="60"/>
      <w:ind w:left="1190" w:hanging="680"/>
    </w:pPr>
  </w:style>
  <w:style w:type="paragraph" w:styleId="TOC2">
    <w:name w:val="toc 2"/>
    <w:basedOn w:val="TOC1"/>
    <w:rsid w:val="005D1F40"/>
    <w:pPr>
      <w:ind w:left="1134" w:hanging="624"/>
    </w:pPr>
    <w:rPr>
      <w:b w:val="0"/>
    </w:rPr>
  </w:style>
  <w:style w:type="paragraph" w:customStyle="1" w:styleId="TableTitle">
    <w:name w:val="Table Title"/>
    <w:basedOn w:val="Caption"/>
    <w:next w:val="Subtitle"/>
    <w:qFormat/>
    <w:rsid w:val="005D1F40"/>
    <w:pPr>
      <w:spacing w:before="120"/>
    </w:pPr>
  </w:style>
  <w:style w:type="paragraph" w:customStyle="1" w:styleId="TableUnitsRow">
    <w:name w:val="Table Units Row"/>
    <w:basedOn w:val="TableBodyText"/>
    <w:rsid w:val="005D1F40"/>
    <w:pPr>
      <w:spacing w:before="40"/>
    </w:pPr>
  </w:style>
  <w:style w:type="paragraph" w:styleId="TOC1">
    <w:name w:val="toc 1"/>
    <w:basedOn w:val="Normal"/>
    <w:next w:val="TOC2"/>
    <w:link w:val="TOC1Char"/>
    <w:rsid w:val="005D1F4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D1F40"/>
    <w:pPr>
      <w:ind w:left="1191" w:firstLine="0"/>
    </w:pPr>
  </w:style>
  <w:style w:type="paragraph" w:customStyle="1" w:styleId="BoxContinued">
    <w:name w:val="Box Continued"/>
    <w:basedOn w:val="BodyText"/>
    <w:next w:val="BodyText"/>
    <w:semiHidden/>
    <w:rsid w:val="005D1F40"/>
    <w:pPr>
      <w:spacing w:before="180" w:line="220" w:lineRule="exact"/>
      <w:jc w:val="right"/>
    </w:pPr>
    <w:rPr>
      <w:rFonts w:ascii="Arial" w:hAnsi="Arial"/>
      <w:sz w:val="18"/>
    </w:rPr>
  </w:style>
  <w:style w:type="paragraph" w:customStyle="1" w:styleId="Continued">
    <w:name w:val="Continued"/>
    <w:basedOn w:val="BoxContinued"/>
    <w:next w:val="BodyText"/>
    <w:rsid w:val="005D1F40"/>
  </w:style>
  <w:style w:type="paragraph" w:customStyle="1" w:styleId="BoxHeading1">
    <w:name w:val="Box Heading 1"/>
    <w:basedOn w:val="BodyText"/>
    <w:next w:val="Box"/>
    <w:rsid w:val="005D1F40"/>
    <w:pPr>
      <w:keepNext/>
      <w:spacing w:before="200" w:line="280" w:lineRule="atLeast"/>
    </w:pPr>
    <w:rPr>
      <w:rFonts w:ascii="Arial" w:hAnsi="Arial"/>
      <w:b/>
      <w:sz w:val="22"/>
    </w:rPr>
  </w:style>
  <w:style w:type="paragraph" w:customStyle="1" w:styleId="BoxHeading2">
    <w:name w:val="Box Heading 2"/>
    <w:basedOn w:val="BoxHeading1"/>
    <w:next w:val="Normal"/>
    <w:rsid w:val="005D1F40"/>
    <w:rPr>
      <w:b w:val="0"/>
      <w:i/>
    </w:rPr>
  </w:style>
  <w:style w:type="paragraph" w:customStyle="1" w:styleId="Jurisdictioncommentsbodytext">
    <w:name w:val="Jurisdiction comments body text"/>
    <w:rsid w:val="005D1F40"/>
    <w:pPr>
      <w:spacing w:after="140"/>
      <w:jc w:val="both"/>
    </w:pPr>
    <w:rPr>
      <w:rFonts w:ascii="Arial" w:hAnsi="Arial"/>
      <w:sz w:val="24"/>
      <w:lang w:eastAsia="en-US"/>
    </w:rPr>
  </w:style>
  <w:style w:type="paragraph" w:customStyle="1" w:styleId="Jurisdictioncommentsheading">
    <w:name w:val="Jurisdiction comments heading"/>
    <w:rsid w:val="005D1F4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D1F40"/>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5D1F40"/>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character" w:customStyle="1" w:styleId="BodyTextChar">
    <w:name w:val="Body Text Char"/>
    <w:basedOn w:val="DefaultParagraphFont"/>
    <w:link w:val="BodyText"/>
    <w:rsid w:val="005D1F40"/>
    <w:rPr>
      <w:sz w:val="24"/>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5D1F40"/>
    <w:pPr>
      <w:pBdr>
        <w:left w:val="single" w:sz="24" w:space="29" w:color="C0C0C0"/>
      </w:pBdr>
    </w:pPr>
    <w:rPr>
      <w:b/>
      <w:i/>
    </w:rPr>
  </w:style>
  <w:style w:type="character" w:customStyle="1" w:styleId="BalloonTextChar">
    <w:name w:val="Balloon Text Char"/>
    <w:basedOn w:val="DefaultParagraphFont"/>
    <w:link w:val="BalloonText"/>
    <w:rsid w:val="005D1F40"/>
    <w:rPr>
      <w:rFonts w:ascii="Tahoma" w:hAnsi="Tahoma" w:cs="Tahoma"/>
      <w:sz w:val="16"/>
      <w:szCs w:val="16"/>
    </w:rPr>
  </w:style>
  <w:style w:type="character" w:customStyle="1" w:styleId="SubtitleChar">
    <w:name w:val="Subtitle Char"/>
    <w:basedOn w:val="DefaultParagraphFont"/>
    <w:link w:val="Subtitle"/>
    <w:rsid w:val="005D1F40"/>
    <w:rPr>
      <w:rFonts w:ascii="Arial" w:hAnsi="Arial"/>
      <w:szCs w:val="24"/>
    </w:rPr>
  </w:style>
  <w:style w:type="paragraph" w:customStyle="1" w:styleId="BoxListBullet3">
    <w:name w:val="Box List Bullet 3"/>
    <w:basedOn w:val="ListBullet3"/>
    <w:rsid w:val="005D1F4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D1F40"/>
    <w:rPr>
      <w:i/>
      <w:iCs/>
    </w:rPr>
  </w:style>
  <w:style w:type="paragraph" w:customStyle="1" w:styleId="BoxQuoteBullet">
    <w:name w:val="Box Quote Bullet"/>
    <w:basedOn w:val="BoxQuote"/>
    <w:next w:val="Box"/>
    <w:rsid w:val="005D1F40"/>
    <w:pPr>
      <w:numPr>
        <w:numId w:val="15"/>
      </w:numPr>
      <w:ind w:left="568" w:hanging="284"/>
    </w:pPr>
  </w:style>
  <w:style w:type="paragraph" w:customStyle="1" w:styleId="InformationRequestBullet">
    <w:name w:val="Information Request Bullet"/>
    <w:basedOn w:val="ListBullet"/>
    <w:next w:val="BodyText"/>
    <w:rsid w:val="005D1F40"/>
    <w:pPr>
      <w:numPr>
        <w:numId w:val="16"/>
      </w:numPr>
      <w:spacing w:before="80" w:line="280" w:lineRule="atLeast"/>
      <w:ind w:left="357" w:hanging="357"/>
    </w:pPr>
    <w:rPr>
      <w:rFonts w:ascii="Arial" w:hAnsi="Arial"/>
      <w:i/>
      <w:sz w:val="22"/>
    </w:rPr>
  </w:style>
  <w:style w:type="character" w:customStyle="1" w:styleId="Heading5Char">
    <w:name w:val="Heading 5 Char"/>
    <w:basedOn w:val="DefaultParagraphFont"/>
    <w:link w:val="Heading5"/>
    <w:rsid w:val="005D1F40"/>
    <w:rPr>
      <w:rFonts w:ascii="Arial" w:hAnsi="Arial"/>
      <w:i/>
      <w:sz w:val="22"/>
    </w:rPr>
  </w:style>
  <w:style w:type="paragraph" w:customStyle="1" w:styleId="BoxSpaceAbove">
    <w:name w:val="Box Space Above"/>
    <w:basedOn w:val="BodyText"/>
    <w:rsid w:val="005D1F40"/>
    <w:pPr>
      <w:keepNext/>
      <w:spacing w:before="360" w:line="80" w:lineRule="exact"/>
      <w:jc w:val="left"/>
    </w:pPr>
  </w:style>
  <w:style w:type="paragraph" w:customStyle="1" w:styleId="BoxSpaceBelow">
    <w:name w:val="Box Space Below"/>
    <w:basedOn w:val="Box"/>
    <w:rsid w:val="005D1F40"/>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5D1F40"/>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D1F40"/>
    <w:pPr>
      <w:numPr>
        <w:numId w:val="19"/>
      </w:numPr>
      <w:ind w:left="568" w:hanging="284"/>
    </w:pPr>
  </w:style>
  <w:style w:type="paragraph" w:customStyle="1" w:styleId="InformationRequestTitle">
    <w:name w:val="Information Request Title"/>
    <w:basedOn w:val="FindingTitle"/>
    <w:next w:val="InformationRequest"/>
    <w:rsid w:val="005D1F40"/>
    <w:rPr>
      <w:i/>
    </w:rPr>
  </w:style>
  <w:style w:type="paragraph" w:customStyle="1" w:styleId="Space">
    <w:name w:val="Space"/>
    <w:basedOn w:val="Normal"/>
    <w:rsid w:val="005D1F40"/>
    <w:pPr>
      <w:keepNext/>
      <w:spacing w:line="120" w:lineRule="exact"/>
      <w:jc w:val="both"/>
    </w:pPr>
    <w:rPr>
      <w:rFonts w:ascii="Arial" w:hAnsi="Arial"/>
      <w:sz w:val="20"/>
      <w:szCs w:val="20"/>
    </w:rPr>
  </w:style>
  <w:style w:type="paragraph" w:customStyle="1" w:styleId="Heading1nochapterno">
    <w:name w:val="Heading 1 (no chapter no.)"/>
    <w:basedOn w:val="Heading1"/>
    <w:rsid w:val="005D1F40"/>
    <w:pPr>
      <w:spacing w:before="0"/>
      <w:ind w:left="0" w:firstLine="0"/>
    </w:pPr>
  </w:style>
  <w:style w:type="paragraph" w:customStyle="1" w:styleId="Heading2nosectionno">
    <w:name w:val="Heading 2 (no section no.)"/>
    <w:basedOn w:val="Heading2"/>
    <w:rsid w:val="005D1F40"/>
    <w:pPr>
      <w:ind w:left="0" w:firstLine="0"/>
    </w:pPr>
  </w:style>
  <w:style w:type="paragraph" w:customStyle="1" w:styleId="Figurespace">
    <w:name w:val="Figure space"/>
    <w:basedOn w:val="Box"/>
    <w:rsid w:val="005D1F40"/>
    <w:pPr>
      <w:spacing w:before="0" w:line="120" w:lineRule="exact"/>
    </w:pPr>
  </w:style>
  <w:style w:type="paragraph" w:customStyle="1" w:styleId="FooterDraftReport">
    <w:name w:val="FooterDraftReport"/>
    <w:basedOn w:val="Footer"/>
    <w:link w:val="FooterDraftReportChar"/>
    <w:rsid w:val="005D1F4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D1F40"/>
    <w:rPr>
      <w:rFonts w:ascii="Arial" w:hAnsi="Arial"/>
      <w:caps/>
      <w:spacing w:val="-4"/>
      <w:sz w:val="16"/>
    </w:rPr>
  </w:style>
  <w:style w:type="character" w:customStyle="1" w:styleId="FooterDraftReportChar">
    <w:name w:val="FooterDraftReport Char"/>
    <w:basedOn w:val="FooterChar"/>
    <w:link w:val="FooterDraftReport"/>
    <w:rsid w:val="005D1F4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D1F40"/>
    <w:rPr>
      <w:rFonts w:ascii="Arial" w:hAnsi="Arial"/>
      <w:b/>
      <w:sz w:val="26"/>
      <w:szCs w:val="26"/>
      <w:lang w:eastAsia="en-US"/>
    </w:rPr>
  </w:style>
  <w:style w:type="paragraph" w:customStyle="1" w:styleId="Heading1NotTOC">
    <w:name w:val="Heading 1 Not TOC"/>
    <w:basedOn w:val="Heading1"/>
    <w:next w:val="BodyText"/>
    <w:rsid w:val="009830F1"/>
    <w:rPr>
      <w:kern w:val="28"/>
      <w:szCs w:val="26"/>
      <w:lang w:eastAsia="en-US"/>
    </w:rPr>
  </w:style>
  <w:style w:type="character" w:customStyle="1" w:styleId="BoxChar">
    <w:name w:val="Box Char"/>
    <w:basedOn w:val="DefaultParagraphFont"/>
    <w:link w:val="Box"/>
    <w:rsid w:val="004E15D6"/>
    <w:rPr>
      <w:rFonts w:ascii="Arial" w:hAnsi="Arial"/>
    </w:rPr>
  </w:style>
  <w:style w:type="paragraph" w:styleId="Revision">
    <w:name w:val="Revision"/>
    <w:hidden/>
    <w:uiPriority w:val="99"/>
    <w:semiHidden/>
    <w:rsid w:val="00DE3335"/>
    <w:rPr>
      <w:sz w:val="24"/>
      <w:szCs w:val="24"/>
    </w:rPr>
  </w:style>
  <w:style w:type="paragraph" w:customStyle="1" w:styleId="BoxSpaceAboveElement">
    <w:name w:val="Box Space Above Element"/>
    <w:basedOn w:val="BoxSpaceAbove"/>
    <w:link w:val="BoxSpaceAboveElementChar"/>
    <w:qFormat/>
    <w:rsid w:val="00751A5B"/>
    <w:pPr>
      <w:spacing w:before="240"/>
    </w:pPr>
    <w:rPr>
      <w:b/>
      <w:vanish/>
      <w:color w:val="FF00FF"/>
      <w:sz w:val="14"/>
    </w:rPr>
  </w:style>
  <w:style w:type="character" w:customStyle="1" w:styleId="BoxSpaceAboveElementChar">
    <w:name w:val="Box Space Above Element Char"/>
    <w:basedOn w:val="DefaultParagraphFont"/>
    <w:link w:val="BoxSpaceAboveElement"/>
    <w:rsid w:val="00751A5B"/>
    <w:rPr>
      <w:b/>
      <w:vanish/>
      <w:color w:val="FF00FF"/>
      <w:sz w:val="14"/>
    </w:rPr>
  </w:style>
  <w:style w:type="paragraph" w:styleId="TOCHeading">
    <w:name w:val="TOC Heading"/>
    <w:basedOn w:val="Heading1"/>
    <w:next w:val="Normal"/>
    <w:uiPriority w:val="39"/>
    <w:unhideWhenUsed/>
    <w:qFormat/>
    <w:rsid w:val="00350258"/>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Continuedintitle">
    <w:name w:val="Continued (in title)"/>
    <w:basedOn w:val="DefaultParagraphFont"/>
    <w:rsid w:val="00684310"/>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5D1F40"/>
    <w:rPr>
      <w:sz w:val="24"/>
      <w:szCs w:val="24"/>
    </w:rPr>
  </w:style>
  <w:style w:type="paragraph" w:styleId="Heading1">
    <w:name w:val="heading 1"/>
    <w:basedOn w:val="BodyText"/>
    <w:next w:val="BodyText"/>
    <w:rsid w:val="005D1F4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D1F4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D1F40"/>
    <w:pPr>
      <w:spacing w:before="560" w:line="320" w:lineRule="exact"/>
      <w:ind w:left="0" w:firstLine="0"/>
      <w:outlineLvl w:val="2"/>
    </w:pPr>
    <w:rPr>
      <w:sz w:val="26"/>
    </w:rPr>
  </w:style>
  <w:style w:type="paragraph" w:styleId="Heading4">
    <w:name w:val="heading 4"/>
    <w:basedOn w:val="Heading3"/>
    <w:next w:val="BodyText"/>
    <w:qFormat/>
    <w:rsid w:val="005D1F40"/>
    <w:pPr>
      <w:spacing w:before="480"/>
      <w:outlineLvl w:val="3"/>
    </w:pPr>
    <w:rPr>
      <w:b w:val="0"/>
      <w:sz w:val="24"/>
    </w:rPr>
  </w:style>
  <w:style w:type="paragraph" w:styleId="Heading5">
    <w:name w:val="heading 5"/>
    <w:basedOn w:val="Heading4"/>
    <w:next w:val="BodyText"/>
    <w:link w:val="Heading5Char"/>
    <w:qFormat/>
    <w:rsid w:val="005D1F40"/>
    <w:pPr>
      <w:outlineLvl w:val="4"/>
    </w:pPr>
    <w:rPr>
      <w:i/>
      <w:sz w:val="22"/>
    </w:rPr>
  </w:style>
  <w:style w:type="paragraph" w:styleId="Heading6">
    <w:name w:val="heading 6"/>
    <w:basedOn w:val="BodyText"/>
    <w:next w:val="BodyText"/>
    <w:rsid w:val="005D1F40"/>
    <w:pPr>
      <w:spacing w:after="60"/>
      <w:jc w:val="left"/>
      <w:outlineLvl w:val="5"/>
    </w:pPr>
    <w:rPr>
      <w:i/>
      <w:sz w:val="22"/>
    </w:rPr>
  </w:style>
  <w:style w:type="paragraph" w:styleId="Heading7">
    <w:name w:val="heading 7"/>
    <w:basedOn w:val="BodyText"/>
    <w:next w:val="BodyText"/>
    <w:rsid w:val="005D1F40"/>
    <w:pPr>
      <w:spacing w:after="60" w:line="240" w:lineRule="auto"/>
      <w:jc w:val="left"/>
      <w:outlineLvl w:val="6"/>
    </w:pPr>
    <w:rPr>
      <w:rFonts w:ascii="Arial" w:hAnsi="Arial"/>
      <w:sz w:val="20"/>
    </w:rPr>
  </w:style>
  <w:style w:type="paragraph" w:styleId="Heading8">
    <w:name w:val="heading 8"/>
    <w:basedOn w:val="BodyText"/>
    <w:next w:val="BodyText"/>
    <w:rsid w:val="005D1F40"/>
    <w:pPr>
      <w:spacing w:after="60" w:line="240" w:lineRule="auto"/>
      <w:jc w:val="left"/>
      <w:outlineLvl w:val="7"/>
    </w:pPr>
    <w:rPr>
      <w:rFonts w:ascii="Arial" w:hAnsi="Arial"/>
      <w:i/>
      <w:sz w:val="20"/>
    </w:rPr>
  </w:style>
  <w:style w:type="paragraph" w:styleId="Heading9">
    <w:name w:val="heading 9"/>
    <w:basedOn w:val="BodyText"/>
    <w:next w:val="BodyText"/>
    <w:rsid w:val="005D1F4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D1F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F40"/>
  </w:style>
  <w:style w:type="paragraph" w:styleId="BodyText">
    <w:name w:val="Body Text"/>
    <w:link w:val="BodyTextChar"/>
    <w:qFormat/>
    <w:rsid w:val="005D1F40"/>
    <w:pPr>
      <w:spacing w:before="240" w:line="300" w:lineRule="atLeast"/>
      <w:jc w:val="both"/>
    </w:pPr>
    <w:rPr>
      <w:sz w:val="24"/>
    </w:rPr>
  </w:style>
  <w:style w:type="paragraph" w:customStyle="1" w:styleId="Chapter">
    <w:name w:val="Chapter"/>
    <w:basedOn w:val="Heading1"/>
    <w:next w:val="BodyText"/>
    <w:semiHidden/>
    <w:rsid w:val="005D1F40"/>
    <w:pPr>
      <w:ind w:left="0" w:firstLine="0"/>
      <w:outlineLvl w:val="9"/>
    </w:pPr>
  </w:style>
  <w:style w:type="paragraph" w:customStyle="1" w:styleId="SequenceInfo">
    <w:name w:val="Sequence Info"/>
    <w:basedOn w:val="BodyText"/>
    <w:semiHidden/>
    <w:rsid w:val="005D1F40"/>
    <w:rPr>
      <w:vanish/>
      <w:sz w:val="16"/>
    </w:rPr>
  </w:style>
  <w:style w:type="character" w:styleId="CommentReference">
    <w:name w:val="annotation reference"/>
    <w:basedOn w:val="DefaultParagraphFont"/>
    <w:semiHidden/>
    <w:rsid w:val="005D1F40"/>
    <w:rPr>
      <w:b/>
      <w:vanish/>
      <w:color w:val="FF00FF"/>
      <w:sz w:val="20"/>
    </w:rPr>
  </w:style>
  <w:style w:type="paragraph" w:styleId="CommentText">
    <w:name w:val="annotation text"/>
    <w:basedOn w:val="Normal"/>
    <w:semiHidden/>
    <w:rsid w:val="005D1F40"/>
    <w:pPr>
      <w:spacing w:before="120" w:line="240" w:lineRule="atLeast"/>
      <w:ind w:left="567" w:hanging="567"/>
    </w:pPr>
    <w:rPr>
      <w:sz w:val="20"/>
    </w:rPr>
  </w:style>
  <w:style w:type="paragraph" w:customStyle="1" w:styleId="Abbreviation">
    <w:name w:val="Abbreviation"/>
    <w:basedOn w:val="BodyText"/>
    <w:rsid w:val="005D1F40"/>
    <w:pPr>
      <w:spacing w:before="120"/>
      <w:ind w:left="2381" w:hanging="2381"/>
      <w:jc w:val="left"/>
    </w:pPr>
  </w:style>
  <w:style w:type="paragraph" w:customStyle="1" w:styleId="Box">
    <w:name w:val="Box"/>
    <w:basedOn w:val="BodyText"/>
    <w:link w:val="BoxChar"/>
    <w:qFormat/>
    <w:rsid w:val="005D1F40"/>
    <w:pPr>
      <w:keepNext/>
      <w:spacing w:before="120" w:line="260" w:lineRule="atLeast"/>
    </w:pPr>
    <w:rPr>
      <w:rFonts w:ascii="Arial" w:hAnsi="Arial"/>
      <w:sz w:val="20"/>
    </w:rPr>
  </w:style>
  <w:style w:type="paragraph" w:customStyle="1" w:styleId="QuoteBullet">
    <w:name w:val="Quote Bullet"/>
    <w:basedOn w:val="Quote"/>
    <w:rsid w:val="005D1F40"/>
    <w:pPr>
      <w:numPr>
        <w:numId w:val="11"/>
      </w:numPr>
    </w:pPr>
  </w:style>
  <w:style w:type="paragraph" w:styleId="Quote">
    <w:name w:val="Quote"/>
    <w:basedOn w:val="BodyText"/>
    <w:next w:val="BodyText"/>
    <w:qFormat/>
    <w:rsid w:val="005D1F40"/>
    <w:pPr>
      <w:spacing w:before="120" w:line="280" w:lineRule="exact"/>
      <w:ind w:left="340"/>
    </w:pPr>
    <w:rPr>
      <w:sz w:val="22"/>
    </w:rPr>
  </w:style>
  <w:style w:type="paragraph" w:customStyle="1" w:styleId="BoxListBullet">
    <w:name w:val="Box List Bullet"/>
    <w:basedOn w:val="BodyText"/>
    <w:rsid w:val="005D1F40"/>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5D1F40"/>
    <w:pPr>
      <w:numPr>
        <w:numId w:val="3"/>
      </w:numPr>
      <w:ind w:left="568" w:hanging="284"/>
    </w:pPr>
  </w:style>
  <w:style w:type="paragraph" w:customStyle="1" w:styleId="BoxListNumber">
    <w:name w:val="Box List Number"/>
    <w:basedOn w:val="BodyText"/>
    <w:rsid w:val="005D1F4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D1F40"/>
    <w:pPr>
      <w:numPr>
        <w:ilvl w:val="1"/>
      </w:numPr>
      <w:ind w:left="681" w:hanging="397"/>
    </w:pPr>
  </w:style>
  <w:style w:type="paragraph" w:customStyle="1" w:styleId="BoxQuote">
    <w:name w:val="Box Quote"/>
    <w:basedOn w:val="BodyText"/>
    <w:next w:val="Box"/>
    <w:qFormat/>
    <w:rsid w:val="005D1F40"/>
    <w:pPr>
      <w:keepNext/>
      <w:spacing w:before="60" w:line="240" w:lineRule="exact"/>
      <w:ind w:left="284"/>
    </w:pPr>
    <w:rPr>
      <w:rFonts w:ascii="Arial" w:hAnsi="Arial"/>
      <w:sz w:val="18"/>
    </w:rPr>
  </w:style>
  <w:style w:type="paragraph" w:customStyle="1" w:styleId="BoxSource">
    <w:name w:val="Box Source"/>
    <w:basedOn w:val="Source"/>
    <w:next w:val="BodyText"/>
    <w:rsid w:val="005D1F40"/>
    <w:pPr>
      <w:spacing w:before="120"/>
    </w:pPr>
  </w:style>
  <w:style w:type="paragraph" w:customStyle="1" w:styleId="Source">
    <w:name w:val="Source"/>
    <w:basedOn w:val="Normal"/>
    <w:next w:val="BodyText"/>
    <w:rsid w:val="005D1F40"/>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5D1F40"/>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5D1F40"/>
    <w:pPr>
      <w:spacing w:after="80" w:line="200" w:lineRule="exact"/>
      <w:ind w:firstLine="0"/>
    </w:pPr>
    <w:rPr>
      <w:b w:val="0"/>
      <w:sz w:val="20"/>
    </w:rPr>
  </w:style>
  <w:style w:type="paragraph" w:customStyle="1" w:styleId="BoxTitle">
    <w:name w:val="Box Title"/>
    <w:basedOn w:val="Caption"/>
    <w:next w:val="BoxSubtitle"/>
    <w:rsid w:val="005D1F40"/>
    <w:pPr>
      <w:spacing w:before="120" w:after="0"/>
    </w:pPr>
  </w:style>
  <w:style w:type="paragraph" w:styleId="Caption">
    <w:name w:val="caption"/>
    <w:basedOn w:val="Normal"/>
    <w:next w:val="BodyText"/>
    <w:rsid w:val="005D1F40"/>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5D1F40"/>
    <w:pPr>
      <w:spacing w:line="280" w:lineRule="atLeast"/>
      <w:ind w:left="907"/>
    </w:pPr>
    <w:rPr>
      <w:rFonts w:ascii="Arial" w:hAnsi="Arial"/>
      <w:b/>
      <w:sz w:val="20"/>
    </w:rPr>
  </w:style>
  <w:style w:type="character" w:customStyle="1" w:styleId="DocumentInfo">
    <w:name w:val="Document Info"/>
    <w:basedOn w:val="DefaultParagraphFont"/>
    <w:semiHidden/>
    <w:rsid w:val="005D1F40"/>
    <w:rPr>
      <w:rFonts w:ascii="Arial" w:hAnsi="Arial"/>
      <w:sz w:val="14"/>
    </w:rPr>
  </w:style>
  <w:style w:type="paragraph" w:styleId="Footer">
    <w:name w:val="footer"/>
    <w:basedOn w:val="BodyText"/>
    <w:link w:val="FooterChar"/>
    <w:rsid w:val="005D1F40"/>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5D1F40"/>
    <w:rPr>
      <w:b/>
      <w:color w:val="FF0000"/>
      <w:sz w:val="24"/>
      <w:u w:val="dotted"/>
    </w:rPr>
  </w:style>
  <w:style w:type="table" w:styleId="TableGrid">
    <w:name w:val="Table Grid"/>
    <w:basedOn w:val="TableNormal"/>
    <w:rsid w:val="005D1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BodyText"/>
    <w:rsid w:val="005D1F40"/>
    <w:pPr>
      <w:keepNext/>
      <w:spacing w:before="120" w:after="120" w:line="240" w:lineRule="atLeast"/>
      <w:jc w:val="center"/>
    </w:pPr>
  </w:style>
  <w:style w:type="paragraph" w:customStyle="1" w:styleId="FigureTitle">
    <w:name w:val="Figure Title"/>
    <w:basedOn w:val="Caption"/>
    <w:next w:val="Subtitle"/>
    <w:rsid w:val="005D1F40"/>
    <w:pPr>
      <w:spacing w:before="120"/>
    </w:pPr>
  </w:style>
  <w:style w:type="paragraph" w:styleId="Subtitle">
    <w:name w:val="Subtitle"/>
    <w:basedOn w:val="Caption"/>
    <w:link w:val="SubtitleChar"/>
    <w:qFormat/>
    <w:rsid w:val="005D1F40"/>
    <w:pPr>
      <w:spacing w:before="0" w:line="200" w:lineRule="exact"/>
      <w:ind w:firstLine="0"/>
    </w:pPr>
    <w:rPr>
      <w:b w:val="0"/>
      <w:sz w:val="20"/>
    </w:rPr>
  </w:style>
  <w:style w:type="paragraph" w:customStyle="1" w:styleId="Finding">
    <w:name w:val="Finding"/>
    <w:basedOn w:val="BodyText"/>
    <w:rsid w:val="005D1F40"/>
    <w:pPr>
      <w:keepLines/>
      <w:spacing w:before="120" w:line="280" w:lineRule="atLeast"/>
    </w:pPr>
    <w:rPr>
      <w:rFonts w:ascii="Arial" w:hAnsi="Arial"/>
      <w:sz w:val="22"/>
    </w:rPr>
  </w:style>
  <w:style w:type="paragraph" w:customStyle="1" w:styleId="FindingBullet">
    <w:name w:val="Finding Bullet"/>
    <w:basedOn w:val="Finding"/>
    <w:rsid w:val="005D1F40"/>
    <w:pPr>
      <w:numPr>
        <w:numId w:val="7"/>
      </w:numPr>
      <w:spacing w:before="80"/>
    </w:pPr>
  </w:style>
  <w:style w:type="paragraph" w:customStyle="1" w:styleId="FindingNoTitle">
    <w:name w:val="Finding NoTitle"/>
    <w:basedOn w:val="Finding"/>
    <w:rsid w:val="005D1F40"/>
    <w:pPr>
      <w:spacing w:before="240"/>
    </w:pPr>
  </w:style>
  <w:style w:type="paragraph" w:customStyle="1" w:styleId="FindingTitle">
    <w:name w:val="Finding Title"/>
    <w:basedOn w:val="RecTitle"/>
    <w:next w:val="Finding"/>
    <w:rsid w:val="005D1F40"/>
  </w:style>
  <w:style w:type="paragraph" w:customStyle="1" w:styleId="RecTitle">
    <w:name w:val="Rec Title"/>
    <w:basedOn w:val="BodyText"/>
    <w:next w:val="Rec"/>
    <w:qFormat/>
    <w:rsid w:val="005D1F40"/>
    <w:pPr>
      <w:keepNext/>
      <w:keepLines/>
      <w:spacing w:line="280" w:lineRule="atLeast"/>
    </w:pPr>
    <w:rPr>
      <w:rFonts w:ascii="Arial" w:hAnsi="Arial"/>
      <w:caps/>
      <w:sz w:val="18"/>
    </w:rPr>
  </w:style>
  <w:style w:type="paragraph" w:customStyle="1" w:styleId="FooterEnd">
    <w:name w:val="Footer End"/>
    <w:basedOn w:val="Footer"/>
    <w:rsid w:val="005D1F40"/>
    <w:pPr>
      <w:spacing w:before="0" w:line="20" w:lineRule="exact"/>
    </w:pPr>
  </w:style>
  <w:style w:type="character" w:styleId="FootnoteReference">
    <w:name w:val="footnote reference"/>
    <w:basedOn w:val="DefaultParagraphFont"/>
    <w:semiHidden/>
    <w:rsid w:val="005D1F40"/>
    <w:rPr>
      <w:rFonts w:ascii="Times New Roman" w:hAnsi="Times New Roman"/>
      <w:position w:val="6"/>
      <w:sz w:val="20"/>
      <w:vertAlign w:val="baseline"/>
    </w:rPr>
  </w:style>
  <w:style w:type="paragraph" w:styleId="FootnoteText">
    <w:name w:val="footnote text"/>
    <w:basedOn w:val="BodyText"/>
    <w:rsid w:val="005D1F40"/>
    <w:pPr>
      <w:tabs>
        <w:tab w:val="left" w:pos="284"/>
      </w:tabs>
      <w:spacing w:before="80" w:line="240" w:lineRule="exact"/>
      <w:ind w:left="284" w:hanging="284"/>
    </w:pPr>
    <w:rPr>
      <w:sz w:val="20"/>
    </w:rPr>
  </w:style>
  <w:style w:type="paragraph" w:styleId="Header">
    <w:name w:val="header"/>
    <w:basedOn w:val="BodyText"/>
    <w:rsid w:val="005D1F4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D1F40"/>
    <w:pPr>
      <w:spacing w:line="20" w:lineRule="exact"/>
    </w:pPr>
    <w:rPr>
      <w:sz w:val="16"/>
    </w:rPr>
  </w:style>
  <w:style w:type="paragraph" w:customStyle="1" w:styleId="HeaderEven">
    <w:name w:val="Header Even"/>
    <w:basedOn w:val="Header"/>
    <w:semiHidden/>
    <w:rsid w:val="005D1F40"/>
  </w:style>
  <w:style w:type="paragraph" w:customStyle="1" w:styleId="HeaderOdd">
    <w:name w:val="Header Odd"/>
    <w:basedOn w:val="Header"/>
    <w:semiHidden/>
    <w:rsid w:val="005D1F40"/>
  </w:style>
  <w:style w:type="paragraph" w:customStyle="1" w:styleId="InformationRequest">
    <w:name w:val="Information Request"/>
    <w:basedOn w:val="Finding"/>
    <w:next w:val="BodyText"/>
    <w:rsid w:val="005D1F40"/>
    <w:rPr>
      <w:i/>
    </w:rPr>
  </w:style>
  <w:style w:type="paragraph" w:styleId="ListBullet">
    <w:name w:val="List Bullet"/>
    <w:basedOn w:val="BodyText"/>
    <w:rsid w:val="005D1F40"/>
    <w:pPr>
      <w:numPr>
        <w:numId w:val="5"/>
      </w:numPr>
      <w:spacing w:before="120"/>
    </w:pPr>
  </w:style>
  <w:style w:type="paragraph" w:styleId="ListBullet2">
    <w:name w:val="List Bullet 2"/>
    <w:basedOn w:val="BodyText"/>
    <w:rsid w:val="005D1F40"/>
    <w:pPr>
      <w:numPr>
        <w:numId w:val="2"/>
      </w:numPr>
      <w:spacing w:before="120"/>
    </w:pPr>
  </w:style>
  <w:style w:type="paragraph" w:styleId="ListBullet3">
    <w:name w:val="List Bullet 3"/>
    <w:basedOn w:val="BodyText"/>
    <w:rsid w:val="005D1F40"/>
    <w:pPr>
      <w:numPr>
        <w:numId w:val="1"/>
      </w:numPr>
      <w:spacing w:before="120"/>
      <w:ind w:left="1020" w:hanging="340"/>
    </w:pPr>
  </w:style>
  <w:style w:type="paragraph" w:styleId="ListNumber">
    <w:name w:val="List Number"/>
    <w:basedOn w:val="BodyText"/>
    <w:rsid w:val="005D1F40"/>
    <w:pPr>
      <w:numPr>
        <w:numId w:val="13"/>
      </w:numPr>
      <w:spacing w:before="120"/>
    </w:pPr>
  </w:style>
  <w:style w:type="paragraph" w:styleId="ListNumber2">
    <w:name w:val="List Number 2"/>
    <w:basedOn w:val="ListNumber"/>
    <w:rsid w:val="005D1F40"/>
    <w:pPr>
      <w:numPr>
        <w:ilvl w:val="1"/>
      </w:numPr>
    </w:pPr>
  </w:style>
  <w:style w:type="paragraph" w:styleId="ListNumber3">
    <w:name w:val="List Number 3"/>
    <w:basedOn w:val="ListNumber2"/>
    <w:rsid w:val="005D1F40"/>
    <w:pPr>
      <w:numPr>
        <w:ilvl w:val="2"/>
      </w:numPr>
    </w:pPr>
  </w:style>
  <w:style w:type="character" w:customStyle="1" w:styleId="NoteLabel">
    <w:name w:val="Note Label"/>
    <w:basedOn w:val="DefaultParagraphFont"/>
    <w:rsid w:val="005D1F40"/>
    <w:rPr>
      <w:rFonts w:ascii="Arial" w:hAnsi="Arial"/>
      <w:b/>
      <w:position w:val="6"/>
      <w:sz w:val="18"/>
    </w:rPr>
  </w:style>
  <w:style w:type="character" w:styleId="PageNumber">
    <w:name w:val="page number"/>
    <w:basedOn w:val="DefaultParagraphFont"/>
    <w:rsid w:val="005D1F40"/>
    <w:rPr>
      <w:rFonts w:ascii="Arial" w:hAnsi="Arial"/>
      <w:b/>
      <w:sz w:val="16"/>
    </w:rPr>
  </w:style>
  <w:style w:type="paragraph" w:customStyle="1" w:styleId="PartDivider">
    <w:name w:val="Part Divider"/>
    <w:basedOn w:val="BodyText"/>
    <w:next w:val="BodyText"/>
    <w:semiHidden/>
    <w:rsid w:val="005D1F40"/>
    <w:pPr>
      <w:spacing w:before="0" w:line="40" w:lineRule="exact"/>
      <w:jc w:val="right"/>
    </w:pPr>
    <w:rPr>
      <w:smallCaps/>
      <w:sz w:val="16"/>
    </w:rPr>
  </w:style>
  <w:style w:type="paragraph" w:customStyle="1" w:styleId="PartNumber">
    <w:name w:val="Part Number"/>
    <w:basedOn w:val="BodyText"/>
    <w:next w:val="BodyText"/>
    <w:semiHidden/>
    <w:rsid w:val="005D1F40"/>
    <w:pPr>
      <w:spacing w:before="4000" w:line="320" w:lineRule="exact"/>
      <w:ind w:left="6634"/>
      <w:jc w:val="right"/>
    </w:pPr>
    <w:rPr>
      <w:smallCaps/>
      <w:spacing w:val="60"/>
      <w:sz w:val="32"/>
    </w:rPr>
  </w:style>
  <w:style w:type="paragraph" w:customStyle="1" w:styleId="PartTitle">
    <w:name w:val="Part Title"/>
    <w:basedOn w:val="BodyText"/>
    <w:semiHidden/>
    <w:rsid w:val="005D1F40"/>
    <w:pPr>
      <w:spacing w:before="160" w:after="1360" w:line="520" w:lineRule="exact"/>
      <w:ind w:right="2381"/>
      <w:jc w:val="right"/>
    </w:pPr>
    <w:rPr>
      <w:smallCaps/>
      <w:sz w:val="52"/>
    </w:rPr>
  </w:style>
  <w:style w:type="paragraph" w:customStyle="1" w:styleId="Rec">
    <w:name w:val="Rec"/>
    <w:basedOn w:val="BodyText"/>
    <w:qFormat/>
    <w:rsid w:val="005D1F40"/>
    <w:pPr>
      <w:keepLines/>
      <w:spacing w:before="120" w:line="280" w:lineRule="atLeast"/>
    </w:pPr>
    <w:rPr>
      <w:rFonts w:ascii="Arial" w:hAnsi="Arial"/>
      <w:sz w:val="22"/>
    </w:rPr>
  </w:style>
  <w:style w:type="paragraph" w:customStyle="1" w:styleId="RecBullet">
    <w:name w:val="Rec Bullet"/>
    <w:basedOn w:val="Rec"/>
    <w:rsid w:val="005D1F40"/>
    <w:pPr>
      <w:numPr>
        <w:numId w:val="8"/>
      </w:numPr>
      <w:spacing w:before="80"/>
    </w:pPr>
  </w:style>
  <w:style w:type="paragraph" w:customStyle="1" w:styleId="RecB">
    <w:name w:val="RecB"/>
    <w:basedOn w:val="Normal"/>
    <w:rsid w:val="005D1F4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5D1F40"/>
    <w:pPr>
      <w:numPr>
        <w:numId w:val="9"/>
      </w:numPr>
      <w:spacing w:before="80"/>
    </w:pPr>
  </w:style>
  <w:style w:type="paragraph" w:customStyle="1" w:styleId="RecBNoTitle">
    <w:name w:val="RecB NoTitle"/>
    <w:basedOn w:val="RecB"/>
    <w:rsid w:val="005D1F40"/>
    <w:pPr>
      <w:spacing w:before="240"/>
    </w:pPr>
  </w:style>
  <w:style w:type="paragraph" w:customStyle="1" w:styleId="Reference">
    <w:name w:val="Reference"/>
    <w:basedOn w:val="BodyText"/>
    <w:rsid w:val="005D1F40"/>
    <w:pPr>
      <w:spacing w:before="120"/>
      <w:ind w:left="340" w:hanging="340"/>
    </w:pPr>
  </w:style>
  <w:style w:type="paragraph" w:customStyle="1" w:styleId="SideNote">
    <w:name w:val="Side Note"/>
    <w:basedOn w:val="BodyText"/>
    <w:next w:val="BodyText"/>
    <w:semiHidden/>
    <w:rsid w:val="005D1F4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D1F40"/>
    <w:pPr>
      <w:framePr w:wrap="around"/>
      <w:numPr>
        <w:numId w:val="4"/>
      </w:numPr>
      <w:tabs>
        <w:tab w:val="left" w:pos="227"/>
      </w:tabs>
    </w:pPr>
  </w:style>
  <w:style w:type="paragraph" w:customStyle="1" w:styleId="SideNoteGraphic">
    <w:name w:val="Side Note Graphic"/>
    <w:basedOn w:val="SideNote"/>
    <w:next w:val="BodyText"/>
    <w:semiHidden/>
    <w:rsid w:val="005D1F40"/>
    <w:pPr>
      <w:framePr w:wrap="around"/>
    </w:pPr>
  </w:style>
  <w:style w:type="paragraph" w:customStyle="1" w:styleId="TableBodyText">
    <w:name w:val="Table Body Text"/>
    <w:basedOn w:val="BodyText"/>
    <w:rsid w:val="005D1F4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D1F40"/>
    <w:pPr>
      <w:numPr>
        <w:numId w:val="10"/>
      </w:numPr>
      <w:jc w:val="left"/>
    </w:pPr>
  </w:style>
  <w:style w:type="paragraph" w:customStyle="1" w:styleId="TableColumnHeading">
    <w:name w:val="Table Column Heading"/>
    <w:basedOn w:val="TableBodyText"/>
    <w:rsid w:val="005D1F40"/>
    <w:pPr>
      <w:spacing w:before="80" w:after="80"/>
    </w:pPr>
    <w:rPr>
      <w:i/>
    </w:rPr>
  </w:style>
  <w:style w:type="paragraph" w:styleId="TableofFigures">
    <w:name w:val="table of figures"/>
    <w:basedOn w:val="TOC3"/>
    <w:next w:val="BodyText"/>
    <w:semiHidden/>
    <w:rsid w:val="005D1F40"/>
    <w:pPr>
      <w:ind w:left="737" w:hanging="737"/>
    </w:pPr>
  </w:style>
  <w:style w:type="paragraph" w:styleId="TOC3">
    <w:name w:val="toc 3"/>
    <w:basedOn w:val="TOC2"/>
    <w:rsid w:val="005D1F40"/>
    <w:pPr>
      <w:spacing w:before="60"/>
      <w:ind w:left="1190" w:hanging="680"/>
    </w:pPr>
  </w:style>
  <w:style w:type="paragraph" w:styleId="TOC2">
    <w:name w:val="toc 2"/>
    <w:basedOn w:val="TOC1"/>
    <w:rsid w:val="005D1F40"/>
    <w:pPr>
      <w:ind w:left="1134" w:hanging="624"/>
    </w:pPr>
    <w:rPr>
      <w:b w:val="0"/>
    </w:rPr>
  </w:style>
  <w:style w:type="paragraph" w:customStyle="1" w:styleId="TableTitle">
    <w:name w:val="Table Title"/>
    <w:basedOn w:val="Caption"/>
    <w:next w:val="Subtitle"/>
    <w:qFormat/>
    <w:rsid w:val="005D1F40"/>
    <w:pPr>
      <w:spacing w:before="120"/>
    </w:pPr>
  </w:style>
  <w:style w:type="paragraph" w:customStyle="1" w:styleId="TableUnitsRow">
    <w:name w:val="Table Units Row"/>
    <w:basedOn w:val="TableBodyText"/>
    <w:rsid w:val="005D1F40"/>
    <w:pPr>
      <w:spacing w:before="40"/>
    </w:pPr>
  </w:style>
  <w:style w:type="paragraph" w:styleId="TOC1">
    <w:name w:val="toc 1"/>
    <w:basedOn w:val="Normal"/>
    <w:next w:val="TOC2"/>
    <w:link w:val="TOC1Char"/>
    <w:rsid w:val="005D1F4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D1F40"/>
    <w:pPr>
      <w:ind w:left="1191" w:firstLine="0"/>
    </w:pPr>
  </w:style>
  <w:style w:type="paragraph" w:customStyle="1" w:styleId="BoxContinued">
    <w:name w:val="Box Continued"/>
    <w:basedOn w:val="BodyText"/>
    <w:next w:val="BodyText"/>
    <w:semiHidden/>
    <w:rsid w:val="005D1F40"/>
    <w:pPr>
      <w:spacing w:before="180" w:line="220" w:lineRule="exact"/>
      <w:jc w:val="right"/>
    </w:pPr>
    <w:rPr>
      <w:rFonts w:ascii="Arial" w:hAnsi="Arial"/>
      <w:sz w:val="18"/>
    </w:rPr>
  </w:style>
  <w:style w:type="paragraph" w:customStyle="1" w:styleId="Continued">
    <w:name w:val="Continued"/>
    <w:basedOn w:val="BoxContinued"/>
    <w:next w:val="BodyText"/>
    <w:rsid w:val="005D1F40"/>
  </w:style>
  <w:style w:type="paragraph" w:customStyle="1" w:styleId="BoxHeading1">
    <w:name w:val="Box Heading 1"/>
    <w:basedOn w:val="BodyText"/>
    <w:next w:val="Box"/>
    <w:rsid w:val="005D1F40"/>
    <w:pPr>
      <w:keepNext/>
      <w:spacing w:before="200" w:line="280" w:lineRule="atLeast"/>
    </w:pPr>
    <w:rPr>
      <w:rFonts w:ascii="Arial" w:hAnsi="Arial"/>
      <w:b/>
      <w:sz w:val="22"/>
    </w:rPr>
  </w:style>
  <w:style w:type="paragraph" w:customStyle="1" w:styleId="BoxHeading2">
    <w:name w:val="Box Heading 2"/>
    <w:basedOn w:val="BoxHeading1"/>
    <w:next w:val="Normal"/>
    <w:rsid w:val="005D1F40"/>
    <w:rPr>
      <w:b w:val="0"/>
      <w:i/>
    </w:rPr>
  </w:style>
  <w:style w:type="paragraph" w:customStyle="1" w:styleId="Jurisdictioncommentsbodytext">
    <w:name w:val="Jurisdiction comments body text"/>
    <w:rsid w:val="005D1F40"/>
    <w:pPr>
      <w:spacing w:after="140"/>
      <w:jc w:val="both"/>
    </w:pPr>
    <w:rPr>
      <w:rFonts w:ascii="Arial" w:hAnsi="Arial"/>
      <w:sz w:val="24"/>
      <w:lang w:eastAsia="en-US"/>
    </w:rPr>
  </w:style>
  <w:style w:type="paragraph" w:customStyle="1" w:styleId="Jurisdictioncommentsheading">
    <w:name w:val="Jurisdiction comments heading"/>
    <w:rsid w:val="005D1F4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D1F40"/>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5D1F40"/>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character" w:customStyle="1" w:styleId="BodyTextChar">
    <w:name w:val="Body Text Char"/>
    <w:basedOn w:val="DefaultParagraphFont"/>
    <w:link w:val="BodyText"/>
    <w:rsid w:val="005D1F40"/>
    <w:rPr>
      <w:sz w:val="24"/>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5D1F40"/>
    <w:pPr>
      <w:pBdr>
        <w:left w:val="single" w:sz="24" w:space="29" w:color="C0C0C0"/>
      </w:pBdr>
    </w:pPr>
    <w:rPr>
      <w:b/>
      <w:i/>
    </w:rPr>
  </w:style>
  <w:style w:type="character" w:customStyle="1" w:styleId="BalloonTextChar">
    <w:name w:val="Balloon Text Char"/>
    <w:basedOn w:val="DefaultParagraphFont"/>
    <w:link w:val="BalloonText"/>
    <w:rsid w:val="005D1F40"/>
    <w:rPr>
      <w:rFonts w:ascii="Tahoma" w:hAnsi="Tahoma" w:cs="Tahoma"/>
      <w:sz w:val="16"/>
      <w:szCs w:val="16"/>
    </w:rPr>
  </w:style>
  <w:style w:type="character" w:customStyle="1" w:styleId="SubtitleChar">
    <w:name w:val="Subtitle Char"/>
    <w:basedOn w:val="DefaultParagraphFont"/>
    <w:link w:val="Subtitle"/>
    <w:rsid w:val="005D1F40"/>
    <w:rPr>
      <w:rFonts w:ascii="Arial" w:hAnsi="Arial"/>
      <w:szCs w:val="24"/>
    </w:rPr>
  </w:style>
  <w:style w:type="paragraph" w:customStyle="1" w:styleId="BoxListBullet3">
    <w:name w:val="Box List Bullet 3"/>
    <w:basedOn w:val="ListBullet3"/>
    <w:rsid w:val="005D1F4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D1F40"/>
    <w:rPr>
      <w:i/>
      <w:iCs/>
    </w:rPr>
  </w:style>
  <w:style w:type="paragraph" w:customStyle="1" w:styleId="BoxQuoteBullet">
    <w:name w:val="Box Quote Bullet"/>
    <w:basedOn w:val="BoxQuote"/>
    <w:next w:val="Box"/>
    <w:rsid w:val="005D1F40"/>
    <w:pPr>
      <w:numPr>
        <w:numId w:val="15"/>
      </w:numPr>
      <w:ind w:left="568" w:hanging="284"/>
    </w:pPr>
  </w:style>
  <w:style w:type="paragraph" w:customStyle="1" w:styleId="InformationRequestBullet">
    <w:name w:val="Information Request Bullet"/>
    <w:basedOn w:val="ListBullet"/>
    <w:next w:val="BodyText"/>
    <w:rsid w:val="005D1F40"/>
    <w:pPr>
      <w:numPr>
        <w:numId w:val="16"/>
      </w:numPr>
      <w:spacing w:before="80" w:line="280" w:lineRule="atLeast"/>
      <w:ind w:left="357" w:hanging="357"/>
    </w:pPr>
    <w:rPr>
      <w:rFonts w:ascii="Arial" w:hAnsi="Arial"/>
      <w:i/>
      <w:sz w:val="22"/>
    </w:rPr>
  </w:style>
  <w:style w:type="character" w:customStyle="1" w:styleId="Heading5Char">
    <w:name w:val="Heading 5 Char"/>
    <w:basedOn w:val="DefaultParagraphFont"/>
    <w:link w:val="Heading5"/>
    <w:rsid w:val="005D1F40"/>
    <w:rPr>
      <w:rFonts w:ascii="Arial" w:hAnsi="Arial"/>
      <w:i/>
      <w:sz w:val="22"/>
    </w:rPr>
  </w:style>
  <w:style w:type="paragraph" w:customStyle="1" w:styleId="BoxSpaceAbove">
    <w:name w:val="Box Space Above"/>
    <w:basedOn w:val="BodyText"/>
    <w:rsid w:val="005D1F40"/>
    <w:pPr>
      <w:keepNext/>
      <w:spacing w:before="360" w:line="80" w:lineRule="exact"/>
      <w:jc w:val="left"/>
    </w:pPr>
  </w:style>
  <w:style w:type="paragraph" w:customStyle="1" w:styleId="BoxSpaceBelow">
    <w:name w:val="Box Space Below"/>
    <w:basedOn w:val="Box"/>
    <w:rsid w:val="005D1F40"/>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5D1F40"/>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D1F40"/>
    <w:pPr>
      <w:numPr>
        <w:numId w:val="19"/>
      </w:numPr>
      <w:ind w:left="568" w:hanging="284"/>
    </w:pPr>
  </w:style>
  <w:style w:type="paragraph" w:customStyle="1" w:styleId="InformationRequestTitle">
    <w:name w:val="Information Request Title"/>
    <w:basedOn w:val="FindingTitle"/>
    <w:next w:val="InformationRequest"/>
    <w:rsid w:val="005D1F40"/>
    <w:rPr>
      <w:i/>
    </w:rPr>
  </w:style>
  <w:style w:type="paragraph" w:customStyle="1" w:styleId="Space">
    <w:name w:val="Space"/>
    <w:basedOn w:val="Normal"/>
    <w:rsid w:val="005D1F40"/>
    <w:pPr>
      <w:keepNext/>
      <w:spacing w:line="120" w:lineRule="exact"/>
      <w:jc w:val="both"/>
    </w:pPr>
    <w:rPr>
      <w:rFonts w:ascii="Arial" w:hAnsi="Arial"/>
      <w:sz w:val="20"/>
      <w:szCs w:val="20"/>
    </w:rPr>
  </w:style>
  <w:style w:type="paragraph" w:customStyle="1" w:styleId="Heading1nochapterno">
    <w:name w:val="Heading 1 (no chapter no.)"/>
    <w:basedOn w:val="Heading1"/>
    <w:rsid w:val="005D1F40"/>
    <w:pPr>
      <w:spacing w:before="0"/>
      <w:ind w:left="0" w:firstLine="0"/>
    </w:pPr>
  </w:style>
  <w:style w:type="paragraph" w:customStyle="1" w:styleId="Heading2nosectionno">
    <w:name w:val="Heading 2 (no section no.)"/>
    <w:basedOn w:val="Heading2"/>
    <w:rsid w:val="005D1F40"/>
    <w:pPr>
      <w:ind w:left="0" w:firstLine="0"/>
    </w:pPr>
  </w:style>
  <w:style w:type="paragraph" w:customStyle="1" w:styleId="Figurespace">
    <w:name w:val="Figure space"/>
    <w:basedOn w:val="Box"/>
    <w:rsid w:val="005D1F40"/>
    <w:pPr>
      <w:spacing w:before="0" w:line="120" w:lineRule="exact"/>
    </w:pPr>
  </w:style>
  <w:style w:type="paragraph" w:customStyle="1" w:styleId="FooterDraftReport">
    <w:name w:val="FooterDraftReport"/>
    <w:basedOn w:val="Footer"/>
    <w:link w:val="FooterDraftReportChar"/>
    <w:rsid w:val="005D1F4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5D1F40"/>
    <w:rPr>
      <w:rFonts w:ascii="Arial" w:hAnsi="Arial"/>
      <w:caps/>
      <w:spacing w:val="-4"/>
      <w:sz w:val="16"/>
    </w:rPr>
  </w:style>
  <w:style w:type="character" w:customStyle="1" w:styleId="FooterDraftReportChar">
    <w:name w:val="FooterDraftReport Char"/>
    <w:basedOn w:val="FooterChar"/>
    <w:link w:val="FooterDraftReport"/>
    <w:rsid w:val="005D1F4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5D1F40"/>
    <w:rPr>
      <w:rFonts w:ascii="Arial" w:hAnsi="Arial"/>
      <w:b/>
      <w:sz w:val="26"/>
      <w:szCs w:val="26"/>
      <w:lang w:eastAsia="en-US"/>
    </w:rPr>
  </w:style>
  <w:style w:type="paragraph" w:customStyle="1" w:styleId="Heading1NotTOC">
    <w:name w:val="Heading 1 Not TOC"/>
    <w:basedOn w:val="Heading1"/>
    <w:next w:val="BodyText"/>
    <w:rsid w:val="009830F1"/>
    <w:rPr>
      <w:kern w:val="28"/>
      <w:szCs w:val="26"/>
      <w:lang w:eastAsia="en-US"/>
    </w:rPr>
  </w:style>
  <w:style w:type="character" w:customStyle="1" w:styleId="BoxChar">
    <w:name w:val="Box Char"/>
    <w:basedOn w:val="DefaultParagraphFont"/>
    <w:link w:val="Box"/>
    <w:rsid w:val="004E15D6"/>
    <w:rPr>
      <w:rFonts w:ascii="Arial" w:hAnsi="Arial"/>
    </w:rPr>
  </w:style>
  <w:style w:type="paragraph" w:styleId="Revision">
    <w:name w:val="Revision"/>
    <w:hidden/>
    <w:uiPriority w:val="99"/>
    <w:semiHidden/>
    <w:rsid w:val="00DE3335"/>
    <w:rPr>
      <w:sz w:val="24"/>
      <w:szCs w:val="24"/>
    </w:rPr>
  </w:style>
  <w:style w:type="paragraph" w:customStyle="1" w:styleId="BoxSpaceAboveElement">
    <w:name w:val="Box Space Above Element"/>
    <w:basedOn w:val="BoxSpaceAbove"/>
    <w:link w:val="BoxSpaceAboveElementChar"/>
    <w:qFormat/>
    <w:rsid w:val="00751A5B"/>
    <w:pPr>
      <w:spacing w:before="240"/>
    </w:pPr>
    <w:rPr>
      <w:b/>
      <w:vanish/>
      <w:color w:val="FF00FF"/>
      <w:sz w:val="14"/>
    </w:rPr>
  </w:style>
  <w:style w:type="character" w:customStyle="1" w:styleId="BoxSpaceAboveElementChar">
    <w:name w:val="Box Space Above Element Char"/>
    <w:basedOn w:val="DefaultParagraphFont"/>
    <w:link w:val="BoxSpaceAboveElement"/>
    <w:rsid w:val="00751A5B"/>
    <w:rPr>
      <w:b/>
      <w:vanish/>
      <w:color w:val="FF00FF"/>
      <w:sz w:val="14"/>
    </w:rPr>
  </w:style>
  <w:style w:type="paragraph" w:styleId="TOCHeading">
    <w:name w:val="TOC Heading"/>
    <w:basedOn w:val="Heading1"/>
    <w:next w:val="Normal"/>
    <w:uiPriority w:val="39"/>
    <w:unhideWhenUsed/>
    <w:qFormat/>
    <w:rsid w:val="00350258"/>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Continuedintitle">
    <w:name w:val="Continued (in title)"/>
    <w:basedOn w:val="DefaultParagraphFont"/>
    <w:rsid w:val="00684310"/>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8071">
      <w:bodyDiv w:val="1"/>
      <w:marLeft w:val="0"/>
      <w:marRight w:val="0"/>
      <w:marTop w:val="0"/>
      <w:marBottom w:val="0"/>
      <w:divBdr>
        <w:top w:val="none" w:sz="0" w:space="0" w:color="auto"/>
        <w:left w:val="none" w:sz="0" w:space="0" w:color="auto"/>
        <w:bottom w:val="none" w:sz="0" w:space="0" w:color="auto"/>
        <w:right w:val="none" w:sz="0" w:space="0" w:color="auto"/>
      </w:divBdr>
    </w:div>
    <w:div w:id="165093169">
      <w:bodyDiv w:val="1"/>
      <w:marLeft w:val="0"/>
      <w:marRight w:val="0"/>
      <w:marTop w:val="0"/>
      <w:marBottom w:val="0"/>
      <w:divBdr>
        <w:top w:val="none" w:sz="0" w:space="0" w:color="auto"/>
        <w:left w:val="none" w:sz="0" w:space="0" w:color="auto"/>
        <w:bottom w:val="none" w:sz="0" w:space="0" w:color="auto"/>
        <w:right w:val="none" w:sz="0" w:space="0" w:color="auto"/>
      </w:divBdr>
    </w:div>
    <w:div w:id="239872076">
      <w:bodyDiv w:val="1"/>
      <w:marLeft w:val="0"/>
      <w:marRight w:val="0"/>
      <w:marTop w:val="0"/>
      <w:marBottom w:val="0"/>
      <w:divBdr>
        <w:top w:val="none" w:sz="0" w:space="0" w:color="auto"/>
        <w:left w:val="none" w:sz="0" w:space="0" w:color="auto"/>
        <w:bottom w:val="none" w:sz="0" w:space="0" w:color="auto"/>
        <w:right w:val="none" w:sz="0" w:space="0" w:color="auto"/>
      </w:divBdr>
    </w:div>
    <w:div w:id="241447438">
      <w:bodyDiv w:val="1"/>
      <w:marLeft w:val="0"/>
      <w:marRight w:val="0"/>
      <w:marTop w:val="0"/>
      <w:marBottom w:val="0"/>
      <w:divBdr>
        <w:top w:val="none" w:sz="0" w:space="0" w:color="auto"/>
        <w:left w:val="none" w:sz="0" w:space="0" w:color="auto"/>
        <w:bottom w:val="none" w:sz="0" w:space="0" w:color="auto"/>
        <w:right w:val="none" w:sz="0" w:space="0" w:color="auto"/>
      </w:divBdr>
    </w:div>
    <w:div w:id="290793280">
      <w:bodyDiv w:val="1"/>
      <w:marLeft w:val="0"/>
      <w:marRight w:val="0"/>
      <w:marTop w:val="0"/>
      <w:marBottom w:val="0"/>
      <w:divBdr>
        <w:top w:val="none" w:sz="0" w:space="0" w:color="auto"/>
        <w:left w:val="none" w:sz="0" w:space="0" w:color="auto"/>
        <w:bottom w:val="none" w:sz="0" w:space="0" w:color="auto"/>
        <w:right w:val="none" w:sz="0" w:space="0" w:color="auto"/>
      </w:divBdr>
    </w:div>
    <w:div w:id="295765027">
      <w:bodyDiv w:val="1"/>
      <w:marLeft w:val="0"/>
      <w:marRight w:val="0"/>
      <w:marTop w:val="0"/>
      <w:marBottom w:val="0"/>
      <w:divBdr>
        <w:top w:val="none" w:sz="0" w:space="0" w:color="auto"/>
        <w:left w:val="none" w:sz="0" w:space="0" w:color="auto"/>
        <w:bottom w:val="none" w:sz="0" w:space="0" w:color="auto"/>
        <w:right w:val="none" w:sz="0" w:space="0" w:color="auto"/>
      </w:divBdr>
    </w:div>
    <w:div w:id="382406844">
      <w:bodyDiv w:val="1"/>
      <w:marLeft w:val="0"/>
      <w:marRight w:val="0"/>
      <w:marTop w:val="0"/>
      <w:marBottom w:val="0"/>
      <w:divBdr>
        <w:top w:val="none" w:sz="0" w:space="0" w:color="auto"/>
        <w:left w:val="none" w:sz="0" w:space="0" w:color="auto"/>
        <w:bottom w:val="none" w:sz="0" w:space="0" w:color="auto"/>
        <w:right w:val="none" w:sz="0" w:space="0" w:color="auto"/>
      </w:divBdr>
    </w:div>
    <w:div w:id="392047322">
      <w:bodyDiv w:val="1"/>
      <w:marLeft w:val="0"/>
      <w:marRight w:val="0"/>
      <w:marTop w:val="0"/>
      <w:marBottom w:val="0"/>
      <w:divBdr>
        <w:top w:val="none" w:sz="0" w:space="0" w:color="auto"/>
        <w:left w:val="none" w:sz="0" w:space="0" w:color="auto"/>
        <w:bottom w:val="none" w:sz="0" w:space="0" w:color="auto"/>
        <w:right w:val="none" w:sz="0" w:space="0" w:color="auto"/>
      </w:divBdr>
    </w:div>
    <w:div w:id="398748020">
      <w:bodyDiv w:val="1"/>
      <w:marLeft w:val="0"/>
      <w:marRight w:val="0"/>
      <w:marTop w:val="0"/>
      <w:marBottom w:val="0"/>
      <w:divBdr>
        <w:top w:val="none" w:sz="0" w:space="0" w:color="auto"/>
        <w:left w:val="none" w:sz="0" w:space="0" w:color="auto"/>
        <w:bottom w:val="none" w:sz="0" w:space="0" w:color="auto"/>
        <w:right w:val="none" w:sz="0" w:space="0" w:color="auto"/>
      </w:divBdr>
    </w:div>
    <w:div w:id="424889065">
      <w:bodyDiv w:val="1"/>
      <w:marLeft w:val="0"/>
      <w:marRight w:val="0"/>
      <w:marTop w:val="0"/>
      <w:marBottom w:val="0"/>
      <w:divBdr>
        <w:top w:val="none" w:sz="0" w:space="0" w:color="auto"/>
        <w:left w:val="none" w:sz="0" w:space="0" w:color="auto"/>
        <w:bottom w:val="none" w:sz="0" w:space="0" w:color="auto"/>
        <w:right w:val="none" w:sz="0" w:space="0" w:color="auto"/>
      </w:divBdr>
    </w:div>
    <w:div w:id="427508859">
      <w:bodyDiv w:val="1"/>
      <w:marLeft w:val="0"/>
      <w:marRight w:val="0"/>
      <w:marTop w:val="0"/>
      <w:marBottom w:val="0"/>
      <w:divBdr>
        <w:top w:val="none" w:sz="0" w:space="0" w:color="auto"/>
        <w:left w:val="none" w:sz="0" w:space="0" w:color="auto"/>
        <w:bottom w:val="none" w:sz="0" w:space="0" w:color="auto"/>
        <w:right w:val="none" w:sz="0" w:space="0" w:color="auto"/>
      </w:divBdr>
    </w:div>
    <w:div w:id="429276351">
      <w:bodyDiv w:val="1"/>
      <w:marLeft w:val="0"/>
      <w:marRight w:val="0"/>
      <w:marTop w:val="0"/>
      <w:marBottom w:val="0"/>
      <w:divBdr>
        <w:top w:val="none" w:sz="0" w:space="0" w:color="auto"/>
        <w:left w:val="none" w:sz="0" w:space="0" w:color="auto"/>
        <w:bottom w:val="none" w:sz="0" w:space="0" w:color="auto"/>
        <w:right w:val="none" w:sz="0" w:space="0" w:color="auto"/>
      </w:divBdr>
    </w:div>
    <w:div w:id="466701016">
      <w:bodyDiv w:val="1"/>
      <w:marLeft w:val="0"/>
      <w:marRight w:val="0"/>
      <w:marTop w:val="0"/>
      <w:marBottom w:val="0"/>
      <w:divBdr>
        <w:top w:val="none" w:sz="0" w:space="0" w:color="auto"/>
        <w:left w:val="none" w:sz="0" w:space="0" w:color="auto"/>
        <w:bottom w:val="none" w:sz="0" w:space="0" w:color="auto"/>
        <w:right w:val="none" w:sz="0" w:space="0" w:color="auto"/>
      </w:divBdr>
    </w:div>
    <w:div w:id="486551691">
      <w:bodyDiv w:val="1"/>
      <w:marLeft w:val="0"/>
      <w:marRight w:val="0"/>
      <w:marTop w:val="0"/>
      <w:marBottom w:val="0"/>
      <w:divBdr>
        <w:top w:val="none" w:sz="0" w:space="0" w:color="auto"/>
        <w:left w:val="none" w:sz="0" w:space="0" w:color="auto"/>
        <w:bottom w:val="none" w:sz="0" w:space="0" w:color="auto"/>
        <w:right w:val="none" w:sz="0" w:space="0" w:color="auto"/>
      </w:divBdr>
    </w:div>
    <w:div w:id="529537766">
      <w:bodyDiv w:val="1"/>
      <w:marLeft w:val="0"/>
      <w:marRight w:val="0"/>
      <w:marTop w:val="0"/>
      <w:marBottom w:val="0"/>
      <w:divBdr>
        <w:top w:val="none" w:sz="0" w:space="0" w:color="auto"/>
        <w:left w:val="none" w:sz="0" w:space="0" w:color="auto"/>
        <w:bottom w:val="none" w:sz="0" w:space="0" w:color="auto"/>
        <w:right w:val="none" w:sz="0" w:space="0" w:color="auto"/>
      </w:divBdr>
    </w:div>
    <w:div w:id="543253623">
      <w:bodyDiv w:val="1"/>
      <w:marLeft w:val="0"/>
      <w:marRight w:val="0"/>
      <w:marTop w:val="0"/>
      <w:marBottom w:val="0"/>
      <w:divBdr>
        <w:top w:val="none" w:sz="0" w:space="0" w:color="auto"/>
        <w:left w:val="none" w:sz="0" w:space="0" w:color="auto"/>
        <w:bottom w:val="none" w:sz="0" w:space="0" w:color="auto"/>
        <w:right w:val="none" w:sz="0" w:space="0" w:color="auto"/>
      </w:divBdr>
    </w:div>
    <w:div w:id="557983941">
      <w:bodyDiv w:val="1"/>
      <w:marLeft w:val="0"/>
      <w:marRight w:val="0"/>
      <w:marTop w:val="0"/>
      <w:marBottom w:val="0"/>
      <w:divBdr>
        <w:top w:val="none" w:sz="0" w:space="0" w:color="auto"/>
        <w:left w:val="none" w:sz="0" w:space="0" w:color="auto"/>
        <w:bottom w:val="none" w:sz="0" w:space="0" w:color="auto"/>
        <w:right w:val="none" w:sz="0" w:space="0" w:color="auto"/>
      </w:divBdr>
    </w:div>
    <w:div w:id="559366380">
      <w:bodyDiv w:val="1"/>
      <w:marLeft w:val="0"/>
      <w:marRight w:val="0"/>
      <w:marTop w:val="0"/>
      <w:marBottom w:val="0"/>
      <w:divBdr>
        <w:top w:val="none" w:sz="0" w:space="0" w:color="auto"/>
        <w:left w:val="none" w:sz="0" w:space="0" w:color="auto"/>
        <w:bottom w:val="none" w:sz="0" w:space="0" w:color="auto"/>
        <w:right w:val="none" w:sz="0" w:space="0" w:color="auto"/>
      </w:divBdr>
    </w:div>
    <w:div w:id="586158431">
      <w:bodyDiv w:val="1"/>
      <w:marLeft w:val="0"/>
      <w:marRight w:val="0"/>
      <w:marTop w:val="0"/>
      <w:marBottom w:val="0"/>
      <w:divBdr>
        <w:top w:val="none" w:sz="0" w:space="0" w:color="auto"/>
        <w:left w:val="none" w:sz="0" w:space="0" w:color="auto"/>
        <w:bottom w:val="none" w:sz="0" w:space="0" w:color="auto"/>
        <w:right w:val="none" w:sz="0" w:space="0" w:color="auto"/>
      </w:divBdr>
    </w:div>
    <w:div w:id="614216356">
      <w:bodyDiv w:val="1"/>
      <w:marLeft w:val="0"/>
      <w:marRight w:val="0"/>
      <w:marTop w:val="0"/>
      <w:marBottom w:val="0"/>
      <w:divBdr>
        <w:top w:val="none" w:sz="0" w:space="0" w:color="auto"/>
        <w:left w:val="none" w:sz="0" w:space="0" w:color="auto"/>
        <w:bottom w:val="none" w:sz="0" w:space="0" w:color="auto"/>
        <w:right w:val="none" w:sz="0" w:space="0" w:color="auto"/>
      </w:divBdr>
    </w:div>
    <w:div w:id="786852446">
      <w:bodyDiv w:val="1"/>
      <w:marLeft w:val="0"/>
      <w:marRight w:val="0"/>
      <w:marTop w:val="0"/>
      <w:marBottom w:val="0"/>
      <w:divBdr>
        <w:top w:val="none" w:sz="0" w:space="0" w:color="auto"/>
        <w:left w:val="none" w:sz="0" w:space="0" w:color="auto"/>
        <w:bottom w:val="none" w:sz="0" w:space="0" w:color="auto"/>
        <w:right w:val="none" w:sz="0" w:space="0" w:color="auto"/>
      </w:divBdr>
    </w:div>
    <w:div w:id="850530859">
      <w:bodyDiv w:val="1"/>
      <w:marLeft w:val="0"/>
      <w:marRight w:val="0"/>
      <w:marTop w:val="0"/>
      <w:marBottom w:val="0"/>
      <w:divBdr>
        <w:top w:val="none" w:sz="0" w:space="0" w:color="auto"/>
        <w:left w:val="none" w:sz="0" w:space="0" w:color="auto"/>
        <w:bottom w:val="none" w:sz="0" w:space="0" w:color="auto"/>
        <w:right w:val="none" w:sz="0" w:space="0" w:color="auto"/>
      </w:divBdr>
    </w:div>
    <w:div w:id="855194779">
      <w:bodyDiv w:val="1"/>
      <w:marLeft w:val="0"/>
      <w:marRight w:val="0"/>
      <w:marTop w:val="0"/>
      <w:marBottom w:val="0"/>
      <w:divBdr>
        <w:top w:val="none" w:sz="0" w:space="0" w:color="auto"/>
        <w:left w:val="none" w:sz="0" w:space="0" w:color="auto"/>
        <w:bottom w:val="none" w:sz="0" w:space="0" w:color="auto"/>
        <w:right w:val="none" w:sz="0" w:space="0" w:color="auto"/>
      </w:divBdr>
    </w:div>
    <w:div w:id="909537480">
      <w:bodyDiv w:val="1"/>
      <w:marLeft w:val="0"/>
      <w:marRight w:val="0"/>
      <w:marTop w:val="0"/>
      <w:marBottom w:val="0"/>
      <w:divBdr>
        <w:top w:val="none" w:sz="0" w:space="0" w:color="auto"/>
        <w:left w:val="none" w:sz="0" w:space="0" w:color="auto"/>
        <w:bottom w:val="none" w:sz="0" w:space="0" w:color="auto"/>
        <w:right w:val="none" w:sz="0" w:space="0" w:color="auto"/>
      </w:divBdr>
    </w:div>
    <w:div w:id="951933448">
      <w:bodyDiv w:val="1"/>
      <w:marLeft w:val="0"/>
      <w:marRight w:val="0"/>
      <w:marTop w:val="0"/>
      <w:marBottom w:val="0"/>
      <w:divBdr>
        <w:top w:val="none" w:sz="0" w:space="0" w:color="auto"/>
        <w:left w:val="none" w:sz="0" w:space="0" w:color="auto"/>
        <w:bottom w:val="none" w:sz="0" w:space="0" w:color="auto"/>
        <w:right w:val="none" w:sz="0" w:space="0" w:color="auto"/>
      </w:divBdr>
    </w:div>
    <w:div w:id="1020276439">
      <w:bodyDiv w:val="1"/>
      <w:marLeft w:val="0"/>
      <w:marRight w:val="0"/>
      <w:marTop w:val="0"/>
      <w:marBottom w:val="0"/>
      <w:divBdr>
        <w:top w:val="none" w:sz="0" w:space="0" w:color="auto"/>
        <w:left w:val="none" w:sz="0" w:space="0" w:color="auto"/>
        <w:bottom w:val="none" w:sz="0" w:space="0" w:color="auto"/>
        <w:right w:val="none" w:sz="0" w:space="0" w:color="auto"/>
      </w:divBdr>
    </w:div>
    <w:div w:id="1023290464">
      <w:bodyDiv w:val="1"/>
      <w:marLeft w:val="0"/>
      <w:marRight w:val="0"/>
      <w:marTop w:val="0"/>
      <w:marBottom w:val="0"/>
      <w:divBdr>
        <w:top w:val="none" w:sz="0" w:space="0" w:color="auto"/>
        <w:left w:val="none" w:sz="0" w:space="0" w:color="auto"/>
        <w:bottom w:val="none" w:sz="0" w:space="0" w:color="auto"/>
        <w:right w:val="none" w:sz="0" w:space="0" w:color="auto"/>
      </w:divBdr>
    </w:div>
    <w:div w:id="1067148152">
      <w:bodyDiv w:val="1"/>
      <w:marLeft w:val="0"/>
      <w:marRight w:val="0"/>
      <w:marTop w:val="0"/>
      <w:marBottom w:val="0"/>
      <w:divBdr>
        <w:top w:val="none" w:sz="0" w:space="0" w:color="auto"/>
        <w:left w:val="none" w:sz="0" w:space="0" w:color="auto"/>
        <w:bottom w:val="none" w:sz="0" w:space="0" w:color="auto"/>
        <w:right w:val="none" w:sz="0" w:space="0" w:color="auto"/>
      </w:divBdr>
    </w:div>
    <w:div w:id="1067411239">
      <w:bodyDiv w:val="1"/>
      <w:marLeft w:val="0"/>
      <w:marRight w:val="0"/>
      <w:marTop w:val="0"/>
      <w:marBottom w:val="0"/>
      <w:divBdr>
        <w:top w:val="none" w:sz="0" w:space="0" w:color="auto"/>
        <w:left w:val="none" w:sz="0" w:space="0" w:color="auto"/>
        <w:bottom w:val="none" w:sz="0" w:space="0" w:color="auto"/>
        <w:right w:val="none" w:sz="0" w:space="0" w:color="auto"/>
      </w:divBdr>
    </w:div>
    <w:div w:id="1080520158">
      <w:bodyDiv w:val="1"/>
      <w:marLeft w:val="0"/>
      <w:marRight w:val="0"/>
      <w:marTop w:val="0"/>
      <w:marBottom w:val="0"/>
      <w:divBdr>
        <w:top w:val="none" w:sz="0" w:space="0" w:color="auto"/>
        <w:left w:val="none" w:sz="0" w:space="0" w:color="auto"/>
        <w:bottom w:val="none" w:sz="0" w:space="0" w:color="auto"/>
        <w:right w:val="none" w:sz="0" w:space="0" w:color="auto"/>
      </w:divBdr>
    </w:div>
    <w:div w:id="1167094168">
      <w:bodyDiv w:val="1"/>
      <w:marLeft w:val="0"/>
      <w:marRight w:val="0"/>
      <w:marTop w:val="0"/>
      <w:marBottom w:val="0"/>
      <w:divBdr>
        <w:top w:val="none" w:sz="0" w:space="0" w:color="auto"/>
        <w:left w:val="none" w:sz="0" w:space="0" w:color="auto"/>
        <w:bottom w:val="none" w:sz="0" w:space="0" w:color="auto"/>
        <w:right w:val="none" w:sz="0" w:space="0" w:color="auto"/>
      </w:divBdr>
    </w:div>
    <w:div w:id="1177233814">
      <w:bodyDiv w:val="1"/>
      <w:marLeft w:val="0"/>
      <w:marRight w:val="0"/>
      <w:marTop w:val="0"/>
      <w:marBottom w:val="0"/>
      <w:divBdr>
        <w:top w:val="none" w:sz="0" w:space="0" w:color="auto"/>
        <w:left w:val="none" w:sz="0" w:space="0" w:color="auto"/>
        <w:bottom w:val="none" w:sz="0" w:space="0" w:color="auto"/>
        <w:right w:val="none" w:sz="0" w:space="0" w:color="auto"/>
      </w:divBdr>
    </w:div>
    <w:div w:id="1249119292">
      <w:bodyDiv w:val="1"/>
      <w:marLeft w:val="0"/>
      <w:marRight w:val="0"/>
      <w:marTop w:val="0"/>
      <w:marBottom w:val="0"/>
      <w:divBdr>
        <w:top w:val="none" w:sz="0" w:space="0" w:color="auto"/>
        <w:left w:val="none" w:sz="0" w:space="0" w:color="auto"/>
        <w:bottom w:val="none" w:sz="0" w:space="0" w:color="auto"/>
        <w:right w:val="none" w:sz="0" w:space="0" w:color="auto"/>
      </w:divBdr>
    </w:div>
    <w:div w:id="1249925671">
      <w:bodyDiv w:val="1"/>
      <w:marLeft w:val="0"/>
      <w:marRight w:val="0"/>
      <w:marTop w:val="0"/>
      <w:marBottom w:val="0"/>
      <w:divBdr>
        <w:top w:val="none" w:sz="0" w:space="0" w:color="auto"/>
        <w:left w:val="none" w:sz="0" w:space="0" w:color="auto"/>
        <w:bottom w:val="none" w:sz="0" w:space="0" w:color="auto"/>
        <w:right w:val="none" w:sz="0" w:space="0" w:color="auto"/>
      </w:divBdr>
    </w:div>
    <w:div w:id="1266033589">
      <w:bodyDiv w:val="1"/>
      <w:marLeft w:val="0"/>
      <w:marRight w:val="0"/>
      <w:marTop w:val="0"/>
      <w:marBottom w:val="0"/>
      <w:divBdr>
        <w:top w:val="none" w:sz="0" w:space="0" w:color="auto"/>
        <w:left w:val="none" w:sz="0" w:space="0" w:color="auto"/>
        <w:bottom w:val="none" w:sz="0" w:space="0" w:color="auto"/>
        <w:right w:val="none" w:sz="0" w:space="0" w:color="auto"/>
      </w:divBdr>
    </w:div>
    <w:div w:id="1277835848">
      <w:bodyDiv w:val="1"/>
      <w:marLeft w:val="0"/>
      <w:marRight w:val="0"/>
      <w:marTop w:val="0"/>
      <w:marBottom w:val="0"/>
      <w:divBdr>
        <w:top w:val="none" w:sz="0" w:space="0" w:color="auto"/>
        <w:left w:val="none" w:sz="0" w:space="0" w:color="auto"/>
        <w:bottom w:val="none" w:sz="0" w:space="0" w:color="auto"/>
        <w:right w:val="none" w:sz="0" w:space="0" w:color="auto"/>
      </w:divBdr>
    </w:div>
    <w:div w:id="1291669905">
      <w:bodyDiv w:val="1"/>
      <w:marLeft w:val="0"/>
      <w:marRight w:val="0"/>
      <w:marTop w:val="0"/>
      <w:marBottom w:val="0"/>
      <w:divBdr>
        <w:top w:val="none" w:sz="0" w:space="0" w:color="auto"/>
        <w:left w:val="none" w:sz="0" w:space="0" w:color="auto"/>
        <w:bottom w:val="none" w:sz="0" w:space="0" w:color="auto"/>
        <w:right w:val="none" w:sz="0" w:space="0" w:color="auto"/>
      </w:divBdr>
    </w:div>
    <w:div w:id="1318000821">
      <w:bodyDiv w:val="1"/>
      <w:marLeft w:val="0"/>
      <w:marRight w:val="0"/>
      <w:marTop w:val="0"/>
      <w:marBottom w:val="0"/>
      <w:divBdr>
        <w:top w:val="none" w:sz="0" w:space="0" w:color="auto"/>
        <w:left w:val="none" w:sz="0" w:space="0" w:color="auto"/>
        <w:bottom w:val="none" w:sz="0" w:space="0" w:color="auto"/>
        <w:right w:val="none" w:sz="0" w:space="0" w:color="auto"/>
      </w:divBdr>
    </w:div>
    <w:div w:id="1413119129">
      <w:bodyDiv w:val="1"/>
      <w:marLeft w:val="0"/>
      <w:marRight w:val="0"/>
      <w:marTop w:val="0"/>
      <w:marBottom w:val="0"/>
      <w:divBdr>
        <w:top w:val="none" w:sz="0" w:space="0" w:color="auto"/>
        <w:left w:val="none" w:sz="0" w:space="0" w:color="auto"/>
        <w:bottom w:val="none" w:sz="0" w:space="0" w:color="auto"/>
        <w:right w:val="none" w:sz="0" w:space="0" w:color="auto"/>
      </w:divBdr>
    </w:div>
    <w:div w:id="1451823304">
      <w:bodyDiv w:val="1"/>
      <w:marLeft w:val="0"/>
      <w:marRight w:val="0"/>
      <w:marTop w:val="0"/>
      <w:marBottom w:val="0"/>
      <w:divBdr>
        <w:top w:val="none" w:sz="0" w:space="0" w:color="auto"/>
        <w:left w:val="none" w:sz="0" w:space="0" w:color="auto"/>
        <w:bottom w:val="none" w:sz="0" w:space="0" w:color="auto"/>
        <w:right w:val="none" w:sz="0" w:space="0" w:color="auto"/>
      </w:divBdr>
    </w:div>
    <w:div w:id="1471944508">
      <w:bodyDiv w:val="1"/>
      <w:marLeft w:val="0"/>
      <w:marRight w:val="0"/>
      <w:marTop w:val="0"/>
      <w:marBottom w:val="0"/>
      <w:divBdr>
        <w:top w:val="none" w:sz="0" w:space="0" w:color="auto"/>
        <w:left w:val="none" w:sz="0" w:space="0" w:color="auto"/>
        <w:bottom w:val="none" w:sz="0" w:space="0" w:color="auto"/>
        <w:right w:val="none" w:sz="0" w:space="0" w:color="auto"/>
      </w:divBdr>
      <w:divsChild>
        <w:div w:id="998997450">
          <w:marLeft w:val="0"/>
          <w:marRight w:val="0"/>
          <w:marTop w:val="0"/>
          <w:marBottom w:val="0"/>
          <w:divBdr>
            <w:top w:val="none" w:sz="0" w:space="0" w:color="auto"/>
            <w:left w:val="none" w:sz="0" w:space="0" w:color="auto"/>
            <w:bottom w:val="none" w:sz="0" w:space="0" w:color="auto"/>
            <w:right w:val="none" w:sz="0" w:space="0" w:color="auto"/>
          </w:divBdr>
        </w:div>
      </w:divsChild>
    </w:div>
    <w:div w:id="1478259344">
      <w:bodyDiv w:val="1"/>
      <w:marLeft w:val="0"/>
      <w:marRight w:val="0"/>
      <w:marTop w:val="0"/>
      <w:marBottom w:val="0"/>
      <w:divBdr>
        <w:top w:val="none" w:sz="0" w:space="0" w:color="auto"/>
        <w:left w:val="none" w:sz="0" w:space="0" w:color="auto"/>
        <w:bottom w:val="none" w:sz="0" w:space="0" w:color="auto"/>
        <w:right w:val="none" w:sz="0" w:space="0" w:color="auto"/>
      </w:divBdr>
    </w:div>
    <w:div w:id="1496722420">
      <w:bodyDiv w:val="1"/>
      <w:marLeft w:val="0"/>
      <w:marRight w:val="0"/>
      <w:marTop w:val="0"/>
      <w:marBottom w:val="0"/>
      <w:divBdr>
        <w:top w:val="none" w:sz="0" w:space="0" w:color="auto"/>
        <w:left w:val="none" w:sz="0" w:space="0" w:color="auto"/>
        <w:bottom w:val="none" w:sz="0" w:space="0" w:color="auto"/>
        <w:right w:val="none" w:sz="0" w:space="0" w:color="auto"/>
      </w:divBdr>
    </w:div>
    <w:div w:id="1515343682">
      <w:bodyDiv w:val="1"/>
      <w:marLeft w:val="0"/>
      <w:marRight w:val="0"/>
      <w:marTop w:val="0"/>
      <w:marBottom w:val="0"/>
      <w:divBdr>
        <w:top w:val="none" w:sz="0" w:space="0" w:color="auto"/>
        <w:left w:val="none" w:sz="0" w:space="0" w:color="auto"/>
        <w:bottom w:val="none" w:sz="0" w:space="0" w:color="auto"/>
        <w:right w:val="none" w:sz="0" w:space="0" w:color="auto"/>
      </w:divBdr>
    </w:div>
    <w:div w:id="1524512023">
      <w:bodyDiv w:val="1"/>
      <w:marLeft w:val="0"/>
      <w:marRight w:val="0"/>
      <w:marTop w:val="0"/>
      <w:marBottom w:val="0"/>
      <w:divBdr>
        <w:top w:val="none" w:sz="0" w:space="0" w:color="auto"/>
        <w:left w:val="none" w:sz="0" w:space="0" w:color="auto"/>
        <w:bottom w:val="none" w:sz="0" w:space="0" w:color="auto"/>
        <w:right w:val="none" w:sz="0" w:space="0" w:color="auto"/>
      </w:divBdr>
    </w:div>
    <w:div w:id="1547982644">
      <w:bodyDiv w:val="1"/>
      <w:marLeft w:val="0"/>
      <w:marRight w:val="0"/>
      <w:marTop w:val="0"/>
      <w:marBottom w:val="0"/>
      <w:divBdr>
        <w:top w:val="none" w:sz="0" w:space="0" w:color="auto"/>
        <w:left w:val="none" w:sz="0" w:space="0" w:color="auto"/>
        <w:bottom w:val="none" w:sz="0" w:space="0" w:color="auto"/>
        <w:right w:val="none" w:sz="0" w:space="0" w:color="auto"/>
      </w:divBdr>
    </w:div>
    <w:div w:id="1548227181">
      <w:bodyDiv w:val="1"/>
      <w:marLeft w:val="0"/>
      <w:marRight w:val="0"/>
      <w:marTop w:val="0"/>
      <w:marBottom w:val="0"/>
      <w:divBdr>
        <w:top w:val="none" w:sz="0" w:space="0" w:color="auto"/>
        <w:left w:val="none" w:sz="0" w:space="0" w:color="auto"/>
        <w:bottom w:val="none" w:sz="0" w:space="0" w:color="auto"/>
        <w:right w:val="none" w:sz="0" w:space="0" w:color="auto"/>
      </w:divBdr>
    </w:div>
    <w:div w:id="1553736557">
      <w:bodyDiv w:val="1"/>
      <w:marLeft w:val="0"/>
      <w:marRight w:val="0"/>
      <w:marTop w:val="0"/>
      <w:marBottom w:val="0"/>
      <w:divBdr>
        <w:top w:val="none" w:sz="0" w:space="0" w:color="auto"/>
        <w:left w:val="none" w:sz="0" w:space="0" w:color="auto"/>
        <w:bottom w:val="none" w:sz="0" w:space="0" w:color="auto"/>
        <w:right w:val="none" w:sz="0" w:space="0" w:color="auto"/>
      </w:divBdr>
    </w:div>
    <w:div w:id="1618829890">
      <w:bodyDiv w:val="1"/>
      <w:marLeft w:val="0"/>
      <w:marRight w:val="0"/>
      <w:marTop w:val="0"/>
      <w:marBottom w:val="0"/>
      <w:divBdr>
        <w:top w:val="none" w:sz="0" w:space="0" w:color="auto"/>
        <w:left w:val="none" w:sz="0" w:space="0" w:color="auto"/>
        <w:bottom w:val="none" w:sz="0" w:space="0" w:color="auto"/>
        <w:right w:val="none" w:sz="0" w:space="0" w:color="auto"/>
      </w:divBdr>
    </w:div>
    <w:div w:id="1707294471">
      <w:bodyDiv w:val="1"/>
      <w:marLeft w:val="0"/>
      <w:marRight w:val="0"/>
      <w:marTop w:val="0"/>
      <w:marBottom w:val="0"/>
      <w:divBdr>
        <w:top w:val="none" w:sz="0" w:space="0" w:color="auto"/>
        <w:left w:val="none" w:sz="0" w:space="0" w:color="auto"/>
        <w:bottom w:val="none" w:sz="0" w:space="0" w:color="auto"/>
        <w:right w:val="none" w:sz="0" w:space="0" w:color="auto"/>
      </w:divBdr>
    </w:div>
    <w:div w:id="1711102117">
      <w:bodyDiv w:val="1"/>
      <w:marLeft w:val="0"/>
      <w:marRight w:val="0"/>
      <w:marTop w:val="0"/>
      <w:marBottom w:val="0"/>
      <w:divBdr>
        <w:top w:val="none" w:sz="0" w:space="0" w:color="auto"/>
        <w:left w:val="none" w:sz="0" w:space="0" w:color="auto"/>
        <w:bottom w:val="none" w:sz="0" w:space="0" w:color="auto"/>
        <w:right w:val="none" w:sz="0" w:space="0" w:color="auto"/>
      </w:divBdr>
    </w:div>
    <w:div w:id="1732118212">
      <w:bodyDiv w:val="1"/>
      <w:marLeft w:val="0"/>
      <w:marRight w:val="0"/>
      <w:marTop w:val="0"/>
      <w:marBottom w:val="0"/>
      <w:divBdr>
        <w:top w:val="none" w:sz="0" w:space="0" w:color="auto"/>
        <w:left w:val="none" w:sz="0" w:space="0" w:color="auto"/>
        <w:bottom w:val="none" w:sz="0" w:space="0" w:color="auto"/>
        <w:right w:val="none" w:sz="0" w:space="0" w:color="auto"/>
      </w:divBdr>
    </w:div>
    <w:div w:id="1878008843">
      <w:bodyDiv w:val="1"/>
      <w:marLeft w:val="0"/>
      <w:marRight w:val="0"/>
      <w:marTop w:val="0"/>
      <w:marBottom w:val="0"/>
      <w:divBdr>
        <w:top w:val="none" w:sz="0" w:space="0" w:color="auto"/>
        <w:left w:val="none" w:sz="0" w:space="0" w:color="auto"/>
        <w:bottom w:val="none" w:sz="0" w:space="0" w:color="auto"/>
        <w:right w:val="none" w:sz="0" w:space="0" w:color="auto"/>
      </w:divBdr>
    </w:div>
    <w:div w:id="1892031988">
      <w:bodyDiv w:val="1"/>
      <w:marLeft w:val="0"/>
      <w:marRight w:val="0"/>
      <w:marTop w:val="0"/>
      <w:marBottom w:val="0"/>
      <w:divBdr>
        <w:top w:val="none" w:sz="0" w:space="0" w:color="auto"/>
        <w:left w:val="none" w:sz="0" w:space="0" w:color="auto"/>
        <w:bottom w:val="none" w:sz="0" w:space="0" w:color="auto"/>
        <w:right w:val="none" w:sz="0" w:space="0" w:color="auto"/>
      </w:divBdr>
    </w:div>
    <w:div w:id="1893538710">
      <w:bodyDiv w:val="1"/>
      <w:marLeft w:val="0"/>
      <w:marRight w:val="0"/>
      <w:marTop w:val="0"/>
      <w:marBottom w:val="0"/>
      <w:divBdr>
        <w:top w:val="none" w:sz="0" w:space="0" w:color="auto"/>
        <w:left w:val="none" w:sz="0" w:space="0" w:color="auto"/>
        <w:bottom w:val="none" w:sz="0" w:space="0" w:color="auto"/>
        <w:right w:val="none" w:sz="0" w:space="0" w:color="auto"/>
      </w:divBdr>
    </w:div>
    <w:div w:id="1947738292">
      <w:bodyDiv w:val="1"/>
      <w:marLeft w:val="0"/>
      <w:marRight w:val="0"/>
      <w:marTop w:val="0"/>
      <w:marBottom w:val="0"/>
      <w:divBdr>
        <w:top w:val="none" w:sz="0" w:space="0" w:color="auto"/>
        <w:left w:val="none" w:sz="0" w:space="0" w:color="auto"/>
        <w:bottom w:val="none" w:sz="0" w:space="0" w:color="auto"/>
        <w:right w:val="none" w:sz="0" w:space="0" w:color="auto"/>
      </w:divBdr>
    </w:div>
    <w:div w:id="1957518325">
      <w:bodyDiv w:val="1"/>
      <w:marLeft w:val="0"/>
      <w:marRight w:val="0"/>
      <w:marTop w:val="0"/>
      <w:marBottom w:val="0"/>
      <w:divBdr>
        <w:top w:val="none" w:sz="0" w:space="0" w:color="auto"/>
        <w:left w:val="none" w:sz="0" w:space="0" w:color="auto"/>
        <w:bottom w:val="none" w:sz="0" w:space="0" w:color="auto"/>
        <w:right w:val="none" w:sz="0" w:space="0" w:color="auto"/>
      </w:divBdr>
    </w:div>
    <w:div w:id="2029989608">
      <w:bodyDiv w:val="1"/>
      <w:marLeft w:val="0"/>
      <w:marRight w:val="0"/>
      <w:marTop w:val="0"/>
      <w:marBottom w:val="0"/>
      <w:divBdr>
        <w:top w:val="none" w:sz="0" w:space="0" w:color="auto"/>
        <w:left w:val="none" w:sz="0" w:space="0" w:color="auto"/>
        <w:bottom w:val="none" w:sz="0" w:space="0" w:color="auto"/>
        <w:right w:val="none" w:sz="0" w:space="0" w:color="auto"/>
      </w:divBdr>
    </w:div>
    <w:div w:id="2142964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D17C-90FC-4112-80FA-76550043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126</TotalTime>
  <Pages>48</Pages>
  <Words>12089</Words>
  <Characters>69968</Characters>
  <Application>Microsoft Office Word</Application>
  <DocSecurity>0</DocSecurity>
  <Lines>583</Lines>
  <Paragraphs>163</Paragraphs>
  <ScaleCrop>false</ScaleCrop>
  <HeadingPairs>
    <vt:vector size="2" baseType="variant">
      <vt:variant>
        <vt:lpstr>Title</vt:lpstr>
      </vt:variant>
      <vt:variant>
        <vt:i4>1</vt:i4>
      </vt:variant>
    </vt:vector>
  </HeadingPairs>
  <TitlesOfParts>
    <vt:vector size="1" baseType="lpstr">
      <vt:lpstr>Chapter 10 Primary and community health - Report on Government Services 2017</vt:lpstr>
    </vt:vector>
  </TitlesOfParts>
  <Company>Productivity Commission</Company>
  <LinksUpToDate>false</LinksUpToDate>
  <CharactersWithSpaces>81894</CharactersWithSpaces>
  <SharedDoc>false</SharedDoc>
  <HLinks>
    <vt:vector size="42" baseType="variant">
      <vt:variant>
        <vt:i4>1572915</vt:i4>
      </vt:variant>
      <vt:variant>
        <vt:i4>38</vt:i4>
      </vt:variant>
      <vt:variant>
        <vt:i4>0</vt:i4>
      </vt:variant>
      <vt:variant>
        <vt:i4>5</vt:i4>
      </vt:variant>
      <vt:variant>
        <vt:lpwstr/>
      </vt:variant>
      <vt:variant>
        <vt:lpwstr>_Toc274941105</vt:lpwstr>
      </vt:variant>
      <vt:variant>
        <vt:i4>1572915</vt:i4>
      </vt:variant>
      <vt:variant>
        <vt:i4>32</vt:i4>
      </vt:variant>
      <vt:variant>
        <vt:i4>0</vt:i4>
      </vt:variant>
      <vt:variant>
        <vt:i4>5</vt:i4>
      </vt:variant>
      <vt:variant>
        <vt:lpwstr/>
      </vt:variant>
      <vt:variant>
        <vt:lpwstr>_Toc274941104</vt:lpwstr>
      </vt:variant>
      <vt:variant>
        <vt:i4>1572915</vt:i4>
      </vt:variant>
      <vt:variant>
        <vt:i4>26</vt:i4>
      </vt:variant>
      <vt:variant>
        <vt:i4>0</vt:i4>
      </vt:variant>
      <vt:variant>
        <vt:i4>5</vt:i4>
      </vt:variant>
      <vt:variant>
        <vt:lpwstr/>
      </vt:variant>
      <vt:variant>
        <vt:lpwstr>_Toc274941103</vt:lpwstr>
      </vt:variant>
      <vt:variant>
        <vt:i4>1572915</vt:i4>
      </vt:variant>
      <vt:variant>
        <vt:i4>20</vt:i4>
      </vt:variant>
      <vt:variant>
        <vt:i4>0</vt:i4>
      </vt:variant>
      <vt:variant>
        <vt:i4>5</vt:i4>
      </vt:variant>
      <vt:variant>
        <vt:lpwstr/>
      </vt:variant>
      <vt:variant>
        <vt:lpwstr>_Toc274941102</vt:lpwstr>
      </vt:variant>
      <vt:variant>
        <vt:i4>1572915</vt:i4>
      </vt:variant>
      <vt:variant>
        <vt:i4>14</vt:i4>
      </vt:variant>
      <vt:variant>
        <vt:i4>0</vt:i4>
      </vt:variant>
      <vt:variant>
        <vt:i4>5</vt:i4>
      </vt:variant>
      <vt:variant>
        <vt:lpwstr/>
      </vt:variant>
      <vt:variant>
        <vt:lpwstr>_Toc274941101</vt:lpwstr>
      </vt:variant>
      <vt:variant>
        <vt:i4>1572915</vt:i4>
      </vt:variant>
      <vt:variant>
        <vt:i4>8</vt:i4>
      </vt:variant>
      <vt:variant>
        <vt:i4>0</vt:i4>
      </vt:variant>
      <vt:variant>
        <vt:i4>5</vt:i4>
      </vt:variant>
      <vt:variant>
        <vt:lpwstr/>
      </vt:variant>
      <vt:variant>
        <vt:lpwstr>_Toc274941100</vt:lpwstr>
      </vt:variant>
      <vt:variant>
        <vt:i4>1114162</vt:i4>
      </vt:variant>
      <vt:variant>
        <vt:i4>2</vt:i4>
      </vt:variant>
      <vt:variant>
        <vt:i4>0</vt:i4>
      </vt:variant>
      <vt:variant>
        <vt:i4>5</vt:i4>
      </vt:variant>
      <vt:variant>
        <vt:lpwstr/>
      </vt:variant>
      <vt:variant>
        <vt:lpwstr>_Toc274941099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Primary and community health - Report on Government Services 2017</dc:title>
  <dc:subject/>
  <dc:creator>Steering Committee for the Review of Government Service Provision</dc:creator>
  <cp:lastModifiedBy>Frech, Tanya</cp:lastModifiedBy>
  <cp:revision>17</cp:revision>
  <cp:lastPrinted>2016-12-19T01:47:00Z</cp:lastPrinted>
  <dcterms:created xsi:type="dcterms:W3CDTF">2016-12-19T00:07:00Z</dcterms:created>
  <dcterms:modified xsi:type="dcterms:W3CDTF">2017-01-05T23:25:00Z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